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7047A" w:rsidRDefault="003F579A" w:rsidP="00F7047A">
      <w:pPr>
        <w:pStyle w:val="LabTitle"/>
      </w:pPr>
      <w:r w:rsidRPr="00F7047A">
        <w:t xml:space="preserve">Class Activity - </w:t>
      </w:r>
      <w:r w:rsidR="00520E82" w:rsidRPr="00F7047A">
        <w:t>PPP Persuasion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040346" w:rsidRDefault="00E16EE7" w:rsidP="003F579A">
      <w:pPr>
        <w:pStyle w:val="BodyTextL25"/>
      </w:pPr>
      <w:r>
        <w:t>Describe the benefits of using PPP over HDLC in a WAN.</w:t>
      </w:r>
    </w:p>
    <w:p w:rsidR="00DE4E11" w:rsidRPr="006724BE" w:rsidRDefault="00E16EE7" w:rsidP="003F579A">
      <w:pPr>
        <w:pStyle w:val="BodyTextL25"/>
        <w:rPr>
          <w:b/>
        </w:rPr>
      </w:pPr>
      <w:r>
        <w:t>This activity can be completed individually or in small groups of 2-3 students per group.</w:t>
      </w:r>
    </w:p>
    <w:p w:rsidR="00C07FD9" w:rsidRPr="00C07FD9" w:rsidRDefault="00672919" w:rsidP="0014219C">
      <w:pPr>
        <w:pStyle w:val="LabSection"/>
      </w:pPr>
      <w:r>
        <w:t>Scenario</w:t>
      </w:r>
    </w:p>
    <w:p w:rsidR="00520E82" w:rsidRPr="003F579A" w:rsidRDefault="00520E82" w:rsidP="003F579A">
      <w:pPr>
        <w:pStyle w:val="BodyTextL25"/>
      </w:pPr>
      <w:r w:rsidRPr="00520E82">
        <w:t>Your network e</w:t>
      </w:r>
      <w:r w:rsidRPr="003F579A">
        <w:t xml:space="preserve">ngineering supervisor recently attended a networking conference where Layer 2 protocols were discussed. He knows that you have Cisco equipment on </w:t>
      </w:r>
      <w:r w:rsidR="00A128AD" w:rsidRPr="003F579A">
        <w:t xml:space="preserve">the </w:t>
      </w:r>
      <w:r w:rsidRPr="003F579A">
        <w:t>premise</w:t>
      </w:r>
      <w:r w:rsidR="00A128AD" w:rsidRPr="003F579A">
        <w:t>s</w:t>
      </w:r>
      <w:r w:rsidRPr="003F579A">
        <w:t xml:space="preserve">, but he would </w:t>
      </w:r>
      <w:r w:rsidR="00865993" w:rsidRPr="003F579A">
        <w:t xml:space="preserve">also </w:t>
      </w:r>
      <w:r w:rsidRPr="003F579A">
        <w:t>like to offer security and advanced TCP/IP options and controls on that sa</w:t>
      </w:r>
      <w:r w:rsidR="00750D6C" w:rsidRPr="003F579A">
        <w:t>me equipment by using the Point-</w:t>
      </w:r>
      <w:r w:rsidRPr="003F579A">
        <w:t>to</w:t>
      </w:r>
      <w:r w:rsidR="00750D6C" w:rsidRPr="003F579A">
        <w:t>-</w:t>
      </w:r>
      <w:r w:rsidRPr="003F579A">
        <w:t>Point Protocol (PPP).</w:t>
      </w:r>
    </w:p>
    <w:p w:rsidR="00520E82" w:rsidRPr="003F579A" w:rsidRDefault="00A128AD" w:rsidP="003F579A">
      <w:pPr>
        <w:pStyle w:val="BodyTextL25"/>
      </w:pPr>
      <w:r w:rsidRPr="003F579A">
        <w:t xml:space="preserve">After </w:t>
      </w:r>
      <w:r w:rsidR="00865993" w:rsidRPr="003F579A">
        <w:t>researching</w:t>
      </w:r>
      <w:r w:rsidR="00520E82" w:rsidRPr="003F579A">
        <w:t xml:space="preserve"> the PPP protocol</w:t>
      </w:r>
      <w:r w:rsidRPr="003F579A">
        <w:t>, you</w:t>
      </w:r>
      <w:r w:rsidR="00865993" w:rsidRPr="003F579A">
        <w:t xml:space="preserve"> </w:t>
      </w:r>
      <w:r w:rsidR="00520E82" w:rsidRPr="003F579A">
        <w:t>find it offers some advantages over the HDLC protocol</w:t>
      </w:r>
      <w:r w:rsidR="00865993" w:rsidRPr="003F579A">
        <w:t>,</w:t>
      </w:r>
      <w:r w:rsidR="00520E82" w:rsidRPr="003F579A">
        <w:t xml:space="preserve"> </w:t>
      </w:r>
      <w:r w:rsidRPr="003F579A">
        <w:t>currently used</w:t>
      </w:r>
      <w:r w:rsidR="00520E82" w:rsidRPr="003F579A">
        <w:t xml:space="preserve"> on your network.</w:t>
      </w:r>
    </w:p>
    <w:p w:rsidR="00520E82" w:rsidRPr="00520E82" w:rsidRDefault="00520E82" w:rsidP="003F579A">
      <w:pPr>
        <w:pStyle w:val="BodyTextL25"/>
      </w:pPr>
      <w:r w:rsidRPr="003F579A">
        <w:t>Create a matrix listi</w:t>
      </w:r>
      <w:r w:rsidRPr="00520E82">
        <w:t xml:space="preserve">ng the advantages and disadvantages of using the HDLC vs. PPP protocols. When comparing the two protocols, </w:t>
      </w:r>
      <w:r w:rsidR="00865993">
        <w:t>i</w:t>
      </w:r>
      <w:r w:rsidRPr="00520E82">
        <w:t>nclude:</w:t>
      </w:r>
    </w:p>
    <w:p w:rsidR="00B249E2" w:rsidRPr="003F579A" w:rsidRDefault="00284D8A" w:rsidP="003F579A">
      <w:pPr>
        <w:pStyle w:val="Bulletlevel1"/>
      </w:pPr>
      <w:r w:rsidRPr="00520E82">
        <w:t xml:space="preserve">Ease of </w:t>
      </w:r>
      <w:r w:rsidR="00865993">
        <w:t>c</w:t>
      </w:r>
      <w:r w:rsidR="00865993" w:rsidRPr="00520E82">
        <w:t>onfig</w:t>
      </w:r>
      <w:r w:rsidR="00865993" w:rsidRPr="003F579A">
        <w:t>uration</w:t>
      </w:r>
    </w:p>
    <w:p w:rsidR="00B249E2" w:rsidRPr="003F579A" w:rsidRDefault="00284D8A" w:rsidP="003F579A">
      <w:pPr>
        <w:pStyle w:val="Bulletlevel1"/>
      </w:pPr>
      <w:r w:rsidRPr="003F579A">
        <w:t xml:space="preserve">Adaptability to </w:t>
      </w:r>
      <w:r w:rsidR="00865993" w:rsidRPr="003F579A">
        <w:t>non</w:t>
      </w:r>
      <w:r w:rsidRPr="003F579A">
        <w:t>-</w:t>
      </w:r>
      <w:r w:rsidR="00865993" w:rsidRPr="003F579A">
        <w:t>proprietary network equipment</w:t>
      </w:r>
    </w:p>
    <w:p w:rsidR="00B249E2" w:rsidRPr="003F579A" w:rsidRDefault="00284D8A" w:rsidP="003F579A">
      <w:pPr>
        <w:pStyle w:val="Bulletlevel1"/>
      </w:pPr>
      <w:r w:rsidRPr="003F579A">
        <w:t xml:space="preserve">Security </w:t>
      </w:r>
      <w:r w:rsidR="00865993" w:rsidRPr="003F579A">
        <w:t>options</w:t>
      </w:r>
    </w:p>
    <w:p w:rsidR="00B249E2" w:rsidRPr="003F579A" w:rsidRDefault="00284D8A" w:rsidP="003F579A">
      <w:pPr>
        <w:pStyle w:val="Bulletlevel1"/>
      </w:pPr>
      <w:r w:rsidRPr="003F579A">
        <w:t xml:space="preserve">Bandwidth </w:t>
      </w:r>
      <w:r w:rsidR="00865993" w:rsidRPr="003F579A">
        <w:t xml:space="preserve">usage </w:t>
      </w:r>
      <w:r w:rsidRPr="003F579A">
        <w:t xml:space="preserve">and </w:t>
      </w:r>
      <w:r w:rsidR="00865993" w:rsidRPr="003F579A">
        <w:t>compression</w:t>
      </w:r>
    </w:p>
    <w:p w:rsidR="00B249E2" w:rsidRPr="00520E82" w:rsidRDefault="00284D8A" w:rsidP="003F579A">
      <w:pPr>
        <w:pStyle w:val="Bulletlevel1"/>
      </w:pPr>
      <w:r w:rsidRPr="003F579A">
        <w:t xml:space="preserve">Bandwidth </w:t>
      </w:r>
      <w:r w:rsidR="00865993" w:rsidRPr="003F579A">
        <w:t>cons</w:t>
      </w:r>
      <w:r w:rsidR="00865993" w:rsidRPr="00520E82">
        <w:t>olidation</w:t>
      </w:r>
    </w:p>
    <w:p w:rsidR="00520E82" w:rsidRPr="00520E82" w:rsidRDefault="00865993" w:rsidP="003F579A">
      <w:pPr>
        <w:pStyle w:val="BodyTextL25"/>
      </w:pPr>
      <w:r>
        <w:t>Share</w:t>
      </w:r>
      <w:r w:rsidRPr="00520E82">
        <w:t xml:space="preserve"> </w:t>
      </w:r>
      <w:r w:rsidR="00520E82" w:rsidRPr="00520E82">
        <w:t xml:space="preserve">your chart </w:t>
      </w:r>
      <w:r>
        <w:t>with</w:t>
      </w:r>
      <w:r w:rsidRPr="00520E82">
        <w:t xml:space="preserve"> </w:t>
      </w:r>
      <w:r w:rsidR="00520E82" w:rsidRPr="00520E82">
        <w:t xml:space="preserve">another student or class. Justify whether or not you would suggest </w:t>
      </w:r>
      <w:r>
        <w:t>sharing</w:t>
      </w:r>
      <w:r w:rsidR="00A128AD">
        <w:t xml:space="preserve"> the matrix </w:t>
      </w:r>
      <w:r>
        <w:t>with</w:t>
      </w:r>
      <w:r w:rsidRPr="00520E82">
        <w:t xml:space="preserve"> </w:t>
      </w:r>
      <w:r w:rsidR="00520E82" w:rsidRPr="00520E82">
        <w:t xml:space="preserve">the network engineering supervisor </w:t>
      </w:r>
      <w:r w:rsidR="00F3722E">
        <w:t xml:space="preserve">to justify a </w:t>
      </w:r>
      <w:r w:rsidR="00520E82" w:rsidRPr="00520E82">
        <w:t>change be</w:t>
      </w:r>
      <w:r w:rsidR="00F3722E">
        <w:t>ing</w:t>
      </w:r>
      <w:r w:rsidR="00520E82" w:rsidRPr="00520E82">
        <w:t xml:space="preserve"> made from HDLC to PPP for Layer 2 network connectivity.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Pr="00520E82" w:rsidRDefault="004B58AF" w:rsidP="00520E82">
      <w:pPr>
        <w:pStyle w:val="Bulletlevel1"/>
      </w:pPr>
      <w:r w:rsidRPr="00520E82">
        <w:t xml:space="preserve">Internet access to the </w:t>
      </w:r>
      <w:r w:rsidR="00865993">
        <w:t>World Wide Web</w:t>
      </w:r>
    </w:p>
    <w:p w:rsidR="00520E82" w:rsidRPr="00843ADA" w:rsidRDefault="00520E82" w:rsidP="00843ADA">
      <w:pPr>
        <w:pStyle w:val="Bulletlevel1"/>
      </w:pPr>
      <w:r w:rsidRPr="00520E82">
        <w:t>Word processing or spreadsheet software</w:t>
      </w:r>
      <w:bookmarkStart w:id="0" w:name="_GoBack"/>
      <w:bookmarkEnd w:id="0"/>
    </w:p>
    <w:sectPr w:rsidR="00520E82" w:rsidRPr="00843ADA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4D8" w:rsidRDefault="00B564D8" w:rsidP="0090659A">
      <w:pPr>
        <w:spacing w:after="0" w:line="240" w:lineRule="auto"/>
      </w:pPr>
      <w:r>
        <w:separator/>
      </w:r>
    </w:p>
    <w:p w:rsidR="00B564D8" w:rsidRDefault="00B564D8"/>
    <w:p w:rsidR="00B564D8" w:rsidRDefault="00B564D8"/>
    <w:p w:rsidR="00B564D8" w:rsidRDefault="00B564D8"/>
    <w:p w:rsidR="00B564D8" w:rsidRDefault="00B564D8"/>
  </w:endnote>
  <w:endnote w:type="continuationSeparator" w:id="0">
    <w:p w:rsidR="00B564D8" w:rsidRDefault="00B564D8" w:rsidP="0090659A">
      <w:pPr>
        <w:spacing w:after="0" w:line="240" w:lineRule="auto"/>
      </w:pPr>
      <w:r>
        <w:continuationSeparator/>
      </w:r>
    </w:p>
    <w:p w:rsidR="00B564D8" w:rsidRDefault="00B564D8"/>
    <w:p w:rsidR="00B564D8" w:rsidRDefault="00B564D8"/>
    <w:p w:rsidR="00B564D8" w:rsidRDefault="00B564D8"/>
    <w:p w:rsidR="00B564D8" w:rsidRDefault="00B564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3F579A">
    <w:pPr>
      <w:pStyle w:val="Footer"/>
      <w:rPr>
        <w:szCs w:val="16"/>
      </w:rPr>
    </w:pPr>
    <w:r w:rsidRPr="002A244B">
      <w:t xml:space="preserve">© </w:t>
    </w:r>
    <w:r w:rsidR="003F579A">
      <w:fldChar w:fldCharType="begin"/>
    </w:r>
    <w:r w:rsidR="003F579A">
      <w:instrText xml:space="preserve"> DATE  \@ "yyyy"  \* MERGEFORMAT </w:instrText>
    </w:r>
    <w:r w:rsidR="003F579A">
      <w:fldChar w:fldCharType="separate"/>
    </w:r>
    <w:r w:rsidR="00FB65B1">
      <w:rPr>
        <w:noProof/>
      </w:rPr>
      <w:t>2016</w:t>
    </w:r>
    <w:r w:rsidR="003F579A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32F5" w:rsidRPr="0090659A">
      <w:rPr>
        <w:b/>
        <w:szCs w:val="16"/>
      </w:rPr>
      <w:fldChar w:fldCharType="separate"/>
    </w:r>
    <w:r w:rsidR="00843ADA">
      <w:rPr>
        <w:b/>
        <w:noProof/>
        <w:szCs w:val="16"/>
      </w:rPr>
      <w:t>2</w:t>
    </w:r>
    <w:r w:rsidR="00AC32F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32F5" w:rsidRPr="0090659A">
      <w:rPr>
        <w:b/>
        <w:szCs w:val="16"/>
      </w:rPr>
      <w:fldChar w:fldCharType="separate"/>
    </w:r>
    <w:r w:rsidR="00843ADA">
      <w:rPr>
        <w:b/>
        <w:noProof/>
        <w:szCs w:val="16"/>
      </w:rPr>
      <w:t>2</w:t>
    </w:r>
    <w:r w:rsidR="00AC32F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3F579A">
    <w:pPr>
      <w:pStyle w:val="Footer"/>
      <w:rPr>
        <w:szCs w:val="16"/>
      </w:rPr>
    </w:pPr>
    <w:r w:rsidRPr="002A244B">
      <w:t xml:space="preserve">© </w:t>
    </w:r>
    <w:r w:rsidR="003F579A">
      <w:fldChar w:fldCharType="begin"/>
    </w:r>
    <w:r w:rsidR="003F579A">
      <w:instrText xml:space="preserve"> DATE  \@ "yyyy"  \* MERGEFORMAT </w:instrText>
    </w:r>
    <w:r w:rsidR="003F579A">
      <w:fldChar w:fldCharType="separate"/>
    </w:r>
    <w:r w:rsidR="00FB65B1">
      <w:rPr>
        <w:noProof/>
      </w:rPr>
      <w:t>2016</w:t>
    </w:r>
    <w:r w:rsidR="003F579A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32F5" w:rsidRPr="0090659A">
      <w:rPr>
        <w:b/>
        <w:szCs w:val="16"/>
      </w:rPr>
      <w:fldChar w:fldCharType="separate"/>
    </w:r>
    <w:r w:rsidR="00B564D8">
      <w:rPr>
        <w:b/>
        <w:noProof/>
        <w:szCs w:val="16"/>
      </w:rPr>
      <w:t>1</w:t>
    </w:r>
    <w:r w:rsidR="00AC32F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32F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32F5" w:rsidRPr="0090659A">
      <w:rPr>
        <w:b/>
        <w:szCs w:val="16"/>
      </w:rPr>
      <w:fldChar w:fldCharType="separate"/>
    </w:r>
    <w:r w:rsidR="00B564D8">
      <w:rPr>
        <w:b/>
        <w:noProof/>
        <w:szCs w:val="16"/>
      </w:rPr>
      <w:t>1</w:t>
    </w:r>
    <w:r w:rsidR="00AC32F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4D8" w:rsidRDefault="00B564D8" w:rsidP="0090659A">
      <w:pPr>
        <w:spacing w:after="0" w:line="240" w:lineRule="auto"/>
      </w:pPr>
      <w:r>
        <w:separator/>
      </w:r>
    </w:p>
    <w:p w:rsidR="00B564D8" w:rsidRDefault="00B564D8"/>
    <w:p w:rsidR="00B564D8" w:rsidRDefault="00B564D8"/>
    <w:p w:rsidR="00B564D8" w:rsidRDefault="00B564D8"/>
    <w:p w:rsidR="00B564D8" w:rsidRDefault="00B564D8"/>
  </w:footnote>
  <w:footnote w:type="continuationSeparator" w:id="0">
    <w:p w:rsidR="00B564D8" w:rsidRDefault="00B564D8" w:rsidP="0090659A">
      <w:pPr>
        <w:spacing w:after="0" w:line="240" w:lineRule="auto"/>
      </w:pPr>
      <w:r>
        <w:continuationSeparator/>
      </w:r>
    </w:p>
    <w:p w:rsidR="00B564D8" w:rsidRDefault="00B564D8"/>
    <w:p w:rsidR="00B564D8" w:rsidRDefault="00B564D8"/>
    <w:p w:rsidR="00B564D8" w:rsidRDefault="00B564D8"/>
    <w:p w:rsidR="00B564D8" w:rsidRDefault="00B564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3F579A" w:rsidP="00C52BA6">
    <w:pPr>
      <w:pStyle w:val="PageHead"/>
    </w:pPr>
    <w:r>
      <w:t xml:space="preserve">Class Activity - </w:t>
    </w:r>
    <w:r w:rsidR="00520E82">
      <w:t>PPP Persuasion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600A1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F15F65"/>
    <w:multiLevelType w:val="hybridMultilevel"/>
    <w:tmpl w:val="BFD83C98"/>
    <w:lvl w:ilvl="0" w:tplc="DF9AA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BA4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C0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962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AD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969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86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907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0E6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0"/>
  </w:num>
  <w:num w:numId="18">
    <w:abstractNumId w:val="8"/>
  </w:num>
  <w:num w:numId="19">
    <w:abstractNumId w:val="0"/>
  </w:num>
  <w:num w:numId="20">
    <w:abstractNumId w:val="10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579BF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66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7ED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4D8A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09B8"/>
    <w:rsid w:val="003F18D1"/>
    <w:rsid w:val="003F4F0E"/>
    <w:rsid w:val="003F579A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0E82"/>
    <w:rsid w:val="00521B31"/>
    <w:rsid w:val="00522469"/>
    <w:rsid w:val="0052400A"/>
    <w:rsid w:val="00531A79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3C88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2ADB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0D6C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3ADA"/>
    <w:rsid w:val="00846494"/>
    <w:rsid w:val="00847B20"/>
    <w:rsid w:val="008509D3"/>
    <w:rsid w:val="00850FEF"/>
    <w:rsid w:val="00853418"/>
    <w:rsid w:val="00857CF6"/>
    <w:rsid w:val="008610ED"/>
    <w:rsid w:val="00861C6A"/>
    <w:rsid w:val="00865199"/>
    <w:rsid w:val="00865993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0E75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128AD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32F5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49E2"/>
    <w:rsid w:val="00B27499"/>
    <w:rsid w:val="00B3010D"/>
    <w:rsid w:val="00B35151"/>
    <w:rsid w:val="00B433F2"/>
    <w:rsid w:val="00B458E8"/>
    <w:rsid w:val="00B4609A"/>
    <w:rsid w:val="00B5397B"/>
    <w:rsid w:val="00B564D8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0B2D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CEE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6EE7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27F84"/>
    <w:rsid w:val="00F30446"/>
    <w:rsid w:val="00F32334"/>
    <w:rsid w:val="00F3722E"/>
    <w:rsid w:val="00F4135D"/>
    <w:rsid w:val="00F41F1B"/>
    <w:rsid w:val="00F421D9"/>
    <w:rsid w:val="00F46BD9"/>
    <w:rsid w:val="00F60BE0"/>
    <w:rsid w:val="00F6280E"/>
    <w:rsid w:val="00F7047A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B65B1"/>
    <w:rsid w:val="00FD1A3D"/>
    <w:rsid w:val="00FD33AB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B205F8-C64C-4FF1-819D-49C220D5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3F579A"/>
    <w:pPr>
      <w:keepNext/>
      <w:numPr>
        <w:numId w:val="4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7047A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3F579A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3F579A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9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9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92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5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A37D8-D09A-42B9-B795-27AC8DC4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182</Words>
  <Characters>1065</Characters>
  <Application>Microsoft Office Word</Application>
  <DocSecurity>0</DocSecurity>
  <Lines>36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Objectives</vt:lpstr>
      <vt:lpstr>Scenario</vt:lpstr>
      <vt:lpstr>Resources</vt:lpstr>
    </vt:vector>
  </TitlesOfParts>
  <Company>Microsoft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Suk-yi Pennock</cp:lastModifiedBy>
  <cp:revision>3</cp:revision>
  <cp:lastPrinted>2013-03-18T14:28:00Z</cp:lastPrinted>
  <dcterms:created xsi:type="dcterms:W3CDTF">2016-09-22T20:37:00Z</dcterms:created>
  <dcterms:modified xsi:type="dcterms:W3CDTF">2016-09-22T20:38:00Z</dcterms:modified>
</cp:coreProperties>
</file>