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6EE1B7" w14:textId="2EA5B042" w:rsidR="004D36D7" w:rsidRPr="00FD4A68" w:rsidRDefault="00C14B7E" w:rsidP="00B47940">
      <w:pPr>
        <w:pStyle w:val="Title"/>
        <w:rPr>
          <w:rStyle w:val="LabTitleInstVersred"/>
          <w:b/>
          <w:color w:val="auto"/>
        </w:rPr>
      </w:pPr>
      <w:sdt>
        <w:sdtPr>
          <w:rPr>
            <w:b w:val="0"/>
            <w:color w:val="EE0000"/>
          </w:rPr>
          <w:alias w:val="Title"/>
          <w:tag w:val=""/>
          <w:id w:val="-487021785"/>
          <w:placeholder>
            <w:docPart w:val="81573E4713BD4A1D8B6D358890FDED70"/>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7706D4">
            <w:t>Lab - Research Network Monitoring Software</w:t>
          </w:r>
        </w:sdtContent>
      </w:sdt>
    </w:p>
    <w:p w14:paraId="21593FDB" w14:textId="77777777" w:rsidR="0006522A" w:rsidRPr="00BB73FF" w:rsidRDefault="0006522A" w:rsidP="0006522A">
      <w:pPr>
        <w:pStyle w:val="Heading1"/>
      </w:pPr>
      <w:r w:rsidRPr="00BB73FF">
        <w:t>Objective</w:t>
      </w:r>
      <w:r>
        <w:t>s</w:t>
      </w:r>
    </w:p>
    <w:p w14:paraId="77F382A1" w14:textId="77777777" w:rsidR="0006522A" w:rsidRPr="004C0909" w:rsidRDefault="0006522A" w:rsidP="0006522A">
      <w:pPr>
        <w:pStyle w:val="BodyTextL25Bold"/>
      </w:pPr>
      <w:r>
        <w:t>Part 1: Survey Your Understanding of Network Monitoring</w:t>
      </w:r>
    </w:p>
    <w:p w14:paraId="53E76508" w14:textId="77777777" w:rsidR="0006522A" w:rsidRDefault="0006522A" w:rsidP="0006522A">
      <w:pPr>
        <w:pStyle w:val="BodyTextL25Bold"/>
      </w:pPr>
      <w:r>
        <w:t>Part 2: Research Network Monitoring Tools</w:t>
      </w:r>
    </w:p>
    <w:p w14:paraId="6F1BB833" w14:textId="77777777" w:rsidR="0006522A" w:rsidRPr="004C0909" w:rsidRDefault="0006522A" w:rsidP="0006522A">
      <w:pPr>
        <w:pStyle w:val="BodyTextL25Bold"/>
      </w:pPr>
      <w:r>
        <w:t>Part 3: Select a Network Monitoring Tool</w:t>
      </w:r>
    </w:p>
    <w:p w14:paraId="157663A2" w14:textId="77777777" w:rsidR="0006522A" w:rsidRPr="00C07FD9" w:rsidRDefault="0006522A" w:rsidP="0006522A">
      <w:pPr>
        <w:pStyle w:val="Heading1"/>
      </w:pPr>
      <w:r>
        <w:t>Background / Scenario</w:t>
      </w:r>
    </w:p>
    <w:p w14:paraId="79D8EEED" w14:textId="77777777" w:rsidR="0006522A" w:rsidRDefault="0006522A" w:rsidP="0006522A">
      <w:pPr>
        <w:pStyle w:val="BodyTextL25"/>
      </w:pPr>
      <w:r>
        <w:t>Network monitoring is needed for any sized network. Proactively monitoring the network infrastructure can assist network administrators with their day-to-day duties. The wide variety of networking tools available vary in cost, depending on the features, number of network locations and number of nodes supported.</w:t>
      </w:r>
    </w:p>
    <w:p w14:paraId="1252F954" w14:textId="77777777" w:rsidR="0006522A" w:rsidRDefault="0006522A" w:rsidP="0006522A">
      <w:pPr>
        <w:pStyle w:val="BodyTextL25"/>
      </w:pPr>
      <w:r>
        <w:t>In this lab, you will conduct research on available network monitoring software. You will gather information on software products and features of those products. You will investigate one product in greater detail and list some of the key features available.</w:t>
      </w:r>
    </w:p>
    <w:p w14:paraId="1433CF7B" w14:textId="77777777" w:rsidR="0006522A" w:rsidRDefault="0006522A" w:rsidP="0006522A">
      <w:pPr>
        <w:pStyle w:val="Heading1"/>
      </w:pPr>
      <w:r>
        <w:t>Required Resources</w:t>
      </w:r>
    </w:p>
    <w:p w14:paraId="22AB4B7F" w14:textId="77777777" w:rsidR="0006522A" w:rsidRDefault="0006522A" w:rsidP="0006522A">
      <w:pPr>
        <w:pStyle w:val="Bulletlevel1"/>
        <w:spacing w:before="60" w:after="60" w:line="276" w:lineRule="auto"/>
      </w:pPr>
      <w:r>
        <w:t>PC with internet access</w:t>
      </w:r>
    </w:p>
    <w:p w14:paraId="207C0840" w14:textId="77777777" w:rsidR="0006522A" w:rsidRDefault="0006522A" w:rsidP="0006522A">
      <w:pPr>
        <w:pStyle w:val="Heading1"/>
      </w:pPr>
      <w:r>
        <w:t>Instructions</w:t>
      </w:r>
    </w:p>
    <w:p w14:paraId="5155532B" w14:textId="77777777" w:rsidR="0006522A" w:rsidRDefault="0006522A" w:rsidP="0006522A">
      <w:pPr>
        <w:pStyle w:val="Heading2"/>
      </w:pPr>
      <w:r>
        <w:t>Survey Your Understanding of Network Monitoring</w:t>
      </w:r>
    </w:p>
    <w:p w14:paraId="180BCD93" w14:textId="77777777" w:rsidR="0006522A" w:rsidRDefault="0006522A" w:rsidP="0006522A">
      <w:pPr>
        <w:pStyle w:val="BodyTextL25"/>
      </w:pPr>
      <w:r>
        <w:t>Describe network monitoring as you understand it. Give an example of how it might be used in a production network.</w:t>
      </w:r>
    </w:p>
    <w:p w14:paraId="17DA3109" w14:textId="77777777" w:rsidR="0006522A" w:rsidRDefault="0006522A" w:rsidP="0006522A">
      <w:pPr>
        <w:pStyle w:val="AnswerLineL25"/>
      </w:pPr>
      <w:r>
        <w:t>Place your answers here.</w:t>
      </w:r>
    </w:p>
    <w:p w14:paraId="63DFADB0" w14:textId="77777777" w:rsidR="0006522A" w:rsidRPr="00A60146" w:rsidRDefault="0006522A" w:rsidP="0006522A">
      <w:pPr>
        <w:pStyle w:val="Heading2"/>
      </w:pPr>
      <w:bookmarkStart w:id="0" w:name="_GoBack"/>
      <w:bookmarkEnd w:id="0"/>
      <w:r>
        <w:t>Research Network Monitoring Tools</w:t>
      </w:r>
    </w:p>
    <w:p w14:paraId="17171F4B" w14:textId="77777777" w:rsidR="0006522A" w:rsidRDefault="0006522A" w:rsidP="0006522A">
      <w:pPr>
        <w:pStyle w:val="Heading3"/>
      </w:pPr>
      <w:r>
        <w:t>Research and find three network monitoring tools</w:t>
      </w:r>
      <w:r w:rsidRPr="00933F28">
        <w:t>.</w:t>
      </w:r>
    </w:p>
    <w:p w14:paraId="6D18385D" w14:textId="77777777" w:rsidR="0006522A" w:rsidRDefault="0006522A" w:rsidP="0006522A">
      <w:pPr>
        <w:pStyle w:val="BodyTextL25"/>
      </w:pPr>
      <w:r>
        <w:t>List the three tools that you found.</w:t>
      </w:r>
    </w:p>
    <w:p w14:paraId="553749DC" w14:textId="77777777" w:rsidR="0006522A" w:rsidRDefault="0006522A" w:rsidP="00AC64A5">
      <w:pPr>
        <w:pStyle w:val="AnswerLineL25"/>
      </w:pPr>
      <w:r>
        <w:t>Place your answers here.</w:t>
      </w:r>
    </w:p>
    <w:p w14:paraId="7A0532C8" w14:textId="77777777" w:rsidR="0006522A" w:rsidRDefault="0006522A" w:rsidP="0006522A">
      <w:pPr>
        <w:pStyle w:val="Heading3"/>
      </w:pPr>
      <w:r>
        <w:lastRenderedPageBreak/>
        <w:t>Complete the following form for the network monitoring tools selected.</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allows you to record information regarding the vendor, the product name and features. Type your answers in the cells marked as &quot;blank&quot;"/>
      </w:tblPr>
      <w:tblGrid>
        <w:gridCol w:w="3358"/>
        <w:gridCol w:w="3358"/>
        <w:gridCol w:w="3358"/>
      </w:tblGrid>
      <w:tr w:rsidR="0006522A" w14:paraId="5E74CDB4" w14:textId="77777777" w:rsidTr="00CE5B83">
        <w:trPr>
          <w:cantSplit/>
          <w:tblHeader/>
          <w:jc w:val="center"/>
        </w:trPr>
        <w:tc>
          <w:tcPr>
            <w:tcW w:w="335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47A209D" w14:textId="77777777" w:rsidR="0006522A" w:rsidRDefault="0006522A" w:rsidP="00B07D0C">
            <w:pPr>
              <w:pStyle w:val="TableHeading"/>
            </w:pPr>
            <w:r>
              <w:t>Vendor</w:t>
            </w:r>
          </w:p>
        </w:tc>
        <w:tc>
          <w:tcPr>
            <w:tcW w:w="335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C41E78C" w14:textId="77777777" w:rsidR="0006522A" w:rsidRDefault="0006522A" w:rsidP="00B07D0C">
            <w:pPr>
              <w:pStyle w:val="TableHeading"/>
            </w:pPr>
            <w:r>
              <w:t>Product Name</w:t>
            </w:r>
          </w:p>
        </w:tc>
        <w:tc>
          <w:tcPr>
            <w:tcW w:w="335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75CCEC3" w14:textId="77777777" w:rsidR="0006522A" w:rsidRDefault="0006522A" w:rsidP="00B07D0C">
            <w:pPr>
              <w:pStyle w:val="TableHeading"/>
            </w:pPr>
            <w:r>
              <w:t>Features</w:t>
            </w:r>
          </w:p>
        </w:tc>
      </w:tr>
      <w:tr w:rsidR="0018028F" w14:paraId="31F569EA" w14:textId="77777777" w:rsidTr="00FE305F">
        <w:trPr>
          <w:cantSplit/>
          <w:jc w:val="center"/>
        </w:trPr>
        <w:tc>
          <w:tcPr>
            <w:tcW w:w="3358" w:type="dxa"/>
            <w:shd w:val="clear" w:color="auto" w:fill="auto"/>
            <w:vAlign w:val="bottom"/>
          </w:tcPr>
          <w:p w14:paraId="42045B71" w14:textId="06D508D1" w:rsidR="0018028F" w:rsidRPr="0018028F" w:rsidRDefault="0018028F" w:rsidP="0018028F">
            <w:pPr>
              <w:pStyle w:val="ConfigWindow"/>
              <w:spacing w:after="960"/>
              <w:rPr>
                <w:sz w:val="22"/>
                <w:szCs w:val="22"/>
              </w:rPr>
            </w:pPr>
            <w:r w:rsidRPr="0018028F">
              <w:rPr>
                <w:sz w:val="22"/>
                <w:szCs w:val="22"/>
              </w:rPr>
              <w:t>blank</w:t>
            </w:r>
          </w:p>
        </w:tc>
        <w:tc>
          <w:tcPr>
            <w:tcW w:w="3358" w:type="dxa"/>
            <w:shd w:val="clear" w:color="auto" w:fill="auto"/>
          </w:tcPr>
          <w:p w14:paraId="3C34CADA" w14:textId="1FD379A5" w:rsidR="0018028F" w:rsidRPr="0018028F" w:rsidRDefault="0018028F" w:rsidP="0018028F">
            <w:pPr>
              <w:pStyle w:val="ConfigWindow"/>
              <w:spacing w:after="960"/>
              <w:rPr>
                <w:rStyle w:val="AnswerGray"/>
                <w:sz w:val="22"/>
                <w:szCs w:val="22"/>
              </w:rPr>
            </w:pPr>
            <w:r w:rsidRPr="0018028F">
              <w:rPr>
                <w:sz w:val="22"/>
                <w:szCs w:val="22"/>
              </w:rPr>
              <w:t>blank</w:t>
            </w:r>
          </w:p>
        </w:tc>
        <w:tc>
          <w:tcPr>
            <w:tcW w:w="3358" w:type="dxa"/>
            <w:shd w:val="clear" w:color="auto" w:fill="auto"/>
          </w:tcPr>
          <w:p w14:paraId="5056EE01" w14:textId="50B9CE63" w:rsidR="0018028F" w:rsidRPr="0018028F" w:rsidRDefault="0018028F" w:rsidP="0018028F">
            <w:pPr>
              <w:pStyle w:val="ConfigWindow"/>
              <w:spacing w:after="960"/>
              <w:rPr>
                <w:rStyle w:val="AnswerGray"/>
                <w:sz w:val="22"/>
                <w:szCs w:val="22"/>
              </w:rPr>
            </w:pPr>
            <w:r w:rsidRPr="0018028F">
              <w:rPr>
                <w:sz w:val="22"/>
                <w:szCs w:val="22"/>
              </w:rPr>
              <w:t>blank</w:t>
            </w:r>
          </w:p>
        </w:tc>
      </w:tr>
      <w:tr w:rsidR="0018028F" w14:paraId="0A3DB67E" w14:textId="77777777" w:rsidTr="00AC27F9">
        <w:trPr>
          <w:cantSplit/>
          <w:jc w:val="center"/>
        </w:trPr>
        <w:tc>
          <w:tcPr>
            <w:tcW w:w="3358" w:type="dxa"/>
            <w:shd w:val="clear" w:color="auto" w:fill="auto"/>
          </w:tcPr>
          <w:p w14:paraId="2EED0FC6" w14:textId="4B7A4F6B" w:rsidR="0018028F" w:rsidRPr="0018028F" w:rsidRDefault="0018028F" w:rsidP="0018028F">
            <w:pPr>
              <w:pStyle w:val="ConfigWindow"/>
              <w:spacing w:after="960"/>
              <w:rPr>
                <w:rStyle w:val="AnswerGray"/>
                <w:sz w:val="22"/>
                <w:szCs w:val="22"/>
              </w:rPr>
            </w:pPr>
            <w:r w:rsidRPr="0018028F">
              <w:rPr>
                <w:sz w:val="22"/>
                <w:szCs w:val="22"/>
              </w:rPr>
              <w:t>blank</w:t>
            </w:r>
          </w:p>
        </w:tc>
        <w:tc>
          <w:tcPr>
            <w:tcW w:w="3358" w:type="dxa"/>
            <w:shd w:val="clear" w:color="auto" w:fill="auto"/>
          </w:tcPr>
          <w:p w14:paraId="5782E9A2" w14:textId="6E056937" w:rsidR="0018028F" w:rsidRPr="0018028F" w:rsidRDefault="0018028F" w:rsidP="0018028F">
            <w:pPr>
              <w:pStyle w:val="ConfigWindow"/>
              <w:spacing w:after="960"/>
              <w:rPr>
                <w:rStyle w:val="AnswerGray"/>
                <w:sz w:val="22"/>
                <w:szCs w:val="22"/>
              </w:rPr>
            </w:pPr>
            <w:r w:rsidRPr="0018028F">
              <w:rPr>
                <w:sz w:val="22"/>
                <w:szCs w:val="22"/>
              </w:rPr>
              <w:t>blank</w:t>
            </w:r>
          </w:p>
        </w:tc>
        <w:tc>
          <w:tcPr>
            <w:tcW w:w="3358" w:type="dxa"/>
            <w:shd w:val="clear" w:color="auto" w:fill="auto"/>
          </w:tcPr>
          <w:p w14:paraId="2DBEC2A3" w14:textId="51D979BF" w:rsidR="0018028F" w:rsidRPr="0018028F" w:rsidRDefault="0018028F" w:rsidP="0018028F">
            <w:pPr>
              <w:pStyle w:val="ConfigWindow"/>
              <w:spacing w:after="960"/>
              <w:rPr>
                <w:rStyle w:val="AnswerGray"/>
                <w:sz w:val="22"/>
                <w:szCs w:val="22"/>
              </w:rPr>
            </w:pPr>
            <w:r w:rsidRPr="0018028F">
              <w:rPr>
                <w:sz w:val="22"/>
                <w:szCs w:val="22"/>
              </w:rPr>
              <w:t>blank</w:t>
            </w:r>
          </w:p>
        </w:tc>
      </w:tr>
      <w:tr w:rsidR="0018028F" w14:paraId="2794EE1A" w14:textId="77777777" w:rsidTr="00AC27F9">
        <w:trPr>
          <w:cantSplit/>
          <w:jc w:val="center"/>
        </w:trPr>
        <w:tc>
          <w:tcPr>
            <w:tcW w:w="3358" w:type="dxa"/>
            <w:shd w:val="clear" w:color="auto" w:fill="auto"/>
          </w:tcPr>
          <w:p w14:paraId="7C8EB9FD" w14:textId="3D738577" w:rsidR="0018028F" w:rsidRPr="0018028F" w:rsidRDefault="0018028F" w:rsidP="0018028F">
            <w:pPr>
              <w:pStyle w:val="ConfigWindow"/>
              <w:spacing w:after="960"/>
              <w:rPr>
                <w:rStyle w:val="AnswerGray"/>
                <w:sz w:val="22"/>
                <w:szCs w:val="22"/>
              </w:rPr>
            </w:pPr>
            <w:r w:rsidRPr="0018028F">
              <w:rPr>
                <w:sz w:val="22"/>
                <w:szCs w:val="22"/>
              </w:rPr>
              <w:t>blank</w:t>
            </w:r>
          </w:p>
        </w:tc>
        <w:tc>
          <w:tcPr>
            <w:tcW w:w="3358" w:type="dxa"/>
            <w:shd w:val="clear" w:color="auto" w:fill="auto"/>
          </w:tcPr>
          <w:p w14:paraId="0A822449" w14:textId="50C6B39E" w:rsidR="0018028F" w:rsidRPr="0018028F" w:rsidRDefault="0018028F" w:rsidP="0018028F">
            <w:pPr>
              <w:pStyle w:val="ConfigWindow"/>
              <w:spacing w:after="960"/>
              <w:rPr>
                <w:rStyle w:val="AnswerGray"/>
                <w:sz w:val="22"/>
                <w:szCs w:val="22"/>
              </w:rPr>
            </w:pPr>
            <w:r w:rsidRPr="0018028F">
              <w:rPr>
                <w:sz w:val="22"/>
                <w:szCs w:val="22"/>
              </w:rPr>
              <w:t>blank</w:t>
            </w:r>
          </w:p>
        </w:tc>
        <w:tc>
          <w:tcPr>
            <w:tcW w:w="3358" w:type="dxa"/>
            <w:shd w:val="clear" w:color="auto" w:fill="auto"/>
          </w:tcPr>
          <w:p w14:paraId="3DB6C449" w14:textId="3D50ABCB" w:rsidR="0018028F" w:rsidRPr="0018028F" w:rsidRDefault="0018028F" w:rsidP="0018028F">
            <w:pPr>
              <w:pStyle w:val="ConfigWindow"/>
              <w:spacing w:after="960"/>
              <w:rPr>
                <w:rStyle w:val="AnswerGray"/>
                <w:sz w:val="22"/>
                <w:szCs w:val="22"/>
              </w:rPr>
            </w:pPr>
            <w:r w:rsidRPr="0018028F">
              <w:rPr>
                <w:sz w:val="22"/>
                <w:szCs w:val="22"/>
              </w:rPr>
              <w:t>blank</w:t>
            </w:r>
          </w:p>
        </w:tc>
      </w:tr>
      <w:tr w:rsidR="0018028F" w14:paraId="5E786CBC" w14:textId="77777777" w:rsidTr="00AC27F9">
        <w:trPr>
          <w:cantSplit/>
          <w:jc w:val="center"/>
        </w:trPr>
        <w:tc>
          <w:tcPr>
            <w:tcW w:w="3358" w:type="dxa"/>
            <w:shd w:val="clear" w:color="auto" w:fill="auto"/>
          </w:tcPr>
          <w:p w14:paraId="177F1D29" w14:textId="444AA449" w:rsidR="0018028F" w:rsidRPr="0018028F" w:rsidRDefault="0018028F" w:rsidP="0018028F">
            <w:pPr>
              <w:pStyle w:val="ConfigWindow"/>
              <w:spacing w:after="960"/>
              <w:rPr>
                <w:rStyle w:val="AnswerGray"/>
                <w:sz w:val="22"/>
                <w:szCs w:val="22"/>
              </w:rPr>
            </w:pPr>
            <w:r w:rsidRPr="0018028F">
              <w:rPr>
                <w:sz w:val="22"/>
                <w:szCs w:val="22"/>
              </w:rPr>
              <w:t>blank</w:t>
            </w:r>
          </w:p>
        </w:tc>
        <w:tc>
          <w:tcPr>
            <w:tcW w:w="3358" w:type="dxa"/>
            <w:shd w:val="clear" w:color="auto" w:fill="auto"/>
          </w:tcPr>
          <w:p w14:paraId="028E6CD7" w14:textId="0DDF33B9" w:rsidR="0018028F" w:rsidRPr="0018028F" w:rsidRDefault="0018028F" w:rsidP="0018028F">
            <w:pPr>
              <w:pStyle w:val="ConfigWindow"/>
              <w:spacing w:after="960"/>
              <w:rPr>
                <w:rStyle w:val="AnswerGray"/>
                <w:sz w:val="22"/>
                <w:szCs w:val="22"/>
              </w:rPr>
            </w:pPr>
            <w:r w:rsidRPr="0018028F">
              <w:rPr>
                <w:sz w:val="22"/>
                <w:szCs w:val="22"/>
              </w:rPr>
              <w:t>blank</w:t>
            </w:r>
          </w:p>
        </w:tc>
        <w:tc>
          <w:tcPr>
            <w:tcW w:w="3358" w:type="dxa"/>
            <w:shd w:val="clear" w:color="auto" w:fill="auto"/>
          </w:tcPr>
          <w:p w14:paraId="2CF21766" w14:textId="2D0AC789" w:rsidR="0018028F" w:rsidRPr="0018028F" w:rsidRDefault="0018028F" w:rsidP="0018028F">
            <w:pPr>
              <w:pStyle w:val="ConfigWindow"/>
              <w:spacing w:after="960"/>
              <w:rPr>
                <w:rStyle w:val="AnswerGray"/>
                <w:sz w:val="22"/>
                <w:szCs w:val="22"/>
              </w:rPr>
            </w:pPr>
            <w:r w:rsidRPr="0018028F">
              <w:rPr>
                <w:sz w:val="22"/>
                <w:szCs w:val="22"/>
              </w:rPr>
              <w:t>blank</w:t>
            </w:r>
          </w:p>
        </w:tc>
      </w:tr>
      <w:tr w:rsidR="0018028F" w14:paraId="691DC067" w14:textId="77777777" w:rsidTr="00AC27F9">
        <w:trPr>
          <w:cantSplit/>
          <w:jc w:val="center"/>
        </w:trPr>
        <w:tc>
          <w:tcPr>
            <w:tcW w:w="3358" w:type="dxa"/>
            <w:shd w:val="clear" w:color="auto" w:fill="auto"/>
          </w:tcPr>
          <w:p w14:paraId="4CF0607B" w14:textId="0E4799AB" w:rsidR="0018028F" w:rsidRPr="0018028F" w:rsidRDefault="0018028F" w:rsidP="0018028F">
            <w:pPr>
              <w:pStyle w:val="ConfigWindow"/>
              <w:spacing w:after="960"/>
              <w:rPr>
                <w:rStyle w:val="AnswerGray"/>
                <w:sz w:val="22"/>
                <w:szCs w:val="22"/>
              </w:rPr>
            </w:pPr>
            <w:r w:rsidRPr="0018028F">
              <w:rPr>
                <w:sz w:val="22"/>
                <w:szCs w:val="22"/>
              </w:rPr>
              <w:t>blank</w:t>
            </w:r>
          </w:p>
        </w:tc>
        <w:tc>
          <w:tcPr>
            <w:tcW w:w="3358" w:type="dxa"/>
            <w:shd w:val="clear" w:color="auto" w:fill="auto"/>
          </w:tcPr>
          <w:p w14:paraId="3CB23603" w14:textId="35E36E4B" w:rsidR="0018028F" w:rsidRPr="0018028F" w:rsidRDefault="0018028F" w:rsidP="0018028F">
            <w:pPr>
              <w:pStyle w:val="ConfigWindow"/>
              <w:spacing w:after="960"/>
              <w:rPr>
                <w:rStyle w:val="AnswerGray"/>
                <w:sz w:val="22"/>
                <w:szCs w:val="22"/>
              </w:rPr>
            </w:pPr>
            <w:r w:rsidRPr="0018028F">
              <w:rPr>
                <w:sz w:val="22"/>
                <w:szCs w:val="22"/>
              </w:rPr>
              <w:t>blank</w:t>
            </w:r>
          </w:p>
        </w:tc>
        <w:tc>
          <w:tcPr>
            <w:tcW w:w="3358" w:type="dxa"/>
            <w:shd w:val="clear" w:color="auto" w:fill="auto"/>
          </w:tcPr>
          <w:p w14:paraId="1BCED713" w14:textId="36AF86F9" w:rsidR="0018028F" w:rsidRPr="0018028F" w:rsidRDefault="0018028F" w:rsidP="0018028F">
            <w:pPr>
              <w:pStyle w:val="ConfigWindow"/>
              <w:spacing w:after="960"/>
              <w:rPr>
                <w:rStyle w:val="AnswerGray"/>
                <w:sz w:val="22"/>
                <w:szCs w:val="22"/>
              </w:rPr>
            </w:pPr>
            <w:r w:rsidRPr="0018028F">
              <w:rPr>
                <w:sz w:val="22"/>
                <w:szCs w:val="22"/>
              </w:rPr>
              <w:t>blank</w:t>
            </w:r>
          </w:p>
        </w:tc>
      </w:tr>
    </w:tbl>
    <w:p w14:paraId="356B1AB7" w14:textId="77777777" w:rsidR="0006522A" w:rsidRPr="004C0909" w:rsidRDefault="0006522A" w:rsidP="0006522A">
      <w:pPr>
        <w:pStyle w:val="Heading2"/>
      </w:pPr>
      <w:r>
        <w:t>Select a Network Monitoring Tool</w:t>
      </w:r>
    </w:p>
    <w:p w14:paraId="68ECBC83" w14:textId="77777777" w:rsidR="0006522A" w:rsidRDefault="0006522A" w:rsidP="0006522A">
      <w:pPr>
        <w:pStyle w:val="Heading3"/>
      </w:pPr>
      <w:r>
        <w:t>Select one or more monitoring tools from your research.</w:t>
      </w:r>
    </w:p>
    <w:p w14:paraId="5D08EC38" w14:textId="77777777" w:rsidR="0006522A" w:rsidRDefault="0006522A" w:rsidP="0006522A">
      <w:pPr>
        <w:pStyle w:val="BodyTextL25"/>
      </w:pPr>
      <w:r>
        <w:t>From your research, identify one or more tools you would choose for monitoring your network. List the tools and explain your reasons for choosing them, including specific features that you consider important.</w:t>
      </w:r>
    </w:p>
    <w:p w14:paraId="3A5AF922" w14:textId="77777777" w:rsidR="0006522A" w:rsidRDefault="0006522A" w:rsidP="0006522A">
      <w:pPr>
        <w:pStyle w:val="AnswerLineL25"/>
      </w:pPr>
      <w:r>
        <w:t>Place your answers here.</w:t>
      </w:r>
    </w:p>
    <w:p w14:paraId="5E2EE44E" w14:textId="77777777" w:rsidR="0006522A" w:rsidRPr="0006522A" w:rsidRDefault="0006522A" w:rsidP="0006522A">
      <w:pPr>
        <w:pStyle w:val="Heading3"/>
      </w:pPr>
      <w:r w:rsidRPr="0006522A">
        <w:t>Investigate the PRTG network monitoring tool.</w:t>
      </w:r>
    </w:p>
    <w:p w14:paraId="47F973AE" w14:textId="77777777" w:rsidR="0006522A" w:rsidRDefault="0006522A" w:rsidP="0006522A">
      <w:pPr>
        <w:pStyle w:val="BodyTextL25"/>
      </w:pPr>
      <w:r w:rsidRPr="0006522A">
        <w:t>Search</w:t>
      </w:r>
      <w:r>
        <w:t xml:space="preserve"> the internet for the terms </w:t>
      </w:r>
      <w:proofErr w:type="spellStart"/>
      <w:r>
        <w:t>Paessler</w:t>
      </w:r>
      <w:proofErr w:type="spellEnd"/>
      <w:r>
        <w:t xml:space="preserve"> and </w:t>
      </w:r>
      <w:proofErr w:type="gramStart"/>
      <w:r>
        <w:t>PRTG, and</w:t>
      </w:r>
      <w:proofErr w:type="gramEnd"/>
      <w:r>
        <w:t xml:space="preserve"> look for a feature list. Give examples of some of the features that you found for PRTG in the space provided below.</w:t>
      </w:r>
    </w:p>
    <w:p w14:paraId="47D7B0E7" w14:textId="77777777" w:rsidR="0006522A" w:rsidRDefault="0006522A" w:rsidP="0006522A">
      <w:pPr>
        <w:pStyle w:val="AnswerLineL25"/>
      </w:pPr>
      <w:r>
        <w:t>Place your answers here.</w:t>
      </w:r>
    </w:p>
    <w:p w14:paraId="7D4424AB" w14:textId="77777777" w:rsidR="0006522A" w:rsidRDefault="0006522A" w:rsidP="0006522A">
      <w:pPr>
        <w:pStyle w:val="Heading1"/>
      </w:pPr>
      <w:r>
        <w:lastRenderedPageBreak/>
        <w:t>Reflection Question</w:t>
      </w:r>
    </w:p>
    <w:p w14:paraId="3A3FBF57" w14:textId="77777777" w:rsidR="0006522A" w:rsidRDefault="0006522A" w:rsidP="0006522A">
      <w:pPr>
        <w:pStyle w:val="BodyTextL25"/>
      </w:pPr>
      <w:r>
        <w:t>Based on your research, what conclusions have you reached regarding network monitoring software?</w:t>
      </w:r>
    </w:p>
    <w:p w14:paraId="3A9C32F7" w14:textId="77777777" w:rsidR="0006522A" w:rsidRDefault="0006522A" w:rsidP="0006522A">
      <w:pPr>
        <w:pStyle w:val="AnswerLineL25"/>
      </w:pPr>
      <w:r>
        <w:t>Place your answers here.</w:t>
      </w:r>
    </w:p>
    <w:p w14:paraId="04147AD0" w14:textId="77777777" w:rsidR="0006522A" w:rsidRDefault="0006522A" w:rsidP="0006522A">
      <w:pPr>
        <w:pStyle w:val="ConfigWindow"/>
      </w:pPr>
      <w:r>
        <w:t>End of document</w:t>
      </w:r>
    </w:p>
    <w:sectPr w:rsidR="0006522A"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C5EC78" w14:textId="77777777" w:rsidR="00C14B7E" w:rsidRDefault="00C14B7E" w:rsidP="00710659">
      <w:pPr>
        <w:spacing w:after="0" w:line="240" w:lineRule="auto"/>
      </w:pPr>
      <w:r>
        <w:separator/>
      </w:r>
    </w:p>
    <w:p w14:paraId="000DAE36" w14:textId="77777777" w:rsidR="00C14B7E" w:rsidRDefault="00C14B7E"/>
  </w:endnote>
  <w:endnote w:type="continuationSeparator" w:id="0">
    <w:p w14:paraId="7B4D65E9" w14:textId="77777777" w:rsidR="00C14B7E" w:rsidRDefault="00C14B7E" w:rsidP="00710659">
      <w:pPr>
        <w:spacing w:after="0" w:line="240" w:lineRule="auto"/>
      </w:pPr>
      <w:r>
        <w:continuationSeparator/>
      </w:r>
    </w:p>
    <w:p w14:paraId="634B9028" w14:textId="77777777" w:rsidR="00C14B7E" w:rsidRDefault="00C14B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57DCD3" w14:textId="50EC0673"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06522A">
          <w:t>2013</w:t>
        </w:r>
      </w:sdtContent>
    </w:sdt>
    <w:r>
      <w:t xml:space="preserve"> - </w:t>
    </w:r>
    <w:r>
      <w:fldChar w:fldCharType="begin"/>
    </w:r>
    <w:r>
      <w:instrText xml:space="preserve"> SAVEDATE  \@ "yyyy"  \* MERGEFORMAT </w:instrText>
    </w:r>
    <w:r>
      <w:fldChar w:fldCharType="separate"/>
    </w:r>
    <w:r w:rsidR="002C659E">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92F243" w14:textId="3FAF0A12"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06522A">
          <w:t>2013</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2C659E">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9FAD7A" w14:textId="77777777" w:rsidR="00C14B7E" w:rsidRDefault="00C14B7E" w:rsidP="00710659">
      <w:pPr>
        <w:spacing w:after="0" w:line="240" w:lineRule="auto"/>
      </w:pPr>
      <w:r>
        <w:separator/>
      </w:r>
    </w:p>
    <w:p w14:paraId="5DCF0D11" w14:textId="77777777" w:rsidR="00C14B7E" w:rsidRDefault="00C14B7E"/>
  </w:footnote>
  <w:footnote w:type="continuationSeparator" w:id="0">
    <w:p w14:paraId="7118E0EE" w14:textId="77777777" w:rsidR="00C14B7E" w:rsidRDefault="00C14B7E" w:rsidP="00710659">
      <w:pPr>
        <w:spacing w:after="0" w:line="240" w:lineRule="auto"/>
      </w:pPr>
      <w:r>
        <w:continuationSeparator/>
      </w:r>
    </w:p>
    <w:p w14:paraId="627A0BDC" w14:textId="77777777" w:rsidR="00C14B7E" w:rsidRDefault="00C14B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81573E4713BD4A1D8B6D358890FDED70"/>
      </w:placeholder>
      <w:dataBinding w:prefixMappings="xmlns:ns0='http://purl.org/dc/elements/1.1/' xmlns:ns1='http://schemas.openxmlformats.org/package/2006/metadata/core-properties' " w:xpath="/ns1:coreProperties[1]/ns0:title[1]" w:storeItemID="{6C3C8BC8-F283-45AE-878A-BAB7291924A1}"/>
      <w:text/>
    </w:sdtPr>
    <w:sdtEndPr/>
    <w:sdtContent>
      <w:p w14:paraId="511D01E7" w14:textId="77777777" w:rsidR="00926CB2" w:rsidRDefault="007706D4" w:rsidP="008402F2">
        <w:pPr>
          <w:pStyle w:val="PageHead"/>
        </w:pPr>
        <w:r>
          <w:t>Lab - Research Network Monitoring Software</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81E752" w14:textId="77777777" w:rsidR="00926CB2" w:rsidRDefault="00882B63" w:rsidP="006C3FCF">
    <w:pPr>
      <w:ind w:left="-288"/>
    </w:pPr>
    <w:r>
      <w:rPr>
        <w:noProof/>
      </w:rPr>
      <w:drawing>
        <wp:inline distT="0" distB="0" distL="0" distR="0" wp14:anchorId="37D8733C" wp14:editId="05C9A7C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6D4"/>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522A"/>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3BAE"/>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28F"/>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71B"/>
    <w:rsid w:val="002A6C56"/>
    <w:rsid w:val="002C04C4"/>
    <w:rsid w:val="002C090C"/>
    <w:rsid w:val="002C1243"/>
    <w:rsid w:val="002C1815"/>
    <w:rsid w:val="002C475E"/>
    <w:rsid w:val="002C659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05AD"/>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B6DC3"/>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06D4"/>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4A5"/>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3381"/>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4B7E"/>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E5B83"/>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36551C"/>
  <w15:docId w15:val="{7A3F8DFB-729D-4FF8-BF20-3817F5CEB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6B6DC3"/>
    <w:pPr>
      <w:spacing w:after="120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6B6DC3"/>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character" w:styleId="Hyperlink">
    <w:name w:val="Hyperlink"/>
    <w:uiPriority w:val="99"/>
    <w:unhideWhenUsed/>
    <w:rsid w:val="0006522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1573E4713BD4A1D8B6D358890FDED70"/>
        <w:category>
          <w:name w:val="General"/>
          <w:gallery w:val="placeholder"/>
        </w:category>
        <w:types>
          <w:type w:val="bbPlcHdr"/>
        </w:types>
        <w:behaviors>
          <w:behavior w:val="content"/>
        </w:behaviors>
        <w:guid w:val="{2385608C-5DEC-4407-BC54-9CA5F41704B1}"/>
      </w:docPartPr>
      <w:docPartBody>
        <w:p w:rsidR="005F7D03" w:rsidRDefault="00BB37B8">
          <w:pPr>
            <w:pStyle w:val="81573E4713BD4A1D8B6D358890FDED70"/>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7B8"/>
    <w:rsid w:val="005F7D03"/>
    <w:rsid w:val="00BB37B8"/>
    <w:rsid w:val="00E56F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1573E4713BD4A1D8B6D358890FDED70">
    <w:name w:val="81573E4713BD4A1D8B6D358890FDED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1FA6DC-C846-41DA-99A8-238AA10E0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5</TotalTime>
  <Pages>1</Pages>
  <Words>313</Words>
  <Characters>1786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Lab - Research Network Monitoring Software</vt:lpstr>
    </vt:vector>
  </TitlesOfParts>
  <Company>Cisco Systems, Inc.</Company>
  <LinksUpToDate>false</LinksUpToDate>
  <CharactersWithSpaces>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Research Network Monitoring Software</dc:title>
  <dc:creator>SP</dc:creator>
  <dc:description>2013</dc:description>
  <cp:lastModifiedBy>Suk-Yi Pennock -X (spennock - UNICON INC at Cisco)</cp:lastModifiedBy>
  <cp:revision>5</cp:revision>
  <cp:lastPrinted>2019-11-27T16:18:00Z</cp:lastPrinted>
  <dcterms:created xsi:type="dcterms:W3CDTF">2019-11-27T16:15:00Z</dcterms:created>
  <dcterms:modified xsi:type="dcterms:W3CDTF">2019-11-27T16:19:00Z</dcterms:modified>
</cp:coreProperties>
</file>