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FF437A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07D4CBA397A0478191BF3AE5E49D0AD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8226B3">
            <w:t>Packet Tracer - Back Up Configuration Files</w:t>
          </w:r>
        </w:sdtContent>
      </w:sdt>
    </w:p>
    <w:p w:rsidR="00727E70" w:rsidRPr="00BB73FF" w:rsidRDefault="00727E70" w:rsidP="00727E70">
      <w:pPr>
        <w:pStyle w:val="Heading1"/>
        <w:numPr>
          <w:ilvl w:val="0"/>
          <w:numId w:val="3"/>
        </w:numPr>
      </w:pPr>
      <w:bookmarkStart w:id="0" w:name="_Hlk25387344"/>
      <w:r w:rsidRPr="00BB73FF">
        <w:t>Objective</w:t>
      </w:r>
      <w:r>
        <w:t>s</w:t>
      </w:r>
    </w:p>
    <w:p w:rsidR="00727E70" w:rsidRPr="004C0909" w:rsidRDefault="00C826CE" w:rsidP="00727E70">
      <w:pPr>
        <w:pStyle w:val="BodyTextL25Bold"/>
      </w:pPr>
      <w:r>
        <w:t>Part</w:t>
      </w:r>
      <w:r w:rsidR="00727E70">
        <w:t xml:space="preserve"> 1: </w:t>
      </w:r>
      <w:r w:rsidR="00727E70" w:rsidRPr="0022791D">
        <w:t>Establish Connectivity to TFTP Server</w:t>
      </w:r>
    </w:p>
    <w:p w:rsidR="00727E70" w:rsidRPr="004C0909" w:rsidRDefault="00727E70" w:rsidP="00727E70">
      <w:pPr>
        <w:pStyle w:val="BodyTextL25Bold"/>
      </w:pPr>
      <w:r>
        <w:t>Part 2: Transfer</w:t>
      </w:r>
      <w:r w:rsidRPr="0022791D">
        <w:t xml:space="preserve"> </w:t>
      </w:r>
      <w:r>
        <w:t xml:space="preserve">the </w:t>
      </w:r>
      <w:r w:rsidRPr="0022791D">
        <w:t>Configuration</w:t>
      </w:r>
      <w:r>
        <w:t xml:space="preserve"> File</w:t>
      </w:r>
      <w:r w:rsidRPr="0022791D">
        <w:t xml:space="preserve"> from TFTP Server</w:t>
      </w:r>
    </w:p>
    <w:p w:rsidR="00727E70" w:rsidRDefault="00727E70" w:rsidP="00727E70">
      <w:pPr>
        <w:pStyle w:val="BodyTextL25Bold"/>
      </w:pPr>
      <w:r>
        <w:t xml:space="preserve">Part 3: </w:t>
      </w:r>
      <w:r w:rsidRPr="0022791D">
        <w:t>Backup Configuration and IOS to TFTP Server</w:t>
      </w:r>
    </w:p>
    <w:p w:rsidR="00727E70" w:rsidRPr="00C07FD9" w:rsidRDefault="00727E70" w:rsidP="00727E70">
      <w:pPr>
        <w:pStyle w:val="Heading1"/>
        <w:numPr>
          <w:ilvl w:val="0"/>
          <w:numId w:val="3"/>
        </w:numPr>
      </w:pPr>
      <w:r>
        <w:t>Background / Scenario</w:t>
      </w:r>
    </w:p>
    <w:p w:rsidR="00727E70" w:rsidRDefault="00727E70" w:rsidP="00727E70">
      <w:pPr>
        <w:pStyle w:val="BodyTextL25"/>
      </w:pPr>
      <w:r>
        <w:t>In this activity you will restore a configuration from a backup and then perform a new backup. Due to an equipment failure, a new router has been put in place. Fortunately, backup configuration files have been saved to a Trivial File Transfer Protocol (TFTP) Server. You are required to restore the files from the TFTP Server to get the router back online as quickly as possible.</w:t>
      </w:r>
    </w:p>
    <w:p w:rsidR="00727E70" w:rsidRPr="006D6B27" w:rsidRDefault="00727E70" w:rsidP="00727E70">
      <w:pPr>
        <w:pStyle w:val="Heading1"/>
        <w:numPr>
          <w:ilvl w:val="0"/>
          <w:numId w:val="3"/>
        </w:numPr>
      </w:pPr>
      <w:r>
        <w:t>Instructions</w:t>
      </w:r>
    </w:p>
    <w:p w:rsidR="00727E70" w:rsidRDefault="00727E70" w:rsidP="00727E70">
      <w:pPr>
        <w:pStyle w:val="Heading2"/>
      </w:pPr>
      <w:r>
        <w:t>Establish Connectivity to the TFTP Server</w:t>
      </w:r>
    </w:p>
    <w:p w:rsidR="00727E70" w:rsidRPr="00FB0370" w:rsidRDefault="00727E70" w:rsidP="00727E70">
      <w:pPr>
        <w:pStyle w:val="BodyTextL25"/>
      </w:pPr>
      <w:r w:rsidRPr="00FA66D5">
        <w:rPr>
          <w:b/>
        </w:rPr>
        <w:t>Note:</w:t>
      </w:r>
      <w:r>
        <w:t xml:space="preserve"> Because this is a new router, the initial configuration will be performed using a console connection to the router.</w:t>
      </w:r>
    </w:p>
    <w:p w:rsidR="00727E70" w:rsidRPr="00FB0370" w:rsidRDefault="00727E70" w:rsidP="00727E70">
      <w:pPr>
        <w:pStyle w:val="SubStepAlpha"/>
      </w:pPr>
      <w:r>
        <w:t xml:space="preserve">Click </w:t>
      </w:r>
      <w:r w:rsidRPr="00FA66D5">
        <w:rPr>
          <w:b/>
        </w:rPr>
        <w:t>PCA</w:t>
      </w:r>
      <w:r>
        <w:t xml:space="preserve">, then the </w:t>
      </w:r>
      <w:r w:rsidRPr="00FA66D5">
        <w:rPr>
          <w:b/>
        </w:rPr>
        <w:t>Desktop</w:t>
      </w:r>
      <w:r>
        <w:t xml:space="preserve"> tab, followed by </w:t>
      </w:r>
      <w:r w:rsidRPr="00FA66D5">
        <w:rPr>
          <w:b/>
        </w:rPr>
        <w:t>Terminal</w:t>
      </w:r>
      <w:r>
        <w:t xml:space="preserve"> to access the </w:t>
      </w:r>
      <w:r>
        <w:rPr>
          <w:b/>
        </w:rPr>
        <w:t xml:space="preserve">RTA </w:t>
      </w:r>
      <w:r>
        <w:t>command line.</w:t>
      </w:r>
    </w:p>
    <w:p w:rsidR="00727E70" w:rsidRDefault="00727E70" w:rsidP="00727E70">
      <w:pPr>
        <w:pStyle w:val="SubStepAlpha"/>
      </w:pPr>
      <w:r>
        <w:t xml:space="preserve">Configure and activate the </w:t>
      </w:r>
      <w:r w:rsidRPr="00FA66D5">
        <w:rPr>
          <w:b/>
        </w:rPr>
        <w:t>Gigabit Ethernet 0/0</w:t>
      </w:r>
      <w:r>
        <w:t xml:space="preserve"> interface. The IP address should match the default gateway for the </w:t>
      </w:r>
      <w:r>
        <w:rPr>
          <w:b/>
        </w:rPr>
        <w:t>TFTP Server</w:t>
      </w:r>
      <w:r>
        <w:t>.</w:t>
      </w:r>
    </w:p>
    <w:p w:rsidR="00727E70" w:rsidRPr="000D4138" w:rsidRDefault="00727E70" w:rsidP="00727E70">
      <w:pPr>
        <w:pStyle w:val="SubStepAlpha"/>
      </w:pPr>
      <w:r>
        <w:t xml:space="preserve">Test connectivity to </w:t>
      </w:r>
      <w:r>
        <w:rPr>
          <w:b/>
        </w:rPr>
        <w:t>TFTP Server</w:t>
      </w:r>
      <w:r>
        <w:t>. Troubleshoot, if necessary.</w:t>
      </w:r>
    </w:p>
    <w:p w:rsidR="00727E70" w:rsidRDefault="00727E70" w:rsidP="00727E70">
      <w:pPr>
        <w:pStyle w:val="Heading2"/>
      </w:pPr>
      <w:r>
        <w:t>Transfer the Configuration File from the TFTP Server</w:t>
      </w:r>
    </w:p>
    <w:p w:rsidR="00727E70" w:rsidRDefault="00727E70" w:rsidP="00727E70">
      <w:pPr>
        <w:pStyle w:val="SubStepAlpha"/>
      </w:pPr>
      <w:r>
        <w:t>From privileged EXEC mode, issue the following command:</w:t>
      </w:r>
    </w:p>
    <w:p w:rsidR="00727E70" w:rsidRDefault="00727E70" w:rsidP="00727E70">
      <w:pPr>
        <w:pStyle w:val="CMD"/>
        <w:rPr>
          <w:b/>
        </w:rPr>
      </w:pPr>
      <w:r>
        <w:t xml:space="preserve">Router# </w:t>
      </w:r>
      <w:r w:rsidRPr="00E234A8">
        <w:rPr>
          <w:b/>
        </w:rPr>
        <w:t xml:space="preserve">copy </w:t>
      </w:r>
      <w:proofErr w:type="spellStart"/>
      <w:r w:rsidRPr="00E234A8">
        <w:rPr>
          <w:b/>
        </w:rPr>
        <w:t>tftp</w:t>
      </w:r>
      <w:proofErr w:type="spellEnd"/>
      <w:r w:rsidRPr="00E234A8">
        <w:rPr>
          <w:b/>
        </w:rPr>
        <w:t xml:space="preserve"> running-config</w:t>
      </w:r>
    </w:p>
    <w:p w:rsidR="00727E70" w:rsidRDefault="00727E70" w:rsidP="00727E70">
      <w:pPr>
        <w:pStyle w:val="CMD"/>
      </w:pPr>
      <w:r>
        <w:t xml:space="preserve">Address or name of remote host []? </w:t>
      </w:r>
      <w:r w:rsidRPr="00D75F82">
        <w:rPr>
          <w:b/>
        </w:rPr>
        <w:t>172.16.1.2</w:t>
      </w:r>
    </w:p>
    <w:p w:rsidR="00727E70" w:rsidRDefault="00727E70" w:rsidP="00727E70">
      <w:pPr>
        <w:pStyle w:val="CMD"/>
      </w:pPr>
      <w:r>
        <w:t xml:space="preserve">Source filename []? </w:t>
      </w:r>
      <w:r w:rsidRPr="00D75F82">
        <w:rPr>
          <w:b/>
        </w:rPr>
        <w:t>RTA-</w:t>
      </w:r>
      <w:proofErr w:type="spellStart"/>
      <w:r w:rsidRPr="00D75F82">
        <w:rPr>
          <w:b/>
        </w:rPr>
        <w:t>confg</w:t>
      </w:r>
      <w:proofErr w:type="spellEnd"/>
    </w:p>
    <w:p w:rsidR="00727E70" w:rsidRDefault="00727E70" w:rsidP="00727E70">
      <w:pPr>
        <w:pStyle w:val="CMD"/>
        <w:rPr>
          <w:b/>
        </w:rPr>
      </w:pPr>
      <w:r>
        <w:t xml:space="preserve">Destination filename [running-config]? </w:t>
      </w:r>
      <w:r>
        <w:rPr>
          <w:b/>
        </w:rPr>
        <w:t>&lt;</w:t>
      </w:r>
      <w:proofErr w:type="spellStart"/>
      <w:r>
        <w:rPr>
          <w:b/>
        </w:rPr>
        <w:t>cr</w:t>
      </w:r>
      <w:proofErr w:type="spellEnd"/>
      <w:r>
        <w:rPr>
          <w:b/>
        </w:rPr>
        <w:t>&gt;</w:t>
      </w:r>
    </w:p>
    <w:p w:rsidR="00727E70" w:rsidRDefault="00727E70" w:rsidP="00727E70">
      <w:pPr>
        <w:pStyle w:val="BodyTextL50"/>
      </w:pPr>
      <w:r>
        <w:t>The router should return the following:</w:t>
      </w:r>
    </w:p>
    <w:p w:rsidR="00727E70" w:rsidRDefault="00727E70" w:rsidP="00727E70">
      <w:pPr>
        <w:pStyle w:val="CMDOutput"/>
      </w:pPr>
      <w:r>
        <w:t xml:space="preserve">Accessing </w:t>
      </w:r>
      <w:proofErr w:type="spellStart"/>
      <w:r>
        <w:t>tftp</w:t>
      </w:r>
      <w:proofErr w:type="spellEnd"/>
      <w:r>
        <w:t>://172.16.1.2/RTA-</w:t>
      </w:r>
      <w:proofErr w:type="spellStart"/>
      <w:r>
        <w:t>confg</w:t>
      </w:r>
      <w:proofErr w:type="spellEnd"/>
      <w:r>
        <w:t>...</w:t>
      </w:r>
    </w:p>
    <w:p w:rsidR="00727E70" w:rsidRDefault="00727E70" w:rsidP="00727E70">
      <w:pPr>
        <w:pStyle w:val="CMDOutput"/>
      </w:pPr>
      <w:r>
        <w:t>Loading RTA-</w:t>
      </w:r>
      <w:proofErr w:type="spellStart"/>
      <w:r>
        <w:t>confg</w:t>
      </w:r>
      <w:proofErr w:type="spellEnd"/>
      <w:r>
        <w:t xml:space="preserve"> from 172.16.1.2</w:t>
      </w:r>
      <w:proofErr w:type="gramStart"/>
      <w:r>
        <w:t>: !</w:t>
      </w:r>
      <w:proofErr w:type="gramEnd"/>
    </w:p>
    <w:p w:rsidR="00727E70" w:rsidRDefault="00727E70" w:rsidP="00727E70">
      <w:pPr>
        <w:pStyle w:val="CMDOutput"/>
      </w:pPr>
      <w:r>
        <w:t>[OK - 785 bytes]</w:t>
      </w:r>
    </w:p>
    <w:p w:rsidR="00727E70" w:rsidRDefault="00727E70" w:rsidP="00727E70">
      <w:pPr>
        <w:pStyle w:val="CMDOutput"/>
      </w:pPr>
      <w:r>
        <w:t>785 bytes copied in 0.001 secs</w:t>
      </w:r>
    </w:p>
    <w:p w:rsidR="00727E70" w:rsidRDefault="00727E70" w:rsidP="00727E70">
      <w:pPr>
        <w:pStyle w:val="CMDOutput"/>
      </w:pPr>
      <w:r>
        <w:t>RTA#</w:t>
      </w:r>
    </w:p>
    <w:p w:rsidR="00727E70" w:rsidRDefault="00727E70" w:rsidP="00727E70">
      <w:pPr>
        <w:pStyle w:val="CMDOutput"/>
      </w:pPr>
      <w:r>
        <w:t>%SYS-5-CONFIG_I: Configured from console by console</w:t>
      </w:r>
    </w:p>
    <w:p w:rsidR="00727E70" w:rsidRPr="00D75F82" w:rsidRDefault="00727E70" w:rsidP="00727E70">
      <w:pPr>
        <w:pStyle w:val="CMDOutput"/>
      </w:pPr>
      <w:r>
        <w:t>RTA#</w:t>
      </w:r>
    </w:p>
    <w:p w:rsidR="00C826CE" w:rsidRDefault="00727E70" w:rsidP="00727E70">
      <w:pPr>
        <w:pStyle w:val="SubStepAlpha"/>
      </w:pPr>
      <w:r>
        <w:t>Issue the command to display the current configuration.</w:t>
      </w:r>
    </w:p>
    <w:p w:rsidR="00C826CE" w:rsidRPr="00727E70" w:rsidRDefault="00C826CE" w:rsidP="00C826CE">
      <w:pPr>
        <w:pStyle w:val="Heading3"/>
      </w:pPr>
      <w:r w:rsidRPr="00727E70">
        <w:t>Question:</w:t>
      </w:r>
    </w:p>
    <w:p w:rsidR="00727E70" w:rsidRDefault="00727E70" w:rsidP="00C826CE">
      <w:pPr>
        <w:pStyle w:val="BodyTextL50"/>
        <w:spacing w:before="0"/>
      </w:pPr>
      <w:r>
        <w:t>What changes were made?</w:t>
      </w:r>
    </w:p>
    <w:p w:rsidR="00727E70" w:rsidRPr="00727E70" w:rsidRDefault="00C25E42" w:rsidP="00727E70">
      <w:pPr>
        <w:pStyle w:val="AnswerLineL50"/>
      </w:pPr>
      <w:bookmarkStart w:id="1" w:name="_Hlk23166225"/>
      <w:r>
        <w:t>Type your</w:t>
      </w:r>
      <w:r w:rsidR="00727E70" w:rsidRPr="00727E70">
        <w:t xml:space="preserve"> answers here.</w:t>
      </w:r>
    </w:p>
    <w:bookmarkEnd w:id="1"/>
    <w:p w:rsidR="00C826CE" w:rsidRDefault="00727E70" w:rsidP="00C826CE">
      <w:pPr>
        <w:pStyle w:val="SubStepAlpha"/>
      </w:pPr>
      <w:r>
        <w:lastRenderedPageBreak/>
        <w:t xml:space="preserve">Issue the appropriate </w:t>
      </w:r>
      <w:r w:rsidRPr="00CC4C0A">
        <w:rPr>
          <w:b/>
        </w:rPr>
        <w:t>show</w:t>
      </w:r>
      <w:r>
        <w:t xml:space="preserve"> command to display the interface status.</w:t>
      </w:r>
    </w:p>
    <w:p w:rsidR="00C826CE" w:rsidRPr="00727E70" w:rsidRDefault="00C826CE" w:rsidP="00C826CE">
      <w:pPr>
        <w:pStyle w:val="Heading3"/>
      </w:pPr>
      <w:r w:rsidRPr="00727E70">
        <w:t>Question:</w:t>
      </w:r>
    </w:p>
    <w:p w:rsidR="00727E70" w:rsidRDefault="00727E70" w:rsidP="00C826CE">
      <w:pPr>
        <w:pStyle w:val="BodyTextL50"/>
        <w:spacing w:before="0"/>
      </w:pPr>
      <w:r>
        <w:t xml:space="preserve">Are all interfaces active? </w:t>
      </w:r>
    </w:p>
    <w:p w:rsidR="00727E70" w:rsidRPr="00C826CE" w:rsidRDefault="00C25E42" w:rsidP="00C826CE">
      <w:pPr>
        <w:pStyle w:val="AnswerLineL50"/>
      </w:pPr>
      <w:r>
        <w:t>Type your</w:t>
      </w:r>
      <w:r w:rsidR="00727E70" w:rsidRPr="00C826CE">
        <w:t xml:space="preserve"> answers here.</w:t>
      </w:r>
    </w:p>
    <w:p w:rsidR="00727E70" w:rsidRDefault="00727E70" w:rsidP="006A1C84">
      <w:pPr>
        <w:pStyle w:val="SubStepAlpha"/>
      </w:pPr>
      <w:r>
        <w:t>Correct any issues related to interface problems and test connectivity between PCA and the TFTP server.</w:t>
      </w:r>
    </w:p>
    <w:p w:rsidR="00727E70" w:rsidRDefault="00727E70" w:rsidP="00C826CE">
      <w:pPr>
        <w:pStyle w:val="Heading2"/>
      </w:pPr>
      <w:r>
        <w:t>Back Up Configuration and IOS to TFTP Server</w:t>
      </w:r>
    </w:p>
    <w:p w:rsidR="00727E70" w:rsidRDefault="00727E70" w:rsidP="00C826CE">
      <w:pPr>
        <w:pStyle w:val="SubStepAlpha"/>
      </w:pPr>
      <w:r>
        <w:t xml:space="preserve">Change the hostname of </w:t>
      </w:r>
      <w:r w:rsidRPr="00CC4C0A">
        <w:rPr>
          <w:b/>
        </w:rPr>
        <w:t>RTA</w:t>
      </w:r>
      <w:r>
        <w:t xml:space="preserve"> to </w:t>
      </w:r>
      <w:r w:rsidRPr="00CC4C0A">
        <w:rPr>
          <w:b/>
        </w:rPr>
        <w:t>RTA-1</w:t>
      </w:r>
      <w:r>
        <w:t>.</w:t>
      </w:r>
    </w:p>
    <w:p w:rsidR="00727E70" w:rsidRDefault="00727E70" w:rsidP="00C826CE">
      <w:pPr>
        <w:pStyle w:val="SubStepAlpha"/>
      </w:pPr>
      <w:r>
        <w:t>Save the configuration to NVRAM.</w:t>
      </w:r>
    </w:p>
    <w:p w:rsidR="00727E70" w:rsidRDefault="00727E70" w:rsidP="00C826CE">
      <w:pPr>
        <w:pStyle w:val="SubStepAlpha"/>
      </w:pPr>
      <w:r>
        <w:t xml:space="preserve">Copy the configuration to the </w:t>
      </w:r>
      <w:r>
        <w:rPr>
          <w:b/>
        </w:rPr>
        <w:t xml:space="preserve">TFTP Server </w:t>
      </w:r>
      <w:r>
        <w:t xml:space="preserve">using the </w:t>
      </w:r>
      <w:r w:rsidRPr="00CC4C0A">
        <w:rPr>
          <w:b/>
        </w:rPr>
        <w:t>copy</w:t>
      </w:r>
      <w:r>
        <w:t xml:space="preserve"> command:</w:t>
      </w:r>
    </w:p>
    <w:p w:rsidR="00727E70" w:rsidRDefault="00727E70" w:rsidP="00727E70">
      <w:pPr>
        <w:pStyle w:val="CMD"/>
      </w:pPr>
      <w:r>
        <w:t>RTA-1</w:t>
      </w:r>
      <w:r w:rsidRPr="00046148">
        <w:t xml:space="preserve"># </w:t>
      </w:r>
      <w:r w:rsidRPr="00B70845">
        <w:rPr>
          <w:b/>
        </w:rPr>
        <w:t xml:space="preserve">copy running-config </w:t>
      </w:r>
      <w:proofErr w:type="spellStart"/>
      <w:r w:rsidRPr="00B70845">
        <w:rPr>
          <w:b/>
        </w:rPr>
        <w:t>tftp</w:t>
      </w:r>
      <w:proofErr w:type="spellEnd"/>
      <w:r>
        <w:rPr>
          <w:b/>
        </w:rPr>
        <w:t>:</w:t>
      </w:r>
    </w:p>
    <w:p w:rsidR="00727E70" w:rsidRDefault="00727E70" w:rsidP="00727E70">
      <w:pPr>
        <w:pStyle w:val="CMD"/>
      </w:pPr>
      <w:r>
        <w:t xml:space="preserve">Address or name of remote host []? </w:t>
      </w:r>
      <w:r w:rsidRPr="00046148">
        <w:rPr>
          <w:b/>
        </w:rPr>
        <w:t>172.16.1.2</w:t>
      </w:r>
    </w:p>
    <w:p w:rsidR="00727E70" w:rsidRPr="00B70845" w:rsidRDefault="00727E70" w:rsidP="00727E70">
      <w:pPr>
        <w:pStyle w:val="CMD"/>
        <w:rPr>
          <w:b/>
        </w:rPr>
      </w:pPr>
      <w:r w:rsidRPr="00046148">
        <w:t>Destination filename [RTA-1-confg]?</w:t>
      </w:r>
      <w:r>
        <w:t xml:space="preserve"> </w:t>
      </w:r>
      <w:r w:rsidRPr="00046148">
        <w:rPr>
          <w:b/>
        </w:rPr>
        <w:t>&lt;</w:t>
      </w:r>
      <w:proofErr w:type="spellStart"/>
      <w:r w:rsidRPr="00046148">
        <w:rPr>
          <w:b/>
        </w:rPr>
        <w:t>cr</w:t>
      </w:r>
      <w:proofErr w:type="spellEnd"/>
      <w:r w:rsidRPr="00046148">
        <w:rPr>
          <w:b/>
        </w:rPr>
        <w:t>&gt;</w:t>
      </w:r>
    </w:p>
    <w:p w:rsidR="00727E70" w:rsidRDefault="00727E70" w:rsidP="00C826CE">
      <w:pPr>
        <w:pStyle w:val="SubStepAlpha"/>
      </w:pPr>
      <w:r>
        <w:t>Issue the command to display the files in flash.</w:t>
      </w:r>
    </w:p>
    <w:p w:rsidR="00727E70" w:rsidRDefault="00727E70" w:rsidP="00C826CE">
      <w:pPr>
        <w:pStyle w:val="SubStepAlpha"/>
      </w:pPr>
      <w:r>
        <w:t xml:space="preserve">Backup the IOS in flash to the </w:t>
      </w:r>
      <w:r w:rsidRPr="00046148">
        <w:rPr>
          <w:b/>
        </w:rPr>
        <w:t>TFTP Server</w:t>
      </w:r>
      <w:r>
        <w:t xml:space="preserve"> using the following command:</w:t>
      </w:r>
    </w:p>
    <w:p w:rsidR="00727E70" w:rsidRDefault="00727E70" w:rsidP="00727E70">
      <w:pPr>
        <w:pStyle w:val="CMD"/>
      </w:pPr>
      <w:r>
        <w:t xml:space="preserve">RTA-1# </w:t>
      </w:r>
      <w:r w:rsidRPr="00046148">
        <w:rPr>
          <w:b/>
        </w:rPr>
        <w:t xml:space="preserve">copy flash </w:t>
      </w:r>
      <w:proofErr w:type="spellStart"/>
      <w:r w:rsidRPr="00046148">
        <w:rPr>
          <w:b/>
        </w:rPr>
        <w:t>tftp</w:t>
      </w:r>
      <w:proofErr w:type="spellEnd"/>
      <w:r>
        <w:rPr>
          <w:b/>
        </w:rPr>
        <w:t>:</w:t>
      </w:r>
    </w:p>
    <w:p w:rsidR="00727E70" w:rsidRDefault="00727E70" w:rsidP="00727E70">
      <w:pPr>
        <w:pStyle w:val="CMD"/>
      </w:pPr>
      <w:r>
        <w:t xml:space="preserve">Source filename []? </w:t>
      </w:r>
      <w:r w:rsidRPr="00046148">
        <w:rPr>
          <w:b/>
        </w:rPr>
        <w:t>c1900-universalk9-mz.SPA.151-4.M4.bin</w:t>
      </w:r>
    </w:p>
    <w:p w:rsidR="00727E70" w:rsidRDefault="00727E70" w:rsidP="00727E70">
      <w:pPr>
        <w:pStyle w:val="CMD"/>
      </w:pPr>
      <w:r>
        <w:t xml:space="preserve">Address or name of remote host []? </w:t>
      </w:r>
      <w:r w:rsidRPr="00046148">
        <w:rPr>
          <w:b/>
        </w:rPr>
        <w:t>172.16.1.2</w:t>
      </w:r>
    </w:p>
    <w:p w:rsidR="00727E70" w:rsidRDefault="00727E70" w:rsidP="00727E70">
      <w:pPr>
        <w:pStyle w:val="CMD"/>
        <w:rPr>
          <w:b/>
        </w:rPr>
      </w:pPr>
      <w:r>
        <w:t xml:space="preserve">Destination filename [c1900-universalk9-mz.SPA.151-4.M4.bin]? </w:t>
      </w:r>
      <w:r w:rsidRPr="00046148">
        <w:rPr>
          <w:b/>
        </w:rPr>
        <w:t>&lt;</w:t>
      </w:r>
      <w:proofErr w:type="spellStart"/>
      <w:r w:rsidRPr="00046148">
        <w:rPr>
          <w:b/>
        </w:rPr>
        <w:t>cr</w:t>
      </w:r>
      <w:proofErr w:type="spellEnd"/>
      <w:r w:rsidRPr="00046148">
        <w:rPr>
          <w:b/>
        </w:rPr>
        <w:t>&gt;</w:t>
      </w:r>
    </w:p>
    <w:p w:rsidR="00C826CE" w:rsidRDefault="00C826CE" w:rsidP="00C826CE">
      <w:pPr>
        <w:pStyle w:val="Heading3"/>
      </w:pPr>
      <w:r>
        <w:t>Question:</w:t>
      </w:r>
    </w:p>
    <w:p w:rsidR="00727E70" w:rsidRDefault="00727E70" w:rsidP="00C826CE">
      <w:pPr>
        <w:pStyle w:val="BodyTextL50"/>
        <w:spacing w:before="0"/>
      </w:pPr>
      <w:r>
        <w:t xml:space="preserve">What special character repeatedly displays indicating that the IOS file is being copied to the TFTP server successfully? </w:t>
      </w:r>
    </w:p>
    <w:p w:rsidR="00727E70" w:rsidRPr="00C826CE" w:rsidRDefault="00C25E42" w:rsidP="00C826CE">
      <w:pPr>
        <w:pStyle w:val="AnswerLineL50"/>
      </w:pPr>
      <w:r>
        <w:t>Type your</w:t>
      </w:r>
      <w:r w:rsidR="00727E70" w:rsidRPr="00C826CE">
        <w:t xml:space="preserve"> answers here.</w:t>
      </w:r>
    </w:p>
    <w:p w:rsidR="00C826CE" w:rsidRDefault="00727E70" w:rsidP="00C826CE">
      <w:pPr>
        <w:pStyle w:val="SubStepAlpha"/>
      </w:pPr>
      <w:r>
        <w:t>Open the TFTP Server and click the Services tab, select TFTP, and scroll through the list of IOS files.</w:t>
      </w:r>
    </w:p>
    <w:p w:rsidR="00C826CE" w:rsidRDefault="00C826CE" w:rsidP="00C826CE">
      <w:pPr>
        <w:pStyle w:val="Heading3"/>
      </w:pPr>
      <w:r>
        <w:t>Question:</w:t>
      </w:r>
    </w:p>
    <w:p w:rsidR="00727E70" w:rsidRDefault="00727E70" w:rsidP="00C826CE">
      <w:pPr>
        <w:pStyle w:val="BodyTextL50"/>
        <w:spacing w:before="0"/>
      </w:pPr>
      <w:bookmarkStart w:id="2" w:name="_GoBack"/>
      <w:bookmarkEnd w:id="2"/>
      <w:r>
        <w:t xml:space="preserve">Has the IOS file </w:t>
      </w:r>
      <w:r w:rsidRPr="00513D6A">
        <w:rPr>
          <w:b/>
        </w:rPr>
        <w:t>c1900-universalk9-mz.SPA.151-4.M4.bin</w:t>
      </w:r>
      <w:r>
        <w:t xml:space="preserve"> been copied to the TFTP Server? </w:t>
      </w:r>
    </w:p>
    <w:p w:rsidR="00727E70" w:rsidRPr="00C826CE" w:rsidRDefault="00C25E42" w:rsidP="00C826CE">
      <w:pPr>
        <w:pStyle w:val="AnswerLineL50"/>
      </w:pPr>
      <w:r>
        <w:t>Type your</w:t>
      </w:r>
      <w:r w:rsidR="00727E70" w:rsidRPr="00C826CE">
        <w:t xml:space="preserve"> answers here.</w:t>
      </w:r>
    </w:p>
    <w:bookmarkEnd w:id="0"/>
    <w:p w:rsidR="00727E70" w:rsidRPr="00727E70" w:rsidRDefault="00727E70" w:rsidP="00727E70">
      <w:pPr>
        <w:pStyle w:val="ConfigWindow"/>
      </w:pPr>
      <w:r w:rsidRPr="00727E70">
        <w:t>End of document</w:t>
      </w:r>
    </w:p>
    <w:sectPr w:rsidR="00727E70" w:rsidRPr="00727E70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37A" w:rsidRDefault="00FF437A" w:rsidP="00710659">
      <w:pPr>
        <w:spacing w:after="0" w:line="240" w:lineRule="auto"/>
      </w:pPr>
      <w:r>
        <w:separator/>
      </w:r>
    </w:p>
    <w:p w:rsidR="00FF437A" w:rsidRDefault="00FF437A"/>
  </w:endnote>
  <w:endnote w:type="continuationSeparator" w:id="0">
    <w:p w:rsidR="00FF437A" w:rsidRDefault="00FF437A" w:rsidP="00710659">
      <w:pPr>
        <w:spacing w:after="0" w:line="240" w:lineRule="auto"/>
      </w:pPr>
      <w:r>
        <w:continuationSeparator/>
      </w:r>
    </w:p>
    <w:p w:rsidR="00FF437A" w:rsidRDefault="00FF43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25E42">
          <w:t>2013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C056FF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C25E42">
          <w:t>2013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C056FF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37A" w:rsidRDefault="00FF437A" w:rsidP="00710659">
      <w:pPr>
        <w:spacing w:after="0" w:line="240" w:lineRule="auto"/>
      </w:pPr>
      <w:r>
        <w:separator/>
      </w:r>
    </w:p>
    <w:p w:rsidR="00FF437A" w:rsidRDefault="00FF437A"/>
  </w:footnote>
  <w:footnote w:type="continuationSeparator" w:id="0">
    <w:p w:rsidR="00FF437A" w:rsidRDefault="00FF437A" w:rsidP="00710659">
      <w:pPr>
        <w:spacing w:after="0" w:line="240" w:lineRule="auto"/>
      </w:pPr>
      <w:r>
        <w:continuationSeparator/>
      </w:r>
    </w:p>
    <w:p w:rsidR="00FF437A" w:rsidRDefault="00FF43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07D4CBA397A0478191BF3AE5E49D0AD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926CB2" w:rsidRDefault="008226B3" w:rsidP="008402F2">
        <w:pPr>
          <w:pStyle w:val="PageHead"/>
        </w:pPr>
        <w:r>
          <w:t>Packet Tracer - Back Up Configuration Files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CB2" w:rsidRDefault="00882B63" w:rsidP="006C3FCF">
    <w:pPr>
      <w:ind w:left="-288"/>
    </w:pPr>
    <w:r>
      <w:rPr>
        <w:noProof/>
      </w:rPr>
      <w:drawing>
        <wp:inline distT="0" distB="0" distL="0" distR="0" wp14:anchorId="724785E7" wp14:editId="3CE8E52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4E6BC44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5F5F7F05"/>
    <w:multiLevelType w:val="multilevel"/>
    <w:tmpl w:val="1258F7AC"/>
    <w:lvl w:ilvl="0">
      <w:start w:val="1"/>
      <w:numFmt w:val="decimal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SubStepAlpha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Num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4F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04F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29C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1C84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6B27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27E70"/>
    <w:rsid w:val="00731F3F"/>
    <w:rsid w:val="00733BAB"/>
    <w:rsid w:val="0073604C"/>
    <w:rsid w:val="007436BF"/>
    <w:rsid w:val="007443E9"/>
    <w:rsid w:val="00745DCE"/>
    <w:rsid w:val="00753D89"/>
    <w:rsid w:val="00753DDA"/>
    <w:rsid w:val="00754823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26B3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52B7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134C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89D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56FF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5E42"/>
    <w:rsid w:val="00C27E37"/>
    <w:rsid w:val="00C32713"/>
    <w:rsid w:val="00C351B8"/>
    <w:rsid w:val="00C410D9"/>
    <w:rsid w:val="00C44DB7"/>
    <w:rsid w:val="00C4510A"/>
    <w:rsid w:val="00C47F2E"/>
    <w:rsid w:val="00C51166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26CE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34CAC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24C3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C05B3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437A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9BEB07"/>
  <w15:docId w15:val="{EE8E793C-BBCF-4721-A776-1F5C06DA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C826C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826CE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826CE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A1C84"/>
    <w:pPr>
      <w:keepNext/>
      <w:spacing w:before="0" w:after="0" w:line="240" w:lineRule="auto"/>
      <w:ind w:left="720"/>
      <w:outlineLvl w:val="2"/>
    </w:pPr>
    <w:rPr>
      <w:rFonts w:eastAsia="Times New Roman"/>
      <w:bCs/>
      <w:color w:val="FFFFFF" w:themeColor="background1"/>
      <w:sz w:val="6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C51166"/>
    <w:pPr>
      <w:spacing w:after="360"/>
      <w:ind w:left="720"/>
    </w:pPr>
    <w:rPr>
      <w:color w:val="FFFFFF" w:themeColor="background1"/>
    </w:r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6A1C84"/>
    <w:pPr>
      <w:spacing w:before="0" w:after="0"/>
    </w:pPr>
    <w:rPr>
      <w:i/>
      <w:color w:val="FFFFFF" w:themeColor="background1"/>
    </w:rPr>
  </w:style>
  <w:style w:type="paragraph" w:customStyle="1" w:styleId="SubStepAlpha">
    <w:name w:val="SubStep Alpha"/>
    <w:basedOn w:val="BodyTextL25"/>
    <w:qFormat/>
    <w:rsid w:val="00C826CE"/>
    <w:pPr>
      <w:numPr>
        <w:ilvl w:val="2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C826CE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C826CE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6A1C84"/>
    <w:rPr>
      <w:rFonts w:eastAsia="Times New Roman"/>
      <w:bCs/>
      <w:color w:val="FFFFFF" w:themeColor="background1"/>
      <w:sz w:val="6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SubtleEmphasis">
    <w:name w:val="Subtle Emphasis"/>
    <w:basedOn w:val="DefaultParagraphFont"/>
    <w:uiPriority w:val="19"/>
    <w:qFormat/>
    <w:rsid w:val="00727E7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A7.0\NetAcad-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7D4CBA397A0478191BF3AE5E49D0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EE2B0-2A5E-4BC2-A420-5A7D37F14D51}"/>
      </w:docPartPr>
      <w:docPartBody>
        <w:p w:rsidR="00C53526" w:rsidRDefault="00092C44">
          <w:pPr>
            <w:pStyle w:val="07D4CBA397A0478191BF3AE5E49D0ADF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C44"/>
    <w:rsid w:val="00092C44"/>
    <w:rsid w:val="00BF701B"/>
    <w:rsid w:val="00C53526"/>
    <w:rsid w:val="00D7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7D4CBA397A0478191BF3AE5E49D0ADF">
    <w:name w:val="07D4CBA397A0478191BF3AE5E49D0A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709BF-6C70-4D75-B6F6-199BDECD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3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Back Up Configuration Files</vt:lpstr>
    </vt:vector>
  </TitlesOfParts>
  <Company>Cisco Systems, Inc.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Back Up Configuration Files</dc:title>
  <dc:creator>SP</dc:creator>
  <dc:description>2013</dc:description>
  <cp:lastModifiedBy>Suk-Yi Pennock -X (spennock - UNICON INC at Cisco)</cp:lastModifiedBy>
  <cp:revision>4</cp:revision>
  <dcterms:created xsi:type="dcterms:W3CDTF">2019-11-27T20:26:00Z</dcterms:created>
  <dcterms:modified xsi:type="dcterms:W3CDTF">2019-11-27T20:29:00Z</dcterms:modified>
</cp:coreProperties>
</file>