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4E3C2" w14:textId="0C3FD87A" w:rsidR="004D36D7" w:rsidRPr="008B7013" w:rsidRDefault="00FB6C80" w:rsidP="00623B95">
      <w:pPr>
        <w:pStyle w:val="Title"/>
      </w:pPr>
      <w:sdt>
        <w:sdtPr>
          <w:alias w:val="Title"/>
          <w:tag w:val=""/>
          <w:id w:val="-487021785"/>
          <w:placeholder>
            <w:docPart w:val="B2EB214162C9461A95DBA3D7294B9C07"/>
          </w:placeholder>
          <w:dataBinding w:prefixMappings="xmlns:ns0='http://purl.org/dc/elements/1.1/' xmlns:ns1='http://schemas.openxmlformats.org/package/2006/metadata/core-properties' " w:xpath="/ns1:coreProperties[1]/ns0:title[1]" w:storeItemID="{6C3C8BC8-F283-45AE-878A-BAB7291924A1}"/>
          <w:text/>
        </w:sdtPr>
        <w:sdtEndPr/>
        <w:sdtContent>
          <w:r w:rsidR="004241AF" w:rsidRPr="008B7013">
            <w:t>Packet Tracer - IPv4 ACL Implementation Challenge</w:t>
          </w:r>
        </w:sdtContent>
      </w:sdt>
    </w:p>
    <w:p w14:paraId="1B8CE982" w14:textId="77777777" w:rsidR="00D778DF" w:rsidRPr="00E70096" w:rsidRDefault="00D778DF" w:rsidP="00D452F4">
      <w:pPr>
        <w:pStyle w:val="Heading1"/>
      </w:pPr>
      <w:r w:rsidRPr="00E70096">
        <w:t>Addressing Table</w:t>
      </w:r>
    </w:p>
    <w:tbl>
      <w:tblPr>
        <w:tblW w:w="99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3331"/>
        <w:gridCol w:w="3331"/>
        <w:gridCol w:w="3331"/>
      </w:tblGrid>
      <w:tr w:rsidR="002B141C" w14:paraId="6F116032" w14:textId="77777777" w:rsidTr="00623B95">
        <w:trPr>
          <w:cantSplit/>
          <w:tblHeader/>
          <w:jc w:val="center"/>
        </w:trPr>
        <w:tc>
          <w:tcPr>
            <w:tcW w:w="333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E6E637" w14:textId="77777777" w:rsidR="002B141C" w:rsidRPr="00E87D62" w:rsidRDefault="002B141C" w:rsidP="005D53D0">
            <w:pPr>
              <w:pStyle w:val="TableHeading"/>
            </w:pPr>
            <w:r>
              <w:t>Device</w:t>
            </w:r>
          </w:p>
        </w:tc>
        <w:tc>
          <w:tcPr>
            <w:tcW w:w="333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A721F" w14:textId="77777777" w:rsidR="002B141C" w:rsidRPr="00E87D62" w:rsidRDefault="002B141C" w:rsidP="005D53D0">
            <w:pPr>
              <w:pStyle w:val="TableHeading"/>
            </w:pPr>
            <w:r w:rsidRPr="00E87D62">
              <w:t>Interface</w:t>
            </w:r>
          </w:p>
        </w:tc>
        <w:tc>
          <w:tcPr>
            <w:tcW w:w="333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98D432" w14:textId="77777777" w:rsidR="002B141C" w:rsidRPr="00E87D62" w:rsidRDefault="002B141C" w:rsidP="005D53D0">
            <w:pPr>
              <w:pStyle w:val="TableHeading"/>
            </w:pPr>
            <w:r w:rsidRPr="00E87D62">
              <w:t>IP Address</w:t>
            </w:r>
          </w:p>
        </w:tc>
      </w:tr>
      <w:tr w:rsidR="002B141C" w14:paraId="31E0C2F6" w14:textId="77777777" w:rsidTr="00623B95">
        <w:trPr>
          <w:cantSplit/>
          <w:jc w:val="center"/>
        </w:trPr>
        <w:tc>
          <w:tcPr>
            <w:tcW w:w="3331" w:type="dxa"/>
            <w:tcBorders>
              <w:bottom w:val="nil"/>
            </w:tcBorders>
            <w:vAlign w:val="bottom"/>
          </w:tcPr>
          <w:p w14:paraId="08A45CCC" w14:textId="578FF765" w:rsidR="002B141C" w:rsidRPr="008B68E7" w:rsidRDefault="003D7825" w:rsidP="008B68E7">
            <w:pPr>
              <w:pStyle w:val="TableText"/>
            </w:pPr>
            <w:r>
              <w:t>HQ</w:t>
            </w:r>
          </w:p>
        </w:tc>
        <w:tc>
          <w:tcPr>
            <w:tcW w:w="3331" w:type="dxa"/>
            <w:vAlign w:val="bottom"/>
          </w:tcPr>
          <w:p w14:paraId="2488B0B0" w14:textId="77777777" w:rsidR="002B141C" w:rsidRPr="008B68E7" w:rsidRDefault="002B141C" w:rsidP="008B68E7">
            <w:pPr>
              <w:pStyle w:val="TableText"/>
            </w:pPr>
            <w:r>
              <w:t>G0/0/0</w:t>
            </w:r>
          </w:p>
        </w:tc>
        <w:tc>
          <w:tcPr>
            <w:tcW w:w="3331" w:type="dxa"/>
            <w:vAlign w:val="bottom"/>
          </w:tcPr>
          <w:p w14:paraId="2AEF1AB8" w14:textId="77777777" w:rsidR="002B141C" w:rsidRPr="008B68E7" w:rsidRDefault="008F0BF8" w:rsidP="008B68E7">
            <w:pPr>
              <w:pStyle w:val="TableText"/>
            </w:pPr>
            <w:r>
              <w:t>192.168.1.1/26</w:t>
            </w:r>
          </w:p>
        </w:tc>
      </w:tr>
      <w:tr w:rsidR="002B141C" w14:paraId="536B3E0A" w14:textId="77777777" w:rsidTr="00623B95">
        <w:trPr>
          <w:cantSplit/>
          <w:jc w:val="center"/>
        </w:trPr>
        <w:tc>
          <w:tcPr>
            <w:tcW w:w="3331" w:type="dxa"/>
            <w:tcBorders>
              <w:top w:val="nil"/>
              <w:bottom w:val="nil"/>
            </w:tcBorders>
            <w:vAlign w:val="bottom"/>
          </w:tcPr>
          <w:p w14:paraId="16A42119" w14:textId="520F3F73" w:rsidR="002B141C" w:rsidRPr="008B68E7" w:rsidRDefault="003D7825" w:rsidP="003D65F9">
            <w:pPr>
              <w:pStyle w:val="ConfigWindow"/>
            </w:pPr>
            <w:r>
              <w:t>HQ</w:t>
            </w:r>
          </w:p>
        </w:tc>
        <w:tc>
          <w:tcPr>
            <w:tcW w:w="3331" w:type="dxa"/>
            <w:vAlign w:val="bottom"/>
          </w:tcPr>
          <w:p w14:paraId="31968BBB" w14:textId="77777777" w:rsidR="002B141C" w:rsidRPr="008B68E7" w:rsidRDefault="002B141C" w:rsidP="008B68E7">
            <w:pPr>
              <w:pStyle w:val="TableText"/>
            </w:pPr>
            <w:r>
              <w:t>G0/0/1</w:t>
            </w:r>
          </w:p>
        </w:tc>
        <w:tc>
          <w:tcPr>
            <w:tcW w:w="3331" w:type="dxa"/>
            <w:vAlign w:val="bottom"/>
          </w:tcPr>
          <w:p w14:paraId="777B61FE" w14:textId="77777777" w:rsidR="002B141C" w:rsidRPr="008B68E7" w:rsidRDefault="008F0BF8" w:rsidP="008B68E7">
            <w:pPr>
              <w:pStyle w:val="TableText"/>
            </w:pPr>
            <w:r>
              <w:t>192.168.1.65/29</w:t>
            </w:r>
          </w:p>
        </w:tc>
      </w:tr>
      <w:tr w:rsidR="002B141C" w14:paraId="7139A77D" w14:textId="77777777" w:rsidTr="00623B95">
        <w:trPr>
          <w:cantSplit/>
          <w:jc w:val="center"/>
        </w:trPr>
        <w:tc>
          <w:tcPr>
            <w:tcW w:w="3331" w:type="dxa"/>
            <w:tcBorders>
              <w:top w:val="nil"/>
              <w:bottom w:val="nil"/>
            </w:tcBorders>
            <w:vAlign w:val="bottom"/>
          </w:tcPr>
          <w:p w14:paraId="5437EDB5" w14:textId="07CE4FAE" w:rsidR="002B141C" w:rsidRPr="008B68E7" w:rsidRDefault="003D7825" w:rsidP="003D65F9">
            <w:pPr>
              <w:pStyle w:val="ConfigWindow"/>
            </w:pPr>
            <w:r>
              <w:t>HQ</w:t>
            </w:r>
          </w:p>
        </w:tc>
        <w:tc>
          <w:tcPr>
            <w:tcW w:w="3331" w:type="dxa"/>
            <w:vAlign w:val="bottom"/>
          </w:tcPr>
          <w:p w14:paraId="00A71E10" w14:textId="77777777" w:rsidR="002B141C" w:rsidRPr="008B68E7" w:rsidRDefault="002B141C" w:rsidP="008B68E7">
            <w:pPr>
              <w:pStyle w:val="TableText"/>
            </w:pPr>
            <w:r>
              <w:t>S0/1/0</w:t>
            </w:r>
          </w:p>
        </w:tc>
        <w:tc>
          <w:tcPr>
            <w:tcW w:w="3331" w:type="dxa"/>
            <w:vAlign w:val="bottom"/>
          </w:tcPr>
          <w:p w14:paraId="2638EF1B" w14:textId="77777777" w:rsidR="002B141C" w:rsidRPr="008B68E7" w:rsidRDefault="008F0BF8" w:rsidP="008B68E7">
            <w:pPr>
              <w:pStyle w:val="TableText"/>
            </w:pPr>
            <w:r>
              <w:t>192.0.2.1/30</w:t>
            </w:r>
          </w:p>
        </w:tc>
      </w:tr>
      <w:tr w:rsidR="002B141C" w14:paraId="3349E6AF" w14:textId="77777777" w:rsidTr="00623B95">
        <w:trPr>
          <w:cantSplit/>
          <w:jc w:val="center"/>
        </w:trPr>
        <w:tc>
          <w:tcPr>
            <w:tcW w:w="3331" w:type="dxa"/>
            <w:tcBorders>
              <w:top w:val="nil"/>
              <w:bottom w:val="single" w:sz="2" w:space="0" w:color="auto"/>
            </w:tcBorders>
            <w:vAlign w:val="bottom"/>
          </w:tcPr>
          <w:p w14:paraId="4BDB5318" w14:textId="61323EC3" w:rsidR="002B141C" w:rsidRPr="008B68E7" w:rsidRDefault="003D7825" w:rsidP="003D65F9">
            <w:pPr>
              <w:pStyle w:val="ConfigWindow"/>
            </w:pPr>
            <w:r>
              <w:t>HQ</w:t>
            </w:r>
          </w:p>
        </w:tc>
        <w:tc>
          <w:tcPr>
            <w:tcW w:w="3331" w:type="dxa"/>
            <w:vAlign w:val="bottom"/>
          </w:tcPr>
          <w:p w14:paraId="380F9882" w14:textId="77777777" w:rsidR="002B141C" w:rsidRPr="008B68E7" w:rsidRDefault="002B141C" w:rsidP="008B68E7">
            <w:pPr>
              <w:pStyle w:val="TableText"/>
            </w:pPr>
            <w:r>
              <w:t>S0/1/1</w:t>
            </w:r>
          </w:p>
        </w:tc>
        <w:tc>
          <w:tcPr>
            <w:tcW w:w="3331" w:type="dxa"/>
            <w:vAlign w:val="bottom"/>
          </w:tcPr>
          <w:p w14:paraId="495A966E" w14:textId="77777777" w:rsidR="002B141C" w:rsidRPr="008B68E7" w:rsidRDefault="008F0BF8" w:rsidP="008B68E7">
            <w:pPr>
              <w:pStyle w:val="TableText"/>
            </w:pPr>
            <w:r>
              <w:t>192.168.3.1/30</w:t>
            </w:r>
          </w:p>
        </w:tc>
      </w:tr>
      <w:tr w:rsidR="008F0BF8" w14:paraId="5245B50C" w14:textId="77777777" w:rsidTr="00623B95">
        <w:trPr>
          <w:cantSplit/>
          <w:jc w:val="center"/>
        </w:trPr>
        <w:tc>
          <w:tcPr>
            <w:tcW w:w="3331" w:type="dxa"/>
            <w:tcBorders>
              <w:bottom w:val="nil"/>
            </w:tcBorders>
            <w:vAlign w:val="bottom"/>
          </w:tcPr>
          <w:p w14:paraId="3523908E" w14:textId="3118AE0E" w:rsidR="008F0BF8" w:rsidRPr="008B68E7" w:rsidRDefault="003D7825" w:rsidP="008F0BF8">
            <w:pPr>
              <w:pStyle w:val="TableText"/>
            </w:pPr>
            <w:r>
              <w:t>Branch</w:t>
            </w:r>
          </w:p>
        </w:tc>
        <w:tc>
          <w:tcPr>
            <w:tcW w:w="3331" w:type="dxa"/>
            <w:vAlign w:val="bottom"/>
          </w:tcPr>
          <w:p w14:paraId="306D6E47" w14:textId="77777777" w:rsidR="008F0BF8" w:rsidRPr="008B68E7" w:rsidRDefault="008F0BF8" w:rsidP="008F0BF8">
            <w:pPr>
              <w:pStyle w:val="TableText"/>
            </w:pPr>
            <w:r>
              <w:t>G0/0/0</w:t>
            </w:r>
          </w:p>
        </w:tc>
        <w:tc>
          <w:tcPr>
            <w:tcW w:w="3331" w:type="dxa"/>
            <w:vAlign w:val="bottom"/>
          </w:tcPr>
          <w:p w14:paraId="712C79B3" w14:textId="77777777" w:rsidR="008F0BF8" w:rsidRPr="008B68E7" w:rsidRDefault="008F0BF8" w:rsidP="008F0BF8">
            <w:pPr>
              <w:pStyle w:val="TableText"/>
            </w:pPr>
            <w:r>
              <w:t>192.168.2.1/27</w:t>
            </w:r>
          </w:p>
        </w:tc>
      </w:tr>
      <w:tr w:rsidR="008F0BF8" w14:paraId="6E31759A" w14:textId="77777777" w:rsidTr="00623B95">
        <w:trPr>
          <w:cantSplit/>
          <w:jc w:val="center"/>
        </w:trPr>
        <w:tc>
          <w:tcPr>
            <w:tcW w:w="3331" w:type="dxa"/>
            <w:tcBorders>
              <w:top w:val="nil"/>
              <w:bottom w:val="nil"/>
            </w:tcBorders>
            <w:vAlign w:val="bottom"/>
          </w:tcPr>
          <w:p w14:paraId="573F7249" w14:textId="2D57A7D1" w:rsidR="008F0BF8" w:rsidRPr="008B68E7" w:rsidRDefault="003D7825" w:rsidP="003D65F9">
            <w:pPr>
              <w:pStyle w:val="ConfigWindow"/>
            </w:pPr>
            <w:r>
              <w:t>Branch</w:t>
            </w:r>
          </w:p>
        </w:tc>
        <w:tc>
          <w:tcPr>
            <w:tcW w:w="3331" w:type="dxa"/>
            <w:vAlign w:val="bottom"/>
          </w:tcPr>
          <w:p w14:paraId="38104E0F" w14:textId="77777777" w:rsidR="008F0BF8" w:rsidRPr="008B68E7" w:rsidRDefault="008F0BF8" w:rsidP="008F0BF8">
            <w:pPr>
              <w:pStyle w:val="TableText"/>
            </w:pPr>
            <w:r>
              <w:t>G0/0/1</w:t>
            </w:r>
          </w:p>
        </w:tc>
        <w:tc>
          <w:tcPr>
            <w:tcW w:w="3331" w:type="dxa"/>
            <w:vAlign w:val="bottom"/>
          </w:tcPr>
          <w:p w14:paraId="648F72BC" w14:textId="77777777" w:rsidR="008F0BF8" w:rsidRPr="008B68E7" w:rsidRDefault="008F0BF8" w:rsidP="008F0BF8">
            <w:pPr>
              <w:pStyle w:val="TableText"/>
            </w:pPr>
            <w:r>
              <w:t>192.168.2.33/28</w:t>
            </w:r>
          </w:p>
        </w:tc>
      </w:tr>
      <w:tr w:rsidR="008F0BF8" w14:paraId="2AD5A3F9" w14:textId="77777777" w:rsidTr="00623B95">
        <w:trPr>
          <w:cantSplit/>
          <w:jc w:val="center"/>
        </w:trPr>
        <w:tc>
          <w:tcPr>
            <w:tcW w:w="3331" w:type="dxa"/>
            <w:tcBorders>
              <w:top w:val="nil"/>
            </w:tcBorders>
            <w:vAlign w:val="bottom"/>
          </w:tcPr>
          <w:p w14:paraId="7A7996F1" w14:textId="1706CCFD" w:rsidR="008F0BF8" w:rsidRPr="008B68E7" w:rsidRDefault="003D7825" w:rsidP="003D65F9">
            <w:pPr>
              <w:pStyle w:val="ConfigWindow"/>
            </w:pPr>
            <w:r>
              <w:t>Branch</w:t>
            </w:r>
          </w:p>
        </w:tc>
        <w:tc>
          <w:tcPr>
            <w:tcW w:w="3331" w:type="dxa"/>
            <w:vAlign w:val="bottom"/>
          </w:tcPr>
          <w:p w14:paraId="25A0A173" w14:textId="77777777" w:rsidR="008F0BF8" w:rsidRPr="008B68E7" w:rsidRDefault="008F0BF8" w:rsidP="008F0BF8">
            <w:pPr>
              <w:pStyle w:val="TableText"/>
            </w:pPr>
            <w:r>
              <w:t>S0/1/1</w:t>
            </w:r>
          </w:p>
        </w:tc>
        <w:tc>
          <w:tcPr>
            <w:tcW w:w="3331" w:type="dxa"/>
            <w:vAlign w:val="bottom"/>
          </w:tcPr>
          <w:p w14:paraId="1E5E8309" w14:textId="77777777" w:rsidR="008F0BF8" w:rsidRPr="008B68E7" w:rsidRDefault="008F0BF8" w:rsidP="008F0BF8">
            <w:pPr>
              <w:pStyle w:val="TableText"/>
            </w:pPr>
            <w:r>
              <w:t>192.168.3.2/30</w:t>
            </w:r>
          </w:p>
        </w:tc>
      </w:tr>
      <w:tr w:rsidR="008F0BF8" w14:paraId="60E35CBD" w14:textId="77777777" w:rsidTr="00623B95">
        <w:trPr>
          <w:cantSplit/>
          <w:jc w:val="center"/>
        </w:trPr>
        <w:tc>
          <w:tcPr>
            <w:tcW w:w="3331" w:type="dxa"/>
            <w:vAlign w:val="bottom"/>
          </w:tcPr>
          <w:p w14:paraId="610047AB" w14:textId="77777777" w:rsidR="008F0BF8" w:rsidRPr="008B68E7" w:rsidRDefault="008F0BF8" w:rsidP="008F0BF8">
            <w:pPr>
              <w:pStyle w:val="TableText"/>
            </w:pPr>
            <w:r>
              <w:t>PC-1</w:t>
            </w:r>
          </w:p>
        </w:tc>
        <w:tc>
          <w:tcPr>
            <w:tcW w:w="3331" w:type="dxa"/>
            <w:vAlign w:val="bottom"/>
          </w:tcPr>
          <w:p w14:paraId="62CA5E82" w14:textId="77777777" w:rsidR="008F0BF8" w:rsidRDefault="008F0BF8" w:rsidP="008F0BF8">
            <w:pPr>
              <w:pStyle w:val="TableText"/>
            </w:pPr>
            <w:r>
              <w:t>NIC</w:t>
            </w:r>
          </w:p>
        </w:tc>
        <w:tc>
          <w:tcPr>
            <w:tcW w:w="3331" w:type="dxa"/>
            <w:vAlign w:val="bottom"/>
          </w:tcPr>
          <w:p w14:paraId="089896F1" w14:textId="77777777" w:rsidR="008F0BF8" w:rsidRPr="008B68E7" w:rsidRDefault="008F0BF8" w:rsidP="008F0BF8">
            <w:pPr>
              <w:pStyle w:val="TableText"/>
            </w:pPr>
            <w:r>
              <w:t>192.168.1.10/26</w:t>
            </w:r>
          </w:p>
        </w:tc>
      </w:tr>
      <w:tr w:rsidR="008F0BF8" w14:paraId="780D98F0" w14:textId="77777777" w:rsidTr="00623B95">
        <w:trPr>
          <w:cantSplit/>
          <w:jc w:val="center"/>
        </w:trPr>
        <w:tc>
          <w:tcPr>
            <w:tcW w:w="3331" w:type="dxa"/>
            <w:vAlign w:val="bottom"/>
          </w:tcPr>
          <w:p w14:paraId="0D69998D" w14:textId="77777777" w:rsidR="008F0BF8" w:rsidRDefault="008F0BF8" w:rsidP="008F0BF8">
            <w:pPr>
              <w:pStyle w:val="TableText"/>
            </w:pPr>
            <w:r>
              <w:t>PC-2</w:t>
            </w:r>
          </w:p>
        </w:tc>
        <w:tc>
          <w:tcPr>
            <w:tcW w:w="3331" w:type="dxa"/>
            <w:vAlign w:val="bottom"/>
          </w:tcPr>
          <w:p w14:paraId="2734765D" w14:textId="77777777" w:rsidR="008F0BF8" w:rsidRDefault="008F0BF8" w:rsidP="008F0BF8">
            <w:pPr>
              <w:pStyle w:val="TableText"/>
            </w:pPr>
            <w:r>
              <w:t>NIC</w:t>
            </w:r>
          </w:p>
        </w:tc>
        <w:tc>
          <w:tcPr>
            <w:tcW w:w="3331" w:type="dxa"/>
            <w:vAlign w:val="bottom"/>
          </w:tcPr>
          <w:p w14:paraId="22AD93D8" w14:textId="77777777" w:rsidR="008F0BF8" w:rsidRPr="008B68E7" w:rsidRDefault="008F0BF8" w:rsidP="008F0BF8">
            <w:pPr>
              <w:pStyle w:val="TableText"/>
            </w:pPr>
            <w:r>
              <w:t>192.168.1.20/26</w:t>
            </w:r>
          </w:p>
        </w:tc>
      </w:tr>
      <w:tr w:rsidR="008F0BF8" w14:paraId="52CB0EB8" w14:textId="77777777" w:rsidTr="00623B95">
        <w:trPr>
          <w:cantSplit/>
          <w:jc w:val="center"/>
        </w:trPr>
        <w:tc>
          <w:tcPr>
            <w:tcW w:w="3331" w:type="dxa"/>
            <w:vAlign w:val="bottom"/>
          </w:tcPr>
          <w:p w14:paraId="3CB1165D" w14:textId="77777777" w:rsidR="008F0BF8" w:rsidRDefault="008F0BF8" w:rsidP="008F0BF8">
            <w:pPr>
              <w:pStyle w:val="TableText"/>
            </w:pPr>
            <w:r>
              <w:t>PC-3</w:t>
            </w:r>
          </w:p>
        </w:tc>
        <w:tc>
          <w:tcPr>
            <w:tcW w:w="3331" w:type="dxa"/>
            <w:vAlign w:val="bottom"/>
          </w:tcPr>
          <w:p w14:paraId="70B3CC44" w14:textId="77777777" w:rsidR="008F0BF8" w:rsidRDefault="008F0BF8" w:rsidP="008F0BF8">
            <w:pPr>
              <w:pStyle w:val="TableText"/>
            </w:pPr>
            <w:r>
              <w:t>NIC</w:t>
            </w:r>
          </w:p>
        </w:tc>
        <w:tc>
          <w:tcPr>
            <w:tcW w:w="3331" w:type="dxa"/>
            <w:vAlign w:val="bottom"/>
          </w:tcPr>
          <w:p w14:paraId="3CB04EC7" w14:textId="77777777" w:rsidR="008F0BF8" w:rsidRPr="008B68E7" w:rsidRDefault="008F0BF8" w:rsidP="008F0BF8">
            <w:pPr>
              <w:pStyle w:val="TableText"/>
            </w:pPr>
            <w:r>
              <w:t>192.168.1.30/26</w:t>
            </w:r>
          </w:p>
        </w:tc>
      </w:tr>
      <w:tr w:rsidR="008F0BF8" w14:paraId="44BA1072" w14:textId="77777777" w:rsidTr="00623B95">
        <w:trPr>
          <w:cantSplit/>
          <w:jc w:val="center"/>
        </w:trPr>
        <w:tc>
          <w:tcPr>
            <w:tcW w:w="3331" w:type="dxa"/>
            <w:vAlign w:val="bottom"/>
          </w:tcPr>
          <w:p w14:paraId="53008E4C" w14:textId="77777777" w:rsidR="008F0BF8" w:rsidRDefault="008F0BF8" w:rsidP="008F0BF8">
            <w:pPr>
              <w:pStyle w:val="TableText"/>
            </w:pPr>
            <w:r>
              <w:t>Admin</w:t>
            </w:r>
          </w:p>
        </w:tc>
        <w:tc>
          <w:tcPr>
            <w:tcW w:w="3331" w:type="dxa"/>
            <w:vAlign w:val="bottom"/>
          </w:tcPr>
          <w:p w14:paraId="575FD133" w14:textId="77777777" w:rsidR="008F0BF8" w:rsidRDefault="008F0BF8" w:rsidP="008F0BF8">
            <w:pPr>
              <w:pStyle w:val="TableText"/>
            </w:pPr>
            <w:r>
              <w:t>NIC</w:t>
            </w:r>
          </w:p>
        </w:tc>
        <w:tc>
          <w:tcPr>
            <w:tcW w:w="3331" w:type="dxa"/>
            <w:vAlign w:val="bottom"/>
          </w:tcPr>
          <w:p w14:paraId="11E97855" w14:textId="77777777" w:rsidR="008F0BF8" w:rsidRPr="008B68E7" w:rsidRDefault="008F0BF8" w:rsidP="008F0BF8">
            <w:pPr>
              <w:pStyle w:val="TableText"/>
            </w:pPr>
            <w:r>
              <w:t>192.168.1.67/29</w:t>
            </w:r>
          </w:p>
        </w:tc>
      </w:tr>
      <w:tr w:rsidR="008F0BF8" w14:paraId="224C99D8" w14:textId="77777777" w:rsidTr="00623B95">
        <w:trPr>
          <w:cantSplit/>
          <w:jc w:val="center"/>
        </w:trPr>
        <w:tc>
          <w:tcPr>
            <w:tcW w:w="3331" w:type="dxa"/>
            <w:vAlign w:val="bottom"/>
          </w:tcPr>
          <w:p w14:paraId="3115CEC4" w14:textId="77777777" w:rsidR="008F0BF8" w:rsidRDefault="008F0BF8" w:rsidP="008F0BF8">
            <w:pPr>
              <w:pStyle w:val="TableText"/>
            </w:pPr>
            <w:r>
              <w:t>Enterprise Web Server</w:t>
            </w:r>
          </w:p>
        </w:tc>
        <w:tc>
          <w:tcPr>
            <w:tcW w:w="3331" w:type="dxa"/>
            <w:vAlign w:val="bottom"/>
          </w:tcPr>
          <w:p w14:paraId="2CA9F784" w14:textId="77777777" w:rsidR="008F0BF8" w:rsidRDefault="008F0BF8" w:rsidP="008F0BF8">
            <w:pPr>
              <w:pStyle w:val="TableText"/>
            </w:pPr>
            <w:r>
              <w:t>NIC</w:t>
            </w:r>
          </w:p>
        </w:tc>
        <w:tc>
          <w:tcPr>
            <w:tcW w:w="3331" w:type="dxa"/>
            <w:vAlign w:val="bottom"/>
          </w:tcPr>
          <w:p w14:paraId="0F895348" w14:textId="77777777" w:rsidR="008F0BF8" w:rsidRPr="008B68E7" w:rsidRDefault="008F0BF8" w:rsidP="008F0BF8">
            <w:pPr>
              <w:pStyle w:val="TableText"/>
            </w:pPr>
            <w:r>
              <w:t>192.168.1.70/29</w:t>
            </w:r>
          </w:p>
        </w:tc>
      </w:tr>
      <w:tr w:rsidR="008F0BF8" w14:paraId="51ED9FB1" w14:textId="77777777" w:rsidTr="00623B95">
        <w:trPr>
          <w:cantSplit/>
          <w:jc w:val="center"/>
        </w:trPr>
        <w:tc>
          <w:tcPr>
            <w:tcW w:w="3331" w:type="dxa"/>
            <w:vAlign w:val="bottom"/>
          </w:tcPr>
          <w:p w14:paraId="6FB6BF25" w14:textId="77777777" w:rsidR="008F0BF8" w:rsidRDefault="008F0BF8" w:rsidP="008F0BF8">
            <w:pPr>
              <w:pStyle w:val="TableText"/>
            </w:pPr>
            <w:r>
              <w:t>Branch PC</w:t>
            </w:r>
          </w:p>
        </w:tc>
        <w:tc>
          <w:tcPr>
            <w:tcW w:w="3331" w:type="dxa"/>
            <w:vAlign w:val="bottom"/>
          </w:tcPr>
          <w:p w14:paraId="50CFD9D0" w14:textId="77777777" w:rsidR="008F0BF8" w:rsidRDefault="008F0BF8" w:rsidP="008F0BF8">
            <w:pPr>
              <w:pStyle w:val="TableText"/>
            </w:pPr>
            <w:r>
              <w:t>NIC</w:t>
            </w:r>
          </w:p>
        </w:tc>
        <w:tc>
          <w:tcPr>
            <w:tcW w:w="3331" w:type="dxa"/>
            <w:vAlign w:val="bottom"/>
          </w:tcPr>
          <w:p w14:paraId="50E3E5A4" w14:textId="77777777" w:rsidR="008F0BF8" w:rsidRPr="008B68E7" w:rsidRDefault="008F0BF8" w:rsidP="008F0BF8">
            <w:pPr>
              <w:pStyle w:val="TableText"/>
            </w:pPr>
            <w:r>
              <w:t>192.168.2.17/27</w:t>
            </w:r>
          </w:p>
        </w:tc>
      </w:tr>
      <w:tr w:rsidR="008F0BF8" w14:paraId="199DFE54" w14:textId="77777777" w:rsidTr="00623B95">
        <w:trPr>
          <w:cantSplit/>
          <w:jc w:val="center"/>
        </w:trPr>
        <w:tc>
          <w:tcPr>
            <w:tcW w:w="3331" w:type="dxa"/>
            <w:vAlign w:val="bottom"/>
          </w:tcPr>
          <w:p w14:paraId="24141E59" w14:textId="77777777" w:rsidR="008F0BF8" w:rsidRDefault="008F0BF8" w:rsidP="008F0BF8">
            <w:pPr>
              <w:pStyle w:val="TableText"/>
            </w:pPr>
            <w:r>
              <w:t>Branch Server</w:t>
            </w:r>
          </w:p>
        </w:tc>
        <w:tc>
          <w:tcPr>
            <w:tcW w:w="3331" w:type="dxa"/>
            <w:vAlign w:val="bottom"/>
          </w:tcPr>
          <w:p w14:paraId="32DCF607" w14:textId="77777777" w:rsidR="008F0BF8" w:rsidRDefault="008F0BF8" w:rsidP="008F0BF8">
            <w:pPr>
              <w:pStyle w:val="TableText"/>
            </w:pPr>
            <w:r>
              <w:t>NIC</w:t>
            </w:r>
          </w:p>
        </w:tc>
        <w:tc>
          <w:tcPr>
            <w:tcW w:w="3331" w:type="dxa"/>
            <w:vAlign w:val="bottom"/>
          </w:tcPr>
          <w:p w14:paraId="61D73F23" w14:textId="77777777" w:rsidR="008F0BF8" w:rsidRPr="008B68E7" w:rsidRDefault="008F0BF8" w:rsidP="008F0BF8">
            <w:pPr>
              <w:pStyle w:val="TableText"/>
            </w:pPr>
            <w:r>
              <w:t>192.168.2.45/28</w:t>
            </w:r>
          </w:p>
        </w:tc>
      </w:tr>
      <w:tr w:rsidR="008F0BF8" w14:paraId="1883F05C" w14:textId="77777777" w:rsidTr="00623B95">
        <w:trPr>
          <w:cantSplit/>
          <w:jc w:val="center"/>
        </w:trPr>
        <w:tc>
          <w:tcPr>
            <w:tcW w:w="3331" w:type="dxa"/>
            <w:vAlign w:val="bottom"/>
          </w:tcPr>
          <w:p w14:paraId="5D32A379" w14:textId="77777777" w:rsidR="008F0BF8" w:rsidRDefault="008F0BF8" w:rsidP="008F0BF8">
            <w:pPr>
              <w:pStyle w:val="TableText"/>
            </w:pPr>
            <w:r>
              <w:t>Internet User</w:t>
            </w:r>
          </w:p>
        </w:tc>
        <w:tc>
          <w:tcPr>
            <w:tcW w:w="3331" w:type="dxa"/>
            <w:vAlign w:val="bottom"/>
          </w:tcPr>
          <w:p w14:paraId="7AB63351" w14:textId="77777777" w:rsidR="008F0BF8" w:rsidRDefault="008F0BF8" w:rsidP="008F0BF8">
            <w:pPr>
              <w:pStyle w:val="TableText"/>
            </w:pPr>
            <w:r>
              <w:t>NIC</w:t>
            </w:r>
          </w:p>
        </w:tc>
        <w:tc>
          <w:tcPr>
            <w:tcW w:w="3331" w:type="dxa"/>
            <w:vAlign w:val="bottom"/>
          </w:tcPr>
          <w:p w14:paraId="3ADBACE0" w14:textId="77777777" w:rsidR="008F0BF8" w:rsidRPr="008B68E7" w:rsidRDefault="008F0BF8" w:rsidP="008F0BF8">
            <w:pPr>
              <w:pStyle w:val="TableText"/>
            </w:pPr>
            <w:r>
              <w:t>198.51.100.218/24</w:t>
            </w:r>
          </w:p>
        </w:tc>
      </w:tr>
      <w:tr w:rsidR="008F0BF8" w14:paraId="0911D69F" w14:textId="77777777" w:rsidTr="00623B95">
        <w:trPr>
          <w:cantSplit/>
          <w:jc w:val="center"/>
        </w:trPr>
        <w:tc>
          <w:tcPr>
            <w:tcW w:w="3331" w:type="dxa"/>
            <w:vAlign w:val="bottom"/>
          </w:tcPr>
          <w:p w14:paraId="18A8AAE1" w14:textId="77777777" w:rsidR="008F0BF8" w:rsidRDefault="008F0BF8" w:rsidP="008F0BF8">
            <w:pPr>
              <w:pStyle w:val="TableText"/>
            </w:pPr>
            <w:r>
              <w:t>External Web Server</w:t>
            </w:r>
          </w:p>
        </w:tc>
        <w:tc>
          <w:tcPr>
            <w:tcW w:w="3331" w:type="dxa"/>
            <w:vAlign w:val="bottom"/>
          </w:tcPr>
          <w:p w14:paraId="19B028B9" w14:textId="77777777" w:rsidR="008F0BF8" w:rsidRDefault="008F0BF8" w:rsidP="008F0BF8">
            <w:pPr>
              <w:pStyle w:val="TableText"/>
            </w:pPr>
            <w:r>
              <w:t>NIC</w:t>
            </w:r>
          </w:p>
        </w:tc>
        <w:tc>
          <w:tcPr>
            <w:tcW w:w="3331" w:type="dxa"/>
            <w:vAlign w:val="bottom"/>
          </w:tcPr>
          <w:p w14:paraId="1616F06A" w14:textId="77777777" w:rsidR="008F0BF8" w:rsidRPr="008B68E7" w:rsidRDefault="008F0BF8" w:rsidP="008F0BF8">
            <w:pPr>
              <w:pStyle w:val="TableText"/>
            </w:pPr>
            <w:r>
              <w:t>203.0.113.73/24</w:t>
            </w:r>
          </w:p>
        </w:tc>
      </w:tr>
    </w:tbl>
    <w:p w14:paraId="0C634983" w14:textId="77777777" w:rsidR="00D778DF" w:rsidRPr="00E70096" w:rsidRDefault="00D778DF" w:rsidP="00D452F4">
      <w:pPr>
        <w:pStyle w:val="Heading1"/>
      </w:pPr>
      <w:r w:rsidRPr="00E70096">
        <w:t>Objectives</w:t>
      </w:r>
    </w:p>
    <w:p w14:paraId="5807DF76" w14:textId="77777777" w:rsidR="00D778DF" w:rsidRDefault="00852BA9" w:rsidP="00075EA9">
      <w:pPr>
        <w:pStyle w:val="Bulletlevel1"/>
      </w:pPr>
      <w:r>
        <w:t xml:space="preserve">Configure a </w:t>
      </w:r>
      <w:r w:rsidR="00EE1F36">
        <w:t xml:space="preserve">router with </w:t>
      </w:r>
      <w:r>
        <w:t>standard named ACL</w:t>
      </w:r>
      <w:r w:rsidR="00EE1F36">
        <w:t>s</w:t>
      </w:r>
      <w:r>
        <w:t>.</w:t>
      </w:r>
    </w:p>
    <w:p w14:paraId="41148689" w14:textId="77777777" w:rsidR="00EE1F36" w:rsidRDefault="00EE1F36" w:rsidP="00075EA9">
      <w:pPr>
        <w:pStyle w:val="Bulletlevel1"/>
      </w:pPr>
      <w:r>
        <w:t>Configure a router with extended named ACLs.</w:t>
      </w:r>
    </w:p>
    <w:p w14:paraId="4B7A1959" w14:textId="77777777" w:rsidR="00852BA9" w:rsidRDefault="00EE1F36" w:rsidP="00075EA9">
      <w:pPr>
        <w:pStyle w:val="Bulletlevel1"/>
      </w:pPr>
      <w:r>
        <w:t>Configure a router with extended ACLs to meet specific communication requirements.</w:t>
      </w:r>
    </w:p>
    <w:p w14:paraId="262B5489" w14:textId="77777777" w:rsidR="008E43F3" w:rsidRDefault="008E43F3" w:rsidP="00075EA9">
      <w:pPr>
        <w:pStyle w:val="Bulletlevel1"/>
      </w:pPr>
      <w:r>
        <w:t>Configure an ACL to control access to network device terminal lines.</w:t>
      </w:r>
    </w:p>
    <w:p w14:paraId="6756C024" w14:textId="77777777" w:rsidR="00EE1F36" w:rsidRDefault="00EE1F36" w:rsidP="00075EA9">
      <w:pPr>
        <w:pStyle w:val="Bulletlevel1"/>
      </w:pPr>
      <w:r>
        <w:t>Configure the appropriate router interfaces with ACLs in the appropriate direction.</w:t>
      </w:r>
    </w:p>
    <w:p w14:paraId="06162403" w14:textId="77777777" w:rsidR="001833B7" w:rsidRPr="004C0909" w:rsidRDefault="001833B7" w:rsidP="00075EA9">
      <w:pPr>
        <w:pStyle w:val="Bulletlevel1"/>
      </w:pPr>
      <w:r>
        <w:t>Verify the operation of the configured ACLs.</w:t>
      </w:r>
    </w:p>
    <w:p w14:paraId="1A702F07" w14:textId="77777777" w:rsidR="00D778DF" w:rsidRDefault="00D778DF" w:rsidP="00D452F4">
      <w:pPr>
        <w:pStyle w:val="Heading1"/>
      </w:pPr>
      <w:r w:rsidRPr="00E70096">
        <w:t>Background / Scenario</w:t>
      </w:r>
    </w:p>
    <w:p w14:paraId="5CC8F243" w14:textId="77777777" w:rsidR="00D778DF" w:rsidRDefault="00E90DB5" w:rsidP="00D778DF">
      <w:pPr>
        <w:pStyle w:val="BodyTextL25"/>
      </w:pPr>
      <w:r>
        <w:t xml:space="preserve">In this activity you will configure </w:t>
      </w:r>
      <w:r w:rsidR="00BF6560">
        <w:t xml:space="preserve">extended, standard named, and extended named ACLs to meet </w:t>
      </w:r>
      <w:r w:rsidR="008E43F3">
        <w:t xml:space="preserve">specified communication </w:t>
      </w:r>
      <w:r w:rsidR="00BF6560">
        <w:t>requirements.</w:t>
      </w:r>
    </w:p>
    <w:p w14:paraId="2402E290" w14:textId="77777777" w:rsidR="004B627D" w:rsidRDefault="004B627D" w:rsidP="004B627D">
      <w:pPr>
        <w:pStyle w:val="Heading1"/>
      </w:pPr>
      <w:r>
        <w:lastRenderedPageBreak/>
        <w:t>Instructions</w:t>
      </w:r>
    </w:p>
    <w:p w14:paraId="1DBA6935" w14:textId="77777777" w:rsidR="00344286" w:rsidRDefault="00344286" w:rsidP="005C4085">
      <w:pPr>
        <w:pStyle w:val="Heading3"/>
      </w:pPr>
      <w:r>
        <w:t>Verify Connectivity in the New Company Network</w:t>
      </w:r>
    </w:p>
    <w:p w14:paraId="1362E741" w14:textId="77777777" w:rsidR="00344286" w:rsidRPr="00344286" w:rsidRDefault="003D65F9" w:rsidP="003D65F9">
      <w:pPr>
        <w:pStyle w:val="BodyTextL25"/>
      </w:pPr>
      <w:r>
        <w:t>First, test connectivity on the network as it is before configuring the ACLs. All hosts should be able to ping all other hosts.</w:t>
      </w:r>
    </w:p>
    <w:p w14:paraId="544E69A6" w14:textId="77777777" w:rsidR="005C4085" w:rsidRPr="005C4085" w:rsidRDefault="001833B7" w:rsidP="005C4085">
      <w:pPr>
        <w:pStyle w:val="Heading3"/>
      </w:pPr>
      <w:r>
        <w:t>Configure Standard and Extended ACLs per Requirements</w:t>
      </w:r>
      <w:r w:rsidR="005C4085">
        <w:t>.</w:t>
      </w:r>
    </w:p>
    <w:p w14:paraId="5F37F89E" w14:textId="77777777" w:rsidR="00C841D6" w:rsidRDefault="00C841D6" w:rsidP="00C841D6">
      <w:pPr>
        <w:pStyle w:val="BodyTextL25"/>
      </w:pPr>
      <w:r>
        <w:t>Configure ACLs to meet the following requirements:</w:t>
      </w:r>
    </w:p>
    <w:p w14:paraId="0149B426" w14:textId="77777777" w:rsidR="00C841D6" w:rsidRDefault="00C841D6" w:rsidP="00C841D6">
      <w:pPr>
        <w:pStyle w:val="BodyTextL25Bold"/>
      </w:pPr>
      <w:r>
        <w:t>Important guidelines:</w:t>
      </w:r>
    </w:p>
    <w:p w14:paraId="0390B4C1" w14:textId="77777777" w:rsidR="00C841D6" w:rsidRDefault="00B926E0" w:rsidP="00C841D6">
      <w:pPr>
        <w:pStyle w:val="Bulletlevel2"/>
      </w:pPr>
      <w:r>
        <w:t xml:space="preserve">Do </w:t>
      </w:r>
      <w:r w:rsidRPr="008E43F3">
        <w:rPr>
          <w:b/>
        </w:rPr>
        <w:t>not</w:t>
      </w:r>
      <w:r>
        <w:t xml:space="preserve"> use explicit</w:t>
      </w:r>
      <w:r w:rsidR="00C841D6">
        <w:t xml:space="preserve"> deny</w:t>
      </w:r>
      <w:r>
        <w:t xml:space="preserve"> any</w:t>
      </w:r>
      <w:r w:rsidR="00C841D6">
        <w:t xml:space="preserve"> statements </w:t>
      </w:r>
      <w:r>
        <w:t>at the end of your</w:t>
      </w:r>
      <w:r w:rsidR="00C841D6">
        <w:t xml:space="preserve"> ACLs.</w:t>
      </w:r>
    </w:p>
    <w:p w14:paraId="61730443" w14:textId="77777777" w:rsidR="00C841D6" w:rsidRDefault="00C841D6" w:rsidP="00C841D6">
      <w:pPr>
        <w:pStyle w:val="Bulletlevel2"/>
      </w:pPr>
      <w:r>
        <w:t>Use shorthand (</w:t>
      </w:r>
      <w:r w:rsidRPr="00344286">
        <w:rPr>
          <w:b/>
        </w:rPr>
        <w:t>host</w:t>
      </w:r>
      <w:r>
        <w:t xml:space="preserve"> and </w:t>
      </w:r>
      <w:r w:rsidRPr="00344286">
        <w:rPr>
          <w:b/>
        </w:rPr>
        <w:t>any</w:t>
      </w:r>
      <w:r>
        <w:t>) whenever possible.</w:t>
      </w:r>
    </w:p>
    <w:p w14:paraId="147773DD" w14:textId="77777777" w:rsidR="001738B3" w:rsidRDefault="001738B3" w:rsidP="00C841D6">
      <w:pPr>
        <w:pStyle w:val="Bulletlevel2"/>
      </w:pPr>
      <w:r>
        <w:t>Write y</w:t>
      </w:r>
      <w:r w:rsidR="00ED27F1">
        <w:t>our ACL statements to address the requirements in the order that they are specified here.</w:t>
      </w:r>
    </w:p>
    <w:p w14:paraId="45A4A0A1" w14:textId="77777777" w:rsidR="00C841D6" w:rsidRDefault="00C841D6" w:rsidP="00C841D6">
      <w:pPr>
        <w:pStyle w:val="Bulletlevel2"/>
      </w:pPr>
      <w:r>
        <w:t>Place your ACLs in the most efficient location and direction.</w:t>
      </w:r>
    </w:p>
    <w:p w14:paraId="57B314EE" w14:textId="77777777" w:rsidR="006F703B" w:rsidRDefault="00856971" w:rsidP="00856971">
      <w:pPr>
        <w:pStyle w:val="BodyTextL25Bold"/>
      </w:pPr>
      <w:r>
        <w:t>ACL 1 Requirements</w:t>
      </w:r>
    </w:p>
    <w:p w14:paraId="0C36E381" w14:textId="77777777" w:rsidR="00CC1C79" w:rsidRDefault="00090885" w:rsidP="00090885">
      <w:pPr>
        <w:pStyle w:val="Bulletlevel2"/>
      </w:pPr>
      <w:r>
        <w:t xml:space="preserve">Create ACL </w:t>
      </w:r>
      <w:r w:rsidRPr="008E43F3">
        <w:rPr>
          <w:b/>
        </w:rPr>
        <w:t>101</w:t>
      </w:r>
      <w:r>
        <w:t>.</w:t>
      </w:r>
    </w:p>
    <w:p w14:paraId="30C274B3" w14:textId="77777777" w:rsidR="00ED27F1" w:rsidRDefault="00ED27F1" w:rsidP="00ED27F1">
      <w:pPr>
        <w:pStyle w:val="Bulletlevel2"/>
      </w:pPr>
      <w:r>
        <w:t>Explicitly block FTP access to the Enterprise Web Server from the internet.</w:t>
      </w:r>
    </w:p>
    <w:p w14:paraId="2F03D0A5" w14:textId="77777777" w:rsidR="006F703B" w:rsidRDefault="006F703B" w:rsidP="00856971">
      <w:pPr>
        <w:pStyle w:val="Bulletlevel2"/>
      </w:pPr>
      <w:r>
        <w:t xml:space="preserve">No </w:t>
      </w:r>
      <w:r w:rsidR="00B330ED">
        <w:t>ICMP</w:t>
      </w:r>
      <w:r w:rsidR="0000090B">
        <w:t xml:space="preserve"> traffic</w:t>
      </w:r>
      <w:r>
        <w:t xml:space="preserve"> from the </w:t>
      </w:r>
      <w:r w:rsidR="005C4085">
        <w:t>i</w:t>
      </w:r>
      <w:r>
        <w:t xml:space="preserve">nternet should be allowed to </w:t>
      </w:r>
      <w:r w:rsidR="00B330ED">
        <w:t xml:space="preserve">any hosts on </w:t>
      </w:r>
      <w:r w:rsidR="00154C4B">
        <w:t>HQ LAN 1</w:t>
      </w:r>
    </w:p>
    <w:p w14:paraId="406806B5" w14:textId="77777777" w:rsidR="00695A63" w:rsidRDefault="00695A63" w:rsidP="00856971">
      <w:pPr>
        <w:pStyle w:val="Bulletlevel2"/>
      </w:pPr>
      <w:r>
        <w:t>Allow all other traffic</w:t>
      </w:r>
      <w:r w:rsidR="005C4085">
        <w:t>.</w:t>
      </w:r>
    </w:p>
    <w:p w14:paraId="71D63381" w14:textId="77777777" w:rsidR="00856971" w:rsidRDefault="00856971" w:rsidP="00856971">
      <w:pPr>
        <w:pStyle w:val="BodyTextL25Bold"/>
      </w:pPr>
      <w:r>
        <w:t xml:space="preserve">ACL </w:t>
      </w:r>
      <w:r w:rsidR="00B926E0">
        <w:t>2</w:t>
      </w:r>
      <w:r>
        <w:t xml:space="preserve"> Requirements</w:t>
      </w:r>
    </w:p>
    <w:p w14:paraId="4182CF54" w14:textId="77777777" w:rsidR="00B926E0" w:rsidRDefault="00B926E0" w:rsidP="00856971">
      <w:pPr>
        <w:pStyle w:val="Bulletlevel2"/>
      </w:pPr>
      <w:r>
        <w:t xml:space="preserve">Use ACL number </w:t>
      </w:r>
      <w:r w:rsidR="008E43F3" w:rsidRPr="008E43F3">
        <w:rPr>
          <w:b/>
        </w:rPr>
        <w:t>11</w:t>
      </w:r>
      <w:r w:rsidRPr="008E43F3">
        <w:rPr>
          <w:b/>
        </w:rPr>
        <w:t>1</w:t>
      </w:r>
    </w:p>
    <w:p w14:paraId="52589FE8" w14:textId="77777777" w:rsidR="00D70322" w:rsidRDefault="00B3790D" w:rsidP="00856971">
      <w:pPr>
        <w:pStyle w:val="Bulletlevel2"/>
      </w:pPr>
      <w:r>
        <w:t>No hosts on</w:t>
      </w:r>
      <w:r w:rsidR="00B926E0">
        <w:t xml:space="preserve"> HQ</w:t>
      </w:r>
      <w:r>
        <w:t xml:space="preserve"> LAN 1 should be able to access the B</w:t>
      </w:r>
      <w:r w:rsidR="007825CF">
        <w:t>r</w:t>
      </w:r>
      <w:r>
        <w:t>anch Server</w:t>
      </w:r>
      <w:r w:rsidR="00BD6E5E">
        <w:t xml:space="preserve">. </w:t>
      </w:r>
    </w:p>
    <w:p w14:paraId="2CFB71AE" w14:textId="77777777" w:rsidR="006F703B" w:rsidRDefault="00BD6E5E" w:rsidP="00856971">
      <w:pPr>
        <w:pStyle w:val="Bulletlevel2"/>
      </w:pPr>
      <w:r>
        <w:t xml:space="preserve">All </w:t>
      </w:r>
      <w:r w:rsidR="00BF2580">
        <w:t>other</w:t>
      </w:r>
      <w:r>
        <w:t xml:space="preserve"> traffic should be permitted.</w:t>
      </w:r>
    </w:p>
    <w:p w14:paraId="4544F75A" w14:textId="77777777" w:rsidR="00B926E0" w:rsidRDefault="00B926E0" w:rsidP="00B926E0">
      <w:pPr>
        <w:pStyle w:val="BodyTextL25Bold"/>
      </w:pPr>
      <w:r>
        <w:t>ACL 3: Requirements</w:t>
      </w:r>
    </w:p>
    <w:p w14:paraId="01D21B0E" w14:textId="77777777" w:rsidR="00B926E0" w:rsidRPr="00695A63" w:rsidRDefault="00B926E0" w:rsidP="00B926E0">
      <w:pPr>
        <w:pStyle w:val="Bulletlevel2"/>
      </w:pPr>
      <w:r w:rsidRPr="00695A63">
        <w:t xml:space="preserve">Create a named standard ACL. Use </w:t>
      </w:r>
      <w:r>
        <w:t xml:space="preserve">the name </w:t>
      </w:r>
      <w:r w:rsidRPr="00695A63">
        <w:rPr>
          <w:b/>
        </w:rPr>
        <w:t>vty_block</w:t>
      </w:r>
      <w:r w:rsidRPr="00695A63">
        <w:t>. The name of your ACL must match this name exactly.</w:t>
      </w:r>
    </w:p>
    <w:p w14:paraId="74649604" w14:textId="77777777" w:rsidR="00B926E0" w:rsidRDefault="00B926E0" w:rsidP="00B926E0">
      <w:pPr>
        <w:pStyle w:val="Bulletlevel2"/>
      </w:pPr>
      <w:r>
        <w:t>Only addresses from the HQ LAN 2 network should be able to access the VTY lines of the HQ router.</w:t>
      </w:r>
    </w:p>
    <w:p w14:paraId="51DBFE8E" w14:textId="77777777" w:rsidR="00056C5A" w:rsidRDefault="00056C5A" w:rsidP="00856971">
      <w:pPr>
        <w:pStyle w:val="BodyTextL25Bold"/>
      </w:pPr>
      <w:r>
        <w:t xml:space="preserve">ACL 4: </w:t>
      </w:r>
      <w:r w:rsidR="00856971">
        <w:t>Requirements</w:t>
      </w:r>
    </w:p>
    <w:p w14:paraId="7FC17C1A" w14:textId="77777777" w:rsidR="00BF6560" w:rsidRDefault="00BF6560" w:rsidP="00856971">
      <w:pPr>
        <w:pStyle w:val="Bulletlevel2"/>
      </w:pPr>
      <w:r>
        <w:t xml:space="preserve">Create a named extended ACL called </w:t>
      </w:r>
      <w:r w:rsidRPr="00BF6560">
        <w:rPr>
          <w:b/>
        </w:rPr>
        <w:t>branch_to_hq</w:t>
      </w:r>
      <w:r>
        <w:t xml:space="preserve">. </w:t>
      </w:r>
      <w:r w:rsidRPr="00695A63">
        <w:t>The name of your ACL must match this name exactly.</w:t>
      </w:r>
    </w:p>
    <w:p w14:paraId="3CC2EE93" w14:textId="77777777" w:rsidR="00B3790D" w:rsidRDefault="00B3790D" w:rsidP="00856971">
      <w:pPr>
        <w:pStyle w:val="Bulletlevel2"/>
      </w:pPr>
      <w:r>
        <w:t>No hosts on either</w:t>
      </w:r>
      <w:r w:rsidR="00650103">
        <w:t xml:space="preserve"> of the</w:t>
      </w:r>
      <w:r>
        <w:t xml:space="preserve"> Branch LAN</w:t>
      </w:r>
      <w:r w:rsidR="00A42710">
        <w:t>s</w:t>
      </w:r>
      <w:r>
        <w:t xml:space="preserve"> should be allowed to access HQ LAN 1.</w:t>
      </w:r>
      <w:r w:rsidR="00056C5A">
        <w:t xml:space="preserve"> Use one </w:t>
      </w:r>
      <w:r w:rsidR="00A42710">
        <w:t xml:space="preserve">access list </w:t>
      </w:r>
      <w:r w:rsidR="00056C5A">
        <w:t>statement for each</w:t>
      </w:r>
      <w:r w:rsidR="00A42710">
        <w:t xml:space="preserve"> of the Branch</w:t>
      </w:r>
      <w:r w:rsidR="00056C5A">
        <w:t xml:space="preserve"> LAN</w:t>
      </w:r>
      <w:r w:rsidR="00A42710">
        <w:t>s</w:t>
      </w:r>
      <w:r w:rsidR="00056C5A">
        <w:t>.</w:t>
      </w:r>
    </w:p>
    <w:p w14:paraId="1D47646E" w14:textId="77777777" w:rsidR="00056C5A" w:rsidRDefault="00056C5A" w:rsidP="00856971">
      <w:pPr>
        <w:pStyle w:val="Bulletlevel2"/>
      </w:pPr>
      <w:r>
        <w:t>All other traffic should be allowed.</w:t>
      </w:r>
    </w:p>
    <w:p w14:paraId="56E4A06F" w14:textId="77777777" w:rsidR="001833B7" w:rsidRDefault="001833B7" w:rsidP="001833B7">
      <w:pPr>
        <w:pStyle w:val="Heading3"/>
      </w:pPr>
      <w:r>
        <w:t>Verify ACL Operation</w:t>
      </w:r>
      <w:r w:rsidR="005C4085">
        <w:t>.</w:t>
      </w:r>
    </w:p>
    <w:p w14:paraId="7EBC6142" w14:textId="77777777" w:rsidR="00952661" w:rsidRDefault="001833B7" w:rsidP="001833B7">
      <w:pPr>
        <w:pStyle w:val="SubStepAlpha"/>
      </w:pPr>
      <w:r>
        <w:t>Perform the following connectivity tests between devices in the topology.</w:t>
      </w:r>
      <w:r w:rsidR="00952661">
        <w:t xml:space="preserve"> </w:t>
      </w:r>
      <w:r>
        <w:t>Note whether or not they are successful.</w:t>
      </w:r>
    </w:p>
    <w:p w14:paraId="1BEB9F50" w14:textId="304AFF5B" w:rsidR="001833B7" w:rsidRDefault="001833B7" w:rsidP="00952661">
      <w:pPr>
        <w:pStyle w:val="BodyTextL50"/>
      </w:pPr>
      <w:r>
        <w:rPr>
          <w:b/>
          <w:bCs/>
        </w:rPr>
        <w:t>Note</w:t>
      </w:r>
      <w:r>
        <w:t>:</w:t>
      </w:r>
      <w:r w:rsidR="00952661">
        <w:t xml:space="preserve"> </w:t>
      </w:r>
      <w:r>
        <w:t xml:space="preserve">Use the </w:t>
      </w:r>
      <w:r>
        <w:rPr>
          <w:b/>
          <w:bCs/>
        </w:rPr>
        <w:t>show ip access-lists</w:t>
      </w:r>
      <w:r>
        <w:t xml:space="preserve"> command to verify ACL operation. Use the </w:t>
      </w:r>
      <w:r>
        <w:rPr>
          <w:b/>
          <w:bCs/>
        </w:rPr>
        <w:t xml:space="preserve">clear access list counters </w:t>
      </w:r>
      <w:r>
        <w:t>command to reset the match counters.</w:t>
      </w:r>
    </w:p>
    <w:p w14:paraId="48332657" w14:textId="347D6A4C" w:rsidR="00952661" w:rsidRPr="00952661" w:rsidRDefault="00952661" w:rsidP="00952661">
      <w:pPr>
        <w:pStyle w:val="Heading4"/>
      </w:pPr>
      <w:r w:rsidRPr="00952661">
        <w:t>Q</w:t>
      </w:r>
      <w:r w:rsidRPr="00952661">
        <w:rPr>
          <w:rStyle w:val="Heading4Char"/>
        </w:rPr>
        <w:t>uestion</w:t>
      </w:r>
      <w:r>
        <w:rPr>
          <w:rStyle w:val="Heading4Char"/>
        </w:rPr>
        <w:t>s</w:t>
      </w:r>
      <w:r w:rsidRPr="00952661">
        <w:t>:</w:t>
      </w:r>
    </w:p>
    <w:p w14:paraId="21008B43" w14:textId="60E3E224" w:rsidR="001833B7" w:rsidRDefault="001833B7" w:rsidP="00BB1126">
      <w:pPr>
        <w:pStyle w:val="BodyTextL50"/>
        <w:spacing w:before="0"/>
      </w:pPr>
      <w:r>
        <w:t>Send a ping request from Branch PC to the Enterprise Web Server.</w:t>
      </w:r>
      <w:r w:rsidR="00952661">
        <w:t xml:space="preserve"> </w:t>
      </w:r>
      <w:r w:rsidR="005C4085">
        <w:t>Was it s</w:t>
      </w:r>
      <w:r>
        <w:t xml:space="preserve">uccessful? </w:t>
      </w:r>
      <w:r w:rsidR="00952661">
        <w:t>Explain.</w:t>
      </w:r>
    </w:p>
    <w:p w14:paraId="2CEB40F0" w14:textId="77777777" w:rsidR="001833B7" w:rsidRDefault="00344286" w:rsidP="00344286">
      <w:pPr>
        <w:pStyle w:val="AnswerLineL50"/>
      </w:pPr>
      <w:r>
        <w:t>Type your answers here.</w:t>
      </w:r>
    </w:p>
    <w:p w14:paraId="6C7D59F5" w14:textId="77777777" w:rsidR="001833B7" w:rsidRDefault="001833B7" w:rsidP="00BB1126">
      <w:pPr>
        <w:pStyle w:val="BodyTextL50"/>
      </w:pPr>
      <w:r>
        <w:lastRenderedPageBreak/>
        <w:t>Which ACL statement permitted or denied the ping between these two devices? List the access list name or number, the router on which it was applied, and the specific line that the traffic matched.</w:t>
      </w:r>
    </w:p>
    <w:p w14:paraId="1FF0EED6" w14:textId="77777777" w:rsidR="00ED27F1" w:rsidRDefault="00ED27F1" w:rsidP="00ED27F1">
      <w:pPr>
        <w:pStyle w:val="AnswerLineL50"/>
      </w:pPr>
      <w:r>
        <w:t>Type your answers here.</w:t>
      </w:r>
    </w:p>
    <w:p w14:paraId="28D5FE38" w14:textId="5D4754D7" w:rsidR="00ED27F1" w:rsidRPr="00ED27F1" w:rsidRDefault="001833B7" w:rsidP="00BB1126">
      <w:pPr>
        <w:pStyle w:val="BodyTextL50"/>
        <w:rPr>
          <w:b/>
          <w:i/>
        </w:rPr>
      </w:pPr>
      <w:r w:rsidRPr="00ED27F1">
        <w:t xml:space="preserve">Attempt to ping from PC-1 on the HQ LAN 1 to the Branch Server. </w:t>
      </w:r>
      <w:r w:rsidR="005C4085" w:rsidRPr="00ED27F1">
        <w:t>Was it s</w:t>
      </w:r>
      <w:r w:rsidRPr="00ED27F1">
        <w:t xml:space="preserve">uccessful? </w:t>
      </w:r>
      <w:r w:rsidR="00952661">
        <w:t>Explain.</w:t>
      </w:r>
    </w:p>
    <w:p w14:paraId="34867B31" w14:textId="77777777" w:rsidR="00ED27F1" w:rsidRDefault="00ED27F1" w:rsidP="00ED27F1">
      <w:pPr>
        <w:pStyle w:val="AnswerLineL50"/>
      </w:pPr>
      <w:bookmarkStart w:id="0" w:name="_Hlk23503958"/>
      <w:r>
        <w:t>Type your answers here.</w:t>
      </w:r>
    </w:p>
    <w:bookmarkEnd w:id="0"/>
    <w:p w14:paraId="3C1865E6" w14:textId="77777777" w:rsidR="001833B7" w:rsidRDefault="001833B7" w:rsidP="00BB1126">
      <w:pPr>
        <w:pStyle w:val="BodyTextL50"/>
      </w:pPr>
      <w:r>
        <w:t>Which ACL statement permitted or denied the ping between these two devices?</w:t>
      </w:r>
    </w:p>
    <w:p w14:paraId="0F09F030" w14:textId="77777777" w:rsidR="00ED27F1" w:rsidRDefault="00ED27F1" w:rsidP="00ED27F1">
      <w:pPr>
        <w:pStyle w:val="AnswerLineL50"/>
      </w:pPr>
      <w:r>
        <w:t>Type your answers here.</w:t>
      </w:r>
    </w:p>
    <w:p w14:paraId="1DF97BBF" w14:textId="5323D47C" w:rsidR="00ED27F1" w:rsidRDefault="001833B7" w:rsidP="00BB1126">
      <w:pPr>
        <w:pStyle w:val="BodyTextL50"/>
      </w:pPr>
      <w:r>
        <w:t xml:space="preserve">Open a web browser on the External Server and attempt to bring up a web page stored on the Enterprise Web Server. Is it successful? </w:t>
      </w:r>
      <w:r w:rsidR="00B32C27">
        <w:t>Explain.</w:t>
      </w:r>
    </w:p>
    <w:p w14:paraId="070D0E4E" w14:textId="77777777" w:rsidR="00ED27F1" w:rsidRDefault="00ED27F1" w:rsidP="00461D22">
      <w:pPr>
        <w:pStyle w:val="AnswerLineL50"/>
        <w:spacing w:after="360"/>
      </w:pPr>
      <w:r>
        <w:t>Type your answers here.</w:t>
      </w:r>
    </w:p>
    <w:p w14:paraId="2FF6D63F" w14:textId="77777777" w:rsidR="001833B7" w:rsidRDefault="001833B7" w:rsidP="00BB1126">
      <w:pPr>
        <w:pStyle w:val="BodyTextL50"/>
      </w:pPr>
      <w:r>
        <w:t>Which ACL statement permitted or denied the ping between these two devices?</w:t>
      </w:r>
    </w:p>
    <w:p w14:paraId="2B85EE94" w14:textId="77777777" w:rsidR="00ED27F1" w:rsidRDefault="00ED27F1" w:rsidP="00ED27F1">
      <w:pPr>
        <w:pStyle w:val="AnswerLineL50"/>
      </w:pPr>
      <w:r>
        <w:t>Type your answers here.</w:t>
      </w:r>
    </w:p>
    <w:p w14:paraId="454A5D12" w14:textId="4E5749FF" w:rsidR="001833B7" w:rsidRDefault="001833B7" w:rsidP="001833B7">
      <w:pPr>
        <w:pStyle w:val="SubStepAlpha"/>
      </w:pPr>
      <w:r>
        <w:t xml:space="preserve">Test connections to an internal server from the </w:t>
      </w:r>
      <w:r w:rsidR="005C4085">
        <w:t>i</w:t>
      </w:r>
      <w:r>
        <w:t>nternet.</w:t>
      </w:r>
    </w:p>
    <w:p w14:paraId="05BEA0DE" w14:textId="7F4F81AA" w:rsidR="00B32C27" w:rsidRDefault="00B32C27" w:rsidP="00B32C27">
      <w:pPr>
        <w:pStyle w:val="Heading4"/>
      </w:pPr>
      <w:r>
        <w:t>Questions:</w:t>
      </w:r>
    </w:p>
    <w:p w14:paraId="50E16077" w14:textId="282E5756" w:rsidR="001833B7" w:rsidRDefault="001833B7" w:rsidP="0087452B">
      <w:pPr>
        <w:pStyle w:val="BodyTextL50"/>
        <w:spacing w:before="0"/>
      </w:pPr>
      <w:r>
        <w:t>From the command line on the Internet User PC, attempt to make an FTP connection to the Branch Server. Is the FTP connection successful?</w:t>
      </w:r>
    </w:p>
    <w:p w14:paraId="713EA8C4" w14:textId="77777777" w:rsidR="00ED27F1" w:rsidRDefault="00ED27F1" w:rsidP="00ED27F1">
      <w:pPr>
        <w:pStyle w:val="AnswerLineL50"/>
      </w:pPr>
      <w:bookmarkStart w:id="1" w:name="_Hlk23508232"/>
      <w:r>
        <w:t>Type your answers here.</w:t>
      </w:r>
    </w:p>
    <w:bookmarkEnd w:id="1"/>
    <w:p w14:paraId="48590C94" w14:textId="77777777" w:rsidR="003D65F9" w:rsidRDefault="001833B7" w:rsidP="00B32C27">
      <w:pPr>
        <w:pStyle w:val="BodyTextL50"/>
      </w:pPr>
      <w:r>
        <w:t>Which access list should be modified to prevent users from the Internet to make FTP connections to the Branch Server?</w:t>
      </w:r>
    </w:p>
    <w:p w14:paraId="1B446C60" w14:textId="77777777" w:rsidR="003D65F9" w:rsidRDefault="003D65F9" w:rsidP="003D65F9">
      <w:pPr>
        <w:pStyle w:val="AnswerLineL50"/>
      </w:pPr>
      <w:r>
        <w:t>Type your answers here.</w:t>
      </w:r>
    </w:p>
    <w:p w14:paraId="79E395C7" w14:textId="77777777" w:rsidR="001833B7" w:rsidRPr="003D65F9" w:rsidRDefault="001833B7" w:rsidP="00B32C27">
      <w:pPr>
        <w:pStyle w:val="BodyTextL50"/>
      </w:pPr>
      <w:r w:rsidRPr="003D65F9">
        <w:t>Which statement(s) should be added to the access list to deny this traffic?</w:t>
      </w:r>
    </w:p>
    <w:p w14:paraId="2AF5ED5A" w14:textId="77777777" w:rsidR="003D65F9" w:rsidRDefault="003D65F9" w:rsidP="003D65F9">
      <w:pPr>
        <w:pStyle w:val="AnswerLineL50"/>
      </w:pPr>
      <w:r>
        <w:t>Type your answers here.</w:t>
      </w:r>
    </w:p>
    <w:p w14:paraId="327D75DC" w14:textId="7E65750B" w:rsidR="00623B95" w:rsidRPr="00623B95" w:rsidRDefault="00623B95" w:rsidP="00FC4573">
      <w:pPr>
        <w:pStyle w:val="ConfigWindow"/>
      </w:pPr>
      <w:r w:rsidRPr="00623B95">
        <w:t>End of document</w:t>
      </w:r>
    </w:p>
    <w:sectPr w:rsidR="00623B95" w:rsidRPr="00623B9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97EEF" w14:textId="77777777" w:rsidR="00FB6C80" w:rsidRDefault="00FB6C80" w:rsidP="00710659">
      <w:pPr>
        <w:spacing w:after="0" w:line="240" w:lineRule="auto"/>
      </w:pPr>
      <w:r>
        <w:separator/>
      </w:r>
    </w:p>
    <w:p w14:paraId="37F76846" w14:textId="77777777" w:rsidR="00FB6C80" w:rsidRDefault="00FB6C80"/>
  </w:endnote>
  <w:endnote w:type="continuationSeparator" w:id="0">
    <w:p w14:paraId="17513099" w14:textId="77777777" w:rsidR="00FB6C80" w:rsidRDefault="00FB6C80" w:rsidP="00710659">
      <w:pPr>
        <w:spacing w:after="0" w:line="240" w:lineRule="auto"/>
      </w:pPr>
      <w:r>
        <w:continuationSeparator/>
      </w:r>
    </w:p>
    <w:p w14:paraId="20C22836" w14:textId="77777777" w:rsidR="00FB6C80" w:rsidRDefault="00FB6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7F978" w14:textId="5009283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241AF">
          <w:t>2017</w:t>
        </w:r>
      </w:sdtContent>
    </w:sdt>
    <w:r>
      <w:t xml:space="preserve"> - </w:t>
    </w:r>
    <w:r>
      <w:fldChar w:fldCharType="begin"/>
    </w:r>
    <w:r>
      <w:instrText xml:space="preserve"> SAVEDATE  \@ "yyyy"  \* MERGEFORMAT </w:instrText>
    </w:r>
    <w:r>
      <w:fldChar w:fldCharType="separate"/>
    </w:r>
    <w:r w:rsidR="003D782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833B7">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833B7">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8F345" w14:textId="3C65E89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241AF">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3D7825">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833B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833B7">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DB4F7" w14:textId="77777777" w:rsidR="00FB6C80" w:rsidRDefault="00FB6C80" w:rsidP="00710659">
      <w:pPr>
        <w:spacing w:after="0" w:line="240" w:lineRule="auto"/>
      </w:pPr>
      <w:r>
        <w:separator/>
      </w:r>
    </w:p>
    <w:p w14:paraId="73B42E89" w14:textId="77777777" w:rsidR="00FB6C80" w:rsidRDefault="00FB6C80"/>
  </w:footnote>
  <w:footnote w:type="continuationSeparator" w:id="0">
    <w:p w14:paraId="1ED5C248" w14:textId="77777777" w:rsidR="00FB6C80" w:rsidRDefault="00FB6C80" w:rsidP="00710659">
      <w:pPr>
        <w:spacing w:after="0" w:line="240" w:lineRule="auto"/>
      </w:pPr>
      <w:r>
        <w:continuationSeparator/>
      </w:r>
    </w:p>
    <w:p w14:paraId="098AFFF4" w14:textId="77777777" w:rsidR="00FB6C80" w:rsidRDefault="00FB6C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2EB214162C9461A95DBA3D7294B9C07"/>
      </w:placeholder>
      <w:dataBinding w:prefixMappings="xmlns:ns0='http://purl.org/dc/elements/1.1/' xmlns:ns1='http://schemas.openxmlformats.org/package/2006/metadata/core-properties' " w:xpath="/ns1:coreProperties[1]/ns0:title[1]" w:storeItemID="{6C3C8BC8-F283-45AE-878A-BAB7291924A1}"/>
      <w:text/>
    </w:sdtPr>
    <w:sdtEndPr/>
    <w:sdtContent>
      <w:p w14:paraId="0CBAAA3F" w14:textId="4A6BB853" w:rsidR="00926CB2" w:rsidRDefault="004241AF" w:rsidP="008402F2">
        <w:pPr>
          <w:pStyle w:val="PageHead"/>
        </w:pPr>
        <w:r>
          <w:t>Packet Tracer - IPv4 ACL Implementation Challenge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3A5E2" w14:textId="77777777" w:rsidR="00926CB2" w:rsidRDefault="00882B63" w:rsidP="006C3FCF">
    <w:pPr>
      <w:ind w:left="-288"/>
    </w:pPr>
    <w:r>
      <w:rPr>
        <w:noProof/>
      </w:rPr>
      <w:drawing>
        <wp:inline distT="0" distB="0" distL="0" distR="0" wp14:anchorId="180D06C0" wp14:editId="46C8A84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1BAAB66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DFC626F"/>
    <w:multiLevelType w:val="hybridMultilevel"/>
    <w:tmpl w:val="0A6C22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2225AAD"/>
    <w:multiLevelType w:val="hybridMultilevel"/>
    <w:tmpl w:val="F446E4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9BD219B"/>
    <w:multiLevelType w:val="hybridMultilevel"/>
    <w:tmpl w:val="F84E5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7"/>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OxMDY1sDC2NDCzMDFU0lEKTi0uzszPAykwrAUAetc1YywAAAA="/>
  </w:docVars>
  <w:rsids>
    <w:rsidRoot w:val="0001245A"/>
    <w:rsid w:val="0000090B"/>
    <w:rsid w:val="00001BDF"/>
    <w:rsid w:val="0000380F"/>
    <w:rsid w:val="00004175"/>
    <w:rsid w:val="000059C9"/>
    <w:rsid w:val="0001245A"/>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6C5A"/>
    <w:rsid w:val="00060696"/>
    <w:rsid w:val="00062D89"/>
    <w:rsid w:val="00067A67"/>
    <w:rsid w:val="00070C16"/>
    <w:rsid w:val="00075EA9"/>
    <w:rsid w:val="000769CF"/>
    <w:rsid w:val="000815D8"/>
    <w:rsid w:val="00084C99"/>
    <w:rsid w:val="00085CC6"/>
    <w:rsid w:val="00090885"/>
    <w:rsid w:val="00090C07"/>
    <w:rsid w:val="0009147A"/>
    <w:rsid w:val="00091E8D"/>
    <w:rsid w:val="0009378D"/>
    <w:rsid w:val="00097163"/>
    <w:rsid w:val="000A22C8"/>
    <w:rsid w:val="000B2344"/>
    <w:rsid w:val="000B7DE5"/>
    <w:rsid w:val="000C0D9B"/>
    <w:rsid w:val="000C2118"/>
    <w:rsid w:val="000C6425"/>
    <w:rsid w:val="000C6E6E"/>
    <w:rsid w:val="000C7B7D"/>
    <w:rsid w:val="000D55B4"/>
    <w:rsid w:val="000E1DD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CAE"/>
    <w:rsid w:val="001366EC"/>
    <w:rsid w:val="00141963"/>
    <w:rsid w:val="0014219C"/>
    <w:rsid w:val="001425ED"/>
    <w:rsid w:val="00143450"/>
    <w:rsid w:val="00144997"/>
    <w:rsid w:val="0015003A"/>
    <w:rsid w:val="001523C0"/>
    <w:rsid w:val="001535FE"/>
    <w:rsid w:val="00154001"/>
    <w:rsid w:val="00154C4B"/>
    <w:rsid w:val="00154E3A"/>
    <w:rsid w:val="00155352"/>
    <w:rsid w:val="00157902"/>
    <w:rsid w:val="00162105"/>
    <w:rsid w:val="00162EEA"/>
    <w:rsid w:val="00163164"/>
    <w:rsid w:val="001654CE"/>
    <w:rsid w:val="00166253"/>
    <w:rsid w:val="001704B7"/>
    <w:rsid w:val="001708A6"/>
    <w:rsid w:val="001710C0"/>
    <w:rsid w:val="00172AFB"/>
    <w:rsid w:val="001738B3"/>
    <w:rsid w:val="001762D2"/>
    <w:rsid w:val="001772B8"/>
    <w:rsid w:val="00180FBF"/>
    <w:rsid w:val="001813C3"/>
    <w:rsid w:val="00182CF4"/>
    <w:rsid w:val="001833B7"/>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CCD"/>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45E4"/>
    <w:rsid w:val="00242E3A"/>
    <w:rsid w:val="00246492"/>
    <w:rsid w:val="002506CF"/>
    <w:rsid w:val="0025107F"/>
    <w:rsid w:val="00260CD4"/>
    <w:rsid w:val="00261E74"/>
    <w:rsid w:val="002639D8"/>
    <w:rsid w:val="00265F77"/>
    <w:rsid w:val="00266C83"/>
    <w:rsid w:val="00270FCC"/>
    <w:rsid w:val="002768DC"/>
    <w:rsid w:val="00294C8F"/>
    <w:rsid w:val="002A0B2E"/>
    <w:rsid w:val="002A0DC1"/>
    <w:rsid w:val="002A6C56"/>
    <w:rsid w:val="002B141C"/>
    <w:rsid w:val="002B195D"/>
    <w:rsid w:val="002C04C4"/>
    <w:rsid w:val="002C090C"/>
    <w:rsid w:val="002C1243"/>
    <w:rsid w:val="002C1815"/>
    <w:rsid w:val="002C475E"/>
    <w:rsid w:val="002C6AD6"/>
    <w:rsid w:val="002D0342"/>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044A"/>
    <w:rsid w:val="00344286"/>
    <w:rsid w:val="0034455D"/>
    <w:rsid w:val="0034604B"/>
    <w:rsid w:val="00346D17"/>
    <w:rsid w:val="00347972"/>
    <w:rsid w:val="0035469B"/>
    <w:rsid w:val="003559CC"/>
    <w:rsid w:val="00355D4B"/>
    <w:rsid w:val="003569D7"/>
    <w:rsid w:val="003608AC"/>
    <w:rsid w:val="00363A23"/>
    <w:rsid w:val="0036440C"/>
    <w:rsid w:val="0036465A"/>
    <w:rsid w:val="00372954"/>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5F9"/>
    <w:rsid w:val="003D6EF1"/>
    <w:rsid w:val="003D7825"/>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41AF"/>
    <w:rsid w:val="00426FA5"/>
    <w:rsid w:val="00431654"/>
    <w:rsid w:val="00434926"/>
    <w:rsid w:val="00443ACE"/>
    <w:rsid w:val="00444217"/>
    <w:rsid w:val="004478F4"/>
    <w:rsid w:val="00450F7A"/>
    <w:rsid w:val="00452C6D"/>
    <w:rsid w:val="00455E0B"/>
    <w:rsid w:val="0045724D"/>
    <w:rsid w:val="00457934"/>
    <w:rsid w:val="00461D22"/>
    <w:rsid w:val="00462B9F"/>
    <w:rsid w:val="004659EE"/>
    <w:rsid w:val="00473202"/>
    <w:rsid w:val="00473E34"/>
    <w:rsid w:val="00476BA9"/>
    <w:rsid w:val="00481650"/>
    <w:rsid w:val="004936C2"/>
    <w:rsid w:val="0049379C"/>
    <w:rsid w:val="004A1CA0"/>
    <w:rsid w:val="004A22E9"/>
    <w:rsid w:val="004A4ACD"/>
    <w:rsid w:val="004A506C"/>
    <w:rsid w:val="004A5BC5"/>
    <w:rsid w:val="004B023D"/>
    <w:rsid w:val="004B627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B2E"/>
    <w:rsid w:val="005C408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1F38"/>
    <w:rsid w:val="00622D61"/>
    <w:rsid w:val="00623B95"/>
    <w:rsid w:val="00624198"/>
    <w:rsid w:val="00636C28"/>
    <w:rsid w:val="006428E5"/>
    <w:rsid w:val="00644958"/>
    <w:rsid w:val="00650103"/>
    <w:rsid w:val="006513FB"/>
    <w:rsid w:val="00656EEF"/>
    <w:rsid w:val="006576AF"/>
    <w:rsid w:val="00672919"/>
    <w:rsid w:val="00677544"/>
    <w:rsid w:val="00681687"/>
    <w:rsid w:val="00683558"/>
    <w:rsid w:val="00686295"/>
    <w:rsid w:val="00686587"/>
    <w:rsid w:val="006904CF"/>
    <w:rsid w:val="00691079"/>
    <w:rsid w:val="00695A63"/>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03B"/>
    <w:rsid w:val="00705FEC"/>
    <w:rsid w:val="00710659"/>
    <w:rsid w:val="0071147A"/>
    <w:rsid w:val="0071185D"/>
    <w:rsid w:val="00721E01"/>
    <w:rsid w:val="007222AD"/>
    <w:rsid w:val="007267CF"/>
    <w:rsid w:val="00731F3F"/>
    <w:rsid w:val="00733BAB"/>
    <w:rsid w:val="0073604C"/>
    <w:rsid w:val="007373F3"/>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4E7D"/>
    <w:rsid w:val="007825C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C9E"/>
    <w:rsid w:val="00802FFA"/>
    <w:rsid w:val="00810E4B"/>
    <w:rsid w:val="00814BAA"/>
    <w:rsid w:val="00816F0C"/>
    <w:rsid w:val="0082211C"/>
    <w:rsid w:val="00824295"/>
    <w:rsid w:val="00827436"/>
    <w:rsid w:val="00827A65"/>
    <w:rsid w:val="00830473"/>
    <w:rsid w:val="00830858"/>
    <w:rsid w:val="008313F3"/>
    <w:rsid w:val="008402F2"/>
    <w:rsid w:val="00840469"/>
    <w:rsid w:val="008405BB"/>
    <w:rsid w:val="0084564F"/>
    <w:rsid w:val="00846494"/>
    <w:rsid w:val="00847B20"/>
    <w:rsid w:val="008509D3"/>
    <w:rsid w:val="00852BA9"/>
    <w:rsid w:val="00853418"/>
    <w:rsid w:val="00856971"/>
    <w:rsid w:val="00856EBD"/>
    <w:rsid w:val="00857319"/>
    <w:rsid w:val="00857CF6"/>
    <w:rsid w:val="008610ED"/>
    <w:rsid w:val="00861C6A"/>
    <w:rsid w:val="00865199"/>
    <w:rsid w:val="00867EAF"/>
    <w:rsid w:val="00870763"/>
    <w:rsid w:val="008713EA"/>
    <w:rsid w:val="00873C6B"/>
    <w:rsid w:val="0087452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013"/>
    <w:rsid w:val="008B7FFD"/>
    <w:rsid w:val="008C286A"/>
    <w:rsid w:val="008C2920"/>
    <w:rsid w:val="008C4307"/>
    <w:rsid w:val="008D23DF"/>
    <w:rsid w:val="008D73BF"/>
    <w:rsid w:val="008D7F09"/>
    <w:rsid w:val="008E00D5"/>
    <w:rsid w:val="008E43F3"/>
    <w:rsid w:val="008E5B64"/>
    <w:rsid w:val="008E7DAA"/>
    <w:rsid w:val="008F0094"/>
    <w:rsid w:val="008F03EF"/>
    <w:rsid w:val="008F0BF8"/>
    <w:rsid w:val="008F340F"/>
    <w:rsid w:val="00903523"/>
    <w:rsid w:val="00906281"/>
    <w:rsid w:val="0090659A"/>
    <w:rsid w:val="00911080"/>
    <w:rsid w:val="00912500"/>
    <w:rsid w:val="0091350B"/>
    <w:rsid w:val="00915986"/>
    <w:rsid w:val="00917624"/>
    <w:rsid w:val="00917CDE"/>
    <w:rsid w:val="0092340A"/>
    <w:rsid w:val="00926CB2"/>
    <w:rsid w:val="00930386"/>
    <w:rsid w:val="009309F5"/>
    <w:rsid w:val="00933237"/>
    <w:rsid w:val="00933F28"/>
    <w:rsid w:val="009400C3"/>
    <w:rsid w:val="009453F7"/>
    <w:rsid w:val="009476C0"/>
    <w:rsid w:val="00952661"/>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658A"/>
    <w:rsid w:val="009E1367"/>
    <w:rsid w:val="009E2309"/>
    <w:rsid w:val="009E42B9"/>
    <w:rsid w:val="009E4E17"/>
    <w:rsid w:val="009E54B9"/>
    <w:rsid w:val="009F4C2E"/>
    <w:rsid w:val="00A014A3"/>
    <w:rsid w:val="00A027CC"/>
    <w:rsid w:val="00A0412D"/>
    <w:rsid w:val="00A0614E"/>
    <w:rsid w:val="00A15DF0"/>
    <w:rsid w:val="00A21211"/>
    <w:rsid w:val="00A30F8A"/>
    <w:rsid w:val="00A33890"/>
    <w:rsid w:val="00A34E7F"/>
    <w:rsid w:val="00A4271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3408"/>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2C27"/>
    <w:rsid w:val="00B330ED"/>
    <w:rsid w:val="00B35151"/>
    <w:rsid w:val="00B3790D"/>
    <w:rsid w:val="00B433F2"/>
    <w:rsid w:val="00B458E8"/>
    <w:rsid w:val="00B5397B"/>
    <w:rsid w:val="00B53EE9"/>
    <w:rsid w:val="00B6183E"/>
    <w:rsid w:val="00B62809"/>
    <w:rsid w:val="00B74716"/>
    <w:rsid w:val="00B749AB"/>
    <w:rsid w:val="00B7675A"/>
    <w:rsid w:val="00B81898"/>
    <w:rsid w:val="00B82DED"/>
    <w:rsid w:val="00B8606B"/>
    <w:rsid w:val="00B878E7"/>
    <w:rsid w:val="00B879CC"/>
    <w:rsid w:val="00B926E0"/>
    <w:rsid w:val="00B97278"/>
    <w:rsid w:val="00B97943"/>
    <w:rsid w:val="00BA1D0B"/>
    <w:rsid w:val="00BA2B50"/>
    <w:rsid w:val="00BA6972"/>
    <w:rsid w:val="00BB1126"/>
    <w:rsid w:val="00BB1E0D"/>
    <w:rsid w:val="00BB26C8"/>
    <w:rsid w:val="00BB4D9B"/>
    <w:rsid w:val="00BB73FF"/>
    <w:rsid w:val="00BB7688"/>
    <w:rsid w:val="00BB7EF5"/>
    <w:rsid w:val="00BC7423"/>
    <w:rsid w:val="00BC7CAC"/>
    <w:rsid w:val="00BD6D76"/>
    <w:rsid w:val="00BD6E5E"/>
    <w:rsid w:val="00BE3E9B"/>
    <w:rsid w:val="00BE56B3"/>
    <w:rsid w:val="00BE676D"/>
    <w:rsid w:val="00BF04E8"/>
    <w:rsid w:val="00BF16BF"/>
    <w:rsid w:val="00BF2580"/>
    <w:rsid w:val="00BF4D1F"/>
    <w:rsid w:val="00BF6560"/>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41D6"/>
    <w:rsid w:val="00C87039"/>
    <w:rsid w:val="00C8718B"/>
    <w:rsid w:val="00C872E4"/>
    <w:rsid w:val="00C878D9"/>
    <w:rsid w:val="00C90311"/>
    <w:rsid w:val="00C91C26"/>
    <w:rsid w:val="00CA2BB2"/>
    <w:rsid w:val="00CA73D5"/>
    <w:rsid w:val="00CB2FC9"/>
    <w:rsid w:val="00CB5068"/>
    <w:rsid w:val="00CB7D2B"/>
    <w:rsid w:val="00CC183D"/>
    <w:rsid w:val="00CC1C79"/>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278E"/>
    <w:rsid w:val="00D56A0E"/>
    <w:rsid w:val="00D57AD3"/>
    <w:rsid w:val="00D62F25"/>
    <w:rsid w:val="00D635FE"/>
    <w:rsid w:val="00D66A7B"/>
    <w:rsid w:val="00D70322"/>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46A01"/>
    <w:rsid w:val="00E53F99"/>
    <w:rsid w:val="00E56510"/>
    <w:rsid w:val="00E56A89"/>
    <w:rsid w:val="00E62EA8"/>
    <w:rsid w:val="00E67A6E"/>
    <w:rsid w:val="00E70096"/>
    <w:rsid w:val="00E71B43"/>
    <w:rsid w:val="00E81612"/>
    <w:rsid w:val="00E82BD7"/>
    <w:rsid w:val="00E859E3"/>
    <w:rsid w:val="00E87D18"/>
    <w:rsid w:val="00E87D62"/>
    <w:rsid w:val="00E90DB5"/>
    <w:rsid w:val="00E97333"/>
    <w:rsid w:val="00EA486E"/>
    <w:rsid w:val="00EA4FA3"/>
    <w:rsid w:val="00EA7F65"/>
    <w:rsid w:val="00EB001B"/>
    <w:rsid w:val="00EB3082"/>
    <w:rsid w:val="00EB6C33"/>
    <w:rsid w:val="00EC6F62"/>
    <w:rsid w:val="00ED27F1"/>
    <w:rsid w:val="00ED2EA2"/>
    <w:rsid w:val="00ED6019"/>
    <w:rsid w:val="00ED7830"/>
    <w:rsid w:val="00EE1F36"/>
    <w:rsid w:val="00EE2BFF"/>
    <w:rsid w:val="00EE3909"/>
    <w:rsid w:val="00EE3BE0"/>
    <w:rsid w:val="00EF4205"/>
    <w:rsid w:val="00EF5939"/>
    <w:rsid w:val="00F01714"/>
    <w:rsid w:val="00F0258F"/>
    <w:rsid w:val="00F02D06"/>
    <w:rsid w:val="00F056E5"/>
    <w:rsid w:val="00F06FDD"/>
    <w:rsid w:val="00F10819"/>
    <w:rsid w:val="00F11219"/>
    <w:rsid w:val="00F16F35"/>
    <w:rsid w:val="00F17559"/>
    <w:rsid w:val="00F2229D"/>
    <w:rsid w:val="00F2485E"/>
    <w:rsid w:val="00F25ABB"/>
    <w:rsid w:val="00F26F62"/>
    <w:rsid w:val="00F27963"/>
    <w:rsid w:val="00F30103"/>
    <w:rsid w:val="00F30446"/>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6C80"/>
    <w:rsid w:val="00FC457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6C622"/>
  <w15:docId w15:val="{C1967436-37D3-415C-ABE4-6D96138B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FC4573"/>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1762D2"/>
    <w:pPr>
      <w:keepNext/>
      <w:snapToGrid w:val="0"/>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C4573"/>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61D2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D782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762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ListParagraph">
    <w:name w:val="List Paragraph"/>
    <w:basedOn w:val="Normal"/>
    <w:uiPriority w:val="34"/>
    <w:qFormat/>
    <w:rsid w:val="00183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2EB214162C9461A95DBA3D7294B9C07"/>
        <w:category>
          <w:name w:val="General"/>
          <w:gallery w:val="placeholder"/>
        </w:category>
        <w:types>
          <w:type w:val="bbPlcHdr"/>
        </w:types>
        <w:behaviors>
          <w:behavior w:val="content"/>
        </w:behaviors>
        <w:guid w:val="{B7041981-F169-4095-9D5F-E3EC5CEDD48F}"/>
      </w:docPartPr>
      <w:docPartBody>
        <w:p w:rsidR="00CB177D" w:rsidRDefault="00C967AF">
          <w:pPr>
            <w:pStyle w:val="B2EB214162C9461A95DBA3D7294B9C0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7AF"/>
    <w:rsid w:val="000E161A"/>
    <w:rsid w:val="001E2784"/>
    <w:rsid w:val="002355A2"/>
    <w:rsid w:val="00252179"/>
    <w:rsid w:val="00263E43"/>
    <w:rsid w:val="0040311B"/>
    <w:rsid w:val="00476C69"/>
    <w:rsid w:val="00531206"/>
    <w:rsid w:val="00694880"/>
    <w:rsid w:val="00751332"/>
    <w:rsid w:val="008C74F9"/>
    <w:rsid w:val="00C967AF"/>
    <w:rsid w:val="00CB177D"/>
    <w:rsid w:val="00CE6E94"/>
    <w:rsid w:val="00D62AC4"/>
    <w:rsid w:val="00F66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2EB214162C9461A95DBA3D7294B9C07">
    <w:name w:val="B2EB214162C9461A95DBA3D7294B9C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94DB8F-677D-4323-86E0-6ADAD5B7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3</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Packet Tracer - IPv4 ACL Implementation Challenge</vt:lpstr>
    </vt:vector>
  </TitlesOfParts>
  <Company>Cisco Systems, Inc.</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IPv4 ACL Implementation Challenge</dc:title>
  <dc:creator>Martin Benson</dc:creator>
  <dc:description>2017</dc:description>
  <cp:lastModifiedBy>Suk-Yi Pennock -X (spennock - UNICON INC at Cisco)</cp:lastModifiedBy>
  <cp:revision>4</cp:revision>
  <cp:lastPrinted>2019-11-21T04:29:00Z</cp:lastPrinted>
  <dcterms:created xsi:type="dcterms:W3CDTF">2019-11-30T01:18:00Z</dcterms:created>
  <dcterms:modified xsi:type="dcterms:W3CDTF">2020-08-30T01:54:00Z</dcterms:modified>
</cp:coreProperties>
</file>