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D4247" w14:textId="41BA63CB" w:rsidR="004D36D7" w:rsidRPr="00692174" w:rsidRDefault="007E02AF" w:rsidP="005F305C">
      <w:pPr>
        <w:pStyle w:val="Title"/>
      </w:pPr>
      <w:sdt>
        <w:sdtPr>
          <w:alias w:val="Title"/>
          <w:tag w:val=""/>
          <w:id w:val="-487021785"/>
          <w:placeholder>
            <w:docPart w:val="D892EE9CEB7B47AAA182D4D54D09ED3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3157E" w:rsidRPr="00692174">
            <w:t>Packet Tracer - WAN Concepts</w:t>
          </w:r>
        </w:sdtContent>
      </w:sdt>
    </w:p>
    <w:p w14:paraId="19DF165F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1E69FB7A" w14:textId="26644D7E" w:rsidR="00E70096" w:rsidRPr="00E70096" w:rsidRDefault="0073157E" w:rsidP="00E70096">
      <w:pPr>
        <w:pStyle w:val="BodyTextL25"/>
      </w:pPr>
      <w:r>
        <w:t xml:space="preserve">In this activity, you will investigate various </w:t>
      </w:r>
      <w:r w:rsidR="00A90417">
        <w:t xml:space="preserve">types of </w:t>
      </w:r>
      <w:r>
        <w:t>WANs by exploring a topology that uses diverse connectivity technologies.</w:t>
      </w:r>
    </w:p>
    <w:p w14:paraId="62E13D4D" w14:textId="77777777" w:rsidR="00D778DF" w:rsidRPr="004C0909" w:rsidRDefault="0073157E" w:rsidP="00075EA9">
      <w:pPr>
        <w:pStyle w:val="Bulletlevel1"/>
      </w:pPr>
      <w:r>
        <w:t>Describe different WAN connectivity options.</w:t>
      </w:r>
    </w:p>
    <w:p w14:paraId="75F9A5D6" w14:textId="77777777" w:rsidR="00D778DF" w:rsidRDefault="00D778DF" w:rsidP="00D452F4">
      <w:pPr>
        <w:pStyle w:val="Heading1"/>
      </w:pPr>
      <w:r w:rsidRPr="00E70096">
        <w:t>Background / Scenario</w:t>
      </w:r>
    </w:p>
    <w:p w14:paraId="055BEE0B" w14:textId="77777777" w:rsidR="00D778DF" w:rsidRDefault="0073157E" w:rsidP="00692174">
      <w:pPr>
        <w:pStyle w:val="BodyTextL25"/>
      </w:pPr>
      <w:r>
        <w:t>You will explore WAN technologies that are used to connect business and home users to data services.</w:t>
      </w:r>
    </w:p>
    <w:p w14:paraId="32C7D3AB" w14:textId="77777777" w:rsidR="00476E51" w:rsidRPr="00476E51" w:rsidRDefault="00476E51" w:rsidP="00476E51">
      <w:pPr>
        <w:pStyle w:val="BodyTextL25"/>
      </w:pPr>
      <w:r w:rsidRPr="00476E51">
        <w:rPr>
          <w:b/>
        </w:rPr>
        <w:t>Note:</w:t>
      </w:r>
      <w:r>
        <w:t xml:space="preserve"> There is no scoring in this activity.</w:t>
      </w:r>
    </w:p>
    <w:p w14:paraId="37101F63" w14:textId="77777777" w:rsidR="00125806" w:rsidRDefault="00125806" w:rsidP="00D452F4">
      <w:pPr>
        <w:pStyle w:val="Heading1"/>
      </w:pPr>
      <w:r>
        <w:t>Instructions</w:t>
      </w:r>
    </w:p>
    <w:p w14:paraId="0090F1C2" w14:textId="77777777" w:rsidR="00103401" w:rsidRDefault="0073157E" w:rsidP="00103401">
      <w:pPr>
        <w:pStyle w:val="Heading2"/>
      </w:pPr>
      <w:r>
        <w:t>Investigate Consumer WAN Technologies for Home and Mobile Devices.</w:t>
      </w:r>
    </w:p>
    <w:p w14:paraId="53975C51" w14:textId="52884D77" w:rsidR="00231DCA" w:rsidRDefault="00141A82" w:rsidP="008402F2">
      <w:pPr>
        <w:pStyle w:val="Heading3"/>
      </w:pPr>
      <w:r>
        <w:t>Explore Consumer WAN Technologies</w:t>
      </w:r>
      <w:r w:rsidR="005A38F7">
        <w:t>.</w:t>
      </w:r>
    </w:p>
    <w:p w14:paraId="3C57026B" w14:textId="52FF3F3A" w:rsidR="005F305C" w:rsidRDefault="00B9109C" w:rsidP="005F305C">
      <w:pPr>
        <w:pStyle w:val="BodyTextL25"/>
      </w:pPr>
      <w:r>
        <w:t>In this step</w:t>
      </w:r>
      <w:r w:rsidR="005A38F7">
        <w:t>,</w:t>
      </w:r>
      <w:r>
        <w:t xml:space="preserve"> you will explore three consumer WAN technologies and home networks.</w:t>
      </w:r>
    </w:p>
    <w:p w14:paraId="7411FF8C" w14:textId="7185A10E" w:rsidR="005F305C" w:rsidRDefault="00B9109C" w:rsidP="00B9109C">
      <w:pPr>
        <w:pStyle w:val="SubStepAlpha"/>
      </w:pPr>
      <w:r>
        <w:t>Look at the two home networks.</w:t>
      </w:r>
    </w:p>
    <w:p w14:paraId="2E809863" w14:textId="6A8AF9DC" w:rsidR="005F305C" w:rsidRDefault="005F305C" w:rsidP="005F305C">
      <w:pPr>
        <w:pStyle w:val="Heading4"/>
      </w:pPr>
      <w:r>
        <w:t>Question:</w:t>
      </w:r>
    </w:p>
    <w:p w14:paraId="30509240" w14:textId="41DA7046" w:rsidR="00B9109C" w:rsidRDefault="00B9109C" w:rsidP="005F305C">
      <w:pPr>
        <w:pStyle w:val="BodyTextL50"/>
        <w:spacing w:before="0"/>
      </w:pPr>
      <w:r>
        <w:t>What are the WAN technologies in use?</w:t>
      </w:r>
    </w:p>
    <w:p w14:paraId="1E077001" w14:textId="2E0E5E5F" w:rsidR="00B9109C" w:rsidRDefault="00D1552D" w:rsidP="00633A10">
      <w:pPr>
        <w:pStyle w:val="AnswerLineL50"/>
      </w:pPr>
      <w:r>
        <w:t>Type your</w:t>
      </w:r>
      <w:r w:rsidR="00B9109C">
        <w:t xml:space="preserve"> answers here.</w:t>
      </w:r>
    </w:p>
    <w:p w14:paraId="0C12857E" w14:textId="77777777" w:rsidR="005F305C" w:rsidRDefault="00D15FDB" w:rsidP="00B9109C">
      <w:pPr>
        <w:pStyle w:val="SubStepAlpha"/>
      </w:pPr>
      <w:bookmarkStart w:id="0" w:name="_GoBack"/>
      <w:bookmarkEnd w:id="0"/>
      <w:r>
        <w:t xml:space="preserve">Examine the connections used in the network topology </w:t>
      </w:r>
      <w:r w:rsidR="0053334D">
        <w:t>by selecting</w:t>
      </w:r>
      <w:r>
        <w:t xml:space="preserve"> the Connections</w:t>
      </w:r>
      <w:r w:rsidR="00B9109C">
        <w:t xml:space="preserve"> icon</w:t>
      </w:r>
      <w:r w:rsidR="003B5A13">
        <w:t xml:space="preserve"> </w:t>
      </w:r>
      <w:r w:rsidR="00B9109C">
        <w:t xml:space="preserve">(the orange lightning bolt) </w:t>
      </w:r>
      <w:r>
        <w:t>in</w:t>
      </w:r>
      <w:r w:rsidR="00B9109C">
        <w:t xml:space="preserve"> the PT devices menu. </w:t>
      </w:r>
      <w:r w:rsidR="0053334D">
        <w:t>H</w:t>
      </w:r>
      <w:r>
        <w:t xml:space="preserve">over over the media </w:t>
      </w:r>
      <w:r w:rsidR="0053334D">
        <w:t xml:space="preserve">icons to display </w:t>
      </w:r>
      <w:r>
        <w:t>their name</w:t>
      </w:r>
      <w:r w:rsidR="0053334D">
        <w:t>s</w:t>
      </w:r>
      <w:r>
        <w:t xml:space="preserve"> in the white box at the bottom of </w:t>
      </w:r>
      <w:r w:rsidR="0053334D">
        <w:t xml:space="preserve">the </w:t>
      </w:r>
      <w:r>
        <w:t>PT</w:t>
      </w:r>
      <w:r w:rsidR="0053334D">
        <w:t xml:space="preserve"> window</w:t>
      </w:r>
      <w:r>
        <w:t>.</w:t>
      </w:r>
    </w:p>
    <w:p w14:paraId="09E9FA16" w14:textId="664EC39C" w:rsidR="005F305C" w:rsidRDefault="005F305C" w:rsidP="005F305C">
      <w:pPr>
        <w:pStyle w:val="Heading4"/>
      </w:pPr>
      <w:r>
        <w:t>Question:</w:t>
      </w:r>
    </w:p>
    <w:p w14:paraId="7807F51C" w14:textId="3D97F6F5" w:rsidR="00B9109C" w:rsidRDefault="00B9109C" w:rsidP="005F305C">
      <w:pPr>
        <w:pStyle w:val="BodyTextL50"/>
        <w:spacing w:before="0"/>
      </w:pPr>
      <w:r>
        <w:t xml:space="preserve">What media is used to connect the two home networks to the ISP? What devices </w:t>
      </w:r>
      <w:r w:rsidR="00FA1580">
        <w:t xml:space="preserve">in the home networks </w:t>
      </w:r>
      <w:r>
        <w:t xml:space="preserve">are </w:t>
      </w:r>
      <w:r w:rsidR="0003433D">
        <w:t xml:space="preserve">directly </w:t>
      </w:r>
      <w:r>
        <w:t>connected to the ISP?</w:t>
      </w:r>
    </w:p>
    <w:p w14:paraId="64533D0A" w14:textId="603F163A" w:rsidR="00B9109C" w:rsidRDefault="00D1552D" w:rsidP="005F305C">
      <w:pPr>
        <w:pStyle w:val="AnswerLineL50"/>
        <w:spacing w:after="480"/>
      </w:pPr>
      <w:r>
        <w:t>Type your</w:t>
      </w:r>
      <w:r w:rsidR="00B9109C">
        <w:t xml:space="preserve"> answers here.</w:t>
      </w:r>
    </w:p>
    <w:p w14:paraId="1D80B171" w14:textId="77777777" w:rsidR="005F305C" w:rsidRDefault="002F3718" w:rsidP="00B9109C">
      <w:pPr>
        <w:pStyle w:val="SubStepAlpha"/>
      </w:pPr>
      <w:r>
        <w:t>Click the DSL modem and open the Physical tab.</w:t>
      </w:r>
    </w:p>
    <w:p w14:paraId="4257FDE5" w14:textId="626890B5" w:rsidR="005F305C" w:rsidRDefault="005F305C" w:rsidP="005F305C">
      <w:pPr>
        <w:pStyle w:val="Heading4"/>
      </w:pPr>
      <w:r>
        <w:t>Questions:</w:t>
      </w:r>
    </w:p>
    <w:p w14:paraId="4E311F25" w14:textId="687DEF73" w:rsidR="00B9109C" w:rsidRDefault="002F3718" w:rsidP="005F305C">
      <w:pPr>
        <w:pStyle w:val="BodyTextL50"/>
        <w:spacing w:before="0"/>
      </w:pPr>
      <w:r>
        <w:t xml:space="preserve">What </w:t>
      </w:r>
      <w:r w:rsidR="00A81EA1">
        <w:t>ports</w:t>
      </w:r>
      <w:r>
        <w:t xml:space="preserve"> are available on the device and what is connected to them?</w:t>
      </w:r>
    </w:p>
    <w:p w14:paraId="4D84A6A2" w14:textId="36757F97" w:rsidR="002F3718" w:rsidRDefault="00D1552D" w:rsidP="008D7106">
      <w:pPr>
        <w:pStyle w:val="AnswerLineL50"/>
        <w:spacing w:after="360"/>
      </w:pPr>
      <w:r>
        <w:t>Type your</w:t>
      </w:r>
      <w:r w:rsidR="002F3718">
        <w:t xml:space="preserve"> answers here.</w:t>
      </w:r>
    </w:p>
    <w:p w14:paraId="1EE4BBD0" w14:textId="77777777" w:rsidR="002F3718" w:rsidRDefault="002F3718" w:rsidP="008D7106">
      <w:pPr>
        <w:pStyle w:val="BodyTextL50"/>
        <w:keepNext/>
      </w:pPr>
      <w:r>
        <w:t>What is the purpose of the DSL modem?</w:t>
      </w:r>
    </w:p>
    <w:p w14:paraId="4805E09F" w14:textId="7A33A97A" w:rsidR="002F3718" w:rsidRDefault="00D1552D" w:rsidP="00633A10">
      <w:pPr>
        <w:pStyle w:val="AnswerLineL50"/>
      </w:pPr>
      <w:r>
        <w:t>Type your</w:t>
      </w:r>
      <w:r w:rsidR="002F3718">
        <w:t xml:space="preserve"> answers here.</w:t>
      </w:r>
    </w:p>
    <w:p w14:paraId="6B2D499C" w14:textId="71872F73" w:rsidR="002F3718" w:rsidRDefault="00FD7B6A" w:rsidP="005F305C">
      <w:pPr>
        <w:pStyle w:val="BodyTextL50"/>
      </w:pPr>
      <w:r>
        <w:t xml:space="preserve">What </w:t>
      </w:r>
      <w:r w:rsidR="00A81EA1">
        <w:t xml:space="preserve">is the </w:t>
      </w:r>
      <w:r>
        <w:t xml:space="preserve">type of connection between the ISP/Telco/Cable Company network and the Home Cable Network? </w:t>
      </w:r>
      <w:r w:rsidR="00BA1605">
        <w:t xml:space="preserve">Why is the </w:t>
      </w:r>
      <w:r>
        <w:t>splitter necessary?</w:t>
      </w:r>
    </w:p>
    <w:p w14:paraId="436DC415" w14:textId="43C2AA9F" w:rsidR="00FD7B6A" w:rsidRDefault="00D1552D" w:rsidP="005F305C">
      <w:pPr>
        <w:pStyle w:val="AnswerLineL50"/>
        <w:spacing w:after="600"/>
      </w:pPr>
      <w:r>
        <w:t>Type your</w:t>
      </w:r>
      <w:r w:rsidR="00FD7B6A">
        <w:t xml:space="preserve"> answers here.</w:t>
      </w:r>
    </w:p>
    <w:p w14:paraId="5B964E60" w14:textId="77777777" w:rsidR="005F305C" w:rsidRDefault="00AA0CD2" w:rsidP="00AA0CD2">
      <w:pPr>
        <w:pStyle w:val="SubStepAlpha"/>
      </w:pPr>
      <w:r>
        <w:t xml:space="preserve">Look at the </w:t>
      </w:r>
      <w:r w:rsidR="00641287">
        <w:t>ports</w:t>
      </w:r>
      <w:r>
        <w:t xml:space="preserve"> on the cable modem.</w:t>
      </w:r>
    </w:p>
    <w:p w14:paraId="2B85018E" w14:textId="36D40B22" w:rsidR="005F305C" w:rsidRDefault="005F305C" w:rsidP="005F305C">
      <w:pPr>
        <w:pStyle w:val="Heading4"/>
      </w:pPr>
      <w:r>
        <w:lastRenderedPageBreak/>
        <w:t>Questions:</w:t>
      </w:r>
    </w:p>
    <w:p w14:paraId="05E7DD10" w14:textId="140F56E3" w:rsidR="00AA0CD2" w:rsidRDefault="00AA0CD2" w:rsidP="005F305C">
      <w:pPr>
        <w:pStyle w:val="BodyTextL50"/>
        <w:spacing w:before="0"/>
      </w:pPr>
      <w:r>
        <w:t>What does the cable modem do? What connections does it have?</w:t>
      </w:r>
    </w:p>
    <w:p w14:paraId="2B186D87" w14:textId="2AC61563" w:rsidR="00AA0CD2" w:rsidRDefault="00D1552D" w:rsidP="005F305C">
      <w:pPr>
        <w:pStyle w:val="AnswerLineL50"/>
        <w:spacing w:after="360"/>
      </w:pPr>
      <w:r>
        <w:t>Type your</w:t>
      </w:r>
      <w:r w:rsidR="00AA0CD2">
        <w:t xml:space="preserve"> answers here.</w:t>
      </w:r>
    </w:p>
    <w:p w14:paraId="11026694" w14:textId="4A81658C" w:rsidR="00AA0CD2" w:rsidRDefault="00AA0CD2" w:rsidP="005F305C">
      <w:pPr>
        <w:pStyle w:val="BodyTextL50"/>
      </w:pPr>
      <w:r>
        <w:t xml:space="preserve">Which </w:t>
      </w:r>
      <w:r w:rsidR="00AC5A63">
        <w:t>port</w:t>
      </w:r>
      <w:r>
        <w:t xml:space="preserve"> does the cable from the cable modem connect to on the home wireless router?</w:t>
      </w:r>
      <w:r w:rsidR="00CB1D13">
        <w:t xml:space="preserve"> Where did </w:t>
      </w:r>
      <w:r w:rsidR="00FA1580">
        <w:t>the interface</w:t>
      </w:r>
      <w:r w:rsidR="00CB1D13">
        <w:t xml:space="preserve"> IP address come from?</w:t>
      </w:r>
    </w:p>
    <w:p w14:paraId="2425F576" w14:textId="0A398EAE" w:rsidR="00E94177" w:rsidRDefault="00D1552D" w:rsidP="00633A10">
      <w:pPr>
        <w:pStyle w:val="AnswerLineL50"/>
      </w:pPr>
      <w:r>
        <w:t>Type your</w:t>
      </w:r>
      <w:r w:rsidR="00E94177">
        <w:t xml:space="preserve"> answers here.</w:t>
      </w:r>
    </w:p>
    <w:p w14:paraId="61735BB8" w14:textId="77777777" w:rsidR="005F305C" w:rsidRDefault="004B5FF3" w:rsidP="00C469C4">
      <w:pPr>
        <w:pStyle w:val="SubStepAlpha"/>
      </w:pPr>
      <w:r w:rsidRPr="004B5FF3">
        <w:t>Look at the Smartphone.</w:t>
      </w:r>
    </w:p>
    <w:p w14:paraId="3E07FEED" w14:textId="77777777" w:rsidR="005F305C" w:rsidRDefault="005F305C" w:rsidP="005F305C">
      <w:pPr>
        <w:pStyle w:val="Heading4"/>
      </w:pPr>
      <w:r>
        <w:t>Question:</w:t>
      </w:r>
    </w:p>
    <w:p w14:paraId="2F547F7B" w14:textId="7E487D9D" w:rsidR="004B5FF3" w:rsidRDefault="00C469C4" w:rsidP="005F305C">
      <w:pPr>
        <w:pStyle w:val="BodyTextL50"/>
        <w:spacing w:before="0"/>
      </w:pPr>
      <w:r>
        <w:t>What is it</w:t>
      </w:r>
      <w:r w:rsidR="00FA1580">
        <w:t>s</w:t>
      </w:r>
      <w:r>
        <w:t xml:space="preserve"> IP address? Where did the IP address come from?</w:t>
      </w:r>
    </w:p>
    <w:p w14:paraId="57AB58A4" w14:textId="3298E73D" w:rsidR="00C469C4" w:rsidRDefault="00D1552D" w:rsidP="00633A10">
      <w:pPr>
        <w:pStyle w:val="AnswerLineL50"/>
      </w:pPr>
      <w:bookmarkStart w:id="1" w:name="_Hlk23330497"/>
      <w:r>
        <w:t>Type your</w:t>
      </w:r>
      <w:r w:rsidR="00C469C4">
        <w:t xml:space="preserve"> answers here.</w:t>
      </w:r>
    </w:p>
    <w:bookmarkEnd w:id="1"/>
    <w:p w14:paraId="0377AAA4" w14:textId="1853E53E" w:rsidR="00FA1580" w:rsidRDefault="00FA1580" w:rsidP="005F305C">
      <w:pPr>
        <w:pStyle w:val="BodyTextL50"/>
      </w:pPr>
      <w:r w:rsidRPr="00FA1580">
        <w:t>What data service is the cellphone currently using</w:t>
      </w:r>
      <w:r w:rsidR="005A38F7">
        <w:t xml:space="preserve"> (</w:t>
      </w:r>
      <w:r w:rsidR="002025E5">
        <w:t>c</w:t>
      </w:r>
      <w:r w:rsidRPr="00FA1580">
        <w:t xml:space="preserve">ellular data or </w:t>
      </w:r>
      <w:r w:rsidR="000C0DB7" w:rsidRPr="00FA1580">
        <w:t>Wi-Fi</w:t>
      </w:r>
      <w:r w:rsidR="005A38F7">
        <w:t>)</w:t>
      </w:r>
      <w:r w:rsidRPr="00FA1580">
        <w:t>?</w:t>
      </w:r>
    </w:p>
    <w:p w14:paraId="20DA121F" w14:textId="27E9BE1E" w:rsidR="00FA1580" w:rsidRDefault="00D1552D" w:rsidP="00633A10">
      <w:pPr>
        <w:pStyle w:val="AnswerLineL50"/>
      </w:pPr>
      <w:r>
        <w:t>Type your</w:t>
      </w:r>
      <w:r w:rsidR="00FA1580">
        <w:t xml:space="preserve"> answers here.</w:t>
      </w:r>
    </w:p>
    <w:p w14:paraId="406F0BA3" w14:textId="77777777" w:rsidR="00231DCA" w:rsidRDefault="00757313" w:rsidP="00457934">
      <w:pPr>
        <w:pStyle w:val="Heading3"/>
      </w:pPr>
      <w:r>
        <w:t>Explore the Business WAN</w:t>
      </w:r>
    </w:p>
    <w:p w14:paraId="7F1E4168" w14:textId="77777777" w:rsidR="009B51E8" w:rsidRPr="009B51E8" w:rsidRDefault="009B51E8" w:rsidP="009B51E8">
      <w:pPr>
        <w:pStyle w:val="BodyTextL25"/>
      </w:pPr>
      <w:r>
        <w:t>In this step you will explore the business WAN. The business is a retail tire store. It has a local headquarters w</w:t>
      </w:r>
      <w:r w:rsidR="002F2623">
        <w:t>h</w:t>
      </w:r>
      <w:r>
        <w:t xml:space="preserve">ere most of the business functions occur, and three stores </w:t>
      </w:r>
      <w:r w:rsidR="002F2623">
        <w:t>t</w:t>
      </w:r>
      <w:r>
        <w:t>hat are connected to the business WAN.</w:t>
      </w:r>
    </w:p>
    <w:p w14:paraId="3A51BA5D" w14:textId="77777777" w:rsidR="005F305C" w:rsidRDefault="009B51E8" w:rsidP="008402F2">
      <w:pPr>
        <w:pStyle w:val="SubStepAlpha"/>
      </w:pPr>
      <w:r>
        <w:t>Look at the Connections menu.</w:t>
      </w:r>
    </w:p>
    <w:p w14:paraId="53F39DA4" w14:textId="1FFD5C4F" w:rsidR="005F305C" w:rsidRDefault="005F305C" w:rsidP="005F305C">
      <w:pPr>
        <w:pStyle w:val="Heading4"/>
      </w:pPr>
      <w:r>
        <w:t>Question:</w:t>
      </w:r>
    </w:p>
    <w:p w14:paraId="46C020C7" w14:textId="6C6759F9" w:rsidR="00231DCA" w:rsidRDefault="009B51E8" w:rsidP="005F305C">
      <w:pPr>
        <w:pStyle w:val="BodyTextL50"/>
        <w:spacing w:before="0"/>
      </w:pPr>
      <w:r>
        <w:t>What different types of connections do you see in use in the Business network?</w:t>
      </w:r>
    </w:p>
    <w:p w14:paraId="53B63EA5" w14:textId="128444DD" w:rsidR="009B51E8" w:rsidRDefault="00D1552D" w:rsidP="00633A10">
      <w:pPr>
        <w:pStyle w:val="AnswerLineL50"/>
      </w:pPr>
      <w:bookmarkStart w:id="2" w:name="_Hlk23332584"/>
      <w:r>
        <w:t>Type your</w:t>
      </w:r>
      <w:r w:rsidR="009B51E8">
        <w:t xml:space="preserve"> answers here.</w:t>
      </w:r>
    </w:p>
    <w:bookmarkEnd w:id="2"/>
    <w:p w14:paraId="74774199" w14:textId="77777777" w:rsidR="005F305C" w:rsidRDefault="0086492C" w:rsidP="00CB7D2B">
      <w:pPr>
        <w:pStyle w:val="SubStepAlpha"/>
      </w:pPr>
      <w:r>
        <w:t xml:space="preserve">Open the physical view for the </w:t>
      </w:r>
      <w:proofErr w:type="spellStart"/>
      <w:r>
        <w:t>StoreNet</w:t>
      </w:r>
      <w:proofErr w:type="spellEnd"/>
      <w:r>
        <w:t xml:space="preserve"> switch.</w:t>
      </w:r>
    </w:p>
    <w:p w14:paraId="46CEA0BC" w14:textId="79B4023E" w:rsidR="005F305C" w:rsidRDefault="005F305C" w:rsidP="005F305C">
      <w:pPr>
        <w:pStyle w:val="Heading4"/>
      </w:pPr>
      <w:r>
        <w:t>Question:</w:t>
      </w:r>
    </w:p>
    <w:p w14:paraId="1406F941" w14:textId="1E1C82B2" w:rsidR="00103D36" w:rsidRDefault="0086492C" w:rsidP="005F305C">
      <w:pPr>
        <w:pStyle w:val="BodyTextL50"/>
        <w:spacing w:before="0"/>
      </w:pPr>
      <w:r>
        <w:t>What types of interfaces are present? You may need to zoom</w:t>
      </w:r>
      <w:r w:rsidR="002F2623">
        <w:t xml:space="preserve"> and scroll</w:t>
      </w:r>
      <w:r>
        <w:t xml:space="preserve"> the view to see.</w:t>
      </w:r>
    </w:p>
    <w:p w14:paraId="6A94E3C4" w14:textId="33C87CAD" w:rsidR="00A84E0A" w:rsidRDefault="00D1552D" w:rsidP="005F305C">
      <w:pPr>
        <w:pStyle w:val="AnswerLineL50"/>
        <w:spacing w:after="480"/>
      </w:pPr>
      <w:bookmarkStart w:id="3" w:name="_Hlk23332051"/>
      <w:r>
        <w:t>Type your</w:t>
      </w:r>
      <w:r w:rsidR="0086492C">
        <w:t xml:space="preserve"> answers here.</w:t>
      </w:r>
    </w:p>
    <w:bookmarkEnd w:id="3"/>
    <w:p w14:paraId="363E5D53" w14:textId="77777777" w:rsidR="00A84E0A" w:rsidRDefault="00A84E0A" w:rsidP="005F305C">
      <w:pPr>
        <w:pStyle w:val="BodyTextL50"/>
      </w:pPr>
      <w:r>
        <w:t>Which interfaces and media are used to connect the store networks to the Business Headquarters network? Why was this done?</w:t>
      </w:r>
    </w:p>
    <w:p w14:paraId="118EFBEB" w14:textId="69573E74" w:rsidR="00A84E0A" w:rsidRDefault="00D1552D" w:rsidP="005F305C">
      <w:pPr>
        <w:pStyle w:val="AnswerLineL50"/>
        <w:spacing w:after="480"/>
      </w:pPr>
      <w:r>
        <w:t>Type your</w:t>
      </w:r>
      <w:r w:rsidR="00A84E0A">
        <w:t xml:space="preserve"> answers here.</w:t>
      </w:r>
    </w:p>
    <w:p w14:paraId="34FA95FB" w14:textId="77777777" w:rsidR="00A84E0A" w:rsidRDefault="00F3568B" w:rsidP="005F305C">
      <w:pPr>
        <w:pStyle w:val="BodyTextL50"/>
      </w:pPr>
      <w:r>
        <w:t>What type of WAN service is used to connect the Business Headquarters router to the ISP?</w:t>
      </w:r>
    </w:p>
    <w:p w14:paraId="0C588C1D" w14:textId="543AF493" w:rsidR="00F3568B" w:rsidRDefault="00D1552D" w:rsidP="00633A10">
      <w:pPr>
        <w:pStyle w:val="AnswerLineL50"/>
      </w:pPr>
      <w:r>
        <w:t>Type your</w:t>
      </w:r>
      <w:r w:rsidR="00F3568B">
        <w:t xml:space="preserve"> answers here.</w:t>
      </w:r>
    </w:p>
    <w:p w14:paraId="7C5E92F7" w14:textId="303ECCD6" w:rsidR="00F3568B" w:rsidRDefault="00F3568B" w:rsidP="00F3568B">
      <w:pPr>
        <w:pStyle w:val="Heading2"/>
      </w:pPr>
      <w:r>
        <w:t>Explore Connectivity</w:t>
      </w:r>
    </w:p>
    <w:p w14:paraId="7444FC7D" w14:textId="1DA82CA4" w:rsidR="005F305C" w:rsidRPr="005F305C" w:rsidRDefault="005F305C" w:rsidP="005F305C">
      <w:pPr>
        <w:pStyle w:val="Heading4"/>
      </w:pPr>
      <w:r>
        <w:t>Questions:</w:t>
      </w:r>
    </w:p>
    <w:p w14:paraId="5339137A" w14:textId="7F11F108" w:rsidR="00672D23" w:rsidRDefault="00672D23" w:rsidP="005F305C">
      <w:pPr>
        <w:pStyle w:val="BodyTextL25"/>
        <w:spacing w:before="0"/>
      </w:pPr>
      <w:r>
        <w:t xml:space="preserve">Ping </w:t>
      </w:r>
      <w:r w:rsidR="00F53D93">
        <w:t xml:space="preserve">devices </w:t>
      </w:r>
      <w:r w:rsidR="001A1988">
        <w:t>within</w:t>
      </w:r>
      <w:r w:rsidR="00F53D93">
        <w:t xml:space="preserve"> </w:t>
      </w:r>
      <w:r w:rsidR="001A1988">
        <w:t>the Business WAN and</w:t>
      </w:r>
      <w:r w:rsidR="00F53D93">
        <w:t xml:space="preserve"> the Consumer</w:t>
      </w:r>
      <w:r w:rsidR="001A1988">
        <w:t xml:space="preserve"> </w:t>
      </w:r>
      <w:r w:rsidR="00F53D93">
        <w:t xml:space="preserve">WAN </w:t>
      </w:r>
      <w:r w:rsidR="001A1988">
        <w:t>networks</w:t>
      </w:r>
      <w:r w:rsidR="00640A11">
        <w:t>. Also</w:t>
      </w:r>
      <w:r w:rsidR="00F53D93">
        <w:t xml:space="preserve"> ping</w:t>
      </w:r>
      <w:r w:rsidR="00584A55">
        <w:t xml:space="preserve"> </w:t>
      </w:r>
      <w:r>
        <w:t xml:space="preserve">between the networks and the between the networks and the </w:t>
      </w:r>
      <w:r w:rsidR="00640A11">
        <w:t>w</w:t>
      </w:r>
      <w:r>
        <w:t xml:space="preserve">eb </w:t>
      </w:r>
      <w:r w:rsidR="00640A11">
        <w:t>s</w:t>
      </w:r>
      <w:r>
        <w:t xml:space="preserve">erver. Can all hosts ping each other and the </w:t>
      </w:r>
      <w:r w:rsidR="00640A11">
        <w:t>w</w:t>
      </w:r>
      <w:r>
        <w:t xml:space="preserve">eb </w:t>
      </w:r>
      <w:r w:rsidR="00640A11">
        <w:t>s</w:t>
      </w:r>
      <w:r>
        <w:t>erver?</w:t>
      </w:r>
    </w:p>
    <w:p w14:paraId="4FAD1200" w14:textId="5C558200" w:rsidR="00672D23" w:rsidRDefault="00D1552D" w:rsidP="005F305C">
      <w:pPr>
        <w:pStyle w:val="AnswerLineL25"/>
        <w:spacing w:after="480"/>
      </w:pPr>
      <w:r>
        <w:t>Type your</w:t>
      </w:r>
      <w:r w:rsidR="00672D23">
        <w:t xml:space="preserve"> answers here.</w:t>
      </w:r>
    </w:p>
    <w:p w14:paraId="1B7FD22B" w14:textId="77777777" w:rsidR="004C0685" w:rsidRDefault="004C0685" w:rsidP="004C0685">
      <w:pPr>
        <w:pStyle w:val="BodyTextL25"/>
      </w:pPr>
      <w:r w:rsidRPr="004C0685">
        <w:t>Is this a good situation?</w:t>
      </w:r>
    </w:p>
    <w:p w14:paraId="11AE6955" w14:textId="75CBE988" w:rsidR="004C0685" w:rsidRDefault="00D1552D" w:rsidP="00BC3167">
      <w:pPr>
        <w:pStyle w:val="AnswerLineL25"/>
      </w:pPr>
      <w:r>
        <w:t>Type your</w:t>
      </w:r>
      <w:r w:rsidR="004C0685">
        <w:t xml:space="preserve"> answers here.</w:t>
      </w:r>
    </w:p>
    <w:p w14:paraId="2B30845F" w14:textId="5167D428" w:rsidR="005F305C" w:rsidRPr="005F305C" w:rsidRDefault="005F305C" w:rsidP="005F305C">
      <w:pPr>
        <w:pStyle w:val="ConfigWindow"/>
      </w:pPr>
      <w:r w:rsidRPr="005F305C">
        <w:t>End of document</w:t>
      </w:r>
    </w:p>
    <w:sectPr w:rsidR="005F305C" w:rsidRPr="005F305C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2BFE0" w14:textId="77777777" w:rsidR="007E02AF" w:rsidRDefault="007E02AF" w:rsidP="00710659">
      <w:pPr>
        <w:spacing w:after="0" w:line="240" w:lineRule="auto"/>
      </w:pPr>
      <w:r>
        <w:separator/>
      </w:r>
    </w:p>
    <w:p w14:paraId="0197A8D4" w14:textId="77777777" w:rsidR="007E02AF" w:rsidRDefault="007E02AF"/>
  </w:endnote>
  <w:endnote w:type="continuationSeparator" w:id="0">
    <w:p w14:paraId="240CB7FE" w14:textId="77777777" w:rsidR="007E02AF" w:rsidRDefault="007E02AF" w:rsidP="00710659">
      <w:pPr>
        <w:spacing w:after="0" w:line="240" w:lineRule="auto"/>
      </w:pPr>
      <w:r>
        <w:continuationSeparator/>
      </w:r>
    </w:p>
    <w:p w14:paraId="16FB4E30" w14:textId="77777777" w:rsidR="007E02AF" w:rsidRDefault="007E0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E72B20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B250D" w14:textId="368DC957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3157E">
          <w:t>2019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692174">
      <w:rPr>
        <w:noProof/>
      </w:rPr>
      <w:t>2019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6665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6665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CE65D" w14:textId="3892C5A3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3157E">
          <w:t>2019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692174">
      <w:rPr>
        <w:noProof/>
      </w:rPr>
      <w:t>2019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A76665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A76665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7908" w14:textId="77777777" w:rsidR="007E02AF" w:rsidRDefault="007E02AF" w:rsidP="00710659">
      <w:pPr>
        <w:spacing w:after="0" w:line="240" w:lineRule="auto"/>
      </w:pPr>
      <w:r>
        <w:separator/>
      </w:r>
    </w:p>
    <w:p w14:paraId="36C205F2" w14:textId="77777777" w:rsidR="007E02AF" w:rsidRDefault="007E02AF"/>
  </w:footnote>
  <w:footnote w:type="continuationSeparator" w:id="0">
    <w:p w14:paraId="3ACC9103" w14:textId="77777777" w:rsidR="007E02AF" w:rsidRDefault="007E02AF" w:rsidP="00710659">
      <w:pPr>
        <w:spacing w:after="0" w:line="240" w:lineRule="auto"/>
      </w:pPr>
      <w:r>
        <w:continuationSeparator/>
      </w:r>
    </w:p>
    <w:p w14:paraId="54E4041E" w14:textId="77777777" w:rsidR="007E02AF" w:rsidRDefault="007E02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4F8FF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D892EE9CEB7B47AAA182D4D54D09ED3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92ED5E4" w14:textId="77777777" w:rsidR="00926CB2" w:rsidRDefault="0073157E" w:rsidP="008402F2">
        <w:pPr>
          <w:pStyle w:val="PageHead"/>
        </w:pPr>
        <w:r>
          <w:t>Packet Tracer - WAN Concepts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77C31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66DAEF18" wp14:editId="7813671F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MzS2MDKwMDYxNDZX0lEKTi0uzszPAykwrAUAf9qfKCwAAAA="/>
  </w:docVars>
  <w:rsids>
    <w:rsidRoot w:val="0073157E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3433D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0DB7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A3B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1C08"/>
    <w:rsid w:val="00125806"/>
    <w:rsid w:val="001261C4"/>
    <w:rsid w:val="00130A20"/>
    <w:rsid w:val="001314FB"/>
    <w:rsid w:val="001366EC"/>
    <w:rsid w:val="00141A82"/>
    <w:rsid w:val="0014219C"/>
    <w:rsid w:val="001425ED"/>
    <w:rsid w:val="00143450"/>
    <w:rsid w:val="001446E3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1FB8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1988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25E5"/>
    <w:rsid w:val="00203E26"/>
    <w:rsid w:val="0020449C"/>
    <w:rsid w:val="002113B8"/>
    <w:rsid w:val="00215665"/>
    <w:rsid w:val="002163BB"/>
    <w:rsid w:val="0021792C"/>
    <w:rsid w:val="002240AB"/>
    <w:rsid w:val="00225E37"/>
    <w:rsid w:val="00231DCA"/>
    <w:rsid w:val="00242E3A"/>
    <w:rsid w:val="00246492"/>
    <w:rsid w:val="002506CF"/>
    <w:rsid w:val="0025107F"/>
    <w:rsid w:val="0025193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2623"/>
    <w:rsid w:val="002F3718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5A13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0413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76E51"/>
    <w:rsid w:val="00481650"/>
    <w:rsid w:val="004901D9"/>
    <w:rsid w:val="004936C2"/>
    <w:rsid w:val="0049379C"/>
    <w:rsid w:val="004A1CA0"/>
    <w:rsid w:val="004A22E9"/>
    <w:rsid w:val="004A4ACD"/>
    <w:rsid w:val="004A506C"/>
    <w:rsid w:val="004A5BC5"/>
    <w:rsid w:val="004B023D"/>
    <w:rsid w:val="004B5FF3"/>
    <w:rsid w:val="004C0685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2B42"/>
    <w:rsid w:val="005139BE"/>
    <w:rsid w:val="00516142"/>
    <w:rsid w:val="0051681C"/>
    <w:rsid w:val="00520027"/>
    <w:rsid w:val="0052093C"/>
    <w:rsid w:val="00521B31"/>
    <w:rsid w:val="00522469"/>
    <w:rsid w:val="0052400A"/>
    <w:rsid w:val="0053334D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3F8D"/>
    <w:rsid w:val="005762B1"/>
    <w:rsid w:val="00580456"/>
    <w:rsid w:val="00580E73"/>
    <w:rsid w:val="00584A55"/>
    <w:rsid w:val="00592329"/>
    <w:rsid w:val="00593386"/>
    <w:rsid w:val="00596998"/>
    <w:rsid w:val="0059790F"/>
    <w:rsid w:val="005A38F7"/>
    <w:rsid w:val="005A6E62"/>
    <w:rsid w:val="005B2FB3"/>
    <w:rsid w:val="005D1CB0"/>
    <w:rsid w:val="005D2B29"/>
    <w:rsid w:val="005D354A"/>
    <w:rsid w:val="005D3E53"/>
    <w:rsid w:val="005D4812"/>
    <w:rsid w:val="005D506C"/>
    <w:rsid w:val="005E3235"/>
    <w:rsid w:val="005E4176"/>
    <w:rsid w:val="005E4876"/>
    <w:rsid w:val="005E65B5"/>
    <w:rsid w:val="005F0301"/>
    <w:rsid w:val="005F305C"/>
    <w:rsid w:val="005F3AE9"/>
    <w:rsid w:val="005F41EF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3A10"/>
    <w:rsid w:val="00636C28"/>
    <w:rsid w:val="00640A11"/>
    <w:rsid w:val="00641287"/>
    <w:rsid w:val="006428E5"/>
    <w:rsid w:val="00644958"/>
    <w:rsid w:val="006513FB"/>
    <w:rsid w:val="00656EEF"/>
    <w:rsid w:val="006576AF"/>
    <w:rsid w:val="00672919"/>
    <w:rsid w:val="00672D23"/>
    <w:rsid w:val="00677544"/>
    <w:rsid w:val="00681687"/>
    <w:rsid w:val="00686295"/>
    <w:rsid w:val="00686587"/>
    <w:rsid w:val="006904CF"/>
    <w:rsid w:val="00692174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0DF8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57E"/>
    <w:rsid w:val="00731F3F"/>
    <w:rsid w:val="00733BAB"/>
    <w:rsid w:val="0073604C"/>
    <w:rsid w:val="00742ECF"/>
    <w:rsid w:val="007436BF"/>
    <w:rsid w:val="007443E9"/>
    <w:rsid w:val="00745DCE"/>
    <w:rsid w:val="00753D89"/>
    <w:rsid w:val="00753DDA"/>
    <w:rsid w:val="00754A6E"/>
    <w:rsid w:val="007553D8"/>
    <w:rsid w:val="00755C9B"/>
    <w:rsid w:val="00757313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97609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02AF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492C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0F09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106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51952"/>
    <w:rsid w:val="00963E34"/>
    <w:rsid w:val="00964DFA"/>
    <w:rsid w:val="00970A69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1E8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3AC1"/>
    <w:rsid w:val="00A15DF0"/>
    <w:rsid w:val="00A21211"/>
    <w:rsid w:val="00A30F8A"/>
    <w:rsid w:val="00A33890"/>
    <w:rsid w:val="00A34E7F"/>
    <w:rsid w:val="00A40A25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1EA1"/>
    <w:rsid w:val="00A82658"/>
    <w:rsid w:val="00A83374"/>
    <w:rsid w:val="00A84E0A"/>
    <w:rsid w:val="00A90417"/>
    <w:rsid w:val="00A96172"/>
    <w:rsid w:val="00A96D52"/>
    <w:rsid w:val="00A97C5F"/>
    <w:rsid w:val="00AA0CD2"/>
    <w:rsid w:val="00AB0D6A"/>
    <w:rsid w:val="00AB43B3"/>
    <w:rsid w:val="00AB49B9"/>
    <w:rsid w:val="00AB501D"/>
    <w:rsid w:val="00AB758A"/>
    <w:rsid w:val="00AC027E"/>
    <w:rsid w:val="00AC1E7E"/>
    <w:rsid w:val="00AC507D"/>
    <w:rsid w:val="00AC5A63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74B1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109C"/>
    <w:rsid w:val="00B97278"/>
    <w:rsid w:val="00B97943"/>
    <w:rsid w:val="00BA1605"/>
    <w:rsid w:val="00BA1D0B"/>
    <w:rsid w:val="00BA2B50"/>
    <w:rsid w:val="00BA6972"/>
    <w:rsid w:val="00BB1E0D"/>
    <w:rsid w:val="00BB26C8"/>
    <w:rsid w:val="00BB4D9B"/>
    <w:rsid w:val="00BB73FF"/>
    <w:rsid w:val="00BB7688"/>
    <w:rsid w:val="00BC3167"/>
    <w:rsid w:val="00BC4377"/>
    <w:rsid w:val="00BC7423"/>
    <w:rsid w:val="00BC7CAC"/>
    <w:rsid w:val="00BD6D76"/>
    <w:rsid w:val="00BE56B3"/>
    <w:rsid w:val="00BE676D"/>
    <w:rsid w:val="00BF04E8"/>
    <w:rsid w:val="00BF16BF"/>
    <w:rsid w:val="00BF4D1F"/>
    <w:rsid w:val="00BF5A42"/>
    <w:rsid w:val="00BF636B"/>
    <w:rsid w:val="00BF76BE"/>
    <w:rsid w:val="00C00CDF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69C4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0502"/>
    <w:rsid w:val="00C91C26"/>
    <w:rsid w:val="00CA2BB2"/>
    <w:rsid w:val="00CA73D5"/>
    <w:rsid w:val="00CB1D13"/>
    <w:rsid w:val="00CB2FC9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552D"/>
    <w:rsid w:val="00D15FDB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D5E24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01A4"/>
    <w:rsid w:val="00E449D0"/>
    <w:rsid w:val="00E44A34"/>
    <w:rsid w:val="00E4506A"/>
    <w:rsid w:val="00E53F99"/>
    <w:rsid w:val="00E5490E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4177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F62"/>
    <w:rsid w:val="00F27963"/>
    <w:rsid w:val="00F30103"/>
    <w:rsid w:val="00F30446"/>
    <w:rsid w:val="00F3568B"/>
    <w:rsid w:val="00F4135D"/>
    <w:rsid w:val="00F41F1B"/>
    <w:rsid w:val="00F46BD9"/>
    <w:rsid w:val="00F53D93"/>
    <w:rsid w:val="00F60BE0"/>
    <w:rsid w:val="00F6280E"/>
    <w:rsid w:val="00F7050A"/>
    <w:rsid w:val="00F75533"/>
    <w:rsid w:val="00F8036D"/>
    <w:rsid w:val="00F809DC"/>
    <w:rsid w:val="00F86EB0"/>
    <w:rsid w:val="00FA154B"/>
    <w:rsid w:val="00FA1580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D1398"/>
    <w:rsid w:val="00FD33AB"/>
    <w:rsid w:val="00FD3BA4"/>
    <w:rsid w:val="00FD4724"/>
    <w:rsid w:val="00FD4A68"/>
    <w:rsid w:val="00FD68ED"/>
    <w:rsid w:val="00FD7B6A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B0C52"/>
  <w15:docId w15:val="{4551AC24-9BD2-4E88-B78D-502D938A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A76665"/>
    <w:pPr>
      <w:keepNext/>
      <w:keepLines/>
      <w:numPr>
        <w:numId w:val="5"/>
      </w:numPr>
      <w:spacing w:before="24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B074B1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452F4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512B42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8D7106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B074B1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92EE9CEB7B47AAA182D4D54D09E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857D2-55CD-4663-BB25-CCAC95F022AA}"/>
      </w:docPartPr>
      <w:docPartBody>
        <w:p w:rsidR="009F6F04" w:rsidRDefault="00FF4EF4">
          <w:pPr>
            <w:pStyle w:val="D892EE9CEB7B47AAA182D4D54D09ED38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F4"/>
    <w:rsid w:val="000B033E"/>
    <w:rsid w:val="00242444"/>
    <w:rsid w:val="00523600"/>
    <w:rsid w:val="007E1995"/>
    <w:rsid w:val="009866C4"/>
    <w:rsid w:val="009F6F04"/>
    <w:rsid w:val="00D72459"/>
    <w:rsid w:val="00EA377A"/>
    <w:rsid w:val="00F22C55"/>
    <w:rsid w:val="00F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892EE9CEB7B47AAA182D4D54D09ED38">
    <w:name w:val="D892EE9CEB7B47AAA182D4D54D09ED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C97C9-A5BF-4C9B-84FD-5F19F38B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14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WAN Concepts</vt:lpstr>
    </vt:vector>
  </TitlesOfParts>
  <Company>Cisco Systems, Inc.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WAN Concepts</dc:title>
  <dc:creator>Martin Benson</dc:creator>
  <dc:description>2019</dc:description>
  <cp:lastModifiedBy>Suk-Yi Pennock -X (spennock - UNICON INC at Cisco)</cp:lastModifiedBy>
  <cp:revision>6</cp:revision>
  <dcterms:created xsi:type="dcterms:W3CDTF">2019-11-22T19:44:00Z</dcterms:created>
  <dcterms:modified xsi:type="dcterms:W3CDTF">2019-11-27T22:21:00Z</dcterms:modified>
</cp:coreProperties>
</file>