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25A" w:rsidRPr="00F16521" w:rsidRDefault="00C17083" w:rsidP="00C17083">
      <w:pPr>
        <w:tabs>
          <w:tab w:val="left" w:pos="1440"/>
          <w:tab w:val="center" w:pos="4536"/>
        </w:tabs>
        <w:spacing w:after="0" w:line="360" w:lineRule="auto"/>
        <w:jc w:val="center"/>
        <w:outlineLvl w:val="3"/>
        <w:rPr>
          <w:rFonts w:ascii="Cambria" w:hAnsi="Cambria"/>
          <w:b/>
          <w:bCs/>
          <w:sz w:val="32"/>
          <w:lang w:eastAsia="cs-CZ"/>
        </w:rPr>
      </w:pPr>
      <w:r>
        <w:rPr>
          <w:rFonts w:ascii="Cambria" w:hAnsi="Cambria"/>
          <w:b/>
          <w:bCs/>
          <w:sz w:val="32"/>
          <w:lang w:eastAsia="cs-CZ"/>
        </w:rPr>
        <w:t xml:space="preserve">Cvičení </w:t>
      </w:r>
      <w:r w:rsidR="00E655EB">
        <w:rPr>
          <w:rFonts w:ascii="Cambria" w:hAnsi="Cambria"/>
          <w:b/>
          <w:bCs/>
          <w:sz w:val="32"/>
          <w:lang w:eastAsia="cs-CZ"/>
        </w:rPr>
        <w:t>3</w:t>
      </w:r>
      <w:bookmarkStart w:id="0" w:name="_GoBack"/>
      <w:bookmarkEnd w:id="0"/>
      <w:r>
        <w:rPr>
          <w:rFonts w:ascii="Cambria" w:hAnsi="Cambria"/>
          <w:b/>
          <w:bCs/>
          <w:sz w:val="32"/>
          <w:lang w:eastAsia="cs-CZ"/>
        </w:rPr>
        <w:t xml:space="preserve"> - Útok vůči protokolu CDP</w:t>
      </w:r>
      <w:r w:rsidR="005D61E5">
        <w:rPr>
          <w:rFonts w:ascii="Cambria" w:hAnsi="Cambria"/>
          <w:b/>
          <w:bCs/>
          <w:sz w:val="32"/>
          <w:lang w:eastAsia="cs-CZ"/>
        </w:rPr>
        <w:t xml:space="preserve"> a DHCP</w:t>
      </w:r>
    </w:p>
    <w:p w:rsidR="00897976" w:rsidRPr="00897976" w:rsidRDefault="00897976" w:rsidP="000A63DA">
      <w:pPr>
        <w:spacing w:after="0" w:line="360" w:lineRule="auto"/>
        <w:rPr>
          <w:rFonts w:ascii="Cambria" w:hAnsi="Cambria"/>
          <w:sz w:val="24"/>
        </w:rPr>
      </w:pPr>
    </w:p>
    <w:p w:rsidR="00897976" w:rsidRDefault="00C17083" w:rsidP="00B332E9">
      <w:pPr>
        <w:spacing w:after="0" w:line="360" w:lineRule="auto"/>
        <w:jc w:val="center"/>
        <w:rPr>
          <w:rFonts w:ascii="Cambria" w:hAnsi="Cambria"/>
          <w:sz w:val="24"/>
        </w:rPr>
      </w:pPr>
      <w:r>
        <w:rPr>
          <w:noProof/>
          <w:lang w:eastAsia="cs-CZ"/>
        </w:rPr>
        <w:drawing>
          <wp:inline distT="0" distB="0" distL="0" distR="0" wp14:anchorId="3AFED590" wp14:editId="13D8AEC9">
            <wp:extent cx="4996800" cy="23472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6800" cy="234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976" w:rsidRPr="00C17083" w:rsidRDefault="00897976" w:rsidP="000A63DA">
      <w:pPr>
        <w:spacing w:after="0" w:line="360" w:lineRule="auto"/>
        <w:rPr>
          <w:rFonts w:ascii="Cambria" w:hAnsi="Cambria"/>
        </w:rPr>
      </w:pPr>
    </w:p>
    <w:p w:rsidR="00AC625A" w:rsidRPr="00C17083" w:rsidRDefault="00AC625A" w:rsidP="000A63DA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  <w:b/>
        </w:rPr>
        <w:t>Cíl:</w:t>
      </w:r>
      <w:r w:rsidRPr="00C17083">
        <w:rPr>
          <w:rFonts w:ascii="Cambria" w:hAnsi="Cambria"/>
        </w:rPr>
        <w:t xml:space="preserve"> ověřit </w:t>
      </w:r>
      <w:r w:rsidR="00C17083" w:rsidRPr="00C17083">
        <w:rPr>
          <w:rFonts w:ascii="Cambria" w:hAnsi="Cambria"/>
        </w:rPr>
        <w:t xml:space="preserve">zranitelnost </w:t>
      </w:r>
      <w:r w:rsidRPr="00C17083">
        <w:rPr>
          <w:rFonts w:ascii="Cambria" w:hAnsi="Cambria"/>
        </w:rPr>
        <w:t>síťových prvků na linkové vrstvě</w:t>
      </w:r>
    </w:p>
    <w:p w:rsidR="00AC625A" w:rsidRPr="00C17083" w:rsidRDefault="00AC625A" w:rsidP="000A63DA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  <w:b/>
        </w:rPr>
        <w:t>Programové vybavení:</w:t>
      </w:r>
      <w:r w:rsidRPr="00C17083">
        <w:rPr>
          <w:rFonts w:ascii="Cambria" w:hAnsi="Cambria"/>
        </w:rPr>
        <w:t xml:space="preserve"> tftpd32, Kali Linux (živá distribuce), Wireshark</w:t>
      </w:r>
    </w:p>
    <w:p w:rsidR="00897976" w:rsidRPr="00C17083" w:rsidRDefault="00897976" w:rsidP="000A63DA">
      <w:pPr>
        <w:spacing w:after="0" w:line="360" w:lineRule="auto"/>
        <w:rPr>
          <w:rFonts w:ascii="Cambria" w:hAnsi="Cambria"/>
          <w:b/>
        </w:rPr>
      </w:pPr>
      <w:r w:rsidRPr="00C17083">
        <w:rPr>
          <w:rFonts w:ascii="Cambria" w:hAnsi="Cambria"/>
          <w:b/>
        </w:rPr>
        <w:t>Úkoly</w:t>
      </w:r>
      <w:r w:rsidR="00AC625A" w:rsidRPr="00C17083">
        <w:rPr>
          <w:rFonts w:ascii="Cambria" w:hAnsi="Cambria"/>
          <w:b/>
        </w:rPr>
        <w:t>:</w:t>
      </w:r>
    </w:p>
    <w:p w:rsidR="00897976" w:rsidRPr="00C17083" w:rsidRDefault="00897976" w:rsidP="002307AE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Zapojte síť podle zadaného schématu</w:t>
      </w:r>
    </w:p>
    <w:p w:rsidR="00897976" w:rsidRPr="00C17083" w:rsidRDefault="00897976" w:rsidP="002307AE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 xml:space="preserve">Nakonfigurujte základní síťové parametry včetně </w:t>
      </w:r>
      <w:r w:rsidR="000A63DA" w:rsidRPr="00C17083">
        <w:rPr>
          <w:rFonts w:ascii="Cambria" w:hAnsi="Cambria"/>
        </w:rPr>
        <w:t>stanic</w:t>
      </w:r>
    </w:p>
    <w:p w:rsidR="00996FAA" w:rsidRPr="00C17083" w:rsidRDefault="00996FAA" w:rsidP="00996FAA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V přepínači a směrovači ověřte čas, případně nastavte</w:t>
      </w:r>
    </w:p>
    <w:p w:rsidR="00C17083" w:rsidRPr="00C17083" w:rsidRDefault="00C17083" w:rsidP="00C17083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V</w:t>
      </w:r>
      <w:r w:rsidR="000E146D" w:rsidRPr="00C17083">
        <w:rPr>
          <w:rFonts w:ascii="Cambria" w:hAnsi="Cambria"/>
        </w:rPr>
        <w:t xml:space="preserve"> </w:t>
      </w:r>
      <w:r w:rsidRPr="00C17083">
        <w:rPr>
          <w:rFonts w:ascii="Cambria" w:hAnsi="Cambria"/>
        </w:rPr>
        <w:t xml:space="preserve">levém počítači spusťte program </w:t>
      </w:r>
      <w:r w:rsidRPr="00C17083">
        <w:rPr>
          <w:rFonts w:ascii="Courier New" w:hAnsi="Courier New" w:cs="Courier New"/>
        </w:rPr>
        <w:t>tf</w:t>
      </w:r>
      <w:r w:rsidR="00B95919">
        <w:rPr>
          <w:rFonts w:ascii="Courier New" w:hAnsi="Courier New" w:cs="Courier New"/>
        </w:rPr>
        <w:t>t</w:t>
      </w:r>
      <w:r w:rsidRPr="00C17083">
        <w:rPr>
          <w:rFonts w:ascii="Courier New" w:hAnsi="Courier New" w:cs="Courier New"/>
        </w:rPr>
        <w:t>pd32</w:t>
      </w:r>
      <w:r w:rsidRPr="00C17083">
        <w:rPr>
          <w:rFonts w:ascii="Cambria" w:hAnsi="Cambria"/>
        </w:rPr>
        <w:t xml:space="preserve"> a v něm</w:t>
      </w:r>
    </w:p>
    <w:p w:rsidR="00C17083" w:rsidRPr="00C17083" w:rsidRDefault="00C17083" w:rsidP="00C17083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 xml:space="preserve">nakonfigurujte </w:t>
      </w:r>
      <w:r w:rsidRPr="00055CBA">
        <w:rPr>
          <w:rFonts w:ascii="Courier New" w:hAnsi="Courier New" w:cs="Courier New"/>
        </w:rPr>
        <w:t>syslog</w:t>
      </w:r>
      <w:r w:rsidRPr="00C17083">
        <w:rPr>
          <w:rFonts w:ascii="Cambria" w:hAnsi="Cambria"/>
        </w:rPr>
        <w:t xml:space="preserve"> server</w:t>
      </w:r>
    </w:p>
    <w:p w:rsidR="00C17083" w:rsidRDefault="00C17083" w:rsidP="00C17083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nakonfigurujte DHCP server (počáteční adresa, počet adres - pool, výchozí brána)</w:t>
      </w:r>
    </w:p>
    <w:p w:rsidR="004E35AE" w:rsidRPr="00C17083" w:rsidRDefault="004E35AE" w:rsidP="004E35AE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>
        <w:rPr>
          <w:rFonts w:ascii="Cambria" w:hAnsi="Cambria"/>
        </w:rPr>
        <w:t>V levém počítači spusťte Program WireShark</w:t>
      </w:r>
    </w:p>
    <w:p w:rsidR="00133E6A" w:rsidRPr="00C17083" w:rsidRDefault="00133E6A" w:rsidP="002307AE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 xml:space="preserve">V </w:t>
      </w:r>
      <w:r w:rsidR="004E35AE">
        <w:rPr>
          <w:rFonts w:ascii="Cambria" w:hAnsi="Cambria"/>
        </w:rPr>
        <w:t xml:space="preserve">pravém počítači </w:t>
      </w:r>
      <w:r w:rsidRPr="00C17083">
        <w:rPr>
          <w:rFonts w:ascii="Cambria" w:hAnsi="Cambria"/>
        </w:rPr>
        <w:t>spusťte operační systém Kali Linux</w:t>
      </w:r>
    </w:p>
    <w:p w:rsidR="000E146D" w:rsidRPr="00C17083" w:rsidRDefault="000E146D" w:rsidP="000E146D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Ověřte, zda</w:t>
      </w:r>
      <w:r w:rsidR="004E35AE">
        <w:rPr>
          <w:rFonts w:ascii="Cambria" w:hAnsi="Cambria"/>
        </w:rPr>
        <w:t xml:space="preserve"> tento počítač získal</w:t>
      </w:r>
      <w:r w:rsidRPr="00C17083">
        <w:rPr>
          <w:rFonts w:ascii="Cambria" w:hAnsi="Cambria"/>
        </w:rPr>
        <w:t xml:space="preserve"> IP adresu </w:t>
      </w:r>
    </w:p>
    <w:p w:rsidR="000A63DA" w:rsidRPr="00C17083" w:rsidRDefault="00897976" w:rsidP="002307AE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 xml:space="preserve">Zabezpečte </w:t>
      </w:r>
      <w:r w:rsidR="004E35AE" w:rsidRPr="00C17083">
        <w:rPr>
          <w:rFonts w:ascii="Cambria" w:hAnsi="Cambria"/>
        </w:rPr>
        <w:t>síťov</w:t>
      </w:r>
      <w:r w:rsidR="004E35AE">
        <w:rPr>
          <w:rFonts w:ascii="Cambria" w:hAnsi="Cambria"/>
        </w:rPr>
        <w:t>é</w:t>
      </w:r>
      <w:r w:rsidR="004E35AE" w:rsidRPr="00C17083">
        <w:rPr>
          <w:rFonts w:ascii="Cambria" w:hAnsi="Cambria"/>
        </w:rPr>
        <w:t xml:space="preserve"> prvk</w:t>
      </w:r>
      <w:r w:rsidR="004E35AE">
        <w:rPr>
          <w:rFonts w:ascii="Cambria" w:hAnsi="Cambria"/>
        </w:rPr>
        <w:t>y</w:t>
      </w:r>
      <w:r w:rsidR="0050139F" w:rsidRPr="00C17083">
        <w:rPr>
          <w:rFonts w:ascii="Cambria" w:hAnsi="Cambria"/>
        </w:rPr>
        <w:t xml:space="preserve"> takto</w:t>
      </w:r>
    </w:p>
    <w:p w:rsidR="00F16521" w:rsidRPr="00C17083" w:rsidRDefault="00F16521" w:rsidP="00F16521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Zabezpečte přechod do privilegovaného režimu</w:t>
      </w:r>
    </w:p>
    <w:p w:rsidR="00F16521" w:rsidRPr="00C17083" w:rsidRDefault="00F16521" w:rsidP="00F16521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Heslo, uloženo jako hash</w:t>
      </w:r>
    </w:p>
    <w:p w:rsidR="000A63DA" w:rsidRPr="00C17083" w:rsidRDefault="002307AE" w:rsidP="002307AE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Zabezpečte p</w:t>
      </w:r>
      <w:r w:rsidR="00897976" w:rsidRPr="00C17083">
        <w:rPr>
          <w:rFonts w:ascii="Cambria" w:hAnsi="Cambria"/>
        </w:rPr>
        <w:t>řístup přes konsolu</w:t>
      </w:r>
      <w:r w:rsidR="000A63DA" w:rsidRPr="00C17083">
        <w:rPr>
          <w:rFonts w:ascii="Cambria" w:hAnsi="Cambria"/>
        </w:rPr>
        <w:t xml:space="preserve"> </w:t>
      </w:r>
    </w:p>
    <w:p w:rsidR="00897976" w:rsidRPr="00C17083" w:rsidRDefault="000A63DA" w:rsidP="00133E6A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H</w:t>
      </w:r>
      <w:r w:rsidR="00897976" w:rsidRPr="00C17083">
        <w:rPr>
          <w:rFonts w:ascii="Cambria" w:hAnsi="Cambria"/>
        </w:rPr>
        <w:t>eslo</w:t>
      </w:r>
    </w:p>
    <w:p w:rsidR="000A63DA" w:rsidRPr="00C17083" w:rsidRDefault="002307AE" w:rsidP="00133E6A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Zabezpečte p</w:t>
      </w:r>
      <w:r w:rsidR="00897976" w:rsidRPr="00C17083">
        <w:rPr>
          <w:rFonts w:ascii="Cambria" w:hAnsi="Cambria"/>
        </w:rPr>
        <w:t>řístup přes virtuální terminál</w:t>
      </w:r>
      <w:r w:rsidR="000A63DA" w:rsidRPr="00C17083">
        <w:rPr>
          <w:rFonts w:ascii="Cambria" w:hAnsi="Cambria"/>
        </w:rPr>
        <w:t xml:space="preserve"> </w:t>
      </w:r>
    </w:p>
    <w:p w:rsidR="000A63DA" w:rsidRPr="00C17083" w:rsidRDefault="000A63DA" w:rsidP="00133E6A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Heslo</w:t>
      </w:r>
    </w:p>
    <w:p w:rsidR="002500F4" w:rsidRPr="00C17083" w:rsidRDefault="002500F4" w:rsidP="00133E6A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P</w:t>
      </w:r>
      <w:r w:rsidR="00F16521" w:rsidRPr="00C17083">
        <w:rPr>
          <w:rFonts w:ascii="Cambria" w:hAnsi="Cambria"/>
        </w:rPr>
        <w:t>rotokol telnet</w:t>
      </w:r>
    </w:p>
    <w:p w:rsidR="00F16521" w:rsidRPr="00C17083" w:rsidRDefault="002500F4" w:rsidP="00133E6A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 xml:space="preserve">Bonus – protokol </w:t>
      </w:r>
      <w:r w:rsidR="00F16521" w:rsidRPr="00C17083">
        <w:rPr>
          <w:rFonts w:ascii="Cambria" w:hAnsi="Cambria"/>
        </w:rPr>
        <w:t>SSH</w:t>
      </w:r>
    </w:p>
    <w:p w:rsidR="000E146D" w:rsidRPr="00C17083" w:rsidRDefault="000E146D" w:rsidP="000E146D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V</w:t>
      </w:r>
      <w:r w:rsidR="004E35AE">
        <w:rPr>
          <w:rFonts w:ascii="Cambria" w:hAnsi="Cambria"/>
        </w:rPr>
        <w:t xml:space="preserve"> síťových zařízeních </w:t>
      </w:r>
      <w:r w:rsidRPr="00C17083">
        <w:rPr>
          <w:rFonts w:ascii="Cambria" w:hAnsi="Cambria"/>
        </w:rPr>
        <w:t xml:space="preserve">nastavte logování událostí do </w:t>
      </w:r>
      <w:r w:rsidR="004E35AE">
        <w:rPr>
          <w:rFonts w:ascii="Cambria" w:hAnsi="Cambria"/>
        </w:rPr>
        <w:t xml:space="preserve">levého počítače </w:t>
      </w:r>
      <w:r w:rsidRPr="00C17083">
        <w:rPr>
          <w:rFonts w:ascii="Cambria" w:hAnsi="Cambria"/>
        </w:rPr>
        <w:t xml:space="preserve">(tj. kde běží </w:t>
      </w:r>
      <w:r w:rsidRPr="004E35AE">
        <w:rPr>
          <w:rFonts w:ascii="Courier New" w:hAnsi="Courier New" w:cs="Courier New"/>
        </w:rPr>
        <w:t>tftpd32</w:t>
      </w:r>
      <w:r w:rsidRPr="00C17083">
        <w:rPr>
          <w:rFonts w:ascii="Cambria" w:hAnsi="Cambria"/>
        </w:rPr>
        <w:t>)</w:t>
      </w:r>
    </w:p>
    <w:p w:rsidR="000E146D" w:rsidRPr="00C17083" w:rsidRDefault="004E35AE" w:rsidP="000E146D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>
        <w:rPr>
          <w:rFonts w:ascii="Cambria" w:hAnsi="Cambria"/>
        </w:rPr>
        <w:t>Ověřte funkci protokolu</w:t>
      </w:r>
      <w:r>
        <w:rPr>
          <w:rFonts w:ascii="Courier New" w:hAnsi="Courier New" w:cs="Courier New"/>
        </w:rPr>
        <w:t xml:space="preserve"> s</w:t>
      </w:r>
      <w:r w:rsidR="000E146D" w:rsidRPr="004E35AE">
        <w:rPr>
          <w:rFonts w:ascii="Courier New" w:hAnsi="Courier New" w:cs="Courier New"/>
        </w:rPr>
        <w:t>yslo</w:t>
      </w:r>
      <w:r>
        <w:rPr>
          <w:rFonts w:ascii="Courier New" w:hAnsi="Courier New" w:cs="Courier New"/>
        </w:rPr>
        <w:t xml:space="preserve">g </w:t>
      </w:r>
      <w:r w:rsidR="000E146D" w:rsidRPr="00C17083">
        <w:rPr>
          <w:rFonts w:ascii="Cambria" w:hAnsi="Cambria"/>
        </w:rPr>
        <w:t xml:space="preserve">např. nevýznamnou </w:t>
      </w:r>
      <w:r>
        <w:rPr>
          <w:rFonts w:ascii="Cambria" w:hAnsi="Cambria"/>
        </w:rPr>
        <w:t xml:space="preserve">změnou </w:t>
      </w:r>
      <w:r w:rsidR="000E146D" w:rsidRPr="00C17083">
        <w:rPr>
          <w:rFonts w:ascii="Cambria" w:hAnsi="Cambria"/>
        </w:rPr>
        <w:t>konfigurac</w:t>
      </w:r>
      <w:r>
        <w:rPr>
          <w:rFonts w:ascii="Cambria" w:hAnsi="Cambria"/>
        </w:rPr>
        <w:t>e</w:t>
      </w:r>
      <w:r w:rsidR="000E146D" w:rsidRPr="00C17083">
        <w:rPr>
          <w:rFonts w:ascii="Cambria" w:hAnsi="Cambria"/>
        </w:rPr>
        <w:t xml:space="preserve"> rozhraní</w:t>
      </w:r>
    </w:p>
    <w:p w:rsidR="000E146D" w:rsidRDefault="000E146D" w:rsidP="000E146D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Ověřte viditelnost sousedních zařízení pomocí protokolu CDP</w:t>
      </w:r>
    </w:p>
    <w:p w:rsidR="004E35AE" w:rsidRDefault="004E35AE" w:rsidP="004E35AE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>
        <w:rPr>
          <w:rFonts w:ascii="Cambria" w:hAnsi="Cambria"/>
        </w:rPr>
        <w:t>V síťovém zařízení příkazem</w:t>
      </w:r>
      <w:r w:rsidRPr="004E35AE">
        <w:rPr>
          <w:rFonts w:ascii="Courier New" w:hAnsi="Courier New" w:cs="Courier New"/>
        </w:rPr>
        <w:t xml:space="preserve"> show cdp neighbor detail</w:t>
      </w:r>
    </w:p>
    <w:p w:rsidR="004E35AE" w:rsidRPr="00C17083" w:rsidRDefault="004E35AE" w:rsidP="004E35AE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>
        <w:rPr>
          <w:rFonts w:ascii="Cambria" w:hAnsi="Cambria"/>
        </w:rPr>
        <w:t>V počítači prostřednictvím programu Wireshark</w:t>
      </w:r>
    </w:p>
    <w:p w:rsidR="000E146D" w:rsidRDefault="002D47F6" w:rsidP="000E146D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lastRenderedPageBreak/>
        <w:t>V</w:t>
      </w:r>
      <w:r w:rsidR="004E35AE">
        <w:rPr>
          <w:rFonts w:ascii="Cambria" w:hAnsi="Cambria"/>
        </w:rPr>
        <w:t xml:space="preserve"> pravém počítači</w:t>
      </w:r>
      <w:r w:rsidRPr="00C17083">
        <w:rPr>
          <w:rFonts w:ascii="Cambria" w:hAnsi="Cambria"/>
        </w:rPr>
        <w:t xml:space="preserve"> (</w:t>
      </w:r>
      <w:r w:rsidR="000E146D" w:rsidRPr="00C17083">
        <w:rPr>
          <w:rFonts w:ascii="Cambria" w:hAnsi="Cambria"/>
        </w:rPr>
        <w:t>Kali Linux</w:t>
      </w:r>
      <w:r w:rsidRPr="00C17083">
        <w:rPr>
          <w:rFonts w:ascii="Cambria" w:hAnsi="Cambria"/>
        </w:rPr>
        <w:t>)</w:t>
      </w:r>
      <w:r w:rsidR="000E146D" w:rsidRPr="00C17083">
        <w:rPr>
          <w:rFonts w:ascii="Cambria" w:hAnsi="Cambria"/>
        </w:rPr>
        <w:t xml:space="preserve"> spusťte program </w:t>
      </w:r>
      <w:r w:rsidR="006261E0" w:rsidRPr="004E35AE">
        <w:rPr>
          <w:rFonts w:ascii="Courier New" w:hAnsi="Courier New" w:cs="Courier New"/>
        </w:rPr>
        <w:t>yersin</w:t>
      </w:r>
      <w:r w:rsidR="000E146D" w:rsidRPr="004E35AE">
        <w:rPr>
          <w:rFonts w:ascii="Courier New" w:hAnsi="Courier New" w:cs="Courier New"/>
        </w:rPr>
        <w:t>ia</w:t>
      </w:r>
      <w:r w:rsidR="000E146D" w:rsidRPr="00C17083">
        <w:rPr>
          <w:rFonts w:ascii="Cambria" w:hAnsi="Cambria"/>
        </w:rPr>
        <w:t xml:space="preserve"> a ověřte generování falešných CDP zpráv</w:t>
      </w:r>
    </w:p>
    <w:p w:rsidR="00C56C89" w:rsidRPr="00C17083" w:rsidRDefault="00C56C89" w:rsidP="000E146D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</w:p>
    <w:p w:rsidR="000E146D" w:rsidRDefault="000E146D" w:rsidP="000E146D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Ověřte, zda tyto zprávy registruje reálné zařízení Cisco</w:t>
      </w:r>
    </w:p>
    <w:p w:rsidR="00C56C89" w:rsidRPr="00C17083" w:rsidRDefault="00C56C89" w:rsidP="000E146D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Ověřte, </w:t>
      </w:r>
      <w:r w:rsidRPr="00C17083">
        <w:rPr>
          <w:rFonts w:ascii="Cambria" w:hAnsi="Cambria"/>
        </w:rPr>
        <w:t>zda tyto zprávy</w:t>
      </w:r>
      <w:r>
        <w:rPr>
          <w:rFonts w:ascii="Cambria" w:hAnsi="Cambria"/>
        </w:rPr>
        <w:t xml:space="preserve"> zaznamenává WireShark</w:t>
      </w:r>
    </w:p>
    <w:p w:rsidR="002D47F6" w:rsidRPr="00C17083" w:rsidRDefault="002D47F6" w:rsidP="002D47F6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V</w:t>
      </w:r>
      <w:r w:rsidR="004E35AE">
        <w:rPr>
          <w:rFonts w:ascii="Cambria" w:hAnsi="Cambria"/>
        </w:rPr>
        <w:t> pravém počítači</w:t>
      </w:r>
      <w:r w:rsidR="00C56C89">
        <w:rPr>
          <w:rFonts w:ascii="Cambria" w:hAnsi="Cambria"/>
        </w:rPr>
        <w:t xml:space="preserve"> </w:t>
      </w:r>
      <w:r w:rsidRPr="00C17083">
        <w:rPr>
          <w:rFonts w:ascii="Cambria" w:hAnsi="Cambria"/>
        </w:rPr>
        <w:t>(Kali Linux) spusťte program</w:t>
      </w:r>
      <w:r w:rsidRPr="004E35AE">
        <w:rPr>
          <w:rFonts w:ascii="Courier New" w:hAnsi="Courier New" w:cs="Courier New"/>
        </w:rPr>
        <w:t xml:space="preserve"> </w:t>
      </w:r>
      <w:r w:rsidR="006261E0" w:rsidRPr="004E35AE">
        <w:rPr>
          <w:rFonts w:ascii="Courier New" w:hAnsi="Courier New" w:cs="Courier New"/>
        </w:rPr>
        <w:t>yersin</w:t>
      </w:r>
      <w:r w:rsidRPr="004E35AE">
        <w:rPr>
          <w:rFonts w:ascii="Courier New" w:hAnsi="Courier New" w:cs="Courier New"/>
        </w:rPr>
        <w:t>ia</w:t>
      </w:r>
      <w:r w:rsidRPr="00C17083">
        <w:rPr>
          <w:rFonts w:ascii="Cambria" w:hAnsi="Cambria"/>
        </w:rPr>
        <w:t xml:space="preserve"> a </w:t>
      </w:r>
      <w:r w:rsidR="004E35AE">
        <w:rPr>
          <w:rFonts w:ascii="Cambria" w:hAnsi="Cambria"/>
        </w:rPr>
        <w:t xml:space="preserve">spusťte </w:t>
      </w:r>
      <w:r w:rsidRPr="00C17083">
        <w:rPr>
          <w:rFonts w:ascii="Cambria" w:hAnsi="Cambria"/>
        </w:rPr>
        <w:t>generování DHCP žádostí</w:t>
      </w:r>
    </w:p>
    <w:p w:rsidR="002D47F6" w:rsidRPr="00C17083" w:rsidRDefault="002D47F6" w:rsidP="002D47F6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 xml:space="preserve">Ověřte chování DHCP serveru (programu </w:t>
      </w:r>
      <w:r w:rsidRPr="004E35AE">
        <w:rPr>
          <w:rFonts w:ascii="Courier New" w:hAnsi="Courier New" w:cs="Courier New"/>
        </w:rPr>
        <w:t>tftpd32</w:t>
      </w:r>
      <w:r w:rsidRPr="00C17083">
        <w:rPr>
          <w:rFonts w:ascii="Cambria" w:hAnsi="Cambria"/>
        </w:rPr>
        <w:t xml:space="preserve"> ve stanici A)</w:t>
      </w:r>
    </w:p>
    <w:p w:rsidR="002D47F6" w:rsidRPr="00C17083" w:rsidRDefault="002D47F6" w:rsidP="002D47F6">
      <w:pPr>
        <w:pStyle w:val="Odstavecseseznamem"/>
        <w:numPr>
          <w:ilvl w:val="2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Pozor, může dojít k jeho zahlcení či dokonce pádu</w:t>
      </w:r>
    </w:p>
    <w:p w:rsidR="000E146D" w:rsidRPr="00C17083" w:rsidRDefault="0050139F" w:rsidP="000E146D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V přepínači</w:t>
      </w:r>
      <w:r w:rsidR="000E146D" w:rsidRPr="00C17083">
        <w:rPr>
          <w:rFonts w:ascii="Cambria" w:hAnsi="Cambria"/>
        </w:rPr>
        <w:t xml:space="preserve"> nastavte </w:t>
      </w:r>
      <w:r w:rsidR="00C56C89">
        <w:rPr>
          <w:rFonts w:ascii="Cambria" w:hAnsi="Cambria"/>
        </w:rPr>
        <w:t xml:space="preserve">funkci </w:t>
      </w:r>
      <w:r w:rsidR="000E146D" w:rsidRPr="00C17083">
        <w:rPr>
          <w:rFonts w:ascii="Cambria" w:hAnsi="Cambria"/>
        </w:rPr>
        <w:t>DHCP snooping</w:t>
      </w:r>
    </w:p>
    <w:p w:rsidR="002D47F6" w:rsidRPr="00C17083" w:rsidRDefault="002D47F6" w:rsidP="002D47F6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 xml:space="preserve">Port, ke kterému je připojena </w:t>
      </w:r>
      <w:r w:rsidR="00C56C89">
        <w:rPr>
          <w:rFonts w:ascii="Cambria" w:hAnsi="Cambria"/>
        </w:rPr>
        <w:t xml:space="preserve">levý počítač </w:t>
      </w:r>
      <w:r w:rsidRPr="00C17083">
        <w:rPr>
          <w:rFonts w:ascii="Cambria" w:hAnsi="Cambria"/>
        </w:rPr>
        <w:t>(s DHCP serverem), označte jako důvěryhodný</w:t>
      </w:r>
    </w:p>
    <w:p w:rsidR="002D47F6" w:rsidRPr="00C17083" w:rsidRDefault="002D47F6" w:rsidP="002D47F6">
      <w:pPr>
        <w:pStyle w:val="Odstavecseseznamem"/>
        <w:numPr>
          <w:ilvl w:val="0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 xml:space="preserve">Ve </w:t>
      </w:r>
      <w:r w:rsidR="00C56C89">
        <w:rPr>
          <w:rFonts w:ascii="Cambria" w:hAnsi="Cambria"/>
        </w:rPr>
        <w:t xml:space="preserve">pravém počítači </w:t>
      </w:r>
      <w:r w:rsidRPr="00C17083">
        <w:rPr>
          <w:rFonts w:ascii="Cambria" w:hAnsi="Cambria"/>
        </w:rPr>
        <w:t xml:space="preserve">(Kali Linux) spusťte program </w:t>
      </w:r>
      <w:r w:rsidR="006261E0" w:rsidRPr="004E35AE">
        <w:rPr>
          <w:rFonts w:ascii="Courier New" w:hAnsi="Courier New" w:cs="Courier New"/>
        </w:rPr>
        <w:t>yersin</w:t>
      </w:r>
      <w:r w:rsidRPr="004E35AE">
        <w:rPr>
          <w:rFonts w:ascii="Courier New" w:hAnsi="Courier New" w:cs="Courier New"/>
        </w:rPr>
        <w:t>ia</w:t>
      </w:r>
      <w:r w:rsidRPr="00C17083">
        <w:rPr>
          <w:rFonts w:ascii="Cambria" w:hAnsi="Cambria"/>
        </w:rPr>
        <w:t xml:space="preserve"> a opět ověřte generování DHCP žádostí</w:t>
      </w:r>
    </w:p>
    <w:p w:rsidR="002D47F6" w:rsidRPr="00C17083" w:rsidRDefault="002D47F6" w:rsidP="002D47F6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Port přepínače by měl být zablokován</w:t>
      </w:r>
    </w:p>
    <w:p w:rsidR="002D47F6" w:rsidRPr="00C17083" w:rsidRDefault="002D47F6" w:rsidP="002D47F6">
      <w:pPr>
        <w:pStyle w:val="Odstavecseseznamem"/>
        <w:numPr>
          <w:ilvl w:val="1"/>
          <w:numId w:val="3"/>
        </w:numPr>
        <w:spacing w:after="0"/>
        <w:rPr>
          <w:rFonts w:ascii="Cambria" w:hAnsi="Cambria"/>
        </w:rPr>
      </w:pPr>
      <w:r w:rsidRPr="00C17083">
        <w:rPr>
          <w:rFonts w:ascii="Cambria" w:hAnsi="Cambria"/>
        </w:rPr>
        <w:t>Měla by být generována zpráva</w:t>
      </w:r>
    </w:p>
    <w:p w:rsidR="00C56C89" w:rsidRDefault="00C56C89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897976" w:rsidRPr="00C17083" w:rsidRDefault="00845598" w:rsidP="000A63DA">
      <w:pPr>
        <w:spacing w:after="0" w:line="360" w:lineRule="auto"/>
        <w:rPr>
          <w:rFonts w:ascii="Cambria" w:hAnsi="Cambria"/>
          <w:b/>
        </w:rPr>
      </w:pPr>
      <w:r w:rsidRPr="00C17083">
        <w:rPr>
          <w:rFonts w:ascii="Cambria" w:hAnsi="Cambria"/>
          <w:b/>
        </w:rPr>
        <w:lastRenderedPageBreak/>
        <w:t>Fragmenty konfigurací pro inspiraci (neodpovídají zadání)</w:t>
      </w:r>
    </w:p>
    <w:p w:rsidR="00F16521" w:rsidRPr="00C17083" w:rsidRDefault="00F16521" w:rsidP="00F16521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Místní přístup</w:t>
      </w:r>
      <w:r w:rsidR="00481F4E" w:rsidRPr="00C17083">
        <w:rPr>
          <w:rFonts w:ascii="Cambria" w:hAnsi="Cambria"/>
        </w:rPr>
        <w:t xml:space="preserve"> – nastavení hesel</w:t>
      </w:r>
    </w:p>
    <w:p w:rsidR="00F16521" w:rsidRPr="00C17083" w:rsidRDefault="00F16521" w:rsidP="00F16521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Switch# configure terminal</w:t>
      </w:r>
    </w:p>
    <w:p w:rsidR="00F16521" w:rsidRPr="00C17083" w:rsidRDefault="00F16521" w:rsidP="00F16521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Switch(config)# enable password</w:t>
      </w:r>
      <w:r w:rsidRPr="00C17083">
        <w:rPr>
          <w:rFonts w:ascii="Courier New" w:hAnsi="Courier New" w:cs="Courier New"/>
          <w:lang w:val="en-US"/>
        </w:rPr>
        <w:t xml:space="preserve"> </w:t>
      </w:r>
      <w:r w:rsidRPr="00C17083">
        <w:rPr>
          <w:rFonts w:ascii="Courier New" w:hAnsi="Courier New" w:cs="Courier New"/>
          <w:b/>
          <w:bCs/>
          <w:lang w:val="en-US"/>
        </w:rPr>
        <w:t>class</w:t>
      </w:r>
    </w:p>
    <w:p w:rsidR="00F16521" w:rsidRPr="00C17083" w:rsidRDefault="00F16521" w:rsidP="00F16521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</w:t>
      </w:r>
      <w:r w:rsidRPr="00C17083">
        <w:rPr>
          <w:rFonts w:ascii="Courier New" w:hAnsi="Courier New" w:cs="Courier New"/>
          <w:lang w:val="en-US"/>
        </w:rPr>
        <w:t>(config)# line console 0</w:t>
      </w:r>
    </w:p>
    <w:p w:rsidR="00F16521" w:rsidRPr="00C17083" w:rsidRDefault="00F16521" w:rsidP="00F16521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</w:t>
      </w:r>
      <w:r w:rsidRPr="00C17083">
        <w:rPr>
          <w:rFonts w:ascii="Courier New" w:hAnsi="Courier New" w:cs="Courier New"/>
          <w:lang w:val="en-US"/>
        </w:rPr>
        <w:t xml:space="preserve">(config-line)# password </w:t>
      </w:r>
      <w:r w:rsidRPr="00C17083">
        <w:rPr>
          <w:rFonts w:ascii="Courier New" w:hAnsi="Courier New" w:cs="Courier New"/>
          <w:b/>
          <w:bCs/>
          <w:lang w:val="en-US"/>
        </w:rPr>
        <w:t>cisco</w:t>
      </w:r>
    </w:p>
    <w:p w:rsidR="00F16521" w:rsidRPr="00C17083" w:rsidRDefault="00F16521" w:rsidP="00F16521">
      <w:pPr>
        <w:spacing w:after="0" w:line="240" w:lineRule="auto"/>
        <w:rPr>
          <w:rFonts w:ascii="Courier New" w:hAnsi="Courier New" w:cs="Courier New"/>
        </w:rPr>
      </w:pPr>
    </w:p>
    <w:p w:rsidR="00481F4E" w:rsidRPr="00C17083" w:rsidRDefault="00481F4E" w:rsidP="002500F4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Výpis konfigurace a rozhraní a jejich nastavení</w:t>
      </w:r>
    </w:p>
    <w:p w:rsidR="00481F4E" w:rsidRPr="00C17083" w:rsidRDefault="00481F4E" w:rsidP="00481F4E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</w:t>
      </w:r>
      <w:r w:rsidRPr="00C17083">
        <w:rPr>
          <w:rFonts w:ascii="Courier New" w:hAnsi="Courier New" w:cs="Courier New"/>
          <w:lang w:val="en-US"/>
        </w:rPr>
        <w:t xml:space="preserve"># </w:t>
      </w:r>
      <w:r w:rsidRPr="00C17083">
        <w:rPr>
          <w:rFonts w:ascii="Courier New" w:hAnsi="Courier New" w:cs="Courier New"/>
        </w:rPr>
        <w:t>show running-config</w:t>
      </w:r>
    </w:p>
    <w:p w:rsidR="00481F4E" w:rsidRPr="00C17083" w:rsidRDefault="00481F4E" w:rsidP="002500F4">
      <w:pPr>
        <w:spacing w:after="0" w:line="360" w:lineRule="auto"/>
        <w:rPr>
          <w:rFonts w:ascii="Courier New" w:hAnsi="Courier New" w:cs="Courier New"/>
          <w:lang w:val="en-US"/>
        </w:rPr>
      </w:pPr>
      <w:r w:rsidRPr="00C17083">
        <w:rPr>
          <w:rFonts w:ascii="Courier New" w:hAnsi="Courier New" w:cs="Courier New"/>
        </w:rPr>
        <w:t>Switch</w:t>
      </w:r>
      <w:r w:rsidRPr="00C17083">
        <w:rPr>
          <w:rFonts w:ascii="Courier New" w:hAnsi="Courier New" w:cs="Courier New"/>
          <w:lang w:val="en-US"/>
        </w:rPr>
        <w:t># show ip interface brief</w:t>
      </w:r>
    </w:p>
    <w:p w:rsidR="00A66C30" w:rsidRPr="00C17083" w:rsidRDefault="00A66C30" w:rsidP="002500F4">
      <w:pPr>
        <w:spacing w:after="0" w:line="360" w:lineRule="auto"/>
        <w:rPr>
          <w:rFonts w:ascii="Courier New" w:hAnsi="Courier New" w:cs="Courier New"/>
          <w:lang w:val="en-US"/>
        </w:rPr>
      </w:pPr>
    </w:p>
    <w:p w:rsidR="00A66C30" w:rsidRPr="00C17083" w:rsidRDefault="00A66C30" w:rsidP="00A66C30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Výpis informací o sousedech</w:t>
      </w:r>
    </w:p>
    <w:p w:rsidR="00A66C30" w:rsidRPr="00C17083" w:rsidRDefault="00A66C30" w:rsidP="00A66C30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</w:t>
      </w:r>
      <w:r w:rsidRPr="00C17083">
        <w:rPr>
          <w:rFonts w:ascii="Courier New" w:hAnsi="Courier New" w:cs="Courier New"/>
          <w:lang w:val="en-US"/>
        </w:rPr>
        <w:t xml:space="preserve"># </w:t>
      </w:r>
      <w:r w:rsidRPr="00C17083">
        <w:rPr>
          <w:rFonts w:ascii="Courier New" w:hAnsi="Courier New" w:cs="Courier New"/>
        </w:rPr>
        <w:t>show cdp neighbor</w:t>
      </w:r>
    </w:p>
    <w:p w:rsidR="00481F4E" w:rsidRPr="00C17083" w:rsidRDefault="00481F4E" w:rsidP="002500F4">
      <w:pPr>
        <w:spacing w:after="0" w:line="360" w:lineRule="auto"/>
        <w:rPr>
          <w:rFonts w:ascii="Courier New" w:hAnsi="Courier New" w:cs="Courier New"/>
          <w:lang w:val="en-US"/>
        </w:rPr>
      </w:pPr>
    </w:p>
    <w:p w:rsidR="00481F4E" w:rsidRPr="00C17083" w:rsidRDefault="00481F4E" w:rsidP="002500F4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Zapnutí "šifrování" hesel</w:t>
      </w:r>
    </w:p>
    <w:p w:rsidR="00481F4E" w:rsidRPr="00C17083" w:rsidRDefault="00481F4E" w:rsidP="002500F4">
      <w:pPr>
        <w:spacing w:after="0" w:line="360" w:lineRule="auto"/>
        <w:rPr>
          <w:rFonts w:ascii="Cambria" w:hAnsi="Cambria"/>
        </w:rPr>
      </w:pPr>
      <w:r w:rsidRPr="00C17083">
        <w:rPr>
          <w:rFonts w:ascii="Courier New" w:hAnsi="Courier New" w:cs="Courier New"/>
        </w:rPr>
        <w:t>Switch(config)# service password-encryption</w:t>
      </w:r>
    </w:p>
    <w:p w:rsidR="002500F4" w:rsidRPr="00C17083" w:rsidRDefault="002500F4" w:rsidP="002500F4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IP adresa</w:t>
      </w:r>
      <w:r w:rsidR="00996FAA" w:rsidRPr="00C17083">
        <w:rPr>
          <w:rFonts w:ascii="Cambria" w:hAnsi="Cambria"/>
        </w:rPr>
        <w:t xml:space="preserve"> - přepínač</w:t>
      </w:r>
    </w:p>
    <w:p w:rsidR="00F16521" w:rsidRPr="00C17083" w:rsidRDefault="00F16521" w:rsidP="00F16521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</w:t>
      </w:r>
      <w:r w:rsidRPr="00C17083">
        <w:rPr>
          <w:rFonts w:ascii="Courier New" w:hAnsi="Courier New" w:cs="Courier New"/>
          <w:lang w:val="en-US"/>
        </w:rPr>
        <w:t xml:space="preserve">(config)# </w:t>
      </w:r>
      <w:r w:rsidRPr="00C17083">
        <w:rPr>
          <w:rFonts w:ascii="Courier New" w:hAnsi="Courier New" w:cs="Courier New"/>
        </w:rPr>
        <w:t>interface vlan 1</w:t>
      </w:r>
    </w:p>
    <w:p w:rsidR="00F16521" w:rsidRPr="00C17083" w:rsidRDefault="00F16521" w:rsidP="00F16521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</w:t>
      </w:r>
      <w:r w:rsidRPr="00C17083">
        <w:rPr>
          <w:rFonts w:ascii="Courier New" w:hAnsi="Courier New" w:cs="Courier New"/>
          <w:lang w:val="en-US"/>
        </w:rPr>
        <w:t>(config</w:t>
      </w:r>
      <w:r w:rsidRPr="00C17083">
        <w:rPr>
          <w:rFonts w:ascii="Courier New" w:hAnsi="Courier New" w:cs="Courier New"/>
        </w:rPr>
        <w:t>-if</w:t>
      </w:r>
      <w:r w:rsidRPr="00C17083">
        <w:rPr>
          <w:rFonts w:ascii="Courier New" w:hAnsi="Courier New" w:cs="Courier New"/>
          <w:lang w:val="en-US"/>
        </w:rPr>
        <w:t xml:space="preserve">)# </w:t>
      </w:r>
      <w:r w:rsidRPr="00C17083">
        <w:rPr>
          <w:rFonts w:ascii="Courier New" w:hAnsi="Courier New" w:cs="Courier New"/>
        </w:rPr>
        <w:t>ip address 10.0.0.11 255.255.255.0</w:t>
      </w:r>
    </w:p>
    <w:p w:rsidR="00F16521" w:rsidRPr="00C17083" w:rsidRDefault="00F16521" w:rsidP="00F16521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</w:t>
      </w:r>
      <w:r w:rsidRPr="00C17083">
        <w:rPr>
          <w:rFonts w:ascii="Courier New" w:hAnsi="Courier New" w:cs="Courier New"/>
          <w:lang w:val="en-US"/>
        </w:rPr>
        <w:t>(config</w:t>
      </w:r>
      <w:r w:rsidRPr="00C17083">
        <w:rPr>
          <w:rFonts w:ascii="Courier New" w:hAnsi="Courier New" w:cs="Courier New"/>
        </w:rPr>
        <w:t>-if</w:t>
      </w:r>
      <w:r w:rsidRPr="00C17083">
        <w:rPr>
          <w:rFonts w:ascii="Courier New" w:hAnsi="Courier New" w:cs="Courier New"/>
          <w:lang w:val="en-US"/>
        </w:rPr>
        <w:t xml:space="preserve">)# </w:t>
      </w:r>
      <w:r w:rsidRPr="00C17083">
        <w:rPr>
          <w:rFonts w:ascii="Courier New" w:hAnsi="Courier New" w:cs="Courier New"/>
        </w:rPr>
        <w:t>exit</w:t>
      </w:r>
    </w:p>
    <w:p w:rsidR="00F16521" w:rsidRPr="00C17083" w:rsidRDefault="00F16521" w:rsidP="00F16521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</w:t>
      </w:r>
      <w:r w:rsidRPr="00C17083">
        <w:rPr>
          <w:rFonts w:ascii="Courier New" w:hAnsi="Courier New" w:cs="Courier New"/>
          <w:lang w:val="en-US"/>
        </w:rPr>
        <w:t xml:space="preserve">(config)# </w:t>
      </w:r>
      <w:r w:rsidRPr="00C17083">
        <w:rPr>
          <w:rFonts w:ascii="Courier New" w:hAnsi="Courier New" w:cs="Courier New"/>
        </w:rPr>
        <w:t>ip default-gateway 10.0.0.254</w:t>
      </w:r>
    </w:p>
    <w:p w:rsidR="00481F4E" w:rsidRPr="00C17083" w:rsidRDefault="00481F4E" w:rsidP="00F16521">
      <w:pPr>
        <w:spacing w:after="0" w:line="240" w:lineRule="auto"/>
        <w:rPr>
          <w:rFonts w:ascii="Courier New" w:hAnsi="Courier New" w:cs="Courier New"/>
        </w:rPr>
      </w:pPr>
    </w:p>
    <w:p w:rsidR="00996FAA" w:rsidRPr="00C17083" w:rsidRDefault="00996FAA" w:rsidP="002500F4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IP adresa – směrovač</w:t>
      </w:r>
    </w:p>
    <w:p w:rsidR="00996FAA" w:rsidRPr="00C17083" w:rsidRDefault="00996FAA" w:rsidP="00996FAA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Router</w:t>
      </w:r>
      <w:r w:rsidRPr="00C17083">
        <w:rPr>
          <w:rFonts w:ascii="Courier New" w:hAnsi="Courier New" w:cs="Courier New"/>
          <w:lang w:val="en-US"/>
        </w:rPr>
        <w:t xml:space="preserve">(config)# </w:t>
      </w:r>
      <w:r w:rsidRPr="00C17083">
        <w:rPr>
          <w:rFonts w:ascii="Courier New" w:hAnsi="Courier New" w:cs="Courier New"/>
        </w:rPr>
        <w:t xml:space="preserve">interface </w:t>
      </w:r>
      <w:r w:rsidR="00481F4E" w:rsidRPr="00C17083">
        <w:rPr>
          <w:rFonts w:ascii="Courier New" w:hAnsi="Courier New" w:cs="Courier New"/>
        </w:rPr>
        <w:t>GigabitEthernet 0/0</w:t>
      </w:r>
    </w:p>
    <w:p w:rsidR="00996FAA" w:rsidRPr="00C17083" w:rsidRDefault="00996FAA" w:rsidP="00996FAA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Router</w:t>
      </w:r>
      <w:r w:rsidRPr="00C17083">
        <w:rPr>
          <w:rFonts w:ascii="Courier New" w:hAnsi="Courier New" w:cs="Courier New"/>
          <w:lang w:val="en-US"/>
        </w:rPr>
        <w:t>(config</w:t>
      </w:r>
      <w:r w:rsidRPr="00C17083">
        <w:rPr>
          <w:rFonts w:ascii="Courier New" w:hAnsi="Courier New" w:cs="Courier New"/>
        </w:rPr>
        <w:t>-if</w:t>
      </w:r>
      <w:r w:rsidRPr="00C17083">
        <w:rPr>
          <w:rFonts w:ascii="Courier New" w:hAnsi="Courier New" w:cs="Courier New"/>
          <w:lang w:val="en-US"/>
        </w:rPr>
        <w:t xml:space="preserve">)# </w:t>
      </w:r>
      <w:r w:rsidRPr="00C17083">
        <w:rPr>
          <w:rFonts w:ascii="Courier New" w:hAnsi="Courier New" w:cs="Courier New"/>
        </w:rPr>
        <w:t>ip address 10.0.0.1</w:t>
      </w:r>
      <w:r w:rsidR="00481F4E" w:rsidRPr="00C17083">
        <w:rPr>
          <w:rFonts w:ascii="Courier New" w:hAnsi="Courier New" w:cs="Courier New"/>
        </w:rPr>
        <w:t>2</w:t>
      </w:r>
      <w:r w:rsidRPr="00C17083">
        <w:rPr>
          <w:rFonts w:ascii="Courier New" w:hAnsi="Courier New" w:cs="Courier New"/>
        </w:rPr>
        <w:t xml:space="preserve"> 255.255.255.0</w:t>
      </w:r>
    </w:p>
    <w:p w:rsidR="00481F4E" w:rsidRPr="00C17083" w:rsidRDefault="00481F4E" w:rsidP="00481F4E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Router(config-if)# no shutdown</w:t>
      </w:r>
    </w:p>
    <w:p w:rsidR="00481F4E" w:rsidRPr="00C17083" w:rsidRDefault="00481F4E" w:rsidP="00481F4E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Router(config-if)# exit</w:t>
      </w:r>
    </w:p>
    <w:p w:rsidR="00481F4E" w:rsidRPr="00C17083" w:rsidRDefault="00481F4E" w:rsidP="00481F4E">
      <w:pPr>
        <w:spacing w:after="0" w:line="240" w:lineRule="auto"/>
        <w:rPr>
          <w:rFonts w:ascii="Courier New" w:hAnsi="Courier New" w:cs="Courier New"/>
          <w:lang w:val="en-US"/>
        </w:rPr>
      </w:pPr>
      <w:r w:rsidRPr="00C17083">
        <w:rPr>
          <w:rFonts w:ascii="Courier New" w:hAnsi="Courier New" w:cs="Courier New"/>
        </w:rPr>
        <w:t>Router</w:t>
      </w:r>
      <w:r w:rsidRPr="00C17083">
        <w:rPr>
          <w:rFonts w:ascii="Courier New" w:hAnsi="Courier New" w:cs="Courier New"/>
          <w:lang w:val="en-US"/>
        </w:rPr>
        <w:t>(config)# ip route 0.0.0.0 0.0.0.0 10.0.0.254</w:t>
      </w:r>
    </w:p>
    <w:p w:rsidR="00481F4E" w:rsidRPr="00C17083" w:rsidRDefault="00481F4E" w:rsidP="00481F4E">
      <w:pPr>
        <w:spacing w:after="0" w:line="240" w:lineRule="auto"/>
        <w:rPr>
          <w:rFonts w:ascii="Courier New" w:hAnsi="Courier New" w:cs="Courier New"/>
          <w:lang w:val="en-US"/>
        </w:rPr>
      </w:pPr>
    </w:p>
    <w:p w:rsidR="002500F4" w:rsidRPr="00C17083" w:rsidRDefault="00996FAA" w:rsidP="00A66C30">
      <w:pPr>
        <w:keepNext/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 xml:space="preserve">Heslo pro přechod </w:t>
      </w:r>
      <w:r w:rsidR="002500F4" w:rsidRPr="00C17083">
        <w:rPr>
          <w:rFonts w:ascii="Cambria" w:hAnsi="Cambria"/>
        </w:rPr>
        <w:t>do privilegovaného módu (uložen</w:t>
      </w:r>
      <w:r w:rsidR="00481F4E" w:rsidRPr="00C17083">
        <w:rPr>
          <w:rFonts w:ascii="Cambria" w:hAnsi="Cambria"/>
        </w:rPr>
        <w:t>o jako</w:t>
      </w:r>
      <w:r w:rsidR="002500F4" w:rsidRPr="00C17083">
        <w:rPr>
          <w:rFonts w:ascii="Cambria" w:hAnsi="Cambria"/>
        </w:rPr>
        <w:t xml:space="preserve"> hash)</w:t>
      </w:r>
    </w:p>
    <w:p w:rsidR="00F16521" w:rsidRPr="00C17083" w:rsidRDefault="00F16521" w:rsidP="00481F4E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 xml:space="preserve">Switch(config)# enable </w:t>
      </w:r>
      <w:r w:rsidR="002500F4" w:rsidRPr="00C17083">
        <w:rPr>
          <w:rFonts w:ascii="Courier New" w:hAnsi="Courier New" w:cs="Courier New"/>
        </w:rPr>
        <w:t xml:space="preserve">secret </w:t>
      </w:r>
      <w:r w:rsidRPr="00C17083">
        <w:rPr>
          <w:rFonts w:ascii="Courier New" w:hAnsi="Courier New" w:cs="Courier New"/>
        </w:rPr>
        <w:t>class</w:t>
      </w:r>
    </w:p>
    <w:p w:rsidR="00481F4E" w:rsidRPr="00C17083" w:rsidRDefault="00481F4E" w:rsidP="00481F4E">
      <w:pPr>
        <w:spacing w:after="0" w:line="240" w:lineRule="auto"/>
        <w:rPr>
          <w:rFonts w:ascii="Courier New" w:hAnsi="Courier New" w:cs="Courier New"/>
        </w:rPr>
      </w:pPr>
    </w:p>
    <w:p w:rsidR="00996FAA" w:rsidRPr="00C17083" w:rsidRDefault="00996FAA" w:rsidP="002500F4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Ověření a nastavení času</w:t>
      </w:r>
    </w:p>
    <w:p w:rsidR="00996FAA" w:rsidRPr="00C17083" w:rsidRDefault="00996FAA" w:rsidP="00481F4E">
      <w:pPr>
        <w:spacing w:after="0" w:line="240" w:lineRule="auto"/>
        <w:rPr>
          <w:rFonts w:ascii="Courier New" w:hAnsi="Courier New" w:cs="Courier New"/>
          <w:lang w:val="en-US"/>
        </w:rPr>
      </w:pPr>
      <w:r w:rsidRPr="00C17083">
        <w:rPr>
          <w:rFonts w:ascii="Courier New" w:hAnsi="Courier New" w:cs="Courier New"/>
          <w:lang w:val="en-US"/>
        </w:rPr>
        <w:t>Switch#</w:t>
      </w:r>
      <w:r w:rsidR="00481F4E" w:rsidRPr="00C17083">
        <w:rPr>
          <w:rFonts w:ascii="Courier New" w:hAnsi="Courier New" w:cs="Courier New"/>
          <w:lang w:val="en-US"/>
        </w:rPr>
        <w:t xml:space="preserve"> </w:t>
      </w:r>
      <w:r w:rsidRPr="00C17083">
        <w:rPr>
          <w:rFonts w:ascii="Courier New" w:hAnsi="Courier New" w:cs="Courier New"/>
          <w:lang w:val="en-US"/>
        </w:rPr>
        <w:t>show clock</w:t>
      </w:r>
    </w:p>
    <w:p w:rsidR="00996FAA" w:rsidRPr="00C17083" w:rsidRDefault="00996FAA" w:rsidP="00481F4E">
      <w:pPr>
        <w:spacing w:after="0" w:line="240" w:lineRule="auto"/>
        <w:rPr>
          <w:rFonts w:ascii="Courier New" w:hAnsi="Courier New" w:cs="Courier New"/>
          <w:lang w:val="en-US"/>
        </w:rPr>
      </w:pPr>
      <w:r w:rsidRPr="00C17083">
        <w:rPr>
          <w:rFonts w:ascii="Courier New" w:hAnsi="Courier New" w:cs="Courier New"/>
          <w:lang w:val="en-US"/>
        </w:rPr>
        <w:t>Swi</w:t>
      </w:r>
      <w:r w:rsidRPr="00C17083">
        <w:rPr>
          <w:rFonts w:ascii="Courier New" w:hAnsi="Courier New" w:cs="Courier New"/>
        </w:rPr>
        <w:t>tch</w:t>
      </w:r>
      <w:r w:rsidRPr="00C17083">
        <w:rPr>
          <w:rFonts w:ascii="Courier New" w:hAnsi="Courier New" w:cs="Courier New"/>
          <w:lang w:val="en-US"/>
        </w:rPr>
        <w:t># clock set 08:55:05 May 04 2016</w:t>
      </w:r>
    </w:p>
    <w:p w:rsidR="00481F4E" w:rsidRPr="00C17083" w:rsidRDefault="00481F4E" w:rsidP="00481F4E">
      <w:pPr>
        <w:spacing w:after="0" w:line="240" w:lineRule="auto"/>
        <w:rPr>
          <w:rFonts w:ascii="Courier New" w:hAnsi="Courier New" w:cs="Courier New"/>
          <w:lang w:val="en-US"/>
        </w:rPr>
      </w:pPr>
    </w:p>
    <w:p w:rsidR="002500F4" w:rsidRPr="00C17083" w:rsidRDefault="002500F4" w:rsidP="002500F4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Vzdálený přístup</w:t>
      </w:r>
      <w:r w:rsidR="00481F4E" w:rsidRPr="00C17083">
        <w:rPr>
          <w:rFonts w:ascii="Cambria" w:hAnsi="Cambria"/>
        </w:rPr>
        <w:t xml:space="preserve"> – hesla (musí být nastaveno heslo "</w:t>
      </w:r>
      <w:r w:rsidR="00481F4E" w:rsidRPr="00C17083">
        <w:rPr>
          <w:rFonts w:ascii="Courier New" w:hAnsi="Courier New" w:cs="Courier New"/>
        </w:rPr>
        <w:t>enable</w:t>
      </w:r>
      <w:r w:rsidR="00481F4E" w:rsidRPr="00C17083">
        <w:rPr>
          <w:rFonts w:ascii="Cambria" w:hAnsi="Cambria"/>
        </w:rPr>
        <w:t>")</w:t>
      </w:r>
    </w:p>
    <w:p w:rsidR="00F16521" w:rsidRPr="00C17083" w:rsidRDefault="00F16521" w:rsidP="002500F4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Switch(config)# line vty 0 15</w:t>
      </w:r>
    </w:p>
    <w:p w:rsidR="00F16521" w:rsidRPr="00C17083" w:rsidRDefault="00F16521" w:rsidP="002500F4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Switch(config-line)# password cisco</w:t>
      </w:r>
    </w:p>
    <w:p w:rsidR="00F16521" w:rsidRPr="00C17083" w:rsidRDefault="00F16521" w:rsidP="002500F4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Switch(config-line# login</w:t>
      </w:r>
    </w:p>
    <w:p w:rsidR="00F16521" w:rsidRPr="00C17083" w:rsidRDefault="00F16521" w:rsidP="002500F4">
      <w:pPr>
        <w:spacing w:after="0" w:line="240" w:lineRule="auto"/>
        <w:rPr>
          <w:rFonts w:ascii="Courier New" w:hAnsi="Courier New" w:cs="Courier New"/>
        </w:rPr>
      </w:pPr>
    </w:p>
    <w:p w:rsidR="00897976" w:rsidRPr="00C17083" w:rsidRDefault="002500F4" w:rsidP="002500F4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Logování událostí</w:t>
      </w:r>
    </w:p>
    <w:p w:rsidR="002500F4" w:rsidRPr="00C17083" w:rsidRDefault="002500F4" w:rsidP="002500F4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Switch(config)#</w:t>
      </w:r>
      <w:r w:rsidR="00481F4E" w:rsidRPr="00C17083">
        <w:rPr>
          <w:rFonts w:ascii="Courier New" w:hAnsi="Courier New" w:cs="Courier New"/>
        </w:rPr>
        <w:t xml:space="preserve"> </w:t>
      </w:r>
      <w:r w:rsidRPr="00C17083">
        <w:rPr>
          <w:rFonts w:ascii="Courier New" w:hAnsi="Courier New" w:cs="Courier New"/>
        </w:rPr>
        <w:t>logging 10.0.0.253</w:t>
      </w:r>
    </w:p>
    <w:p w:rsidR="002500F4" w:rsidRPr="00C17083" w:rsidRDefault="002500F4" w:rsidP="002500F4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Switch(config)#</w:t>
      </w:r>
      <w:r w:rsidR="00481F4E" w:rsidRPr="00C17083">
        <w:rPr>
          <w:rFonts w:ascii="Courier New" w:hAnsi="Courier New" w:cs="Courier New"/>
        </w:rPr>
        <w:t xml:space="preserve"> </w:t>
      </w:r>
      <w:r w:rsidRPr="00C17083">
        <w:rPr>
          <w:rFonts w:ascii="Courier New" w:hAnsi="Courier New" w:cs="Courier New"/>
        </w:rPr>
        <w:t>logging trap 4</w:t>
      </w:r>
    </w:p>
    <w:p w:rsidR="001D6D04" w:rsidRPr="00C17083" w:rsidRDefault="001D6D04" w:rsidP="002500F4">
      <w:pPr>
        <w:spacing w:after="0" w:line="240" w:lineRule="auto"/>
        <w:rPr>
          <w:rFonts w:ascii="Courier New" w:hAnsi="Courier New" w:cs="Courier New"/>
        </w:rPr>
      </w:pPr>
    </w:p>
    <w:p w:rsidR="001D6D04" w:rsidRPr="00C17083" w:rsidRDefault="001D6D04" w:rsidP="001D6D04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Nastavení SSH</w:t>
      </w:r>
    </w:p>
    <w:p w:rsidR="001D6D04" w:rsidRPr="00C17083" w:rsidRDefault="001D6D04" w:rsidP="001D6D04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Router(config)# hostname testrouter</w:t>
      </w:r>
    </w:p>
    <w:p w:rsidR="002500F4" w:rsidRPr="00C17083" w:rsidRDefault="001D6D04" w:rsidP="001D6D04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lastRenderedPageBreak/>
        <w:t>testrouter (config)# domain vske.cz</w:t>
      </w:r>
    </w:p>
    <w:p w:rsidR="001D6D04" w:rsidRPr="00C17083" w:rsidRDefault="001D6D04" w:rsidP="001D6D04">
      <w:pPr>
        <w:spacing w:after="0" w:line="240" w:lineRule="auto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testrouter (config)# ip ssh version 2</w:t>
      </w:r>
    </w:p>
    <w:p w:rsidR="001D6D04" w:rsidRPr="00C56C89" w:rsidRDefault="001D6D04" w:rsidP="001D6D04">
      <w:pPr>
        <w:spacing w:after="0" w:line="240" w:lineRule="auto"/>
        <w:rPr>
          <w:rFonts w:ascii="Courier New" w:hAnsi="Courier New" w:cs="Courier New"/>
        </w:rPr>
      </w:pPr>
      <w:r w:rsidRPr="00C56C89">
        <w:rPr>
          <w:rFonts w:ascii="Courier New" w:hAnsi="Courier New" w:cs="Courier New"/>
        </w:rPr>
        <w:t xml:space="preserve">testrouter (config)# </w:t>
      </w:r>
      <w:r w:rsidRPr="00C56C89">
        <w:rPr>
          <w:rFonts w:ascii="Courier New" w:hAnsi="Courier New" w:cs="Courier New"/>
          <w:bCs/>
        </w:rPr>
        <w:t xml:space="preserve">crypto key generate rsa </w:t>
      </w:r>
    </w:p>
    <w:p w:rsidR="001D6D04" w:rsidRPr="00C56C89" w:rsidRDefault="001D6D04" w:rsidP="001D6D04">
      <w:pPr>
        <w:spacing w:after="0" w:line="240" w:lineRule="auto"/>
        <w:rPr>
          <w:rFonts w:ascii="Courier New" w:hAnsi="Courier New" w:cs="Courier New"/>
        </w:rPr>
      </w:pPr>
      <w:r w:rsidRPr="00C56C89">
        <w:rPr>
          <w:rFonts w:ascii="Courier New" w:hAnsi="Courier New" w:cs="Courier New"/>
        </w:rPr>
        <w:t xml:space="preserve">testrouter (config)# </w:t>
      </w:r>
      <w:r w:rsidRPr="00C56C89">
        <w:rPr>
          <w:rFonts w:ascii="Courier New" w:hAnsi="Courier New" w:cs="Courier New"/>
          <w:bCs/>
        </w:rPr>
        <w:t>line vty 0 1</w:t>
      </w:r>
      <w:r w:rsidRPr="00C56C89">
        <w:rPr>
          <w:rFonts w:ascii="Courier New" w:hAnsi="Courier New" w:cs="Courier New"/>
        </w:rPr>
        <w:t xml:space="preserve"> </w:t>
      </w:r>
    </w:p>
    <w:p w:rsidR="001D6D04" w:rsidRPr="00C56C89" w:rsidRDefault="001D6D04" w:rsidP="001D6D04">
      <w:pPr>
        <w:spacing w:after="0" w:line="240" w:lineRule="auto"/>
        <w:rPr>
          <w:rFonts w:ascii="Courier New" w:hAnsi="Courier New" w:cs="Courier New"/>
        </w:rPr>
      </w:pPr>
      <w:r w:rsidRPr="00C56C89">
        <w:rPr>
          <w:rFonts w:ascii="Courier New" w:hAnsi="Courier New" w:cs="Courier New"/>
        </w:rPr>
        <w:t xml:space="preserve">testrouter (config-line)# </w:t>
      </w:r>
      <w:r w:rsidRPr="00C56C89">
        <w:rPr>
          <w:rFonts w:ascii="Courier New" w:hAnsi="Courier New" w:cs="Courier New"/>
          <w:bCs/>
        </w:rPr>
        <w:t xml:space="preserve">transport input ssh </w:t>
      </w:r>
    </w:p>
    <w:p w:rsidR="001D6D04" w:rsidRPr="00C17083" w:rsidRDefault="001D6D04" w:rsidP="00833CC5">
      <w:pPr>
        <w:spacing w:after="0" w:line="360" w:lineRule="auto"/>
        <w:rPr>
          <w:rFonts w:ascii="Cambria" w:hAnsi="Cambria"/>
        </w:rPr>
      </w:pPr>
    </w:p>
    <w:p w:rsidR="002500F4" w:rsidRPr="00C56C89" w:rsidRDefault="006261E0" w:rsidP="00833CC5">
      <w:pPr>
        <w:spacing w:after="0" w:line="360" w:lineRule="auto"/>
        <w:rPr>
          <w:rFonts w:ascii="Cambria" w:hAnsi="Cambria"/>
        </w:rPr>
      </w:pPr>
      <w:r w:rsidRPr="00C56C89">
        <w:rPr>
          <w:rFonts w:ascii="Cambria" w:hAnsi="Cambria"/>
        </w:rPr>
        <w:t>Yersin</w:t>
      </w:r>
      <w:r w:rsidR="00833CC5" w:rsidRPr="00C56C89">
        <w:rPr>
          <w:rFonts w:ascii="Cambria" w:hAnsi="Cambria"/>
        </w:rPr>
        <w:t>ia</w:t>
      </w:r>
      <w:r w:rsidR="007A2737">
        <w:rPr>
          <w:rFonts w:ascii="Cambria" w:hAnsi="Cambria"/>
        </w:rPr>
        <w:t xml:space="preserve"> (CDP)</w:t>
      </w:r>
    </w:p>
    <w:p w:rsidR="00833CC5" w:rsidRPr="00C17083" w:rsidRDefault="00A14E56" w:rsidP="00A14E56">
      <w:pPr>
        <w:spacing w:after="0" w:line="360" w:lineRule="auto"/>
        <w:rPr>
          <w:rFonts w:ascii="Courier New" w:hAnsi="Courier New" w:cs="Courier New"/>
        </w:rPr>
      </w:pPr>
      <w:r w:rsidRPr="00C17083">
        <w:rPr>
          <w:rFonts w:ascii="Cambria" w:hAnsi="Cambria"/>
        </w:rPr>
        <w:t xml:space="preserve">Spuštění - </w:t>
      </w:r>
      <w:r w:rsidR="006261E0" w:rsidRPr="00C17083">
        <w:rPr>
          <w:rFonts w:ascii="Courier New" w:hAnsi="Courier New" w:cs="Courier New"/>
        </w:rPr>
        <w:t>yersin</w:t>
      </w:r>
      <w:r w:rsidR="00833CC5" w:rsidRPr="00C17083">
        <w:rPr>
          <w:rFonts w:ascii="Courier New" w:hAnsi="Courier New" w:cs="Courier New"/>
        </w:rPr>
        <w:t>ia –I</w:t>
      </w:r>
    </w:p>
    <w:p w:rsidR="00833CC5" w:rsidRPr="00C17083" w:rsidRDefault="00A14E56" w:rsidP="00A14E56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V</w:t>
      </w:r>
      <w:r w:rsidR="00833CC5" w:rsidRPr="00C17083">
        <w:rPr>
          <w:rFonts w:ascii="Cambria" w:hAnsi="Cambria"/>
        </w:rPr>
        <w:t xml:space="preserve">olba </w:t>
      </w:r>
      <w:r w:rsidRPr="00C17083">
        <w:rPr>
          <w:rFonts w:ascii="Cambria" w:hAnsi="Cambria"/>
        </w:rPr>
        <w:t>síťového rozhraní</w:t>
      </w:r>
    </w:p>
    <w:p w:rsidR="00A14E56" w:rsidRPr="00C17083" w:rsidRDefault="00A14E56" w:rsidP="00C56C89">
      <w:pPr>
        <w:spacing w:after="0" w:line="240" w:lineRule="auto"/>
        <w:ind w:firstLine="708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Klávesa „i“</w:t>
      </w:r>
    </w:p>
    <w:p w:rsidR="00A14E56" w:rsidRPr="00C17083" w:rsidRDefault="00A14E56" w:rsidP="002500F4">
      <w:pPr>
        <w:spacing w:after="0" w:line="240" w:lineRule="auto"/>
        <w:rPr>
          <w:rFonts w:ascii="Courier New" w:hAnsi="Courier New" w:cs="Courier New"/>
        </w:rPr>
      </w:pPr>
    </w:p>
    <w:p w:rsidR="00A14E56" w:rsidRPr="00C17083" w:rsidRDefault="00A14E56" w:rsidP="00A14E56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Volba módu</w:t>
      </w:r>
    </w:p>
    <w:p w:rsidR="00A14E56" w:rsidRPr="00C17083" w:rsidRDefault="00A14E56" w:rsidP="00C56C89">
      <w:pPr>
        <w:spacing w:after="0" w:line="240" w:lineRule="auto"/>
        <w:ind w:firstLine="708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Klávesa „g“</w:t>
      </w:r>
    </w:p>
    <w:p w:rsidR="00A14E56" w:rsidRPr="00C17083" w:rsidRDefault="00A14E56" w:rsidP="002500F4">
      <w:pPr>
        <w:spacing w:after="0" w:line="240" w:lineRule="auto"/>
        <w:rPr>
          <w:rFonts w:ascii="Courier New" w:hAnsi="Courier New" w:cs="Courier New"/>
        </w:rPr>
      </w:pPr>
    </w:p>
    <w:p w:rsidR="00A14E56" w:rsidRPr="00C17083" w:rsidRDefault="00A14E56" w:rsidP="00A14E56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Volba typu útoku</w:t>
      </w:r>
    </w:p>
    <w:p w:rsidR="00A14E56" w:rsidRPr="00C17083" w:rsidRDefault="00A14E56" w:rsidP="00C56C89">
      <w:pPr>
        <w:spacing w:after="0" w:line="240" w:lineRule="auto"/>
        <w:ind w:firstLine="708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Klávesa x</w:t>
      </w:r>
    </w:p>
    <w:p w:rsidR="00A14E56" w:rsidRPr="00C17083" w:rsidRDefault="00A14E56" w:rsidP="00A14E56">
      <w:pPr>
        <w:spacing w:after="0" w:line="360" w:lineRule="auto"/>
        <w:rPr>
          <w:rFonts w:ascii="Cambria" w:hAnsi="Cambria"/>
        </w:rPr>
      </w:pPr>
    </w:p>
    <w:p w:rsidR="00A14E56" w:rsidRPr="00C17083" w:rsidRDefault="00A14E56" w:rsidP="00A14E56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 xml:space="preserve">Zahájení </w:t>
      </w:r>
      <w:r w:rsidR="00C743E4" w:rsidRPr="00C17083">
        <w:rPr>
          <w:rFonts w:ascii="Cambria" w:hAnsi="Cambria"/>
        </w:rPr>
        <w:t>ú</w:t>
      </w:r>
      <w:r w:rsidRPr="00C17083">
        <w:rPr>
          <w:rFonts w:ascii="Cambria" w:hAnsi="Cambria"/>
        </w:rPr>
        <w:t>toku</w:t>
      </w:r>
    </w:p>
    <w:p w:rsidR="00A14E56" w:rsidRPr="00C17083" w:rsidRDefault="00A14E56" w:rsidP="00C56C89">
      <w:pPr>
        <w:spacing w:after="0" w:line="240" w:lineRule="auto"/>
        <w:ind w:firstLine="708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Klávesa 1</w:t>
      </w:r>
    </w:p>
    <w:p w:rsidR="00A14E56" w:rsidRDefault="00A14E56" w:rsidP="002500F4">
      <w:pPr>
        <w:spacing w:after="0" w:line="240" w:lineRule="auto"/>
        <w:rPr>
          <w:rFonts w:ascii="Courier New" w:hAnsi="Courier New" w:cs="Courier New"/>
        </w:rPr>
      </w:pPr>
    </w:p>
    <w:p w:rsidR="007A2737" w:rsidRPr="00C56C89" w:rsidRDefault="007A2737" w:rsidP="007A2737">
      <w:pPr>
        <w:spacing w:after="0" w:line="360" w:lineRule="auto"/>
        <w:rPr>
          <w:rFonts w:ascii="Cambria" w:hAnsi="Cambria"/>
        </w:rPr>
      </w:pPr>
      <w:r w:rsidRPr="00C56C89">
        <w:rPr>
          <w:rFonts w:ascii="Cambria" w:hAnsi="Cambria"/>
        </w:rPr>
        <w:t>Yersinia</w:t>
      </w:r>
      <w:r>
        <w:rPr>
          <w:rFonts w:ascii="Cambria" w:hAnsi="Cambria"/>
        </w:rPr>
        <w:t xml:space="preserve"> (DHCP)</w:t>
      </w:r>
    </w:p>
    <w:p w:rsidR="007A2737" w:rsidRPr="00C17083" w:rsidRDefault="007A2737" w:rsidP="007A2737">
      <w:pPr>
        <w:spacing w:after="0" w:line="360" w:lineRule="auto"/>
        <w:rPr>
          <w:rFonts w:ascii="Courier New" w:hAnsi="Courier New" w:cs="Courier New"/>
        </w:rPr>
      </w:pPr>
      <w:r w:rsidRPr="00C17083">
        <w:rPr>
          <w:rFonts w:ascii="Cambria" w:hAnsi="Cambria"/>
        </w:rPr>
        <w:t xml:space="preserve">Spuštění - </w:t>
      </w:r>
      <w:r w:rsidRPr="00C17083">
        <w:rPr>
          <w:rFonts w:ascii="Courier New" w:hAnsi="Courier New" w:cs="Courier New"/>
        </w:rPr>
        <w:t>yersinia –I</w:t>
      </w:r>
    </w:p>
    <w:p w:rsidR="007A2737" w:rsidRPr="00C17083" w:rsidRDefault="007A2737" w:rsidP="007A2737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Volba síťového rozhraní</w:t>
      </w:r>
    </w:p>
    <w:p w:rsidR="007A2737" w:rsidRPr="00C17083" w:rsidRDefault="007A2737" w:rsidP="007A2737">
      <w:pPr>
        <w:spacing w:after="0" w:line="240" w:lineRule="auto"/>
        <w:ind w:firstLine="708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Klávesa „i“</w:t>
      </w:r>
    </w:p>
    <w:p w:rsidR="007A2737" w:rsidRPr="00C17083" w:rsidRDefault="007A2737" w:rsidP="007A2737">
      <w:pPr>
        <w:spacing w:after="0" w:line="240" w:lineRule="auto"/>
        <w:rPr>
          <w:rFonts w:ascii="Courier New" w:hAnsi="Courier New" w:cs="Courier New"/>
        </w:rPr>
      </w:pPr>
    </w:p>
    <w:p w:rsidR="007A2737" w:rsidRPr="00C17083" w:rsidRDefault="007A2737" w:rsidP="007A2737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Volba módu</w:t>
      </w:r>
    </w:p>
    <w:p w:rsidR="007A2737" w:rsidRPr="00C17083" w:rsidRDefault="007A2737" w:rsidP="007A2737">
      <w:pPr>
        <w:spacing w:after="0" w:line="240" w:lineRule="auto"/>
        <w:ind w:firstLine="708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 xml:space="preserve">Klávesa </w:t>
      </w:r>
      <w:r>
        <w:rPr>
          <w:rFonts w:ascii="Courier New" w:hAnsi="Courier New" w:cs="Courier New"/>
        </w:rPr>
        <w:t>F2</w:t>
      </w:r>
    </w:p>
    <w:p w:rsidR="007A2737" w:rsidRPr="00C17083" w:rsidRDefault="007A2737" w:rsidP="007A2737">
      <w:pPr>
        <w:spacing w:after="0" w:line="240" w:lineRule="auto"/>
        <w:rPr>
          <w:rFonts w:ascii="Courier New" w:hAnsi="Courier New" w:cs="Courier New"/>
        </w:rPr>
      </w:pPr>
    </w:p>
    <w:p w:rsidR="007A2737" w:rsidRPr="00C17083" w:rsidRDefault="007A2737" w:rsidP="007A2737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Volba typu útoku</w:t>
      </w:r>
      <w:r>
        <w:rPr>
          <w:rFonts w:ascii="Cambria" w:hAnsi="Cambria"/>
        </w:rPr>
        <w:t xml:space="preserve"> </w:t>
      </w:r>
    </w:p>
    <w:p w:rsidR="007A2737" w:rsidRPr="00C17083" w:rsidRDefault="007A2737" w:rsidP="007A2737">
      <w:pPr>
        <w:spacing w:after="0" w:line="240" w:lineRule="auto"/>
        <w:ind w:firstLine="708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Klávesa x</w:t>
      </w:r>
    </w:p>
    <w:p w:rsidR="007A2737" w:rsidRPr="00C17083" w:rsidRDefault="007A2737" w:rsidP="007A2737">
      <w:pPr>
        <w:spacing w:after="0" w:line="360" w:lineRule="auto"/>
        <w:rPr>
          <w:rFonts w:ascii="Cambria" w:hAnsi="Cambria"/>
        </w:rPr>
      </w:pPr>
    </w:p>
    <w:p w:rsidR="007A2737" w:rsidRPr="00C17083" w:rsidRDefault="007A2737" w:rsidP="007A2737">
      <w:pPr>
        <w:spacing w:after="0" w:line="360" w:lineRule="auto"/>
        <w:rPr>
          <w:rFonts w:ascii="Cambria" w:hAnsi="Cambria"/>
        </w:rPr>
      </w:pPr>
      <w:r w:rsidRPr="00C17083">
        <w:rPr>
          <w:rFonts w:ascii="Cambria" w:hAnsi="Cambria"/>
        </w:rPr>
        <w:t>Zahájení útoku</w:t>
      </w:r>
      <w:r>
        <w:rPr>
          <w:rFonts w:ascii="Cambria" w:hAnsi="Cambria"/>
        </w:rPr>
        <w:t xml:space="preserve"> (</w:t>
      </w:r>
      <w:r w:rsidRPr="007A2737">
        <w:rPr>
          <w:rFonts w:ascii="Cambria" w:hAnsi="Cambria"/>
        </w:rPr>
        <w:t>DHCP Discover</w:t>
      </w:r>
      <w:r>
        <w:rPr>
          <w:rFonts w:ascii="Cambria" w:hAnsi="Cambria"/>
        </w:rPr>
        <w:t>)</w:t>
      </w:r>
    </w:p>
    <w:p w:rsidR="007A2737" w:rsidRPr="00C17083" w:rsidRDefault="007A2737" w:rsidP="007A2737">
      <w:pPr>
        <w:spacing w:after="0" w:line="240" w:lineRule="auto"/>
        <w:ind w:firstLine="708"/>
        <w:rPr>
          <w:rFonts w:ascii="Courier New" w:hAnsi="Courier New" w:cs="Courier New"/>
        </w:rPr>
      </w:pPr>
      <w:r w:rsidRPr="00C17083">
        <w:rPr>
          <w:rFonts w:ascii="Courier New" w:hAnsi="Courier New" w:cs="Courier New"/>
        </w:rPr>
        <w:t>Klávesa 1</w:t>
      </w:r>
    </w:p>
    <w:p w:rsidR="007A2737" w:rsidRPr="00C17083" w:rsidRDefault="007A2737" w:rsidP="002500F4">
      <w:pPr>
        <w:spacing w:after="0" w:line="240" w:lineRule="auto"/>
        <w:rPr>
          <w:rFonts w:ascii="Courier New" w:hAnsi="Courier New" w:cs="Courier New"/>
        </w:rPr>
      </w:pPr>
    </w:p>
    <w:sectPr w:rsidR="007A2737" w:rsidRPr="00C17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77AE"/>
    <w:multiLevelType w:val="hybridMultilevel"/>
    <w:tmpl w:val="1CDEF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55EE4"/>
    <w:multiLevelType w:val="multilevel"/>
    <w:tmpl w:val="4D6A4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93154F"/>
    <w:multiLevelType w:val="hybridMultilevel"/>
    <w:tmpl w:val="4DF64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76"/>
    <w:rsid w:val="00055CBA"/>
    <w:rsid w:val="000A63DA"/>
    <w:rsid w:val="000E146D"/>
    <w:rsid w:val="00133E6A"/>
    <w:rsid w:val="001D6D04"/>
    <w:rsid w:val="002307AE"/>
    <w:rsid w:val="0024326D"/>
    <w:rsid w:val="002500F4"/>
    <w:rsid w:val="002D47F6"/>
    <w:rsid w:val="003537EC"/>
    <w:rsid w:val="00481F4E"/>
    <w:rsid w:val="004E35AE"/>
    <w:rsid w:val="0050139F"/>
    <w:rsid w:val="005920C1"/>
    <w:rsid w:val="005D61E5"/>
    <w:rsid w:val="006261E0"/>
    <w:rsid w:val="007A2737"/>
    <w:rsid w:val="00804BB3"/>
    <w:rsid w:val="00833CC5"/>
    <w:rsid w:val="00845598"/>
    <w:rsid w:val="00897976"/>
    <w:rsid w:val="008D2B81"/>
    <w:rsid w:val="00996FAA"/>
    <w:rsid w:val="00A14E56"/>
    <w:rsid w:val="00A66C30"/>
    <w:rsid w:val="00AC625A"/>
    <w:rsid w:val="00B10DD2"/>
    <w:rsid w:val="00B332E9"/>
    <w:rsid w:val="00B95919"/>
    <w:rsid w:val="00C17083"/>
    <w:rsid w:val="00C56C89"/>
    <w:rsid w:val="00C743E4"/>
    <w:rsid w:val="00DD61D8"/>
    <w:rsid w:val="00E542C2"/>
    <w:rsid w:val="00E655EB"/>
    <w:rsid w:val="00F1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63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3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30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D6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D6D04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1D6D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63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3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30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D6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D6D04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1D6D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11757</TotalTime>
  <Pages>4</Pages>
  <Words>541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</dc:creator>
  <cp:lastModifiedBy>kade</cp:lastModifiedBy>
  <cp:revision>16</cp:revision>
  <cp:lastPrinted>2014-06-10T10:56:00Z</cp:lastPrinted>
  <dcterms:created xsi:type="dcterms:W3CDTF">2014-06-10T09:26:00Z</dcterms:created>
  <dcterms:modified xsi:type="dcterms:W3CDTF">2016-09-14T05:20:00Z</dcterms:modified>
</cp:coreProperties>
</file>