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25A" w:rsidRDefault="007921AC" w:rsidP="000A63DA">
      <w:pPr>
        <w:spacing w:after="0" w:line="360" w:lineRule="auto"/>
        <w:jc w:val="center"/>
        <w:outlineLvl w:val="3"/>
        <w:rPr>
          <w:rFonts w:ascii="Cambria" w:hAnsi="Cambria"/>
          <w:b/>
          <w:bCs/>
          <w:sz w:val="32"/>
          <w:lang w:eastAsia="cs-CZ"/>
        </w:rPr>
      </w:pPr>
      <w:r>
        <w:rPr>
          <w:rFonts w:ascii="Cambria" w:hAnsi="Cambria"/>
          <w:b/>
          <w:bCs/>
          <w:sz w:val="32"/>
          <w:lang w:eastAsia="cs-CZ"/>
        </w:rPr>
        <w:t xml:space="preserve">Cvičení </w:t>
      </w:r>
      <w:r w:rsidR="00E57511">
        <w:rPr>
          <w:rFonts w:ascii="Cambria" w:hAnsi="Cambria"/>
          <w:b/>
          <w:bCs/>
          <w:sz w:val="32"/>
          <w:lang w:eastAsia="cs-CZ"/>
        </w:rPr>
        <w:t>4</w:t>
      </w:r>
      <w:bookmarkStart w:id="0" w:name="_GoBack"/>
      <w:bookmarkEnd w:id="0"/>
      <w:r>
        <w:rPr>
          <w:rFonts w:ascii="Cambria" w:hAnsi="Cambria"/>
          <w:b/>
          <w:bCs/>
          <w:sz w:val="32"/>
          <w:lang w:eastAsia="cs-CZ"/>
        </w:rPr>
        <w:t xml:space="preserve">: </w:t>
      </w:r>
      <w:r w:rsidR="00FF5F72">
        <w:rPr>
          <w:rFonts w:ascii="Cambria" w:hAnsi="Cambria"/>
          <w:b/>
          <w:bCs/>
          <w:sz w:val="32"/>
          <w:lang w:eastAsia="cs-CZ"/>
        </w:rPr>
        <w:t>Autentizace pomocí protokolu PPPoE</w:t>
      </w:r>
    </w:p>
    <w:p w:rsidR="00317DB5" w:rsidRPr="00F16521" w:rsidRDefault="00317DB5" w:rsidP="000A63DA">
      <w:pPr>
        <w:spacing w:after="0" w:line="360" w:lineRule="auto"/>
        <w:jc w:val="center"/>
        <w:outlineLvl w:val="3"/>
        <w:rPr>
          <w:rFonts w:ascii="Cambria" w:hAnsi="Cambria"/>
          <w:b/>
          <w:bCs/>
          <w:sz w:val="32"/>
          <w:lang w:eastAsia="cs-CZ"/>
        </w:rPr>
      </w:pPr>
    </w:p>
    <w:p w:rsidR="00897976" w:rsidRDefault="00B07AFB" w:rsidP="003E5F86">
      <w:pPr>
        <w:spacing w:after="0" w:line="360" w:lineRule="auto"/>
        <w:jc w:val="center"/>
        <w:rPr>
          <w:rFonts w:ascii="Cambria" w:hAnsi="Cambria"/>
          <w:sz w:val="24"/>
        </w:rPr>
      </w:pPr>
      <w:r w:rsidRPr="00B07AFB">
        <w:rPr>
          <w:rFonts w:ascii="Cambria" w:hAnsi="Cambria"/>
          <w:b/>
          <w:bCs/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6367E9" wp14:editId="479657F2">
                <wp:simplePos x="0" y="0"/>
                <wp:positionH relativeFrom="column">
                  <wp:posOffset>2909570</wp:posOffset>
                </wp:positionH>
                <wp:positionV relativeFrom="paragraph">
                  <wp:posOffset>1152525</wp:posOffset>
                </wp:positionV>
                <wp:extent cx="2374265" cy="1403985"/>
                <wp:effectExtent l="0" t="0" r="0" b="317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AFB" w:rsidRPr="00B07AFB" w:rsidRDefault="00B07AFB" w:rsidP="00B07AF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8"/>
                              </w:rPr>
                            </w:pPr>
                            <w:r w:rsidRPr="00B07AFB">
                              <w:rPr>
                                <w:b/>
                                <w:sz w:val="24"/>
                                <w:szCs w:val="28"/>
                              </w:rPr>
                              <w:t>.</w:t>
                            </w:r>
                            <w:r w:rsidRPr="00B07AFB">
                              <w:rPr>
                                <w:b/>
                                <w:color w:val="FF0000"/>
                                <w:sz w:val="24"/>
                                <w:szCs w:val="28"/>
                              </w:rPr>
                              <w:t>X</w:t>
                            </w:r>
                            <w:r w:rsidRPr="00B07AFB">
                              <w:rPr>
                                <w:b/>
                                <w:sz w:val="24"/>
                                <w:szCs w:val="28"/>
                              </w:rPr>
                              <w:tab/>
                              <w:t>.254</w:t>
                            </w:r>
                          </w:p>
                          <w:p w:rsidR="00B07AFB" w:rsidRPr="00B07AFB" w:rsidRDefault="00B07AFB" w:rsidP="00B07AF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8"/>
                              </w:rPr>
                            </w:pPr>
                            <w:r w:rsidRPr="00B07AFB">
                              <w:rPr>
                                <w:b/>
                                <w:sz w:val="24"/>
                                <w:szCs w:val="28"/>
                              </w:rPr>
                              <w:t>10.0.0.0/24</w:t>
                            </w:r>
                          </w:p>
                          <w:p w:rsidR="00B07AFB" w:rsidRDefault="00B07AFB" w:rsidP="00B07AF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B07AFB">
                              <w:rPr>
                                <w:b/>
                                <w:sz w:val="24"/>
                                <w:szCs w:val="28"/>
                              </w:rPr>
                              <w:t>X=</w:t>
                            </w:r>
                            <w:r w:rsidRPr="00B07AFB">
                              <w:rPr>
                                <w:b/>
                                <w:sz w:val="24"/>
                                <w:szCs w:val="28"/>
                                <w:lang w:val="en-US"/>
                              </w:rPr>
                              <w:t>{1, 2, 3, ...}</w:t>
                            </w:r>
                          </w:p>
                          <w:p w:rsidR="005B042D" w:rsidRPr="00B07AFB" w:rsidRDefault="005B042D" w:rsidP="00B07AF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8"/>
                                <w:lang w:val="en-US"/>
                              </w:rPr>
                              <w:t>NAT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29.1pt;margin-top:90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" filled="f" stroked="f">
                <v:textbox style="mso-fit-shape-to-text:t">
                  <w:txbxContent>
                    <w:p w:rsidR="00B07AFB" w:rsidRPr="00B07AFB" w:rsidRDefault="00B07AFB" w:rsidP="00B07AFB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8"/>
                        </w:rPr>
                      </w:pPr>
                      <w:r w:rsidRPr="00B07AFB">
                        <w:rPr>
                          <w:b/>
                          <w:sz w:val="24"/>
                          <w:szCs w:val="28"/>
                        </w:rPr>
                        <w:t>.</w:t>
                      </w:r>
                      <w:r w:rsidRPr="00B07AFB">
                        <w:rPr>
                          <w:b/>
                          <w:color w:val="FF0000"/>
                          <w:sz w:val="24"/>
                          <w:szCs w:val="28"/>
                        </w:rPr>
                        <w:t>X</w:t>
                      </w:r>
                      <w:r w:rsidRPr="00B07AFB">
                        <w:rPr>
                          <w:b/>
                          <w:sz w:val="24"/>
                          <w:szCs w:val="28"/>
                        </w:rPr>
                        <w:tab/>
                        <w:t>.254</w:t>
                      </w:r>
                    </w:p>
                    <w:p w:rsidR="00B07AFB" w:rsidRPr="00B07AFB" w:rsidRDefault="00B07AFB" w:rsidP="00B07AFB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8"/>
                        </w:rPr>
                      </w:pPr>
                      <w:r w:rsidRPr="00B07AFB">
                        <w:rPr>
                          <w:b/>
                          <w:sz w:val="24"/>
                          <w:szCs w:val="28"/>
                        </w:rPr>
                        <w:t>10.0.0.0/24</w:t>
                      </w:r>
                    </w:p>
                    <w:p w:rsidR="00B07AFB" w:rsidRDefault="00B07AFB" w:rsidP="00B07AFB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8"/>
                          <w:lang w:val="en-US"/>
                        </w:rPr>
                      </w:pPr>
                      <w:r w:rsidRPr="00B07AFB">
                        <w:rPr>
                          <w:b/>
                          <w:sz w:val="24"/>
                          <w:szCs w:val="28"/>
                        </w:rPr>
                        <w:t>X=</w:t>
                      </w:r>
                      <w:r w:rsidRPr="00B07AFB">
                        <w:rPr>
                          <w:b/>
                          <w:sz w:val="24"/>
                          <w:szCs w:val="28"/>
                          <w:lang w:val="en-US"/>
                        </w:rPr>
                        <w:t>{1, 2, 3, ...}</w:t>
                      </w:r>
                    </w:p>
                    <w:p w:rsidR="005B042D" w:rsidRPr="00B07AFB" w:rsidRDefault="005B042D" w:rsidP="00B07AFB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4"/>
                          <w:szCs w:val="28"/>
                          <w:lang w:val="en-US"/>
                        </w:rPr>
                        <w:t>NAT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26605">
        <w:rPr>
          <w:noProof/>
          <w:lang w:eastAsia="cs-CZ"/>
        </w:rPr>
        <w:drawing>
          <wp:inline distT="0" distB="0" distL="0" distR="0" wp14:anchorId="097F3D8F" wp14:editId="31A886EE">
            <wp:extent cx="4744800" cy="2354400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4800" cy="23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DB5" w:rsidRDefault="00317DB5" w:rsidP="003E5F86">
      <w:pPr>
        <w:spacing w:after="0" w:line="360" w:lineRule="auto"/>
        <w:jc w:val="center"/>
        <w:rPr>
          <w:rFonts w:ascii="Cambria" w:hAnsi="Cambria"/>
          <w:sz w:val="24"/>
        </w:rPr>
      </w:pPr>
    </w:p>
    <w:p w:rsidR="00AC625A" w:rsidRDefault="00AC625A" w:rsidP="00D26605">
      <w:pPr>
        <w:spacing w:after="0" w:line="240" w:lineRule="auto"/>
        <w:rPr>
          <w:rFonts w:ascii="Cambria" w:hAnsi="Cambria"/>
        </w:rPr>
      </w:pPr>
      <w:r w:rsidRPr="00392ED6">
        <w:rPr>
          <w:rFonts w:ascii="Cambria" w:hAnsi="Cambria"/>
          <w:b/>
        </w:rPr>
        <w:t>Cíl:</w:t>
      </w:r>
      <w:r w:rsidRPr="00392ED6">
        <w:rPr>
          <w:rFonts w:ascii="Cambria" w:hAnsi="Cambria"/>
        </w:rPr>
        <w:t xml:space="preserve"> </w:t>
      </w:r>
      <w:r w:rsidR="00F20F78">
        <w:rPr>
          <w:rFonts w:ascii="Cambria" w:hAnsi="Cambria"/>
        </w:rPr>
        <w:t xml:space="preserve">ověřit </w:t>
      </w:r>
      <w:r w:rsidR="00317DB5">
        <w:rPr>
          <w:rFonts w:ascii="Cambria" w:hAnsi="Cambria"/>
        </w:rPr>
        <w:t xml:space="preserve">řízení </w:t>
      </w:r>
      <w:r w:rsidR="00FF5F72">
        <w:rPr>
          <w:rFonts w:ascii="Cambria" w:hAnsi="Cambria"/>
        </w:rPr>
        <w:t xml:space="preserve">autentizaci </w:t>
      </w:r>
      <w:r w:rsidR="00317DB5">
        <w:rPr>
          <w:rFonts w:ascii="Cambria" w:hAnsi="Cambria"/>
        </w:rPr>
        <w:t xml:space="preserve">prostřednictvím protokolu </w:t>
      </w:r>
      <w:r w:rsidR="00FF5F72">
        <w:rPr>
          <w:rFonts w:ascii="Cambria" w:hAnsi="Cambria"/>
        </w:rPr>
        <w:t>PPPoE (Point-to-Point Protocol over Ethernet)</w:t>
      </w:r>
      <w:r w:rsidR="00317DB5">
        <w:rPr>
          <w:rFonts w:ascii="Cambria" w:hAnsi="Cambria"/>
        </w:rPr>
        <w:t xml:space="preserve">. </w:t>
      </w:r>
      <w:r w:rsidR="00FF5F72">
        <w:rPr>
          <w:rFonts w:ascii="Cambria" w:hAnsi="Cambria"/>
        </w:rPr>
        <w:t>Jako PPPoE server bude sloužit směrovač R2, jako PPPoE klient směrovač R1.</w:t>
      </w:r>
    </w:p>
    <w:p w:rsidR="00BA5B82" w:rsidRDefault="00BA5B82" w:rsidP="00C724C8">
      <w:pPr>
        <w:spacing w:after="0"/>
        <w:rPr>
          <w:rFonts w:ascii="Cambria" w:hAnsi="Cambria"/>
          <w:b/>
          <w:sz w:val="24"/>
        </w:rPr>
      </w:pPr>
    </w:p>
    <w:p w:rsidR="00C724C8" w:rsidRDefault="00C724C8" w:rsidP="00D26605">
      <w:pPr>
        <w:spacing w:after="0" w:line="240" w:lineRule="auto"/>
        <w:rPr>
          <w:rFonts w:ascii="Cambria" w:hAnsi="Cambria"/>
          <w:sz w:val="24"/>
        </w:rPr>
      </w:pPr>
      <w:r w:rsidRPr="00F4172C">
        <w:rPr>
          <w:rFonts w:ascii="Cambria" w:hAnsi="Cambria"/>
          <w:b/>
          <w:sz w:val="24"/>
        </w:rPr>
        <w:t>Popis:</w:t>
      </w:r>
      <w:r w:rsidRPr="00F4172C">
        <w:rPr>
          <w:rFonts w:ascii="Cambria" w:hAnsi="Cambria"/>
          <w:sz w:val="24"/>
        </w:rPr>
        <w:t xml:space="preserve"> </w:t>
      </w:r>
      <w:r w:rsidR="00317DB5">
        <w:rPr>
          <w:rFonts w:ascii="Cambria" w:hAnsi="Cambria"/>
          <w:sz w:val="24"/>
        </w:rPr>
        <w:t xml:space="preserve">Protokol </w:t>
      </w:r>
      <w:r w:rsidR="00FF5F72">
        <w:rPr>
          <w:rFonts w:ascii="Cambria" w:hAnsi="Cambria"/>
          <w:sz w:val="24"/>
        </w:rPr>
        <w:t>PPPoE popisuje m</w:t>
      </w:r>
      <w:r w:rsidR="00FF5F72" w:rsidRPr="00FF5F72">
        <w:rPr>
          <w:rFonts w:ascii="Cambria" w:hAnsi="Cambria"/>
          <w:sz w:val="24"/>
        </w:rPr>
        <w:t>etod</w:t>
      </w:r>
      <w:r w:rsidR="00FF5F72">
        <w:rPr>
          <w:rFonts w:ascii="Cambria" w:hAnsi="Cambria"/>
          <w:sz w:val="24"/>
        </w:rPr>
        <w:t>u</w:t>
      </w:r>
      <w:r w:rsidR="00FF5F72" w:rsidRPr="00FF5F72">
        <w:rPr>
          <w:rFonts w:ascii="Cambria" w:hAnsi="Cambria"/>
          <w:sz w:val="24"/>
        </w:rPr>
        <w:t xml:space="preserve"> zapouzdření PPP rámců do rámců Ethernet</w:t>
      </w:r>
      <w:r w:rsidR="00FF5F72">
        <w:rPr>
          <w:rFonts w:ascii="Cambria" w:hAnsi="Cambria"/>
          <w:sz w:val="24"/>
        </w:rPr>
        <w:t>, resp. p</w:t>
      </w:r>
      <w:r w:rsidR="00FF5F72" w:rsidRPr="00FF5F72">
        <w:rPr>
          <w:rFonts w:ascii="Cambria" w:hAnsi="Cambria"/>
          <w:sz w:val="24"/>
        </w:rPr>
        <w:t xml:space="preserve">řenos PPP </w:t>
      </w:r>
      <w:r w:rsidR="00FF5F72">
        <w:rPr>
          <w:rFonts w:ascii="Cambria" w:hAnsi="Cambria"/>
          <w:sz w:val="24"/>
        </w:rPr>
        <w:t xml:space="preserve">dat </w:t>
      </w:r>
      <w:r w:rsidR="00FF5F72" w:rsidRPr="00FF5F72">
        <w:rPr>
          <w:rFonts w:ascii="Cambria" w:hAnsi="Cambria"/>
          <w:sz w:val="24"/>
        </w:rPr>
        <w:t>prostřednictvím Ethernetu</w:t>
      </w:r>
      <w:r w:rsidR="00FF5F72">
        <w:rPr>
          <w:rFonts w:ascii="Cambria" w:hAnsi="Cambria"/>
          <w:sz w:val="24"/>
        </w:rPr>
        <w:t xml:space="preserve">. </w:t>
      </w:r>
      <w:r w:rsidR="00FF5F72" w:rsidRPr="00FF5F72">
        <w:rPr>
          <w:rFonts w:ascii="Cambria" w:hAnsi="Cambria"/>
          <w:sz w:val="24"/>
        </w:rPr>
        <w:t>Umožňuje autentizovat uzly sítě</w:t>
      </w:r>
      <w:r w:rsidR="00FF5F72">
        <w:rPr>
          <w:rFonts w:ascii="Cambria" w:hAnsi="Cambria"/>
          <w:sz w:val="24"/>
        </w:rPr>
        <w:t xml:space="preserve"> </w:t>
      </w:r>
      <w:r w:rsidR="00FF5F72" w:rsidRPr="00FF5F72">
        <w:rPr>
          <w:rFonts w:ascii="Cambria" w:hAnsi="Cambria"/>
          <w:sz w:val="24"/>
        </w:rPr>
        <w:t xml:space="preserve">Ethernet </w:t>
      </w:r>
      <w:r w:rsidR="00FF5F72">
        <w:rPr>
          <w:rFonts w:ascii="Cambria" w:hAnsi="Cambria"/>
          <w:sz w:val="24"/>
        </w:rPr>
        <w:t>(tj. uživately/zákazníky)</w:t>
      </w:r>
      <w:r w:rsidR="00FF5F72" w:rsidRPr="00FF5F72">
        <w:rPr>
          <w:rFonts w:ascii="Cambria" w:hAnsi="Cambria"/>
          <w:sz w:val="24"/>
        </w:rPr>
        <w:t xml:space="preserve"> výhradně mechanismy linkové vrstvy</w:t>
      </w:r>
      <w:r w:rsidR="00FF5F72">
        <w:rPr>
          <w:rFonts w:ascii="Cambria" w:hAnsi="Cambria"/>
          <w:sz w:val="24"/>
        </w:rPr>
        <w:t>. V tomto cvičení b</w:t>
      </w:r>
      <w:r w:rsidR="00D26605">
        <w:rPr>
          <w:rFonts w:ascii="Cambria" w:hAnsi="Cambria"/>
          <w:sz w:val="24"/>
        </w:rPr>
        <w:t xml:space="preserve">udou v roli PPoE serveru i klienta použity směrovače Cisco. </w:t>
      </w:r>
      <w:r w:rsidR="00EF3D10">
        <w:rPr>
          <w:rFonts w:ascii="Cambria" w:hAnsi="Cambria"/>
          <w:sz w:val="24"/>
        </w:rPr>
        <w:t>Výměna dat bude monitorována prostřednictvím přepínače (využitím funkce SPAN portu) programem WireShark.</w:t>
      </w:r>
    </w:p>
    <w:p w:rsidR="00C724C8" w:rsidRDefault="00C724C8" w:rsidP="00C724C8">
      <w:pPr>
        <w:spacing w:after="0"/>
        <w:rPr>
          <w:rFonts w:ascii="Cambria" w:hAnsi="Cambria"/>
          <w:sz w:val="24"/>
        </w:rPr>
      </w:pPr>
    </w:p>
    <w:p w:rsidR="00897976" w:rsidRPr="00392ED6" w:rsidRDefault="00897976" w:rsidP="000A63DA">
      <w:pPr>
        <w:spacing w:after="0" w:line="360" w:lineRule="auto"/>
        <w:rPr>
          <w:rFonts w:ascii="Cambria" w:hAnsi="Cambria"/>
          <w:b/>
        </w:rPr>
      </w:pPr>
      <w:r w:rsidRPr="00392ED6">
        <w:rPr>
          <w:rFonts w:ascii="Cambria" w:hAnsi="Cambria"/>
          <w:b/>
        </w:rPr>
        <w:t>Úkoly</w:t>
      </w:r>
      <w:r w:rsidR="00AC625A" w:rsidRPr="00392ED6">
        <w:rPr>
          <w:rFonts w:ascii="Cambria" w:hAnsi="Cambria"/>
          <w:b/>
        </w:rPr>
        <w:t>:</w:t>
      </w:r>
    </w:p>
    <w:p w:rsidR="0053395D" w:rsidRPr="00392ED6" w:rsidRDefault="0053395D" w:rsidP="002307AE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 w:rsidRPr="00392ED6">
        <w:rPr>
          <w:rFonts w:ascii="Cambria" w:hAnsi="Cambria"/>
        </w:rPr>
        <w:t>Zajistěte výchozí konfiguraci směrovač</w:t>
      </w:r>
      <w:r w:rsidR="00FF5F72">
        <w:rPr>
          <w:rFonts w:ascii="Cambria" w:hAnsi="Cambria"/>
        </w:rPr>
        <w:t>ů a přepínače</w:t>
      </w:r>
    </w:p>
    <w:p w:rsidR="0053395D" w:rsidRPr="00392ED6" w:rsidRDefault="0053395D" w:rsidP="0053395D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 w:rsidRPr="00392ED6">
        <w:rPr>
          <w:rFonts w:ascii="Cambria" w:hAnsi="Cambria"/>
        </w:rPr>
        <w:t>Zapojte síť podle zadaného schématu</w:t>
      </w:r>
    </w:p>
    <w:p w:rsidR="0053395D" w:rsidRPr="00392ED6" w:rsidRDefault="0053395D" w:rsidP="0053395D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 w:rsidRPr="00392ED6">
        <w:rPr>
          <w:rFonts w:ascii="Cambria" w:hAnsi="Cambria"/>
        </w:rPr>
        <w:t>Nakonfigurujte základní síťové parametry stanic</w:t>
      </w:r>
      <w:r w:rsidR="00FF5F72">
        <w:rPr>
          <w:rFonts w:ascii="Cambria" w:hAnsi="Cambria"/>
        </w:rPr>
        <w:t xml:space="preserve"> </w:t>
      </w:r>
    </w:p>
    <w:p w:rsidR="00713C2F" w:rsidRPr="00392ED6" w:rsidRDefault="00713C2F" w:rsidP="002307AE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 w:rsidRPr="00392ED6">
        <w:rPr>
          <w:rFonts w:ascii="Cambria" w:hAnsi="Cambria"/>
        </w:rPr>
        <w:t xml:space="preserve">Nakonfigurujte základní síťové parametry </w:t>
      </w:r>
      <w:r w:rsidR="00844D7A">
        <w:rPr>
          <w:rFonts w:ascii="Cambria" w:hAnsi="Cambria"/>
        </w:rPr>
        <w:t>síťových prvků</w:t>
      </w:r>
      <w:r w:rsidR="007844BD" w:rsidRPr="00392ED6">
        <w:rPr>
          <w:rFonts w:ascii="Cambria" w:hAnsi="Cambria"/>
        </w:rPr>
        <w:t xml:space="preserve"> </w:t>
      </w:r>
      <w:r w:rsidR="00EF3D10">
        <w:rPr>
          <w:rFonts w:ascii="Cambria" w:hAnsi="Cambria"/>
        </w:rPr>
        <w:t xml:space="preserve">(kromě směrovače R1, jehož konfigurace je popsána zvlášť) </w:t>
      </w:r>
      <w:r w:rsidR="007844BD" w:rsidRPr="00392ED6">
        <w:rPr>
          <w:rFonts w:ascii="Cambria" w:hAnsi="Cambria"/>
        </w:rPr>
        <w:t>pro vzdálený přístup</w:t>
      </w:r>
    </w:p>
    <w:p w:rsidR="000A63DA" w:rsidRPr="00844D7A" w:rsidRDefault="00897976" w:rsidP="002307AE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 w:rsidRPr="00844D7A">
        <w:rPr>
          <w:rFonts w:ascii="Cambria" w:hAnsi="Cambria"/>
        </w:rPr>
        <w:t xml:space="preserve">Zabezpečte </w:t>
      </w:r>
      <w:r w:rsidR="00133E6A" w:rsidRPr="00844D7A">
        <w:rPr>
          <w:rFonts w:ascii="Cambria" w:hAnsi="Cambria"/>
        </w:rPr>
        <w:t>přepínač</w:t>
      </w:r>
      <w:r w:rsidR="00996FAA" w:rsidRPr="00844D7A">
        <w:rPr>
          <w:rFonts w:ascii="Cambria" w:hAnsi="Cambria"/>
        </w:rPr>
        <w:t xml:space="preserve"> a směrovač</w:t>
      </w:r>
      <w:r w:rsidR="00844D7A" w:rsidRPr="00844D7A">
        <w:rPr>
          <w:rFonts w:ascii="Cambria" w:hAnsi="Cambria"/>
        </w:rPr>
        <w:t>e</w:t>
      </w:r>
      <w:r w:rsidR="0050139F" w:rsidRPr="00844D7A">
        <w:rPr>
          <w:rFonts w:ascii="Cambria" w:hAnsi="Cambria"/>
        </w:rPr>
        <w:t xml:space="preserve"> takto</w:t>
      </w:r>
    </w:p>
    <w:p w:rsidR="00F16521" w:rsidRPr="00844D7A" w:rsidRDefault="00F16521" w:rsidP="00F16521">
      <w:pPr>
        <w:pStyle w:val="Odstavecseseznamem"/>
        <w:numPr>
          <w:ilvl w:val="1"/>
          <w:numId w:val="3"/>
        </w:numPr>
        <w:spacing w:after="0"/>
        <w:rPr>
          <w:rFonts w:ascii="Cambria" w:hAnsi="Cambria"/>
        </w:rPr>
      </w:pPr>
      <w:r w:rsidRPr="00844D7A">
        <w:rPr>
          <w:rFonts w:ascii="Cambria" w:hAnsi="Cambria"/>
        </w:rPr>
        <w:t>Zabezpečte přechod do privilegovaného režimu</w:t>
      </w:r>
    </w:p>
    <w:p w:rsidR="00F16521" w:rsidRPr="00844D7A" w:rsidRDefault="00F16521" w:rsidP="00F16521">
      <w:pPr>
        <w:pStyle w:val="Odstavecseseznamem"/>
        <w:numPr>
          <w:ilvl w:val="2"/>
          <w:numId w:val="3"/>
        </w:numPr>
        <w:spacing w:after="0"/>
        <w:rPr>
          <w:rFonts w:ascii="Cambria" w:hAnsi="Cambria"/>
        </w:rPr>
      </w:pPr>
      <w:r w:rsidRPr="00844D7A">
        <w:rPr>
          <w:rFonts w:ascii="Cambria" w:hAnsi="Cambria"/>
        </w:rPr>
        <w:t>Heslo uloženo jako hash</w:t>
      </w:r>
    </w:p>
    <w:p w:rsidR="000A63DA" w:rsidRPr="00844D7A" w:rsidRDefault="002307AE" w:rsidP="002307AE">
      <w:pPr>
        <w:pStyle w:val="Odstavecseseznamem"/>
        <w:numPr>
          <w:ilvl w:val="1"/>
          <w:numId w:val="3"/>
        </w:numPr>
        <w:spacing w:after="0"/>
        <w:rPr>
          <w:rFonts w:ascii="Cambria" w:hAnsi="Cambria"/>
        </w:rPr>
      </w:pPr>
      <w:r w:rsidRPr="00844D7A">
        <w:rPr>
          <w:rFonts w:ascii="Cambria" w:hAnsi="Cambria"/>
        </w:rPr>
        <w:t>Zabezpečte p</w:t>
      </w:r>
      <w:r w:rsidR="00897976" w:rsidRPr="00844D7A">
        <w:rPr>
          <w:rFonts w:ascii="Cambria" w:hAnsi="Cambria"/>
        </w:rPr>
        <w:t>řístup přes konsolu</w:t>
      </w:r>
      <w:r w:rsidR="000A63DA" w:rsidRPr="00844D7A">
        <w:rPr>
          <w:rFonts w:ascii="Cambria" w:hAnsi="Cambria"/>
        </w:rPr>
        <w:t xml:space="preserve"> </w:t>
      </w:r>
    </w:p>
    <w:p w:rsidR="00897976" w:rsidRPr="00844D7A" w:rsidRDefault="000A63DA" w:rsidP="00133E6A">
      <w:pPr>
        <w:pStyle w:val="Odstavecseseznamem"/>
        <w:numPr>
          <w:ilvl w:val="2"/>
          <w:numId w:val="3"/>
        </w:numPr>
        <w:spacing w:after="0"/>
        <w:rPr>
          <w:rFonts w:ascii="Cambria" w:hAnsi="Cambria"/>
        </w:rPr>
      </w:pPr>
      <w:r w:rsidRPr="00844D7A">
        <w:rPr>
          <w:rFonts w:ascii="Cambria" w:hAnsi="Cambria"/>
        </w:rPr>
        <w:t>H</w:t>
      </w:r>
      <w:r w:rsidR="00897976" w:rsidRPr="00844D7A">
        <w:rPr>
          <w:rFonts w:ascii="Cambria" w:hAnsi="Cambria"/>
        </w:rPr>
        <w:t>eslo</w:t>
      </w:r>
    </w:p>
    <w:p w:rsidR="000A63DA" w:rsidRPr="00844D7A" w:rsidRDefault="002307AE" w:rsidP="00133E6A">
      <w:pPr>
        <w:pStyle w:val="Odstavecseseznamem"/>
        <w:numPr>
          <w:ilvl w:val="1"/>
          <w:numId w:val="3"/>
        </w:numPr>
        <w:spacing w:after="0"/>
        <w:rPr>
          <w:rFonts w:ascii="Cambria" w:hAnsi="Cambria"/>
        </w:rPr>
      </w:pPr>
      <w:r w:rsidRPr="00844D7A">
        <w:rPr>
          <w:rFonts w:ascii="Cambria" w:hAnsi="Cambria"/>
        </w:rPr>
        <w:t>Zabezpečte p</w:t>
      </w:r>
      <w:r w:rsidR="00897976" w:rsidRPr="00844D7A">
        <w:rPr>
          <w:rFonts w:ascii="Cambria" w:hAnsi="Cambria"/>
        </w:rPr>
        <w:t>řístup přes virtuální terminál</w:t>
      </w:r>
      <w:r w:rsidR="000A63DA" w:rsidRPr="00844D7A">
        <w:rPr>
          <w:rFonts w:ascii="Cambria" w:hAnsi="Cambria"/>
        </w:rPr>
        <w:t xml:space="preserve"> </w:t>
      </w:r>
    </w:p>
    <w:p w:rsidR="000A63DA" w:rsidRPr="00844D7A" w:rsidRDefault="000A63DA" w:rsidP="00133E6A">
      <w:pPr>
        <w:pStyle w:val="Odstavecseseznamem"/>
        <w:numPr>
          <w:ilvl w:val="2"/>
          <w:numId w:val="3"/>
        </w:numPr>
        <w:spacing w:after="0"/>
        <w:rPr>
          <w:rFonts w:ascii="Cambria" w:hAnsi="Cambria"/>
        </w:rPr>
      </w:pPr>
      <w:r w:rsidRPr="00844D7A">
        <w:rPr>
          <w:rFonts w:ascii="Cambria" w:hAnsi="Cambria"/>
        </w:rPr>
        <w:t>Heslo</w:t>
      </w:r>
    </w:p>
    <w:p w:rsidR="002500F4" w:rsidRPr="00844D7A" w:rsidRDefault="002500F4" w:rsidP="00133E6A">
      <w:pPr>
        <w:pStyle w:val="Odstavecseseznamem"/>
        <w:numPr>
          <w:ilvl w:val="2"/>
          <w:numId w:val="3"/>
        </w:numPr>
        <w:spacing w:after="0"/>
        <w:rPr>
          <w:rFonts w:ascii="Cambria" w:hAnsi="Cambria"/>
        </w:rPr>
      </w:pPr>
      <w:r w:rsidRPr="00844D7A">
        <w:rPr>
          <w:rFonts w:ascii="Cambria" w:hAnsi="Cambria"/>
        </w:rPr>
        <w:t>P</w:t>
      </w:r>
      <w:r w:rsidR="00F16521" w:rsidRPr="00844D7A">
        <w:rPr>
          <w:rFonts w:ascii="Cambria" w:hAnsi="Cambria"/>
        </w:rPr>
        <w:t>rotokol telnet</w:t>
      </w:r>
    </w:p>
    <w:p w:rsidR="00F16521" w:rsidRDefault="00F22F15" w:rsidP="00133E6A">
      <w:pPr>
        <w:pStyle w:val="Odstavecseseznamem"/>
        <w:numPr>
          <w:ilvl w:val="2"/>
          <w:numId w:val="3"/>
        </w:numPr>
        <w:spacing w:after="0"/>
        <w:rPr>
          <w:rFonts w:ascii="Cambria" w:hAnsi="Cambria"/>
        </w:rPr>
      </w:pPr>
      <w:r w:rsidRPr="00844D7A">
        <w:rPr>
          <w:rFonts w:ascii="Cambria" w:hAnsi="Cambria"/>
        </w:rPr>
        <w:t>P</w:t>
      </w:r>
      <w:r w:rsidR="002500F4" w:rsidRPr="00844D7A">
        <w:rPr>
          <w:rFonts w:ascii="Cambria" w:hAnsi="Cambria"/>
        </w:rPr>
        <w:t xml:space="preserve">rotokol </w:t>
      </w:r>
      <w:r w:rsidR="00F16521" w:rsidRPr="00844D7A">
        <w:rPr>
          <w:rFonts w:ascii="Cambria" w:hAnsi="Cambria"/>
        </w:rPr>
        <w:t>SSH</w:t>
      </w:r>
    </w:p>
    <w:p w:rsidR="00EF3D10" w:rsidRDefault="00EF3D10" w:rsidP="00EF3D10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>
        <w:rPr>
          <w:rFonts w:ascii="Cambria" w:hAnsi="Cambria"/>
        </w:rPr>
        <w:t>Aktivujte v přepínači funkci SPAN na využívaných rozhraních</w:t>
      </w:r>
    </w:p>
    <w:p w:rsidR="00EF3D10" w:rsidRPr="00844D7A" w:rsidRDefault="00EF3D10" w:rsidP="00EF3D10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>
        <w:rPr>
          <w:rFonts w:ascii="Cambria" w:hAnsi="Cambria"/>
        </w:rPr>
        <w:t>Spusťte v PC program WireShark a ověřte jeho funkci.</w:t>
      </w:r>
    </w:p>
    <w:p w:rsidR="0069491A" w:rsidRDefault="0069491A" w:rsidP="00844D7A">
      <w:pPr>
        <w:spacing w:after="0" w:line="360" w:lineRule="auto"/>
        <w:rPr>
          <w:rFonts w:ascii="Cambria" w:hAnsi="Cambria"/>
          <w:b/>
        </w:rPr>
      </w:pPr>
    </w:p>
    <w:p w:rsidR="00844D7A" w:rsidRDefault="00844D7A" w:rsidP="00844D7A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 xml:space="preserve">Konfigurace </w:t>
      </w:r>
      <w:r w:rsidR="00EF3D10">
        <w:rPr>
          <w:rFonts w:ascii="Cambria" w:hAnsi="Cambria"/>
          <w:b/>
        </w:rPr>
        <w:t xml:space="preserve">směrovače </w:t>
      </w:r>
      <w:r w:rsidR="00EF3D10" w:rsidRPr="00EF3D10">
        <w:rPr>
          <w:rFonts w:ascii="Cambria" w:hAnsi="Cambria"/>
          <w:b/>
        </w:rPr>
        <w:t xml:space="preserve"> R2 </w:t>
      </w:r>
      <w:r w:rsidR="00EF3D10">
        <w:rPr>
          <w:rFonts w:ascii="Cambria" w:hAnsi="Cambria"/>
          <w:b/>
        </w:rPr>
        <w:t xml:space="preserve">jako </w:t>
      </w:r>
      <w:r w:rsidR="00EF3D10" w:rsidRPr="00EF3D10">
        <w:rPr>
          <w:rFonts w:ascii="Cambria" w:hAnsi="Cambria"/>
          <w:b/>
        </w:rPr>
        <w:t>PPPoE server</w:t>
      </w:r>
      <w:r w:rsidR="00EF3D10">
        <w:rPr>
          <w:rFonts w:ascii="Cambria" w:hAnsi="Cambria"/>
          <w:b/>
        </w:rPr>
        <w:t>u</w:t>
      </w:r>
    </w:p>
    <w:p w:rsidR="00844D7A" w:rsidRPr="004B7465" w:rsidRDefault="00EF3D10" w:rsidP="00844D7A">
      <w:pPr>
        <w:pStyle w:val="Odstavecseseznamem"/>
        <w:numPr>
          <w:ilvl w:val="0"/>
          <w:numId w:val="8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Vyjděte z níže uvedeného postupu</w:t>
      </w:r>
    </w:p>
    <w:p w:rsidR="00844D7A" w:rsidRDefault="00844D7A" w:rsidP="00844D7A">
      <w:pPr>
        <w:spacing w:after="0" w:line="240" w:lineRule="auto"/>
        <w:rPr>
          <w:rFonts w:ascii="Cambria" w:hAnsi="Cambria"/>
        </w:rPr>
      </w:pP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>hostname PPPoE-Server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>!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>username hasim password 0 ali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>!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>bba-group pppoe global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 xml:space="preserve"> virtual-template 1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>!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>interface GigabitEthernet0/0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 xml:space="preserve"> ip address 192.168.1.101 255.255.255.0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 xml:space="preserve"> pppoe enable group global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>!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>interface Virtual-Template1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 xml:space="preserve"> mtu 1492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 xml:space="preserve"> ip unnumbered GigabitEthernet0/0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 xml:space="preserve"> peer default ip address pool POOLCL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 xml:space="preserve"> ppp authentication chap 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>!</w:t>
      </w:r>
    </w:p>
    <w:p w:rsidR="00EF3D10" w:rsidRPr="00EF3D10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>ip local pool POOLCL 192.168.1.201 192.168.1.209</w:t>
      </w:r>
    </w:p>
    <w:p w:rsidR="00EF3D10" w:rsidRDefault="00EF3D10" w:rsidP="00844D7A">
      <w:pPr>
        <w:spacing w:after="0" w:line="240" w:lineRule="auto"/>
        <w:rPr>
          <w:rFonts w:ascii="Cambria" w:hAnsi="Cambria"/>
        </w:rPr>
      </w:pPr>
    </w:p>
    <w:p w:rsidR="00EF3D10" w:rsidRDefault="00EF3D10" w:rsidP="00EF3D10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Konfigurace směrovače </w:t>
      </w:r>
      <w:r w:rsidRPr="00EF3D10">
        <w:rPr>
          <w:rFonts w:ascii="Cambria" w:hAnsi="Cambria"/>
          <w:b/>
        </w:rPr>
        <w:t xml:space="preserve"> R</w:t>
      </w:r>
      <w:r w:rsidR="00142BF6">
        <w:rPr>
          <w:rFonts w:ascii="Cambria" w:hAnsi="Cambria"/>
          <w:b/>
        </w:rPr>
        <w:t>1</w:t>
      </w:r>
      <w:r w:rsidRPr="00EF3D10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jako </w:t>
      </w:r>
      <w:r w:rsidRPr="00EF3D10">
        <w:rPr>
          <w:rFonts w:ascii="Cambria" w:hAnsi="Cambria"/>
          <w:b/>
        </w:rPr>
        <w:t xml:space="preserve">PPPoE </w:t>
      </w:r>
      <w:r w:rsidR="000077B1">
        <w:rPr>
          <w:rFonts w:ascii="Cambria" w:hAnsi="Cambria"/>
          <w:b/>
        </w:rPr>
        <w:t>klientu</w:t>
      </w:r>
    </w:p>
    <w:p w:rsidR="00EF3D10" w:rsidRPr="004B7465" w:rsidRDefault="00EF3D10" w:rsidP="00EF3D10">
      <w:pPr>
        <w:pStyle w:val="Odstavecseseznamem"/>
        <w:numPr>
          <w:ilvl w:val="0"/>
          <w:numId w:val="8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Vyjděte z níže uvedeného postupu</w:t>
      </w:r>
    </w:p>
    <w:p w:rsidR="00EF3D10" w:rsidRDefault="00EF3D10" w:rsidP="00844D7A">
      <w:pPr>
        <w:spacing w:after="0" w:line="240" w:lineRule="auto"/>
        <w:rPr>
          <w:rFonts w:ascii="Cambria" w:hAnsi="Cambria"/>
        </w:rPr>
      </w:pP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>hostname PPPoE-Client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>!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>interface GigabitEthernet0/0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 xml:space="preserve"> no ip address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 xml:space="preserve"> pppoe enable group global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 xml:space="preserve"> pppoe-client dial-pool-number 1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>!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>interface Dialer1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 xml:space="preserve"> ip address negotiated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 xml:space="preserve"> ip mtu 1492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 xml:space="preserve"> encapsulation ppp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 xml:space="preserve"> dialer pool 1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 xml:space="preserve"> dialer-group 1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 xml:space="preserve"> ppp authentication chap callin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 xml:space="preserve"> ppp chap hostname hasim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 xml:space="preserve"> ppp chap password 0 ali</w:t>
      </w:r>
    </w:p>
    <w:p w:rsidR="00FE70AB" w:rsidRPr="00FE70AB" w:rsidRDefault="00FE70AB" w:rsidP="00FE70AB">
      <w:pPr>
        <w:spacing w:after="0" w:line="240" w:lineRule="auto"/>
        <w:rPr>
          <w:rFonts w:ascii="Courier New" w:hAnsi="Courier New" w:cs="Courier New"/>
        </w:rPr>
      </w:pPr>
      <w:r w:rsidRPr="00FE70AB">
        <w:rPr>
          <w:rFonts w:ascii="Courier New" w:hAnsi="Courier New" w:cs="Courier New"/>
        </w:rPr>
        <w:t>!</w:t>
      </w:r>
    </w:p>
    <w:p w:rsidR="00EF3D10" w:rsidRDefault="00FE70AB" w:rsidP="00FE70AB">
      <w:pPr>
        <w:spacing w:after="0" w:line="240" w:lineRule="auto"/>
        <w:rPr>
          <w:rFonts w:ascii="Cambria" w:hAnsi="Cambria"/>
        </w:rPr>
      </w:pPr>
      <w:r w:rsidRPr="00FE70AB">
        <w:rPr>
          <w:rFonts w:ascii="Courier New" w:hAnsi="Courier New" w:cs="Courier New"/>
        </w:rPr>
        <w:t>dialer-list 1 protocol ip permit</w:t>
      </w:r>
    </w:p>
    <w:p w:rsidR="008E54D8" w:rsidRDefault="008E54D8">
      <w:pPr>
        <w:rPr>
          <w:rFonts w:ascii="Cambria" w:hAnsi="Cambria"/>
          <w:b/>
        </w:rPr>
      </w:pPr>
      <w:r>
        <w:rPr>
          <w:rFonts w:ascii="Cambria" w:hAnsi="Cambria"/>
          <w:b/>
        </w:rPr>
        <w:br w:type="page"/>
      </w:r>
    </w:p>
    <w:p w:rsidR="00897976" w:rsidRPr="00392ED6" w:rsidRDefault="00845598" w:rsidP="00056953">
      <w:pPr>
        <w:spacing w:after="0" w:line="240" w:lineRule="auto"/>
        <w:rPr>
          <w:rFonts w:ascii="Cambria" w:hAnsi="Cambria"/>
          <w:b/>
        </w:rPr>
      </w:pPr>
      <w:r w:rsidRPr="00392ED6">
        <w:rPr>
          <w:rFonts w:ascii="Cambria" w:hAnsi="Cambria"/>
          <w:b/>
        </w:rPr>
        <w:lastRenderedPageBreak/>
        <w:t xml:space="preserve">Fragmenty konfigurací pro inspiraci </w:t>
      </w:r>
      <w:r w:rsidR="00392ED6">
        <w:rPr>
          <w:rFonts w:ascii="Cambria" w:hAnsi="Cambria"/>
          <w:b/>
        </w:rPr>
        <w:t xml:space="preserve">- </w:t>
      </w:r>
      <w:r w:rsidRPr="00392ED6">
        <w:rPr>
          <w:rFonts w:ascii="Cambria" w:hAnsi="Cambria"/>
          <w:b/>
        </w:rPr>
        <w:t>neodpovídají</w:t>
      </w:r>
      <w:r w:rsidR="008C2600" w:rsidRPr="00392ED6">
        <w:rPr>
          <w:rFonts w:ascii="Cambria" w:hAnsi="Cambria"/>
          <w:b/>
        </w:rPr>
        <w:t xml:space="preserve"> plně</w:t>
      </w:r>
      <w:r w:rsidRPr="00392ED6">
        <w:rPr>
          <w:rFonts w:ascii="Cambria" w:hAnsi="Cambria"/>
          <w:b/>
        </w:rPr>
        <w:t xml:space="preserve"> zadání</w:t>
      </w:r>
    </w:p>
    <w:p w:rsidR="00392ED6" w:rsidRDefault="00392ED6" w:rsidP="000315C9">
      <w:pPr>
        <w:spacing w:after="0" w:line="240" w:lineRule="auto"/>
        <w:rPr>
          <w:rFonts w:ascii="Cambria" w:hAnsi="Cambria"/>
        </w:rPr>
      </w:pPr>
    </w:p>
    <w:p w:rsidR="000315C9" w:rsidRPr="00392ED6" w:rsidRDefault="000315C9" w:rsidP="000315C9">
      <w:pPr>
        <w:spacing w:after="0" w:line="240" w:lineRule="auto"/>
        <w:rPr>
          <w:rFonts w:ascii="Cambria" w:hAnsi="Cambria"/>
        </w:rPr>
      </w:pPr>
      <w:r w:rsidRPr="00392ED6">
        <w:rPr>
          <w:rFonts w:ascii="Cambria" w:hAnsi="Cambria"/>
        </w:rPr>
        <w:t>Výchozí konfigurace směrovače (při výzvě NEUKLÁDAT konfiguraci)</w:t>
      </w:r>
    </w:p>
    <w:p w:rsidR="000315C9" w:rsidRPr="00392ED6" w:rsidRDefault="000315C9" w:rsidP="000315C9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erase startup-config</w:t>
      </w:r>
    </w:p>
    <w:p w:rsidR="000315C9" w:rsidRPr="00392ED6" w:rsidRDefault="000315C9" w:rsidP="000315C9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reload</w:t>
      </w:r>
    </w:p>
    <w:p w:rsidR="000315C9" w:rsidRPr="00392ED6" w:rsidRDefault="000315C9" w:rsidP="000315C9">
      <w:pPr>
        <w:spacing w:after="0"/>
        <w:rPr>
          <w:rFonts w:ascii="Cambria" w:hAnsi="Cambria"/>
        </w:rPr>
      </w:pPr>
    </w:p>
    <w:p w:rsidR="000315C9" w:rsidRPr="00392ED6" w:rsidRDefault="000315C9" w:rsidP="000315C9">
      <w:pPr>
        <w:spacing w:after="0"/>
        <w:rPr>
          <w:rFonts w:ascii="Cambria" w:hAnsi="Cambria"/>
        </w:rPr>
      </w:pPr>
      <w:r w:rsidRPr="00392ED6">
        <w:rPr>
          <w:rFonts w:ascii="Cambria" w:hAnsi="Cambria"/>
        </w:rPr>
        <w:t>Výchozí konfigurace přepínače (při výzvě NEUKLÁDAT konfiguraci)</w:t>
      </w:r>
    </w:p>
    <w:p w:rsidR="000315C9" w:rsidRPr="00392ED6" w:rsidRDefault="000315C9" w:rsidP="000315C9">
      <w:pPr>
        <w:spacing w:after="0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erase startup-config</w:t>
      </w:r>
    </w:p>
    <w:p w:rsidR="000315C9" w:rsidRPr="00392ED6" w:rsidRDefault="000315C9" w:rsidP="000315C9">
      <w:pPr>
        <w:spacing w:after="0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delete flash:vlan.dat</w:t>
      </w:r>
    </w:p>
    <w:p w:rsidR="000315C9" w:rsidRDefault="000315C9" w:rsidP="000315C9">
      <w:pPr>
        <w:spacing w:after="0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reload</w:t>
      </w:r>
    </w:p>
    <w:p w:rsidR="00392ED6" w:rsidRDefault="00392ED6" w:rsidP="000315C9">
      <w:pPr>
        <w:spacing w:after="0"/>
        <w:rPr>
          <w:rFonts w:ascii="Courier New" w:hAnsi="Courier New" w:cs="Courier New"/>
        </w:rPr>
      </w:pPr>
    </w:p>
    <w:p w:rsidR="00F16521" w:rsidRPr="00392ED6" w:rsidRDefault="00F16521" w:rsidP="00056953">
      <w:pPr>
        <w:spacing w:after="0" w:line="240" w:lineRule="auto"/>
        <w:rPr>
          <w:rFonts w:ascii="Cambria" w:hAnsi="Cambria"/>
        </w:rPr>
      </w:pPr>
      <w:r w:rsidRPr="00392ED6">
        <w:rPr>
          <w:rFonts w:ascii="Cambria" w:hAnsi="Cambria"/>
        </w:rPr>
        <w:t>Místní přístup</w:t>
      </w:r>
      <w:r w:rsidR="00481F4E" w:rsidRPr="00392ED6">
        <w:rPr>
          <w:rFonts w:ascii="Cambria" w:hAnsi="Cambria"/>
        </w:rPr>
        <w:t xml:space="preserve"> </w:t>
      </w:r>
      <w:r w:rsidR="00713C2F" w:rsidRPr="00392ED6">
        <w:rPr>
          <w:rFonts w:ascii="Cambria" w:hAnsi="Cambria"/>
        </w:rPr>
        <w:t xml:space="preserve">přes konsolu přepínače nebo směrovače </w:t>
      </w:r>
      <w:r w:rsidR="00481F4E" w:rsidRPr="00392ED6">
        <w:rPr>
          <w:rFonts w:ascii="Cambria" w:hAnsi="Cambria"/>
        </w:rPr>
        <w:t>– nastavení hesel</w:t>
      </w:r>
      <w:r w:rsidR="00844D7A">
        <w:rPr>
          <w:rFonts w:ascii="Cambria" w:hAnsi="Cambria"/>
        </w:rPr>
        <w:t xml:space="preserve"> (</w:t>
      </w:r>
      <w:r w:rsidR="00844D7A" w:rsidRPr="00F24ACF">
        <w:rPr>
          <w:rFonts w:ascii="Courier New" w:hAnsi="Courier New" w:cs="Courier New"/>
        </w:rPr>
        <w:t>class</w:t>
      </w:r>
      <w:r w:rsidR="00844D7A">
        <w:rPr>
          <w:rFonts w:ascii="Cambria" w:hAnsi="Cambria"/>
        </w:rPr>
        <w:t xml:space="preserve">, </w:t>
      </w:r>
      <w:r w:rsidR="00844D7A" w:rsidRPr="00F24ACF">
        <w:rPr>
          <w:rFonts w:ascii="Courier New" w:hAnsi="Courier New" w:cs="Courier New"/>
        </w:rPr>
        <w:t>cisco</w:t>
      </w:r>
      <w:r w:rsidR="00844D7A">
        <w:rPr>
          <w:rFonts w:ascii="Cambria" w:hAnsi="Cambria"/>
        </w:rPr>
        <w:t>)</w:t>
      </w:r>
    </w:p>
    <w:p w:rsidR="00F16521" w:rsidRPr="00392ED6" w:rsidRDefault="00F16521" w:rsidP="00056953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Switch# configure terminal</w:t>
      </w:r>
    </w:p>
    <w:p w:rsidR="00F16521" w:rsidRPr="00392ED6" w:rsidRDefault="00F16521" w:rsidP="00056953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Switch(config)# enable password</w:t>
      </w:r>
      <w:r w:rsidRPr="00392ED6">
        <w:rPr>
          <w:rFonts w:ascii="Courier New" w:hAnsi="Courier New" w:cs="Courier New"/>
          <w:lang w:val="en-US"/>
        </w:rPr>
        <w:t xml:space="preserve"> </w:t>
      </w:r>
      <w:r w:rsidRPr="00392ED6">
        <w:rPr>
          <w:rFonts w:ascii="Courier New" w:hAnsi="Courier New" w:cs="Courier New"/>
          <w:b/>
          <w:bCs/>
          <w:lang w:val="en-US"/>
        </w:rPr>
        <w:t>class</w:t>
      </w:r>
    </w:p>
    <w:p w:rsidR="00F16521" w:rsidRPr="00392ED6" w:rsidRDefault="00F16521" w:rsidP="00056953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Switch</w:t>
      </w:r>
      <w:r w:rsidRPr="00392ED6">
        <w:rPr>
          <w:rFonts w:ascii="Courier New" w:hAnsi="Courier New" w:cs="Courier New"/>
          <w:lang w:val="en-US"/>
        </w:rPr>
        <w:t>(config)# line console 0</w:t>
      </w:r>
    </w:p>
    <w:p w:rsidR="00F16521" w:rsidRPr="00392ED6" w:rsidRDefault="00F16521" w:rsidP="00056953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Switch</w:t>
      </w:r>
      <w:r w:rsidRPr="00392ED6">
        <w:rPr>
          <w:rFonts w:ascii="Courier New" w:hAnsi="Courier New" w:cs="Courier New"/>
          <w:lang w:val="en-US"/>
        </w:rPr>
        <w:t xml:space="preserve">(config-line)# password </w:t>
      </w:r>
      <w:r w:rsidRPr="00392ED6">
        <w:rPr>
          <w:rFonts w:ascii="Courier New" w:hAnsi="Courier New" w:cs="Courier New"/>
          <w:b/>
          <w:bCs/>
          <w:lang w:val="en-US"/>
        </w:rPr>
        <w:t>cisco</w:t>
      </w:r>
    </w:p>
    <w:p w:rsidR="00F16521" w:rsidRPr="00392ED6" w:rsidRDefault="00F16521" w:rsidP="00056953">
      <w:pPr>
        <w:spacing w:after="0" w:line="240" w:lineRule="auto"/>
        <w:rPr>
          <w:rFonts w:ascii="Courier New" w:hAnsi="Courier New" w:cs="Courier New"/>
        </w:rPr>
      </w:pPr>
    </w:p>
    <w:p w:rsidR="00481F4E" w:rsidRPr="00392ED6" w:rsidRDefault="00481F4E" w:rsidP="00056953">
      <w:pPr>
        <w:spacing w:after="0" w:line="240" w:lineRule="auto"/>
        <w:rPr>
          <w:rFonts w:ascii="Cambria" w:hAnsi="Cambria"/>
        </w:rPr>
      </w:pPr>
      <w:r w:rsidRPr="00392ED6">
        <w:rPr>
          <w:rFonts w:ascii="Cambria" w:hAnsi="Cambria"/>
        </w:rPr>
        <w:t>Výpis konfigurace a rozhraní a jejich nastavení</w:t>
      </w:r>
    </w:p>
    <w:p w:rsidR="00481F4E" w:rsidRDefault="00481F4E" w:rsidP="00056953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Switch</w:t>
      </w:r>
      <w:r w:rsidRPr="00392ED6">
        <w:rPr>
          <w:rFonts w:ascii="Courier New" w:hAnsi="Courier New" w:cs="Courier New"/>
          <w:lang w:val="en-US"/>
        </w:rPr>
        <w:t xml:space="preserve"># </w:t>
      </w:r>
      <w:r w:rsidRPr="00392ED6">
        <w:rPr>
          <w:rFonts w:ascii="Courier New" w:hAnsi="Courier New" w:cs="Courier New"/>
        </w:rPr>
        <w:t>show running-config</w:t>
      </w:r>
    </w:p>
    <w:p w:rsidR="00392ED6" w:rsidRDefault="00392ED6" w:rsidP="00392ED6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Switch</w:t>
      </w:r>
      <w:r w:rsidRPr="00392ED6">
        <w:rPr>
          <w:rFonts w:ascii="Courier New" w:hAnsi="Courier New" w:cs="Courier New"/>
          <w:lang w:val="en-US"/>
        </w:rPr>
        <w:t xml:space="preserve"># </w:t>
      </w:r>
      <w:r w:rsidRPr="00392ED6">
        <w:rPr>
          <w:rFonts w:ascii="Courier New" w:hAnsi="Courier New" w:cs="Courier New"/>
        </w:rPr>
        <w:t xml:space="preserve">show </w:t>
      </w:r>
      <w:r>
        <w:rPr>
          <w:rFonts w:ascii="Courier New" w:hAnsi="Courier New" w:cs="Courier New"/>
        </w:rPr>
        <w:t>mac-address-table</w:t>
      </w:r>
    </w:p>
    <w:p w:rsidR="00392ED6" w:rsidRDefault="00392ED6" w:rsidP="00392ED6">
      <w:pPr>
        <w:spacing w:after="0" w:line="240" w:lineRule="auto"/>
        <w:rPr>
          <w:rFonts w:ascii="Courier New" w:hAnsi="Courier New" w:cs="Courier New"/>
        </w:rPr>
      </w:pPr>
    </w:p>
    <w:p w:rsidR="00481F4E" w:rsidRPr="00392ED6" w:rsidRDefault="00392ED6" w:rsidP="00056953">
      <w:pPr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</w:rPr>
        <w:t>Router</w:t>
      </w:r>
      <w:r w:rsidR="00481F4E" w:rsidRPr="00392ED6">
        <w:rPr>
          <w:rFonts w:ascii="Courier New" w:hAnsi="Courier New" w:cs="Courier New"/>
          <w:lang w:val="en-US"/>
        </w:rPr>
        <w:t># show ip interface brief</w:t>
      </w:r>
    </w:p>
    <w:p w:rsidR="00392ED6" w:rsidRDefault="00392ED6" w:rsidP="00056953">
      <w:pPr>
        <w:spacing w:after="0" w:line="240" w:lineRule="auto"/>
        <w:rPr>
          <w:rFonts w:ascii="Cambria" w:hAnsi="Cambria"/>
        </w:rPr>
      </w:pPr>
    </w:p>
    <w:p w:rsidR="00A66C30" w:rsidRPr="00392ED6" w:rsidRDefault="00A66C30" w:rsidP="00056953">
      <w:pPr>
        <w:spacing w:after="0" w:line="240" w:lineRule="auto"/>
        <w:rPr>
          <w:rFonts w:ascii="Cambria" w:hAnsi="Cambria"/>
        </w:rPr>
      </w:pPr>
      <w:r w:rsidRPr="00392ED6">
        <w:rPr>
          <w:rFonts w:ascii="Cambria" w:hAnsi="Cambria"/>
        </w:rPr>
        <w:t>Výpis informací o sousedech</w:t>
      </w:r>
      <w:r w:rsidR="00747DF2">
        <w:rPr>
          <w:rFonts w:ascii="Cambria" w:hAnsi="Cambria"/>
        </w:rPr>
        <w:t xml:space="preserve"> (Cisco)</w:t>
      </w:r>
    </w:p>
    <w:p w:rsidR="00A66C30" w:rsidRPr="00392ED6" w:rsidRDefault="00A66C30" w:rsidP="00056953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Switch</w:t>
      </w:r>
      <w:r w:rsidRPr="00392ED6">
        <w:rPr>
          <w:rFonts w:ascii="Courier New" w:hAnsi="Courier New" w:cs="Courier New"/>
          <w:lang w:val="en-US"/>
        </w:rPr>
        <w:t xml:space="preserve"># </w:t>
      </w:r>
      <w:r w:rsidRPr="00392ED6">
        <w:rPr>
          <w:rFonts w:ascii="Courier New" w:hAnsi="Courier New" w:cs="Courier New"/>
        </w:rPr>
        <w:t>show cdp neighbor</w:t>
      </w:r>
    </w:p>
    <w:p w:rsidR="00481F4E" w:rsidRPr="00392ED6" w:rsidRDefault="00481F4E" w:rsidP="00056953">
      <w:pPr>
        <w:spacing w:after="0" w:line="240" w:lineRule="auto"/>
        <w:rPr>
          <w:rFonts w:ascii="Courier New" w:hAnsi="Courier New" w:cs="Courier New"/>
          <w:lang w:val="en-US"/>
        </w:rPr>
      </w:pPr>
    </w:p>
    <w:p w:rsidR="002500F4" w:rsidRPr="00392ED6" w:rsidRDefault="002500F4" w:rsidP="00056953">
      <w:pPr>
        <w:spacing w:after="0" w:line="240" w:lineRule="auto"/>
        <w:rPr>
          <w:rFonts w:ascii="Cambria" w:hAnsi="Cambria"/>
        </w:rPr>
      </w:pPr>
      <w:r w:rsidRPr="00392ED6">
        <w:rPr>
          <w:rFonts w:ascii="Cambria" w:hAnsi="Cambria"/>
        </w:rPr>
        <w:t>IP adresa</w:t>
      </w:r>
      <w:r w:rsidR="00996FAA" w:rsidRPr="00392ED6">
        <w:rPr>
          <w:rFonts w:ascii="Cambria" w:hAnsi="Cambria"/>
        </w:rPr>
        <w:t xml:space="preserve"> </w:t>
      </w:r>
      <w:r w:rsidR="00747DF2">
        <w:rPr>
          <w:rFonts w:ascii="Cambria" w:hAnsi="Cambria"/>
        </w:rPr>
        <w:t>a výchozí brána –</w:t>
      </w:r>
      <w:r w:rsidR="00996FAA" w:rsidRPr="00392ED6">
        <w:rPr>
          <w:rFonts w:ascii="Cambria" w:hAnsi="Cambria"/>
        </w:rPr>
        <w:t xml:space="preserve"> přepínač</w:t>
      </w:r>
      <w:r w:rsidR="00747DF2">
        <w:rPr>
          <w:rFonts w:ascii="Cambria" w:hAnsi="Cambria"/>
        </w:rPr>
        <w:t xml:space="preserve"> (pro vzdálený přístup k němu)</w:t>
      </w:r>
    </w:p>
    <w:p w:rsidR="00F16521" w:rsidRPr="00392ED6" w:rsidRDefault="00F16521" w:rsidP="00056953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Switch</w:t>
      </w:r>
      <w:r w:rsidRPr="00392ED6">
        <w:rPr>
          <w:rFonts w:ascii="Courier New" w:hAnsi="Courier New" w:cs="Courier New"/>
          <w:lang w:val="en-US"/>
        </w:rPr>
        <w:t xml:space="preserve">(config)# </w:t>
      </w:r>
      <w:r w:rsidRPr="00392ED6">
        <w:rPr>
          <w:rFonts w:ascii="Courier New" w:hAnsi="Courier New" w:cs="Courier New"/>
        </w:rPr>
        <w:t xml:space="preserve">interface vlan </w:t>
      </w:r>
      <w:r w:rsidR="008C2600" w:rsidRPr="00392ED6">
        <w:rPr>
          <w:rFonts w:ascii="Courier New" w:hAnsi="Courier New" w:cs="Courier New"/>
        </w:rPr>
        <w:t>1</w:t>
      </w:r>
    </w:p>
    <w:p w:rsidR="00F16521" w:rsidRPr="00392ED6" w:rsidRDefault="00F16521" w:rsidP="00056953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Switch</w:t>
      </w:r>
      <w:r w:rsidRPr="00392ED6">
        <w:rPr>
          <w:rFonts w:ascii="Courier New" w:hAnsi="Courier New" w:cs="Courier New"/>
          <w:lang w:val="en-US"/>
        </w:rPr>
        <w:t>(config</w:t>
      </w:r>
      <w:r w:rsidRPr="00392ED6">
        <w:rPr>
          <w:rFonts w:ascii="Courier New" w:hAnsi="Courier New" w:cs="Courier New"/>
        </w:rPr>
        <w:t>-if</w:t>
      </w:r>
      <w:r w:rsidRPr="00392ED6">
        <w:rPr>
          <w:rFonts w:ascii="Courier New" w:hAnsi="Courier New" w:cs="Courier New"/>
          <w:lang w:val="en-US"/>
        </w:rPr>
        <w:t xml:space="preserve">)# </w:t>
      </w:r>
      <w:r w:rsidRPr="00392ED6">
        <w:rPr>
          <w:rFonts w:ascii="Courier New" w:hAnsi="Courier New" w:cs="Courier New"/>
        </w:rPr>
        <w:t xml:space="preserve">ip address </w:t>
      </w:r>
      <w:r w:rsidR="000315C9" w:rsidRPr="00392ED6">
        <w:rPr>
          <w:rFonts w:ascii="Courier New" w:hAnsi="Courier New" w:cs="Courier New"/>
        </w:rPr>
        <w:t>192</w:t>
      </w:r>
      <w:r w:rsidRPr="00392ED6">
        <w:rPr>
          <w:rFonts w:ascii="Courier New" w:hAnsi="Courier New" w:cs="Courier New"/>
        </w:rPr>
        <w:t>.</w:t>
      </w:r>
      <w:r w:rsidR="000315C9" w:rsidRPr="00392ED6">
        <w:rPr>
          <w:rFonts w:ascii="Courier New" w:hAnsi="Courier New" w:cs="Courier New"/>
        </w:rPr>
        <w:t>168</w:t>
      </w:r>
      <w:r w:rsidRPr="00392ED6">
        <w:rPr>
          <w:rFonts w:ascii="Courier New" w:hAnsi="Courier New" w:cs="Courier New"/>
        </w:rPr>
        <w:t>.</w:t>
      </w:r>
      <w:r w:rsidR="008C2600" w:rsidRPr="00392ED6">
        <w:rPr>
          <w:rFonts w:ascii="Courier New" w:hAnsi="Courier New" w:cs="Courier New"/>
        </w:rPr>
        <w:t>1</w:t>
      </w:r>
      <w:r w:rsidRPr="00392ED6">
        <w:rPr>
          <w:rFonts w:ascii="Courier New" w:hAnsi="Courier New" w:cs="Courier New"/>
        </w:rPr>
        <w:t>.1</w:t>
      </w:r>
      <w:r w:rsidR="00747DF2">
        <w:rPr>
          <w:rFonts w:ascii="Courier New" w:hAnsi="Courier New" w:cs="Courier New"/>
        </w:rPr>
        <w:t>00</w:t>
      </w:r>
      <w:r w:rsidRPr="00392ED6">
        <w:rPr>
          <w:rFonts w:ascii="Courier New" w:hAnsi="Courier New" w:cs="Courier New"/>
        </w:rPr>
        <w:t xml:space="preserve"> 255.255.255.0</w:t>
      </w:r>
    </w:p>
    <w:p w:rsidR="00747DF2" w:rsidRPr="00392ED6" w:rsidRDefault="00747DF2" w:rsidP="00747DF2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Switch</w:t>
      </w:r>
      <w:r w:rsidRPr="00392ED6">
        <w:rPr>
          <w:rFonts w:ascii="Courier New" w:hAnsi="Courier New" w:cs="Courier New"/>
          <w:lang w:val="en-US"/>
        </w:rPr>
        <w:t xml:space="preserve">(config)# </w:t>
      </w:r>
      <w:r w:rsidRPr="00392ED6">
        <w:rPr>
          <w:rFonts w:ascii="Courier New" w:hAnsi="Courier New" w:cs="Courier New"/>
        </w:rPr>
        <w:t>ip default-gateway 192.168.1.101</w:t>
      </w:r>
    </w:p>
    <w:p w:rsidR="00481F4E" w:rsidRPr="00392ED6" w:rsidRDefault="00481F4E" w:rsidP="00056953">
      <w:pPr>
        <w:spacing w:after="0" w:line="240" w:lineRule="auto"/>
        <w:rPr>
          <w:rFonts w:ascii="Courier New" w:hAnsi="Courier New" w:cs="Courier New"/>
        </w:rPr>
      </w:pPr>
    </w:p>
    <w:p w:rsidR="00996FAA" w:rsidRPr="00392ED6" w:rsidRDefault="00996FAA" w:rsidP="00056953">
      <w:pPr>
        <w:spacing w:after="0" w:line="240" w:lineRule="auto"/>
        <w:rPr>
          <w:rFonts w:ascii="Cambria" w:hAnsi="Cambria"/>
        </w:rPr>
      </w:pPr>
      <w:r w:rsidRPr="00392ED6">
        <w:rPr>
          <w:rFonts w:ascii="Cambria" w:hAnsi="Cambria"/>
        </w:rPr>
        <w:t xml:space="preserve">IP adresa </w:t>
      </w:r>
      <w:r w:rsidR="008B6FA0">
        <w:rPr>
          <w:rFonts w:ascii="Cambria" w:hAnsi="Cambria"/>
        </w:rPr>
        <w:t xml:space="preserve">a výchozí </w:t>
      </w:r>
      <w:r w:rsidR="00747DF2">
        <w:rPr>
          <w:rFonts w:ascii="Cambria" w:hAnsi="Cambria"/>
        </w:rPr>
        <w:t>cesta</w:t>
      </w:r>
      <w:r w:rsidR="008B6FA0">
        <w:rPr>
          <w:rFonts w:ascii="Cambria" w:hAnsi="Cambria"/>
        </w:rPr>
        <w:t xml:space="preserve"> </w:t>
      </w:r>
      <w:r w:rsidRPr="00392ED6">
        <w:rPr>
          <w:rFonts w:ascii="Cambria" w:hAnsi="Cambria"/>
        </w:rPr>
        <w:t>– směrovač</w:t>
      </w:r>
    </w:p>
    <w:p w:rsidR="00996FAA" w:rsidRPr="00392ED6" w:rsidRDefault="00996FAA" w:rsidP="00056953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Router</w:t>
      </w:r>
      <w:r w:rsidRPr="00392ED6">
        <w:rPr>
          <w:rFonts w:ascii="Courier New" w:hAnsi="Courier New" w:cs="Courier New"/>
          <w:lang w:val="en-US"/>
        </w:rPr>
        <w:t xml:space="preserve">(config)# </w:t>
      </w:r>
      <w:r w:rsidRPr="00392ED6">
        <w:rPr>
          <w:rFonts w:ascii="Courier New" w:hAnsi="Courier New" w:cs="Courier New"/>
        </w:rPr>
        <w:t xml:space="preserve">interface </w:t>
      </w:r>
      <w:r w:rsidR="00481F4E" w:rsidRPr="00392ED6">
        <w:rPr>
          <w:rFonts w:ascii="Courier New" w:hAnsi="Courier New" w:cs="Courier New"/>
        </w:rPr>
        <w:t>GigabitEthernet 0/0</w:t>
      </w:r>
    </w:p>
    <w:p w:rsidR="00996FAA" w:rsidRPr="00392ED6" w:rsidRDefault="00996FAA" w:rsidP="00056953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Router</w:t>
      </w:r>
      <w:r w:rsidRPr="00392ED6">
        <w:rPr>
          <w:rFonts w:ascii="Courier New" w:hAnsi="Courier New" w:cs="Courier New"/>
          <w:lang w:val="en-US"/>
        </w:rPr>
        <w:t>(config</w:t>
      </w:r>
      <w:r w:rsidRPr="00392ED6">
        <w:rPr>
          <w:rFonts w:ascii="Courier New" w:hAnsi="Courier New" w:cs="Courier New"/>
        </w:rPr>
        <w:t>-if</w:t>
      </w:r>
      <w:r w:rsidRPr="00392ED6">
        <w:rPr>
          <w:rFonts w:ascii="Courier New" w:hAnsi="Courier New" w:cs="Courier New"/>
          <w:lang w:val="en-US"/>
        </w:rPr>
        <w:t xml:space="preserve">)# </w:t>
      </w:r>
      <w:r w:rsidRPr="00392ED6">
        <w:rPr>
          <w:rFonts w:ascii="Courier New" w:hAnsi="Courier New" w:cs="Courier New"/>
        </w:rPr>
        <w:t>ip address 1</w:t>
      </w:r>
      <w:r w:rsidR="008B6FA0">
        <w:rPr>
          <w:rFonts w:ascii="Courier New" w:hAnsi="Courier New" w:cs="Courier New"/>
        </w:rPr>
        <w:t>92</w:t>
      </w:r>
      <w:r w:rsidRPr="00392ED6">
        <w:rPr>
          <w:rFonts w:ascii="Courier New" w:hAnsi="Courier New" w:cs="Courier New"/>
        </w:rPr>
        <w:t>.</w:t>
      </w:r>
      <w:r w:rsidR="008B6FA0">
        <w:rPr>
          <w:rFonts w:ascii="Courier New" w:hAnsi="Courier New" w:cs="Courier New"/>
        </w:rPr>
        <w:t>168</w:t>
      </w:r>
      <w:r w:rsidRPr="00392ED6">
        <w:rPr>
          <w:rFonts w:ascii="Courier New" w:hAnsi="Courier New" w:cs="Courier New"/>
        </w:rPr>
        <w:t>.</w:t>
      </w:r>
      <w:r w:rsidR="008B6FA0">
        <w:rPr>
          <w:rFonts w:ascii="Courier New" w:hAnsi="Courier New" w:cs="Courier New"/>
        </w:rPr>
        <w:t>1</w:t>
      </w:r>
      <w:r w:rsidRPr="00392ED6">
        <w:rPr>
          <w:rFonts w:ascii="Courier New" w:hAnsi="Courier New" w:cs="Courier New"/>
        </w:rPr>
        <w:t>.1</w:t>
      </w:r>
      <w:r w:rsidR="008B6FA0">
        <w:rPr>
          <w:rFonts w:ascii="Courier New" w:hAnsi="Courier New" w:cs="Courier New"/>
        </w:rPr>
        <w:t>01</w:t>
      </w:r>
      <w:r w:rsidRPr="00392ED6">
        <w:rPr>
          <w:rFonts w:ascii="Courier New" w:hAnsi="Courier New" w:cs="Courier New"/>
        </w:rPr>
        <w:t xml:space="preserve"> 255.255.255.0</w:t>
      </w:r>
    </w:p>
    <w:p w:rsidR="00481F4E" w:rsidRPr="00392ED6" w:rsidRDefault="00481F4E" w:rsidP="00056953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Router(config-if)# no shutdown</w:t>
      </w:r>
    </w:p>
    <w:p w:rsidR="00481F4E" w:rsidRPr="00392ED6" w:rsidRDefault="00481F4E" w:rsidP="00056953">
      <w:pPr>
        <w:spacing w:after="0" w:line="240" w:lineRule="auto"/>
        <w:rPr>
          <w:rFonts w:ascii="Courier New" w:hAnsi="Courier New" w:cs="Courier New"/>
          <w:lang w:val="en-US"/>
        </w:rPr>
      </w:pPr>
      <w:r w:rsidRPr="00392ED6">
        <w:rPr>
          <w:rFonts w:ascii="Courier New" w:hAnsi="Courier New" w:cs="Courier New"/>
        </w:rPr>
        <w:t>Router</w:t>
      </w:r>
      <w:r w:rsidRPr="00392ED6">
        <w:rPr>
          <w:rFonts w:ascii="Courier New" w:hAnsi="Courier New" w:cs="Courier New"/>
          <w:lang w:val="en-US"/>
        </w:rPr>
        <w:t>(config)# ip route 0.0.0.0 0.0.0.0 10.0.0.254</w:t>
      </w:r>
    </w:p>
    <w:p w:rsidR="00481F4E" w:rsidRPr="00392ED6" w:rsidRDefault="00481F4E" w:rsidP="00056953">
      <w:pPr>
        <w:spacing w:after="0" w:line="240" w:lineRule="auto"/>
        <w:rPr>
          <w:rFonts w:ascii="Courier New" w:hAnsi="Courier New" w:cs="Courier New"/>
          <w:lang w:val="en-US"/>
        </w:rPr>
      </w:pPr>
    </w:p>
    <w:p w:rsidR="002500F4" w:rsidRPr="00392ED6" w:rsidRDefault="00996FAA" w:rsidP="00056953">
      <w:pPr>
        <w:keepNext/>
        <w:spacing w:after="0" w:line="240" w:lineRule="auto"/>
        <w:rPr>
          <w:rFonts w:ascii="Cambria" w:hAnsi="Cambria"/>
        </w:rPr>
      </w:pPr>
      <w:r w:rsidRPr="00392ED6">
        <w:rPr>
          <w:rFonts w:ascii="Cambria" w:hAnsi="Cambria"/>
        </w:rPr>
        <w:t xml:space="preserve">Heslo pro přechod </w:t>
      </w:r>
      <w:r w:rsidR="002500F4" w:rsidRPr="00392ED6">
        <w:rPr>
          <w:rFonts w:ascii="Cambria" w:hAnsi="Cambria"/>
        </w:rPr>
        <w:t>do privilegovaného módu (uložen</w:t>
      </w:r>
      <w:r w:rsidR="00481F4E" w:rsidRPr="00392ED6">
        <w:rPr>
          <w:rFonts w:ascii="Cambria" w:hAnsi="Cambria"/>
        </w:rPr>
        <w:t>o jako</w:t>
      </w:r>
      <w:r w:rsidR="002500F4" w:rsidRPr="00392ED6">
        <w:rPr>
          <w:rFonts w:ascii="Cambria" w:hAnsi="Cambria"/>
        </w:rPr>
        <w:t xml:space="preserve"> hash)</w:t>
      </w:r>
    </w:p>
    <w:p w:rsidR="00F16521" w:rsidRPr="00392ED6" w:rsidRDefault="00F16521" w:rsidP="00056953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 xml:space="preserve">Switch(config)# enable </w:t>
      </w:r>
      <w:r w:rsidR="002500F4" w:rsidRPr="00392ED6">
        <w:rPr>
          <w:rFonts w:ascii="Courier New" w:hAnsi="Courier New" w:cs="Courier New"/>
        </w:rPr>
        <w:t xml:space="preserve">secret </w:t>
      </w:r>
      <w:r w:rsidRPr="00392ED6">
        <w:rPr>
          <w:rFonts w:ascii="Courier New" w:hAnsi="Courier New" w:cs="Courier New"/>
        </w:rPr>
        <w:t>class</w:t>
      </w:r>
    </w:p>
    <w:p w:rsidR="00481F4E" w:rsidRPr="00392ED6" w:rsidRDefault="00481F4E" w:rsidP="00056953">
      <w:pPr>
        <w:spacing w:after="0" w:line="240" w:lineRule="auto"/>
        <w:rPr>
          <w:rFonts w:ascii="Courier New" w:hAnsi="Courier New" w:cs="Courier New"/>
        </w:rPr>
      </w:pPr>
    </w:p>
    <w:p w:rsidR="00996FAA" w:rsidRPr="00392ED6" w:rsidRDefault="00996FAA" w:rsidP="00056953">
      <w:pPr>
        <w:spacing w:after="0" w:line="240" w:lineRule="auto"/>
        <w:rPr>
          <w:rFonts w:ascii="Cambria" w:hAnsi="Cambria"/>
        </w:rPr>
      </w:pPr>
      <w:r w:rsidRPr="00392ED6">
        <w:rPr>
          <w:rFonts w:ascii="Cambria" w:hAnsi="Cambria"/>
        </w:rPr>
        <w:t>Ověření a nastavení času</w:t>
      </w:r>
    </w:p>
    <w:p w:rsidR="00996FAA" w:rsidRPr="00392ED6" w:rsidRDefault="00996FAA" w:rsidP="00056953">
      <w:pPr>
        <w:spacing w:after="0" w:line="240" w:lineRule="auto"/>
        <w:rPr>
          <w:rFonts w:ascii="Courier New" w:hAnsi="Courier New" w:cs="Courier New"/>
          <w:lang w:val="en-US"/>
        </w:rPr>
      </w:pPr>
      <w:r w:rsidRPr="00392ED6">
        <w:rPr>
          <w:rFonts w:ascii="Courier New" w:hAnsi="Courier New" w:cs="Courier New"/>
          <w:lang w:val="en-US"/>
        </w:rPr>
        <w:t>Switch#</w:t>
      </w:r>
      <w:r w:rsidR="00481F4E" w:rsidRPr="00392ED6">
        <w:rPr>
          <w:rFonts w:ascii="Courier New" w:hAnsi="Courier New" w:cs="Courier New"/>
          <w:lang w:val="en-US"/>
        </w:rPr>
        <w:t xml:space="preserve"> </w:t>
      </w:r>
      <w:r w:rsidRPr="00392ED6">
        <w:rPr>
          <w:rFonts w:ascii="Courier New" w:hAnsi="Courier New" w:cs="Courier New"/>
          <w:lang w:val="en-US"/>
        </w:rPr>
        <w:t>show clock</w:t>
      </w:r>
    </w:p>
    <w:p w:rsidR="00996FAA" w:rsidRPr="00392ED6" w:rsidRDefault="00996FAA" w:rsidP="00056953">
      <w:pPr>
        <w:spacing w:after="0" w:line="240" w:lineRule="auto"/>
        <w:rPr>
          <w:rFonts w:ascii="Courier New" w:hAnsi="Courier New" w:cs="Courier New"/>
          <w:lang w:val="en-US"/>
        </w:rPr>
      </w:pPr>
      <w:r w:rsidRPr="00392ED6">
        <w:rPr>
          <w:rFonts w:ascii="Courier New" w:hAnsi="Courier New" w:cs="Courier New"/>
          <w:lang w:val="en-US"/>
        </w:rPr>
        <w:t>Swi</w:t>
      </w:r>
      <w:r w:rsidRPr="00392ED6">
        <w:rPr>
          <w:rFonts w:ascii="Courier New" w:hAnsi="Courier New" w:cs="Courier New"/>
        </w:rPr>
        <w:t>tch</w:t>
      </w:r>
      <w:r w:rsidRPr="00392ED6">
        <w:rPr>
          <w:rFonts w:ascii="Courier New" w:hAnsi="Courier New" w:cs="Courier New"/>
          <w:lang w:val="en-US"/>
        </w:rPr>
        <w:t># clock set 08:55:05 May 04 2016</w:t>
      </w:r>
    </w:p>
    <w:p w:rsidR="00481F4E" w:rsidRPr="00392ED6" w:rsidRDefault="00481F4E" w:rsidP="00056953">
      <w:pPr>
        <w:spacing w:after="0" w:line="240" w:lineRule="auto"/>
        <w:rPr>
          <w:rFonts w:ascii="Courier New" w:hAnsi="Courier New" w:cs="Courier New"/>
          <w:lang w:val="en-US"/>
        </w:rPr>
      </w:pPr>
    </w:p>
    <w:p w:rsidR="002500F4" w:rsidRPr="00392ED6" w:rsidRDefault="002500F4" w:rsidP="00056953">
      <w:pPr>
        <w:spacing w:after="0" w:line="240" w:lineRule="auto"/>
        <w:rPr>
          <w:rFonts w:ascii="Cambria" w:hAnsi="Cambria"/>
        </w:rPr>
      </w:pPr>
      <w:r w:rsidRPr="00392ED6">
        <w:rPr>
          <w:rFonts w:ascii="Cambria" w:hAnsi="Cambria"/>
        </w:rPr>
        <w:t>Vzdálený přístup</w:t>
      </w:r>
      <w:r w:rsidR="00481F4E" w:rsidRPr="00392ED6">
        <w:rPr>
          <w:rFonts w:ascii="Cambria" w:hAnsi="Cambria"/>
        </w:rPr>
        <w:t xml:space="preserve"> – hesla (</w:t>
      </w:r>
      <w:r w:rsidR="008C2600" w:rsidRPr="00392ED6">
        <w:rPr>
          <w:rFonts w:ascii="Cambria" w:hAnsi="Cambria"/>
        </w:rPr>
        <w:t xml:space="preserve">rovněž nastavit </w:t>
      </w:r>
      <w:r w:rsidR="00481F4E" w:rsidRPr="00392ED6">
        <w:rPr>
          <w:rFonts w:ascii="Cambria" w:hAnsi="Cambria"/>
        </w:rPr>
        <w:t>heslo "</w:t>
      </w:r>
      <w:r w:rsidR="00481F4E" w:rsidRPr="00392ED6">
        <w:rPr>
          <w:rFonts w:ascii="Courier New" w:hAnsi="Courier New" w:cs="Courier New"/>
        </w:rPr>
        <w:t>enable</w:t>
      </w:r>
      <w:r w:rsidR="00481F4E" w:rsidRPr="00392ED6">
        <w:rPr>
          <w:rFonts w:ascii="Cambria" w:hAnsi="Cambria"/>
        </w:rPr>
        <w:t>"</w:t>
      </w:r>
      <w:r w:rsidR="008C2600" w:rsidRPr="00392ED6">
        <w:rPr>
          <w:rFonts w:ascii="Cambria" w:hAnsi="Cambria"/>
        </w:rPr>
        <w:t>, jinak nelze přejít do privilegovaného módu</w:t>
      </w:r>
      <w:r w:rsidR="00481F4E" w:rsidRPr="00392ED6">
        <w:rPr>
          <w:rFonts w:ascii="Cambria" w:hAnsi="Cambria"/>
        </w:rPr>
        <w:t>)</w:t>
      </w:r>
    </w:p>
    <w:p w:rsidR="00F16521" w:rsidRPr="00392ED6" w:rsidRDefault="00F16521" w:rsidP="00056953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Switch(config)# line vty 0 15</w:t>
      </w:r>
    </w:p>
    <w:p w:rsidR="00F16521" w:rsidRPr="00392ED6" w:rsidRDefault="00F16521" w:rsidP="00056953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Switch(config-line)# password cisco</w:t>
      </w:r>
    </w:p>
    <w:p w:rsidR="00F16521" w:rsidRPr="00392ED6" w:rsidRDefault="00F16521" w:rsidP="00056953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Switch(config-line# login</w:t>
      </w:r>
    </w:p>
    <w:p w:rsidR="00B002A1" w:rsidRPr="00392ED6" w:rsidRDefault="00B002A1" w:rsidP="00056953">
      <w:pPr>
        <w:spacing w:after="0" w:line="240" w:lineRule="auto"/>
        <w:rPr>
          <w:rFonts w:ascii="Courier New" w:hAnsi="Courier New" w:cs="Courier New"/>
          <w:b/>
          <w:bCs/>
        </w:rPr>
      </w:pPr>
    </w:p>
    <w:p w:rsidR="00FE69F2" w:rsidRPr="00392ED6" w:rsidRDefault="00FE69F2" w:rsidP="00056953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ambria" w:hAnsi="Cambria"/>
        </w:rPr>
        <w:t xml:space="preserve">Ověření funkce </w:t>
      </w:r>
      <w:r w:rsidR="000077B1">
        <w:rPr>
          <w:rFonts w:ascii="Cambria" w:hAnsi="Cambria"/>
        </w:rPr>
        <w:t>PPPoE</w:t>
      </w:r>
    </w:p>
    <w:p w:rsidR="00FE69F2" w:rsidRPr="00392ED6" w:rsidRDefault="00F24ACF" w:rsidP="00056953">
      <w:pPr>
        <w:spacing w:after="0" w:line="240" w:lineRule="auto"/>
        <w:rPr>
          <w:rFonts w:ascii="Courier New" w:hAnsi="Courier New" w:cs="Courier New"/>
        </w:rPr>
      </w:pPr>
      <w:r w:rsidRPr="00392ED6">
        <w:rPr>
          <w:rFonts w:ascii="Courier New" w:hAnsi="Courier New" w:cs="Courier New"/>
        </w:rPr>
        <w:t>Router</w:t>
      </w:r>
      <w:r w:rsidRPr="00392ED6">
        <w:rPr>
          <w:rFonts w:ascii="Courier New" w:hAnsi="Courier New" w:cs="Courier New"/>
          <w:lang w:val="en-US"/>
        </w:rPr>
        <w:t>#</w:t>
      </w:r>
      <w:r>
        <w:rPr>
          <w:rFonts w:ascii="Courier New" w:hAnsi="Courier New" w:cs="Courier New"/>
          <w:lang w:val="en-US"/>
        </w:rPr>
        <w:t xml:space="preserve"> </w:t>
      </w:r>
      <w:r w:rsidR="00FE69F2" w:rsidRPr="00392ED6">
        <w:rPr>
          <w:rFonts w:ascii="Courier New" w:hAnsi="Courier New" w:cs="Courier New"/>
        </w:rPr>
        <w:t>show ip dhcp bindings</w:t>
      </w:r>
    </w:p>
    <w:sectPr w:rsidR="00FE69F2" w:rsidRPr="00392E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8341F"/>
    <w:multiLevelType w:val="hybridMultilevel"/>
    <w:tmpl w:val="ACCE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D77AE"/>
    <w:multiLevelType w:val="hybridMultilevel"/>
    <w:tmpl w:val="1CDEF5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C0A97"/>
    <w:multiLevelType w:val="hybridMultilevel"/>
    <w:tmpl w:val="E542A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B4DBA"/>
    <w:multiLevelType w:val="hybridMultilevel"/>
    <w:tmpl w:val="BD667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355EE4"/>
    <w:multiLevelType w:val="multilevel"/>
    <w:tmpl w:val="4D6A4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304B6C"/>
    <w:multiLevelType w:val="hybridMultilevel"/>
    <w:tmpl w:val="4CC225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01368B"/>
    <w:multiLevelType w:val="hybridMultilevel"/>
    <w:tmpl w:val="4008D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CF0E6A"/>
    <w:multiLevelType w:val="hybridMultilevel"/>
    <w:tmpl w:val="3EEC5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93154F"/>
    <w:multiLevelType w:val="hybridMultilevel"/>
    <w:tmpl w:val="4DF64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4728E"/>
    <w:multiLevelType w:val="hybridMultilevel"/>
    <w:tmpl w:val="039CB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6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976"/>
    <w:rsid w:val="000077B1"/>
    <w:rsid w:val="000315C9"/>
    <w:rsid w:val="00056953"/>
    <w:rsid w:val="000926AA"/>
    <w:rsid w:val="000A63DA"/>
    <w:rsid w:val="000E146D"/>
    <w:rsid w:val="00133E6A"/>
    <w:rsid w:val="00142BF6"/>
    <w:rsid w:val="001D6D04"/>
    <w:rsid w:val="001E30F0"/>
    <w:rsid w:val="0020048E"/>
    <w:rsid w:val="002307AE"/>
    <w:rsid w:val="00235D3E"/>
    <w:rsid w:val="00240712"/>
    <w:rsid w:val="0024326D"/>
    <w:rsid w:val="002500F4"/>
    <w:rsid w:val="002D47F6"/>
    <w:rsid w:val="00317DB5"/>
    <w:rsid w:val="003537EC"/>
    <w:rsid w:val="00392ED6"/>
    <w:rsid w:val="003D451E"/>
    <w:rsid w:val="003E5F86"/>
    <w:rsid w:val="00425743"/>
    <w:rsid w:val="0043739B"/>
    <w:rsid w:val="00481F4E"/>
    <w:rsid w:val="004B7465"/>
    <w:rsid w:val="0050139F"/>
    <w:rsid w:val="0053395D"/>
    <w:rsid w:val="0057222C"/>
    <w:rsid w:val="005B042D"/>
    <w:rsid w:val="005D4890"/>
    <w:rsid w:val="006261E0"/>
    <w:rsid w:val="006327EA"/>
    <w:rsid w:val="0069491A"/>
    <w:rsid w:val="00713C2F"/>
    <w:rsid w:val="00732EEE"/>
    <w:rsid w:val="00747DF2"/>
    <w:rsid w:val="007844BD"/>
    <w:rsid w:val="007921AC"/>
    <w:rsid w:val="00804BB3"/>
    <w:rsid w:val="00813144"/>
    <w:rsid w:val="00814C75"/>
    <w:rsid w:val="00833CC5"/>
    <w:rsid w:val="00844D7A"/>
    <w:rsid w:val="00845598"/>
    <w:rsid w:val="00850B98"/>
    <w:rsid w:val="00897976"/>
    <w:rsid w:val="008B6FA0"/>
    <w:rsid w:val="008C2600"/>
    <w:rsid w:val="008D2B81"/>
    <w:rsid w:val="008E54D8"/>
    <w:rsid w:val="00961FFD"/>
    <w:rsid w:val="00996FAA"/>
    <w:rsid w:val="00A14E56"/>
    <w:rsid w:val="00A66C30"/>
    <w:rsid w:val="00AC625A"/>
    <w:rsid w:val="00B002A1"/>
    <w:rsid w:val="00B07AFB"/>
    <w:rsid w:val="00B10DD2"/>
    <w:rsid w:val="00B2124D"/>
    <w:rsid w:val="00B21797"/>
    <w:rsid w:val="00B332E9"/>
    <w:rsid w:val="00BA1AB3"/>
    <w:rsid w:val="00BA5B82"/>
    <w:rsid w:val="00C12990"/>
    <w:rsid w:val="00C724C8"/>
    <w:rsid w:val="00C743E4"/>
    <w:rsid w:val="00C96B12"/>
    <w:rsid w:val="00D26605"/>
    <w:rsid w:val="00D868C8"/>
    <w:rsid w:val="00DC1691"/>
    <w:rsid w:val="00DD61D8"/>
    <w:rsid w:val="00DF57C1"/>
    <w:rsid w:val="00E10C9D"/>
    <w:rsid w:val="00E542C2"/>
    <w:rsid w:val="00E57511"/>
    <w:rsid w:val="00E9503D"/>
    <w:rsid w:val="00EF3D10"/>
    <w:rsid w:val="00EF7CB2"/>
    <w:rsid w:val="00F16521"/>
    <w:rsid w:val="00F20F78"/>
    <w:rsid w:val="00F22F15"/>
    <w:rsid w:val="00F24ACF"/>
    <w:rsid w:val="00F44033"/>
    <w:rsid w:val="00FE69F2"/>
    <w:rsid w:val="00FE70AB"/>
    <w:rsid w:val="00FF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63D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3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07A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30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1D6D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1D6D04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1D6D04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4B7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63D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3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07A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30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1D6D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1D6D04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1D6D04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4B7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2460</TotalTime>
  <Pages>3</Pages>
  <Words>538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kade</dc:creator>
  <cp:lastModifiedBy>kade</cp:lastModifiedBy>
  <cp:revision>43</cp:revision>
  <cp:lastPrinted>2019-04-09T14:38:00Z</cp:lastPrinted>
  <dcterms:created xsi:type="dcterms:W3CDTF">2014-06-10T09:26:00Z</dcterms:created>
  <dcterms:modified xsi:type="dcterms:W3CDTF">2022-02-09T09:07:00Z</dcterms:modified>
</cp:coreProperties>
</file>