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5A" w:rsidRPr="00D20BDA" w:rsidRDefault="00D20BDA" w:rsidP="00C85FCF">
      <w:pPr>
        <w:spacing w:after="0"/>
        <w:jc w:val="center"/>
        <w:outlineLvl w:val="3"/>
        <w:rPr>
          <w:rFonts w:ascii="Cambria" w:hAnsi="Cambria"/>
          <w:b/>
          <w:bCs/>
          <w:sz w:val="28"/>
          <w:lang w:eastAsia="cs-CZ"/>
        </w:rPr>
      </w:pPr>
      <w:r>
        <w:rPr>
          <w:rFonts w:ascii="Cambria" w:hAnsi="Cambria"/>
          <w:b/>
          <w:bCs/>
          <w:sz w:val="28"/>
          <w:lang w:eastAsia="cs-CZ"/>
        </w:rPr>
        <w:t xml:space="preserve">Cvičení </w:t>
      </w:r>
      <w:r w:rsidR="00351E2D">
        <w:rPr>
          <w:rFonts w:ascii="Cambria" w:hAnsi="Cambria"/>
          <w:b/>
          <w:bCs/>
          <w:sz w:val="28"/>
          <w:lang w:eastAsia="cs-CZ"/>
        </w:rPr>
        <w:t>5</w:t>
      </w:r>
      <w:bookmarkStart w:id="0" w:name="_GoBack"/>
      <w:bookmarkEnd w:id="0"/>
      <w:r>
        <w:rPr>
          <w:rFonts w:ascii="Cambria" w:hAnsi="Cambria"/>
          <w:b/>
          <w:bCs/>
          <w:sz w:val="28"/>
          <w:lang w:eastAsia="cs-CZ"/>
        </w:rPr>
        <w:t>: ú</w:t>
      </w:r>
      <w:r w:rsidR="003E5F86" w:rsidRPr="00D20BDA">
        <w:rPr>
          <w:rFonts w:ascii="Cambria" w:hAnsi="Cambria"/>
          <w:b/>
          <w:bCs/>
          <w:sz w:val="28"/>
          <w:lang w:eastAsia="cs-CZ"/>
        </w:rPr>
        <w:t xml:space="preserve">tok typu </w:t>
      </w:r>
      <w:r w:rsidR="00254681" w:rsidRPr="00D20BDA">
        <w:rPr>
          <w:rFonts w:ascii="Cambria" w:hAnsi="Cambria"/>
          <w:b/>
          <w:bCs/>
          <w:sz w:val="28"/>
          <w:lang w:eastAsia="cs-CZ"/>
        </w:rPr>
        <w:t>z</w:t>
      </w:r>
      <w:r>
        <w:rPr>
          <w:rFonts w:ascii="Cambria" w:hAnsi="Cambria"/>
          <w:b/>
          <w:bCs/>
          <w:sz w:val="28"/>
          <w:lang w:eastAsia="cs-CZ"/>
        </w:rPr>
        <w:t>aplnění</w:t>
      </w:r>
      <w:r w:rsidR="00254681" w:rsidRPr="00D20BDA">
        <w:rPr>
          <w:rFonts w:ascii="Cambria" w:hAnsi="Cambria"/>
          <w:b/>
          <w:bCs/>
          <w:sz w:val="28"/>
          <w:lang w:eastAsia="cs-CZ"/>
        </w:rPr>
        <w:t xml:space="preserve"> MAC tabulky (MAC flooding)</w:t>
      </w:r>
    </w:p>
    <w:p w:rsidR="007B43AF" w:rsidRPr="00F4172C" w:rsidRDefault="007B43AF" w:rsidP="00C85FCF">
      <w:pPr>
        <w:spacing w:after="0"/>
        <w:jc w:val="center"/>
        <w:outlineLvl w:val="3"/>
        <w:rPr>
          <w:rFonts w:ascii="Cambria" w:hAnsi="Cambria"/>
          <w:b/>
          <w:bCs/>
          <w:sz w:val="36"/>
          <w:lang w:eastAsia="cs-CZ"/>
        </w:rPr>
      </w:pPr>
    </w:p>
    <w:p w:rsidR="00897976" w:rsidRPr="00F4172C" w:rsidRDefault="007B43AF" w:rsidP="00C85FCF">
      <w:pPr>
        <w:spacing w:after="0"/>
        <w:jc w:val="center"/>
        <w:rPr>
          <w:rFonts w:ascii="Cambria" w:hAnsi="Cambria"/>
          <w:sz w:val="28"/>
        </w:rPr>
      </w:pPr>
      <w:r w:rsidRPr="00F4172C">
        <w:rPr>
          <w:noProof/>
          <w:sz w:val="24"/>
          <w:lang w:eastAsia="cs-CZ"/>
        </w:rPr>
        <w:drawing>
          <wp:inline distT="0" distB="0" distL="0" distR="0" wp14:anchorId="5A899F30" wp14:editId="6CACEDE5">
            <wp:extent cx="5008499" cy="2413728"/>
            <wp:effectExtent l="0" t="0" r="1905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6573" cy="241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3AF" w:rsidRPr="00F4172C" w:rsidRDefault="007B43AF" w:rsidP="00C85FCF">
      <w:pPr>
        <w:spacing w:after="0"/>
        <w:rPr>
          <w:rFonts w:ascii="Cambria" w:hAnsi="Cambria"/>
          <w:b/>
          <w:sz w:val="24"/>
        </w:rPr>
      </w:pPr>
    </w:p>
    <w:p w:rsidR="00AC625A" w:rsidRPr="00F4172C" w:rsidRDefault="00AC625A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b/>
          <w:sz w:val="24"/>
        </w:rPr>
        <w:t>Cíl:</w:t>
      </w:r>
      <w:r w:rsidRPr="00F4172C">
        <w:rPr>
          <w:rFonts w:ascii="Cambria" w:hAnsi="Cambria"/>
          <w:sz w:val="24"/>
        </w:rPr>
        <w:t xml:space="preserve"> </w:t>
      </w:r>
      <w:r w:rsidR="00F22F15" w:rsidRPr="00F4172C">
        <w:rPr>
          <w:rFonts w:ascii="Cambria" w:hAnsi="Cambria"/>
          <w:sz w:val="24"/>
        </w:rPr>
        <w:t>na</w:t>
      </w:r>
      <w:r w:rsidR="003E5F86" w:rsidRPr="00F4172C">
        <w:rPr>
          <w:rFonts w:ascii="Cambria" w:hAnsi="Cambria"/>
          <w:sz w:val="24"/>
        </w:rPr>
        <w:t>stavit malou experimentální síť</w:t>
      </w:r>
      <w:r w:rsidR="00F20F78" w:rsidRPr="00F4172C">
        <w:rPr>
          <w:rFonts w:ascii="Cambria" w:hAnsi="Cambria"/>
          <w:sz w:val="24"/>
        </w:rPr>
        <w:t xml:space="preserve"> a ověřit útok typu </w:t>
      </w:r>
      <w:r w:rsidR="00611F01" w:rsidRPr="00F4172C">
        <w:rPr>
          <w:rFonts w:ascii="Cambria" w:hAnsi="Cambria"/>
          <w:sz w:val="24"/>
        </w:rPr>
        <w:t>MAC flooding</w:t>
      </w:r>
    </w:p>
    <w:p w:rsidR="00F112B6" w:rsidRPr="00F4172C" w:rsidRDefault="003E5F86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b/>
          <w:sz w:val="24"/>
        </w:rPr>
        <w:t>Programové vybavení:</w:t>
      </w:r>
      <w:r w:rsidR="00F112B6" w:rsidRPr="00F4172C">
        <w:rPr>
          <w:rFonts w:ascii="Cambria" w:hAnsi="Cambria"/>
          <w:sz w:val="24"/>
        </w:rPr>
        <w:t xml:space="preserve"> Kali Linux</w:t>
      </w:r>
    </w:p>
    <w:p w:rsidR="003E5F86" w:rsidRPr="00F4172C" w:rsidRDefault="003E5F86" w:rsidP="00C85FCF">
      <w:pPr>
        <w:pStyle w:val="Odstavecseseznamem"/>
        <w:numPr>
          <w:ilvl w:val="0"/>
          <w:numId w:val="6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 xml:space="preserve">nástroj </w:t>
      </w:r>
      <w:r w:rsidR="002D7782" w:rsidRPr="00F4172C">
        <w:rPr>
          <w:rFonts w:ascii="Courier New" w:hAnsi="Courier New" w:cs="Courier New"/>
          <w:sz w:val="24"/>
        </w:rPr>
        <w:t>macof</w:t>
      </w:r>
    </w:p>
    <w:p w:rsidR="002D7782" w:rsidRPr="00F4172C" w:rsidRDefault="002B75DA" w:rsidP="00C85FCF">
      <w:pPr>
        <w:pStyle w:val="Odstavecseseznamem"/>
        <w:numPr>
          <w:ilvl w:val="0"/>
          <w:numId w:val="6"/>
        </w:numPr>
        <w:spacing w:after="0"/>
        <w:ind w:left="708"/>
        <w:rPr>
          <w:rFonts w:ascii="Cambria" w:hAnsi="Cambria"/>
          <w:b/>
          <w:sz w:val="24"/>
        </w:rPr>
      </w:pPr>
      <w:r w:rsidRPr="00F4172C">
        <w:rPr>
          <w:rFonts w:ascii="Cambria" w:hAnsi="Cambria"/>
          <w:sz w:val="24"/>
        </w:rPr>
        <w:t>Emulátor terminálu v Kali Linuxu –</w:t>
      </w:r>
      <w:r w:rsidR="00F112B6" w:rsidRPr="00F4172C">
        <w:rPr>
          <w:rFonts w:ascii="Cambria" w:hAnsi="Cambria"/>
          <w:sz w:val="24"/>
        </w:rPr>
        <w:t xml:space="preserve"> program</w:t>
      </w:r>
      <w:r w:rsidRPr="00F4172C">
        <w:rPr>
          <w:rFonts w:ascii="Cambria" w:hAnsi="Cambria"/>
          <w:sz w:val="24"/>
        </w:rPr>
        <w:t xml:space="preserve"> </w:t>
      </w:r>
      <w:r w:rsidRPr="00F4172C">
        <w:rPr>
          <w:rFonts w:ascii="Courier New" w:hAnsi="Courier New" w:cs="Courier New"/>
          <w:sz w:val="24"/>
        </w:rPr>
        <w:t>minicom</w:t>
      </w:r>
      <w:r w:rsidR="00C85FCF" w:rsidRPr="00F4172C">
        <w:rPr>
          <w:rFonts w:ascii="Courier New" w:hAnsi="Courier New" w:cs="Courier New"/>
          <w:sz w:val="24"/>
        </w:rPr>
        <w:br/>
      </w:r>
      <w:r w:rsidRPr="00CA149E">
        <w:rPr>
          <w:rFonts w:ascii="Courier New" w:hAnsi="Courier New" w:cs="Courier New"/>
          <w:sz w:val="24"/>
        </w:rPr>
        <w:t xml:space="preserve"># dmesg | grep tty </w:t>
      </w:r>
      <w:r w:rsidRPr="00F4172C">
        <w:rPr>
          <w:rFonts w:ascii="Cambria" w:hAnsi="Cambria" w:cs="Courier New"/>
          <w:sz w:val="24"/>
        </w:rPr>
        <w:t xml:space="preserve">(zjištění sériových portů, např. </w:t>
      </w:r>
      <w:r w:rsidR="00A907D4">
        <w:rPr>
          <w:rFonts w:ascii="Cambria" w:hAnsi="Cambria" w:cs="Courier New"/>
          <w:sz w:val="24"/>
        </w:rPr>
        <w:t xml:space="preserve">adaptér na </w:t>
      </w:r>
      <w:r w:rsidRPr="00F4172C">
        <w:rPr>
          <w:rFonts w:ascii="Courier New" w:hAnsi="Courier New" w:cs="Courier New"/>
          <w:sz w:val="24"/>
        </w:rPr>
        <w:t>USB0</w:t>
      </w:r>
      <w:r w:rsidRPr="00F4172C">
        <w:rPr>
          <w:rFonts w:ascii="Cambria" w:hAnsi="Cambria" w:cs="Courier New"/>
          <w:sz w:val="24"/>
        </w:rPr>
        <w:t xml:space="preserve"> )</w:t>
      </w:r>
      <w:r w:rsidR="00C85FCF" w:rsidRPr="00F4172C">
        <w:rPr>
          <w:rFonts w:ascii="Cambria" w:hAnsi="Cambria" w:cs="Courier New"/>
          <w:sz w:val="24"/>
        </w:rPr>
        <w:br/>
      </w:r>
      <w:r w:rsidRPr="00A907D4">
        <w:rPr>
          <w:rFonts w:ascii="Courier New" w:hAnsi="Courier New" w:cs="Courier New"/>
          <w:sz w:val="24"/>
        </w:rPr>
        <w:t xml:space="preserve"># minicom </w:t>
      </w:r>
      <w:r w:rsidR="00F112B6" w:rsidRPr="00A907D4">
        <w:rPr>
          <w:rFonts w:ascii="Courier New" w:hAnsi="Courier New" w:cs="Courier New"/>
          <w:sz w:val="24"/>
        </w:rPr>
        <w:t>–b 9600 –D /dev/</w:t>
      </w:r>
      <w:r w:rsidRPr="00A907D4">
        <w:rPr>
          <w:rFonts w:ascii="Courier New" w:hAnsi="Courier New" w:cs="Courier New"/>
          <w:sz w:val="24"/>
        </w:rPr>
        <w:t>tty</w:t>
      </w:r>
      <w:r w:rsidR="00F112B6" w:rsidRPr="00A907D4">
        <w:rPr>
          <w:rFonts w:ascii="Courier New" w:hAnsi="Courier New" w:cs="Courier New"/>
          <w:sz w:val="24"/>
        </w:rPr>
        <w:t>USB0</w:t>
      </w:r>
      <w:r w:rsidRPr="00A907D4">
        <w:rPr>
          <w:rFonts w:ascii="Courier New" w:hAnsi="Courier New" w:cs="Courier New"/>
          <w:sz w:val="24"/>
        </w:rPr>
        <w:t xml:space="preserve"> </w:t>
      </w:r>
      <w:r w:rsidR="00F112B6" w:rsidRPr="00A907D4">
        <w:rPr>
          <w:rFonts w:ascii="Courier New" w:hAnsi="Courier New" w:cs="Courier New"/>
          <w:sz w:val="24"/>
        </w:rPr>
        <w:t xml:space="preserve">-8 </w:t>
      </w:r>
      <w:r w:rsidRPr="00F4172C">
        <w:rPr>
          <w:rFonts w:ascii="Cambria" w:hAnsi="Cambria" w:cs="Courier New"/>
          <w:sz w:val="24"/>
        </w:rPr>
        <w:t>(</w:t>
      </w:r>
      <w:r w:rsidR="00F112B6" w:rsidRPr="00F4172C">
        <w:rPr>
          <w:rFonts w:ascii="Cambria" w:hAnsi="Cambria" w:cs="Courier New"/>
          <w:sz w:val="24"/>
        </w:rPr>
        <w:t xml:space="preserve">spuštění programu </w:t>
      </w:r>
      <w:r w:rsidR="00F112B6" w:rsidRPr="00F4172C">
        <w:rPr>
          <w:rFonts w:ascii="Courier New" w:hAnsi="Courier New" w:cs="Courier New"/>
          <w:sz w:val="24"/>
        </w:rPr>
        <w:t>minicom</w:t>
      </w:r>
      <w:r w:rsidRPr="00F4172C">
        <w:rPr>
          <w:rFonts w:ascii="Cambria" w:hAnsi="Cambria" w:cs="Courier New"/>
          <w:sz w:val="24"/>
        </w:rPr>
        <w:t>)</w:t>
      </w:r>
    </w:p>
    <w:p w:rsidR="00F112B6" w:rsidRPr="00F4172C" w:rsidRDefault="00F112B6" w:rsidP="00C85FCF">
      <w:pPr>
        <w:spacing w:after="0"/>
        <w:rPr>
          <w:rFonts w:ascii="Cambria" w:hAnsi="Cambria"/>
          <w:b/>
          <w:sz w:val="24"/>
        </w:rPr>
      </w:pPr>
    </w:p>
    <w:p w:rsidR="00611F01" w:rsidRPr="00F4172C" w:rsidRDefault="00611F01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b/>
          <w:sz w:val="24"/>
        </w:rPr>
        <w:t>Popis:</w:t>
      </w:r>
      <w:r w:rsidRPr="00F4172C">
        <w:rPr>
          <w:rFonts w:ascii="Cambria" w:hAnsi="Cambria"/>
          <w:sz w:val="24"/>
        </w:rPr>
        <w:t xml:space="preserve"> </w:t>
      </w:r>
      <w:r w:rsidR="00C85FCF" w:rsidRPr="00F4172C">
        <w:rPr>
          <w:rFonts w:ascii="Cambria" w:hAnsi="Cambria"/>
          <w:sz w:val="24"/>
        </w:rPr>
        <w:t xml:space="preserve">Záměrem </w:t>
      </w:r>
      <w:r w:rsidRPr="00F4172C">
        <w:rPr>
          <w:rFonts w:ascii="Cambria" w:hAnsi="Cambria"/>
          <w:sz w:val="24"/>
        </w:rPr>
        <w:t xml:space="preserve">útočníka je </w:t>
      </w:r>
      <w:r w:rsidR="00C85FCF" w:rsidRPr="00F4172C">
        <w:rPr>
          <w:rFonts w:ascii="Cambria" w:hAnsi="Cambria"/>
          <w:sz w:val="24"/>
        </w:rPr>
        <w:t xml:space="preserve">zachytit relaci telnet </w:t>
      </w:r>
      <w:r w:rsidR="00FB2BA6" w:rsidRPr="00F4172C">
        <w:rPr>
          <w:rFonts w:ascii="Cambria" w:hAnsi="Cambria"/>
          <w:sz w:val="24"/>
        </w:rPr>
        <w:t xml:space="preserve">a získat tak </w:t>
      </w:r>
      <w:r w:rsidR="00C85FCF" w:rsidRPr="00F4172C">
        <w:rPr>
          <w:rFonts w:ascii="Cambria" w:hAnsi="Cambria"/>
          <w:sz w:val="24"/>
        </w:rPr>
        <w:t xml:space="preserve">přístupové údaje k serveru. </w:t>
      </w:r>
      <w:r w:rsidR="00FB2BA6" w:rsidRPr="00F4172C">
        <w:rPr>
          <w:rFonts w:ascii="Cambria" w:hAnsi="Cambria"/>
          <w:sz w:val="24"/>
        </w:rPr>
        <w:t xml:space="preserve">Zaplní proto </w:t>
      </w:r>
      <w:r w:rsidRPr="00F4172C">
        <w:rPr>
          <w:rFonts w:ascii="Cambria" w:hAnsi="Cambria"/>
          <w:sz w:val="24"/>
        </w:rPr>
        <w:t xml:space="preserve">CAM </w:t>
      </w:r>
      <w:r w:rsidR="00FB2BA6" w:rsidRPr="00F4172C">
        <w:rPr>
          <w:rFonts w:ascii="Cambria" w:hAnsi="Cambria"/>
          <w:sz w:val="24"/>
        </w:rPr>
        <w:t xml:space="preserve">(Content Addressable Memory) </w:t>
      </w:r>
      <w:r w:rsidRPr="00F4172C">
        <w:rPr>
          <w:rFonts w:ascii="Cambria" w:hAnsi="Cambria"/>
          <w:sz w:val="24"/>
        </w:rPr>
        <w:t>tabul</w:t>
      </w:r>
      <w:r w:rsidR="00FB2BA6" w:rsidRPr="00F4172C">
        <w:rPr>
          <w:rFonts w:ascii="Cambria" w:hAnsi="Cambria"/>
          <w:sz w:val="24"/>
        </w:rPr>
        <w:t>ku</w:t>
      </w:r>
      <w:r w:rsidRPr="00F4172C">
        <w:rPr>
          <w:rFonts w:ascii="Cambria" w:hAnsi="Cambria"/>
          <w:sz w:val="24"/>
        </w:rPr>
        <w:t xml:space="preserve"> přepínač</w:t>
      </w:r>
      <w:r w:rsidR="00FB2BA6" w:rsidRPr="00F4172C">
        <w:rPr>
          <w:rFonts w:ascii="Cambria" w:hAnsi="Cambria"/>
          <w:sz w:val="24"/>
        </w:rPr>
        <w:t>e falešnými MAC adresami</w:t>
      </w:r>
      <w:r w:rsidRPr="00F4172C">
        <w:rPr>
          <w:rFonts w:ascii="Cambria" w:hAnsi="Cambria"/>
          <w:sz w:val="24"/>
        </w:rPr>
        <w:t xml:space="preserve">, </w:t>
      </w:r>
      <w:r w:rsidR="00FB2BA6" w:rsidRPr="00F4172C">
        <w:rPr>
          <w:rFonts w:ascii="Cambria" w:hAnsi="Cambria"/>
          <w:sz w:val="24"/>
        </w:rPr>
        <w:t xml:space="preserve">takže se přepínač </w:t>
      </w:r>
      <w:r w:rsidRPr="00F4172C">
        <w:rPr>
          <w:rFonts w:ascii="Cambria" w:hAnsi="Cambria"/>
          <w:sz w:val="24"/>
        </w:rPr>
        <w:t>začne chovat jako rozbočovač.</w:t>
      </w:r>
    </w:p>
    <w:p w:rsidR="00611F01" w:rsidRPr="00F4172C" w:rsidRDefault="00C85FCF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LMRoman12-Regular" w:hAnsi="LMRoman12-Regular"/>
          <w:color w:val="000000"/>
          <w:sz w:val="24"/>
        </w:rPr>
        <w:t>Poznámka: ú</w:t>
      </w:r>
      <w:r w:rsidR="00611F01" w:rsidRPr="00F4172C">
        <w:rPr>
          <w:rFonts w:ascii="LMRoman12-Regular" w:hAnsi="LMRoman12-Regular"/>
          <w:color w:val="000000"/>
          <w:sz w:val="24"/>
        </w:rPr>
        <w:t xml:space="preserve">tok bude úspěšný jen při splnění určitých podmínek. </w:t>
      </w:r>
      <w:r w:rsidR="00FB2BA6" w:rsidRPr="00F4172C">
        <w:rPr>
          <w:rFonts w:ascii="LMRoman12-Regular" w:hAnsi="LMRoman12-Regular"/>
          <w:color w:val="000000"/>
          <w:sz w:val="24"/>
        </w:rPr>
        <w:t>Klíčové je</w:t>
      </w:r>
      <w:r w:rsidR="00611F01" w:rsidRPr="00F4172C">
        <w:rPr>
          <w:rFonts w:ascii="LMRoman12-Regular" w:hAnsi="LMRoman12-Regular"/>
          <w:color w:val="000000"/>
          <w:sz w:val="24"/>
        </w:rPr>
        <w:t xml:space="preserve">, </w:t>
      </w:r>
      <w:r w:rsidR="00FB2BA6" w:rsidRPr="00F4172C">
        <w:rPr>
          <w:rFonts w:ascii="LMRoman12-Regular" w:hAnsi="LMRoman12-Regular"/>
          <w:color w:val="000000"/>
          <w:sz w:val="24"/>
        </w:rPr>
        <w:t xml:space="preserve">aby útok </w:t>
      </w:r>
      <w:r w:rsidR="00611F01" w:rsidRPr="00F4172C">
        <w:rPr>
          <w:rFonts w:ascii="LMRoman12-Regular" w:hAnsi="LMRoman12-Regular"/>
          <w:color w:val="000000"/>
          <w:sz w:val="24"/>
        </w:rPr>
        <w:t>nasta</w:t>
      </w:r>
      <w:r w:rsidR="00FB2BA6" w:rsidRPr="00F4172C">
        <w:rPr>
          <w:rFonts w:ascii="LMRoman12-Regular" w:hAnsi="LMRoman12-Regular"/>
          <w:color w:val="000000"/>
          <w:sz w:val="24"/>
        </w:rPr>
        <w:t>l</w:t>
      </w:r>
      <w:r w:rsidR="00611F01" w:rsidRPr="00F4172C">
        <w:rPr>
          <w:rFonts w:ascii="LMRoman12-Regular" w:hAnsi="LMRoman12-Regular"/>
          <w:color w:val="000000"/>
          <w:sz w:val="24"/>
        </w:rPr>
        <w:t xml:space="preserve"> dříve, </w:t>
      </w:r>
      <w:r w:rsidR="00FB2BA6" w:rsidRPr="00F4172C">
        <w:rPr>
          <w:rFonts w:ascii="LMRoman12-Regular" w:hAnsi="LMRoman12-Regular"/>
          <w:color w:val="000000"/>
          <w:sz w:val="24"/>
        </w:rPr>
        <w:t xml:space="preserve">než se přepínač naučí MAC adresy </w:t>
      </w:r>
      <w:r w:rsidR="00611F01" w:rsidRPr="00F4172C">
        <w:rPr>
          <w:rFonts w:ascii="LMRoman12-Regular" w:hAnsi="LMRoman12-Regular"/>
          <w:color w:val="000000"/>
          <w:sz w:val="24"/>
        </w:rPr>
        <w:t>klienta a server</w:t>
      </w:r>
      <w:r w:rsidR="00FB2BA6" w:rsidRPr="00F4172C">
        <w:rPr>
          <w:rFonts w:ascii="LMRoman12-Regular" w:hAnsi="LMRoman12-Regular"/>
          <w:color w:val="000000"/>
          <w:sz w:val="24"/>
        </w:rPr>
        <w:t>u</w:t>
      </w:r>
      <w:r w:rsidR="00611F01" w:rsidRPr="00F4172C">
        <w:rPr>
          <w:rFonts w:ascii="LMRoman12-Regular" w:hAnsi="LMRoman12-Regular"/>
          <w:color w:val="000000"/>
          <w:sz w:val="24"/>
        </w:rPr>
        <w:t xml:space="preserve">. Pokud by </w:t>
      </w:r>
      <w:r w:rsidR="00FB2BA6" w:rsidRPr="00F4172C">
        <w:rPr>
          <w:rFonts w:ascii="LMRoman12-Regular" w:hAnsi="LMRoman12-Regular"/>
          <w:color w:val="000000"/>
          <w:sz w:val="24"/>
        </w:rPr>
        <w:t>je přepínač znal</w:t>
      </w:r>
      <w:r w:rsidR="002235E4" w:rsidRPr="00F4172C">
        <w:rPr>
          <w:rFonts w:ascii="LMRoman12-Regular" w:hAnsi="LMRoman12-Regular"/>
          <w:color w:val="000000"/>
          <w:sz w:val="24"/>
        </w:rPr>
        <w:t>, útokem by došlo k zaplnění pouze zbytku tabulky a vůči uvedeným adresám by se přepínač choval korektně</w:t>
      </w:r>
      <w:r w:rsidR="00611F01" w:rsidRPr="00F4172C">
        <w:rPr>
          <w:rFonts w:ascii="LMRoman12-Regular" w:hAnsi="LMRoman12-Regular"/>
          <w:color w:val="000000"/>
          <w:sz w:val="24"/>
        </w:rPr>
        <w:t xml:space="preserve">. </w:t>
      </w:r>
      <w:r w:rsidR="00044E1D" w:rsidRPr="00F4172C">
        <w:rPr>
          <w:rFonts w:ascii="LMRoman12-Regular" w:hAnsi="LMRoman12-Regular"/>
          <w:color w:val="000000"/>
          <w:sz w:val="24"/>
        </w:rPr>
        <w:t xml:space="preserve">Údaje z CAM tabulky sice jsou po stanovené době nečinnosti odstraněny, ale v praxi je málo pravděpodobné, že by klient či server byly dostatečně dlouho neaktivní. CAM tabulku lze </w:t>
      </w:r>
      <w:r w:rsidR="002235E4" w:rsidRPr="00F4172C">
        <w:rPr>
          <w:rFonts w:ascii="LMRoman12-Regular" w:hAnsi="LMRoman12-Regular"/>
          <w:color w:val="000000"/>
          <w:sz w:val="24"/>
        </w:rPr>
        <w:t xml:space="preserve">také </w:t>
      </w:r>
      <w:r w:rsidR="00044E1D" w:rsidRPr="00F4172C">
        <w:rPr>
          <w:rFonts w:ascii="LMRoman12-Regular" w:hAnsi="LMRoman12-Regular"/>
          <w:color w:val="000000"/>
          <w:sz w:val="24"/>
        </w:rPr>
        <w:t>vymazat – buď příkazem, nebo restartem (vypnutím/zapnutím) přepínače – toto předpokládá fyzický přístup k němu.</w:t>
      </w:r>
    </w:p>
    <w:p w:rsidR="002235E4" w:rsidRPr="00F4172C" w:rsidRDefault="002235E4" w:rsidP="00C85FCF">
      <w:pPr>
        <w:spacing w:after="0"/>
        <w:rPr>
          <w:rFonts w:ascii="Cambria" w:hAnsi="Cambria"/>
          <w:b/>
          <w:sz w:val="24"/>
        </w:rPr>
      </w:pPr>
    </w:p>
    <w:p w:rsidR="00897976" w:rsidRPr="00F4172C" w:rsidRDefault="00897976" w:rsidP="00C85FCF">
      <w:pPr>
        <w:spacing w:after="0"/>
        <w:rPr>
          <w:rFonts w:ascii="Cambria" w:hAnsi="Cambria"/>
          <w:b/>
          <w:sz w:val="24"/>
        </w:rPr>
      </w:pPr>
      <w:r w:rsidRPr="00F4172C">
        <w:rPr>
          <w:rFonts w:ascii="Cambria" w:hAnsi="Cambria"/>
          <w:b/>
          <w:sz w:val="24"/>
        </w:rPr>
        <w:t>Úkoly</w:t>
      </w:r>
      <w:r w:rsidR="00AC625A" w:rsidRPr="00F4172C">
        <w:rPr>
          <w:rFonts w:ascii="Cambria" w:hAnsi="Cambria"/>
          <w:b/>
          <w:sz w:val="24"/>
        </w:rPr>
        <w:t>:</w:t>
      </w:r>
    </w:p>
    <w:p w:rsidR="0053395D" w:rsidRPr="00F4172C" w:rsidRDefault="00747941" w:rsidP="00C85FCF">
      <w:pPr>
        <w:pStyle w:val="Odstavecseseznamem"/>
        <w:numPr>
          <w:ilvl w:val="0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Uveďte síťová zařízení</w:t>
      </w:r>
      <w:r w:rsidR="00C85FCF" w:rsidRPr="00F4172C">
        <w:rPr>
          <w:rFonts w:ascii="Cambria" w:hAnsi="Cambria"/>
          <w:sz w:val="24"/>
        </w:rPr>
        <w:t xml:space="preserve"> </w:t>
      </w:r>
      <w:r w:rsidRPr="00F4172C">
        <w:rPr>
          <w:rFonts w:ascii="Cambria" w:hAnsi="Cambria"/>
          <w:sz w:val="24"/>
        </w:rPr>
        <w:t xml:space="preserve">do </w:t>
      </w:r>
      <w:r w:rsidR="00C85FCF" w:rsidRPr="00F4172C">
        <w:rPr>
          <w:rFonts w:ascii="Cambria" w:hAnsi="Cambria"/>
          <w:sz w:val="24"/>
        </w:rPr>
        <w:t>v</w:t>
      </w:r>
      <w:r w:rsidRPr="00F4172C">
        <w:rPr>
          <w:rFonts w:ascii="Cambria" w:hAnsi="Cambria"/>
          <w:sz w:val="24"/>
        </w:rPr>
        <w:t>ýchozí konfigurace</w:t>
      </w:r>
      <w:r w:rsidR="0053395D" w:rsidRPr="00F4172C">
        <w:rPr>
          <w:rFonts w:ascii="Cambria" w:hAnsi="Cambria"/>
          <w:sz w:val="24"/>
        </w:rPr>
        <w:t xml:space="preserve"> </w:t>
      </w:r>
      <w:r w:rsidRPr="00F4172C">
        <w:rPr>
          <w:rFonts w:ascii="Cambria" w:hAnsi="Cambria"/>
          <w:sz w:val="24"/>
        </w:rPr>
        <w:t>(ověřte, případně resetujte)</w:t>
      </w:r>
    </w:p>
    <w:p w:rsidR="0053395D" w:rsidRPr="00F4172C" w:rsidRDefault="0053395D" w:rsidP="00C85FCF">
      <w:pPr>
        <w:pStyle w:val="Odstavecseseznamem"/>
        <w:numPr>
          <w:ilvl w:val="0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Zapojte síť podle zadaného schématu</w:t>
      </w:r>
    </w:p>
    <w:p w:rsidR="0053395D" w:rsidRPr="00F4172C" w:rsidRDefault="0053395D" w:rsidP="00C85FCF">
      <w:pPr>
        <w:pStyle w:val="Odstavecseseznamem"/>
        <w:numPr>
          <w:ilvl w:val="0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 xml:space="preserve">Nakonfigurujte základní síťové parametry </w:t>
      </w:r>
      <w:r w:rsidR="00C85FCF" w:rsidRPr="00F4172C">
        <w:rPr>
          <w:rFonts w:ascii="Cambria" w:hAnsi="Cambria"/>
          <w:sz w:val="24"/>
        </w:rPr>
        <w:t>všech uzlů</w:t>
      </w:r>
    </w:p>
    <w:p w:rsidR="00713C2F" w:rsidRPr="00F4172C" w:rsidRDefault="00713C2F" w:rsidP="00C85FCF">
      <w:pPr>
        <w:pStyle w:val="Odstavecseseznamem"/>
        <w:numPr>
          <w:ilvl w:val="0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 xml:space="preserve">Nakonfigurujte základní síťové parametry </w:t>
      </w:r>
      <w:r w:rsidR="00254681" w:rsidRPr="00F4172C">
        <w:rPr>
          <w:rFonts w:ascii="Cambria" w:hAnsi="Cambria"/>
          <w:sz w:val="24"/>
        </w:rPr>
        <w:t xml:space="preserve">síťových zařízení </w:t>
      </w:r>
      <w:r w:rsidR="007844BD" w:rsidRPr="00F4172C">
        <w:rPr>
          <w:rFonts w:ascii="Cambria" w:hAnsi="Cambria"/>
          <w:sz w:val="24"/>
        </w:rPr>
        <w:t>pro vzdálený přístup</w:t>
      </w:r>
    </w:p>
    <w:p w:rsidR="000A63DA" w:rsidRPr="00F4172C" w:rsidRDefault="00897976" w:rsidP="00C85FCF">
      <w:pPr>
        <w:pStyle w:val="Odstavecseseznamem"/>
        <w:numPr>
          <w:ilvl w:val="0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 xml:space="preserve">Zabezpečte </w:t>
      </w:r>
      <w:r w:rsidR="00C85FCF" w:rsidRPr="00F4172C">
        <w:rPr>
          <w:rFonts w:ascii="Cambria" w:hAnsi="Cambria"/>
          <w:sz w:val="24"/>
        </w:rPr>
        <w:t>síťová zařízení</w:t>
      </w:r>
      <w:r w:rsidR="0050139F" w:rsidRPr="00F4172C">
        <w:rPr>
          <w:rFonts w:ascii="Cambria" w:hAnsi="Cambria"/>
          <w:sz w:val="24"/>
        </w:rPr>
        <w:t xml:space="preserve"> takto</w:t>
      </w:r>
    </w:p>
    <w:p w:rsidR="00F16521" w:rsidRPr="00F4172C" w:rsidRDefault="00F16521" w:rsidP="00C85FCF">
      <w:pPr>
        <w:pStyle w:val="Odstavecseseznamem"/>
        <w:numPr>
          <w:ilvl w:val="1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Zabezpečte přechod do privilegovaného režimu</w:t>
      </w:r>
    </w:p>
    <w:p w:rsidR="00F16521" w:rsidRPr="00F4172C" w:rsidRDefault="00F16521" w:rsidP="00C85FCF">
      <w:pPr>
        <w:pStyle w:val="Odstavecseseznamem"/>
        <w:numPr>
          <w:ilvl w:val="2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Heslo uloženo jako hash</w:t>
      </w:r>
    </w:p>
    <w:p w:rsidR="000A63DA" w:rsidRPr="00F4172C" w:rsidRDefault="002307AE" w:rsidP="00C85FCF">
      <w:pPr>
        <w:pStyle w:val="Odstavecseseznamem"/>
        <w:numPr>
          <w:ilvl w:val="1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lastRenderedPageBreak/>
        <w:t>Zabezpečte p</w:t>
      </w:r>
      <w:r w:rsidR="00897976" w:rsidRPr="00F4172C">
        <w:rPr>
          <w:rFonts w:ascii="Cambria" w:hAnsi="Cambria"/>
          <w:sz w:val="24"/>
        </w:rPr>
        <w:t>řístup přes konsolu</w:t>
      </w:r>
      <w:r w:rsidR="000A63DA" w:rsidRPr="00F4172C">
        <w:rPr>
          <w:rFonts w:ascii="Cambria" w:hAnsi="Cambria"/>
          <w:sz w:val="24"/>
        </w:rPr>
        <w:t xml:space="preserve"> </w:t>
      </w:r>
    </w:p>
    <w:p w:rsidR="00897976" w:rsidRPr="00F4172C" w:rsidRDefault="000A63DA" w:rsidP="00C85FCF">
      <w:pPr>
        <w:pStyle w:val="Odstavecseseznamem"/>
        <w:numPr>
          <w:ilvl w:val="2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H</w:t>
      </w:r>
      <w:r w:rsidR="00897976" w:rsidRPr="00F4172C">
        <w:rPr>
          <w:rFonts w:ascii="Cambria" w:hAnsi="Cambria"/>
          <w:sz w:val="24"/>
        </w:rPr>
        <w:t>eslo</w:t>
      </w:r>
    </w:p>
    <w:p w:rsidR="000A63DA" w:rsidRPr="00F4172C" w:rsidRDefault="002307AE" w:rsidP="00C85FCF">
      <w:pPr>
        <w:pStyle w:val="Odstavecseseznamem"/>
        <w:numPr>
          <w:ilvl w:val="1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Zabezpečte p</w:t>
      </w:r>
      <w:r w:rsidR="00897976" w:rsidRPr="00F4172C">
        <w:rPr>
          <w:rFonts w:ascii="Cambria" w:hAnsi="Cambria"/>
          <w:sz w:val="24"/>
        </w:rPr>
        <w:t>řístup přes virtuální terminál</w:t>
      </w:r>
      <w:r w:rsidR="000A63DA" w:rsidRPr="00F4172C">
        <w:rPr>
          <w:rFonts w:ascii="Cambria" w:hAnsi="Cambria"/>
          <w:sz w:val="24"/>
        </w:rPr>
        <w:t xml:space="preserve"> </w:t>
      </w:r>
    </w:p>
    <w:p w:rsidR="000A63DA" w:rsidRPr="00F4172C" w:rsidRDefault="000A63DA" w:rsidP="00C85FCF">
      <w:pPr>
        <w:pStyle w:val="Odstavecseseznamem"/>
        <w:numPr>
          <w:ilvl w:val="2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Heslo</w:t>
      </w:r>
    </w:p>
    <w:p w:rsidR="002500F4" w:rsidRPr="00F4172C" w:rsidRDefault="002500F4" w:rsidP="00C85FCF">
      <w:pPr>
        <w:pStyle w:val="Odstavecseseznamem"/>
        <w:numPr>
          <w:ilvl w:val="2"/>
          <w:numId w:val="3"/>
        </w:num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P</w:t>
      </w:r>
      <w:r w:rsidR="00F16521" w:rsidRPr="00F4172C">
        <w:rPr>
          <w:rFonts w:ascii="Cambria" w:hAnsi="Cambria"/>
          <w:sz w:val="24"/>
        </w:rPr>
        <w:t xml:space="preserve">rotokol </w:t>
      </w:r>
      <w:r w:rsidR="00F16521" w:rsidRPr="00F4172C">
        <w:rPr>
          <w:rFonts w:ascii="Courier New" w:hAnsi="Courier New" w:cs="Courier New"/>
          <w:sz w:val="24"/>
        </w:rPr>
        <w:t>telnet</w:t>
      </w:r>
    </w:p>
    <w:p w:rsidR="002235E4" w:rsidRPr="00F4172C" w:rsidRDefault="002235E4" w:rsidP="00C85FCF">
      <w:pPr>
        <w:spacing w:after="0"/>
        <w:rPr>
          <w:rFonts w:ascii="Cambria" w:hAnsi="Cambria"/>
          <w:b/>
          <w:sz w:val="24"/>
        </w:rPr>
      </w:pPr>
    </w:p>
    <w:p w:rsidR="005D4890" w:rsidRPr="00F4172C" w:rsidRDefault="005D4890" w:rsidP="00C85FCF">
      <w:pPr>
        <w:spacing w:after="0"/>
        <w:rPr>
          <w:rFonts w:ascii="Cambria" w:hAnsi="Cambria"/>
          <w:b/>
          <w:sz w:val="24"/>
        </w:rPr>
      </w:pPr>
      <w:r w:rsidRPr="00F4172C">
        <w:rPr>
          <w:rFonts w:ascii="Cambria" w:hAnsi="Cambria"/>
          <w:b/>
          <w:sz w:val="24"/>
        </w:rPr>
        <w:t xml:space="preserve">Realizace útoku typu </w:t>
      </w:r>
      <w:r w:rsidR="007B43AF" w:rsidRPr="00F4172C">
        <w:rPr>
          <w:rFonts w:ascii="Cambria" w:hAnsi="Cambria"/>
          <w:b/>
          <w:sz w:val="24"/>
        </w:rPr>
        <w:t>z</w:t>
      </w:r>
      <w:r w:rsidR="00D20BDA">
        <w:rPr>
          <w:rFonts w:ascii="Cambria" w:hAnsi="Cambria"/>
          <w:b/>
          <w:sz w:val="24"/>
        </w:rPr>
        <w:t>aplnění</w:t>
      </w:r>
      <w:r w:rsidR="007B43AF" w:rsidRPr="00F4172C">
        <w:rPr>
          <w:rFonts w:ascii="Cambria" w:hAnsi="Cambria"/>
          <w:b/>
          <w:sz w:val="24"/>
        </w:rPr>
        <w:t xml:space="preserve"> MAC </w:t>
      </w:r>
      <w:r w:rsidR="00254681" w:rsidRPr="00F4172C">
        <w:rPr>
          <w:rFonts w:ascii="Cambria" w:hAnsi="Cambria"/>
          <w:b/>
          <w:sz w:val="24"/>
        </w:rPr>
        <w:t>tabul</w:t>
      </w:r>
      <w:r w:rsidR="007B43AF" w:rsidRPr="00F4172C">
        <w:rPr>
          <w:rFonts w:ascii="Cambria" w:hAnsi="Cambria"/>
          <w:b/>
          <w:sz w:val="24"/>
        </w:rPr>
        <w:t>k</w:t>
      </w:r>
      <w:r w:rsidR="00254681" w:rsidRPr="00F4172C">
        <w:rPr>
          <w:rFonts w:ascii="Cambria" w:hAnsi="Cambria"/>
          <w:b/>
          <w:sz w:val="24"/>
        </w:rPr>
        <w:t>y</w:t>
      </w:r>
      <w:r w:rsidR="007B43AF" w:rsidRPr="00F4172C">
        <w:rPr>
          <w:rFonts w:ascii="Cambria" w:hAnsi="Cambria"/>
          <w:b/>
          <w:sz w:val="24"/>
        </w:rPr>
        <w:t xml:space="preserve"> (MAC flooding)</w:t>
      </w:r>
    </w:p>
    <w:p w:rsidR="00F44033" w:rsidRPr="00F4172C" w:rsidRDefault="00254681" w:rsidP="00C85FCF">
      <w:pPr>
        <w:pStyle w:val="Odstavecseseznamem"/>
        <w:numPr>
          <w:ilvl w:val="0"/>
          <w:numId w:val="4"/>
        </w:numPr>
        <w:spacing w:after="0"/>
        <w:rPr>
          <w:rFonts w:asciiTheme="majorHAnsi" w:hAnsiTheme="majorHAnsi"/>
          <w:color w:val="000000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 xml:space="preserve">Kali Linux – veškeré úkony budou prováděny prostřednictvím </w:t>
      </w:r>
      <w:r w:rsidR="00F4172C">
        <w:rPr>
          <w:rFonts w:asciiTheme="majorHAnsi" w:hAnsiTheme="majorHAnsi"/>
          <w:color w:val="000000"/>
          <w:sz w:val="24"/>
        </w:rPr>
        <w:t>příkazů</w:t>
      </w:r>
      <w:r w:rsidRPr="00F4172C">
        <w:rPr>
          <w:rFonts w:asciiTheme="majorHAnsi" w:hAnsiTheme="majorHAnsi"/>
          <w:color w:val="000000"/>
          <w:sz w:val="24"/>
        </w:rPr>
        <w:t xml:space="preserve"> (tj. v grafickém rozhraní otevřete jako okno</w:t>
      </w:r>
      <w:r w:rsidR="00F4172C">
        <w:rPr>
          <w:rFonts w:asciiTheme="majorHAnsi" w:hAnsiTheme="majorHAnsi"/>
          <w:color w:val="000000"/>
          <w:sz w:val="24"/>
        </w:rPr>
        <w:t xml:space="preserve"> terminálu</w:t>
      </w:r>
      <w:r w:rsidRPr="00F4172C">
        <w:rPr>
          <w:rFonts w:asciiTheme="majorHAnsi" w:hAnsiTheme="majorHAnsi"/>
          <w:color w:val="000000"/>
          <w:sz w:val="24"/>
        </w:rPr>
        <w:t xml:space="preserve">, případně </w:t>
      </w:r>
      <w:r w:rsidR="00F44033" w:rsidRPr="00F4172C">
        <w:rPr>
          <w:rFonts w:asciiTheme="majorHAnsi" w:hAnsiTheme="majorHAnsi"/>
          <w:color w:val="000000"/>
          <w:sz w:val="24"/>
        </w:rPr>
        <w:t xml:space="preserve">přejděte </w:t>
      </w:r>
      <w:r w:rsidR="00C12990" w:rsidRPr="00F4172C">
        <w:rPr>
          <w:rFonts w:asciiTheme="majorHAnsi" w:hAnsiTheme="majorHAnsi"/>
          <w:color w:val="000000"/>
          <w:sz w:val="24"/>
        </w:rPr>
        <w:t xml:space="preserve">z grafického prostředí do čistě textového </w:t>
      </w:r>
      <w:r w:rsidRPr="00F4172C">
        <w:rPr>
          <w:rFonts w:asciiTheme="majorHAnsi" w:hAnsiTheme="majorHAnsi"/>
          <w:color w:val="000000"/>
          <w:sz w:val="24"/>
        </w:rPr>
        <w:t>relace</w:t>
      </w:r>
      <w:r w:rsidR="00C12990" w:rsidRPr="00F4172C">
        <w:rPr>
          <w:rFonts w:asciiTheme="majorHAnsi" w:hAnsiTheme="majorHAnsi"/>
          <w:color w:val="000000"/>
          <w:sz w:val="24"/>
        </w:rPr>
        <w:t xml:space="preserve"> -</w:t>
      </w:r>
      <w:r w:rsidR="00F44033" w:rsidRPr="00F4172C">
        <w:rPr>
          <w:rFonts w:asciiTheme="majorHAnsi" w:hAnsiTheme="majorHAnsi"/>
          <w:color w:val="000000"/>
          <w:sz w:val="24"/>
        </w:rPr>
        <w:t xml:space="preserve"> Ctrl+Alt+F1</w:t>
      </w:r>
      <w:r w:rsidRPr="00F4172C">
        <w:rPr>
          <w:rFonts w:asciiTheme="majorHAnsi" w:hAnsiTheme="majorHAnsi"/>
          <w:color w:val="000000"/>
          <w:sz w:val="24"/>
        </w:rPr>
        <w:t>; dále pak mezi relacemi Alt+Fn</w:t>
      </w:r>
      <w:r w:rsidR="00C12990" w:rsidRPr="00F4172C">
        <w:rPr>
          <w:rFonts w:asciiTheme="majorHAnsi" w:hAnsiTheme="majorHAnsi"/>
          <w:color w:val="000000"/>
          <w:sz w:val="24"/>
        </w:rPr>
        <w:t>)</w:t>
      </w:r>
      <w:r w:rsidRPr="00F4172C">
        <w:rPr>
          <w:rFonts w:asciiTheme="majorHAnsi" w:hAnsiTheme="majorHAnsi"/>
          <w:color w:val="000000"/>
          <w:sz w:val="24"/>
        </w:rPr>
        <w:t xml:space="preserve">. </w:t>
      </w:r>
      <w:r w:rsidR="00F4172C">
        <w:rPr>
          <w:rFonts w:asciiTheme="majorHAnsi" w:hAnsiTheme="majorHAnsi"/>
          <w:color w:val="000000"/>
          <w:sz w:val="24"/>
        </w:rPr>
        <w:t>(</w:t>
      </w:r>
      <w:r w:rsidRPr="00F4172C">
        <w:rPr>
          <w:rFonts w:asciiTheme="majorHAnsi" w:hAnsiTheme="majorHAnsi"/>
          <w:color w:val="000000"/>
          <w:sz w:val="24"/>
        </w:rPr>
        <w:t>Tento počítač nemusí mít IP adresu.</w:t>
      </w:r>
      <w:r w:rsidR="00F4172C">
        <w:rPr>
          <w:rFonts w:asciiTheme="majorHAnsi" w:hAnsiTheme="majorHAnsi"/>
          <w:color w:val="000000"/>
          <w:sz w:val="24"/>
        </w:rPr>
        <w:t>)</w:t>
      </w:r>
    </w:p>
    <w:p w:rsidR="00F44033" w:rsidRPr="00F4172C" w:rsidRDefault="00254681" w:rsidP="00C85FCF">
      <w:pPr>
        <w:pStyle w:val="Odstavecseseznamem"/>
        <w:numPr>
          <w:ilvl w:val="0"/>
          <w:numId w:val="4"/>
        </w:numPr>
        <w:spacing w:after="0"/>
        <w:rPr>
          <w:rFonts w:asciiTheme="majorHAnsi" w:hAnsiTheme="majorHAnsi"/>
          <w:color w:val="000000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>V dalším počítači spusťte Wireshark</w:t>
      </w:r>
      <w:r w:rsidR="002E4285" w:rsidRPr="00F4172C">
        <w:rPr>
          <w:rFonts w:asciiTheme="majorHAnsi" w:hAnsiTheme="majorHAnsi"/>
          <w:color w:val="000000"/>
          <w:sz w:val="24"/>
        </w:rPr>
        <w:t xml:space="preserve"> a</w:t>
      </w:r>
      <w:r w:rsidRPr="00F4172C">
        <w:rPr>
          <w:rFonts w:asciiTheme="majorHAnsi" w:hAnsiTheme="majorHAnsi"/>
          <w:color w:val="000000"/>
          <w:sz w:val="24"/>
        </w:rPr>
        <w:t xml:space="preserve"> </w:t>
      </w:r>
      <w:r w:rsidR="002E4285" w:rsidRPr="00F4172C">
        <w:rPr>
          <w:rFonts w:asciiTheme="majorHAnsi" w:hAnsiTheme="majorHAnsi"/>
          <w:color w:val="000000"/>
          <w:sz w:val="24"/>
        </w:rPr>
        <w:t xml:space="preserve">aktivujte monitorování - </w:t>
      </w:r>
      <w:r w:rsidR="00F2282F" w:rsidRPr="00F4172C">
        <w:rPr>
          <w:rFonts w:asciiTheme="majorHAnsi" w:hAnsiTheme="majorHAnsi"/>
          <w:color w:val="000000"/>
          <w:sz w:val="24"/>
        </w:rPr>
        <w:t xml:space="preserve">je vhodné nastavit </w:t>
      </w:r>
      <w:r w:rsidR="00F4172C">
        <w:rPr>
          <w:rFonts w:asciiTheme="majorHAnsi" w:hAnsiTheme="majorHAnsi"/>
          <w:color w:val="000000"/>
          <w:sz w:val="24"/>
        </w:rPr>
        <w:t xml:space="preserve">zobrazovací </w:t>
      </w:r>
      <w:r w:rsidR="00F2282F" w:rsidRPr="00F4172C">
        <w:rPr>
          <w:rFonts w:asciiTheme="majorHAnsi" w:hAnsiTheme="majorHAnsi"/>
          <w:color w:val="000000"/>
          <w:sz w:val="24"/>
        </w:rPr>
        <w:t xml:space="preserve">filtr na </w:t>
      </w:r>
      <w:r w:rsidR="00F2282F" w:rsidRPr="00F4172C">
        <w:rPr>
          <w:rFonts w:ascii="Courier New" w:hAnsi="Courier New" w:cs="Courier New"/>
          <w:sz w:val="24"/>
        </w:rPr>
        <w:t>telnet</w:t>
      </w:r>
    </w:p>
    <w:p w:rsidR="00F2282F" w:rsidRPr="00F4172C" w:rsidRDefault="00F2282F" w:rsidP="00C85FCF">
      <w:pPr>
        <w:pStyle w:val="Odstavecseseznamem"/>
        <w:numPr>
          <w:ilvl w:val="0"/>
          <w:numId w:val="4"/>
        </w:numPr>
        <w:spacing w:after="0"/>
        <w:rPr>
          <w:rFonts w:asciiTheme="majorHAnsi" w:hAnsiTheme="majorHAnsi"/>
          <w:color w:val="000000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 xml:space="preserve">V přepínači ověřte stav MAC tabulky </w:t>
      </w:r>
      <w:r w:rsidR="00FE6A00" w:rsidRPr="00F4172C">
        <w:rPr>
          <w:rFonts w:asciiTheme="majorHAnsi" w:hAnsiTheme="majorHAnsi"/>
          <w:color w:val="000000"/>
          <w:sz w:val="24"/>
        </w:rPr>
        <w:t>(která MAC adresa uzlu je za kterým portem, plus členství ve VLAN)</w:t>
      </w:r>
    </w:p>
    <w:p w:rsidR="00FE6A00" w:rsidRPr="00F4172C" w:rsidRDefault="00F4172C" w:rsidP="00FE6A00">
      <w:p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44033" w:rsidRPr="00F4172C">
        <w:rPr>
          <w:rFonts w:ascii="Courier New" w:hAnsi="Courier New" w:cs="Courier New"/>
          <w:sz w:val="24"/>
        </w:rPr>
        <w:t xml:space="preserve"># </w:t>
      </w:r>
      <w:r w:rsidR="00F2282F" w:rsidRPr="00F4172C">
        <w:rPr>
          <w:rFonts w:ascii="Courier New" w:hAnsi="Courier New" w:cs="Courier New"/>
          <w:sz w:val="24"/>
        </w:rPr>
        <w:t>show ma</w:t>
      </w:r>
      <w:r w:rsidR="00FE6A00" w:rsidRPr="00F4172C">
        <w:rPr>
          <w:rFonts w:ascii="Courier New" w:hAnsi="Courier New" w:cs="Courier New"/>
          <w:sz w:val="24"/>
        </w:rPr>
        <w:t>c address</w:t>
      </w:r>
      <w:r w:rsidR="008D4C32" w:rsidRPr="00F4172C">
        <w:rPr>
          <w:rFonts w:ascii="Courier New" w:hAnsi="Courier New" w:cs="Courier New"/>
          <w:sz w:val="24"/>
        </w:rPr>
        <w:t>-</w:t>
      </w:r>
      <w:r w:rsidR="00FE6A00" w:rsidRPr="00F4172C">
        <w:rPr>
          <w:rFonts w:ascii="Courier New" w:hAnsi="Courier New" w:cs="Courier New"/>
          <w:sz w:val="24"/>
        </w:rPr>
        <w:t>table</w:t>
      </w:r>
    </w:p>
    <w:p w:rsidR="00FE6A00" w:rsidRPr="00F4172C" w:rsidRDefault="00FE6A00" w:rsidP="00FE6A00">
      <w:pPr>
        <w:pStyle w:val="Odstavecseseznamem"/>
        <w:numPr>
          <w:ilvl w:val="0"/>
          <w:numId w:val="4"/>
        </w:numPr>
        <w:spacing w:after="0"/>
        <w:rPr>
          <w:rFonts w:asciiTheme="majorHAnsi" w:hAnsiTheme="majorHAnsi"/>
          <w:color w:val="000000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>V přepínači ověřte stav MAC tabulky (její velikost</w:t>
      </w:r>
      <w:r w:rsidR="008D4C32" w:rsidRPr="00F4172C">
        <w:rPr>
          <w:rFonts w:asciiTheme="majorHAnsi" w:hAnsiTheme="majorHAnsi"/>
          <w:color w:val="000000"/>
          <w:sz w:val="24"/>
        </w:rPr>
        <w:t xml:space="preserve">, tj. </w:t>
      </w:r>
      <w:r w:rsidRPr="00F4172C">
        <w:rPr>
          <w:rFonts w:asciiTheme="majorHAnsi" w:hAnsiTheme="majorHAnsi"/>
          <w:color w:val="000000"/>
          <w:sz w:val="24"/>
        </w:rPr>
        <w:t>počet použitých a volných záznamů)</w:t>
      </w:r>
    </w:p>
    <w:p w:rsidR="00FE6A00" w:rsidRPr="00F4172C" w:rsidRDefault="00F4172C" w:rsidP="00FE6A00">
      <w:p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E6A00" w:rsidRPr="00F4172C">
        <w:rPr>
          <w:rFonts w:ascii="Courier New" w:hAnsi="Courier New" w:cs="Courier New"/>
          <w:sz w:val="24"/>
        </w:rPr>
        <w:t># show mac address</w:t>
      </w:r>
      <w:r w:rsidR="008D4C32" w:rsidRPr="00F4172C">
        <w:rPr>
          <w:rFonts w:ascii="Courier New" w:hAnsi="Courier New" w:cs="Courier New"/>
          <w:sz w:val="24"/>
        </w:rPr>
        <w:t>-</w:t>
      </w:r>
      <w:r w:rsidR="00FE6A00" w:rsidRPr="00F4172C">
        <w:rPr>
          <w:rFonts w:ascii="Courier New" w:hAnsi="Courier New" w:cs="Courier New"/>
          <w:sz w:val="24"/>
        </w:rPr>
        <w:t>table count</w:t>
      </w:r>
    </w:p>
    <w:p w:rsidR="008D4C32" w:rsidRPr="00F4172C" w:rsidRDefault="008D4C32" w:rsidP="008D4C32">
      <w:pPr>
        <w:pStyle w:val="Odstavecseseznamem"/>
        <w:numPr>
          <w:ilvl w:val="0"/>
          <w:numId w:val="4"/>
        </w:numPr>
        <w:spacing w:after="0"/>
        <w:rPr>
          <w:rFonts w:asciiTheme="majorHAnsi" w:hAnsiTheme="majorHAnsi"/>
          <w:color w:val="000000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 xml:space="preserve">V přepínači smažte obsah MAC tabulky </w:t>
      </w:r>
    </w:p>
    <w:p w:rsidR="008D4C32" w:rsidRPr="00F4172C" w:rsidRDefault="00F4172C" w:rsidP="008D4C32">
      <w:p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8D4C32" w:rsidRPr="00F4172C">
        <w:rPr>
          <w:rFonts w:ascii="Courier New" w:hAnsi="Courier New" w:cs="Courier New"/>
          <w:sz w:val="24"/>
        </w:rPr>
        <w:t># clear mac address-table dynamic</w:t>
      </w:r>
    </w:p>
    <w:p w:rsidR="00FE6A00" w:rsidRPr="00F4172C" w:rsidRDefault="008D4C32" w:rsidP="00C85FCF">
      <w:pPr>
        <w:pStyle w:val="Odstavecseseznamem"/>
        <w:numPr>
          <w:ilvl w:val="0"/>
          <w:numId w:val="4"/>
        </w:num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 xml:space="preserve">Kali Linux – zahajte </w:t>
      </w:r>
      <w:r w:rsidR="00F4172C" w:rsidRPr="00F4172C">
        <w:rPr>
          <w:rFonts w:asciiTheme="majorHAnsi" w:hAnsiTheme="majorHAnsi"/>
          <w:color w:val="000000"/>
          <w:sz w:val="24"/>
        </w:rPr>
        <w:t xml:space="preserve">útok </w:t>
      </w:r>
      <w:r w:rsidR="002E4285" w:rsidRPr="00F4172C">
        <w:rPr>
          <w:rFonts w:asciiTheme="majorHAnsi" w:hAnsiTheme="majorHAnsi"/>
          <w:color w:val="000000"/>
          <w:sz w:val="24"/>
        </w:rPr>
        <w:t xml:space="preserve">(co nejrychleji!) </w:t>
      </w:r>
      <w:r w:rsidRPr="00F4172C">
        <w:rPr>
          <w:rFonts w:asciiTheme="majorHAnsi" w:hAnsiTheme="majorHAnsi"/>
          <w:color w:val="000000"/>
          <w:sz w:val="24"/>
        </w:rPr>
        <w:t>– vyvolejte z</w:t>
      </w:r>
      <w:r w:rsidR="00F4172C">
        <w:rPr>
          <w:rFonts w:asciiTheme="majorHAnsi" w:hAnsiTheme="majorHAnsi"/>
          <w:color w:val="000000"/>
          <w:sz w:val="24"/>
        </w:rPr>
        <w:t>aplnění</w:t>
      </w:r>
      <w:r w:rsidRPr="00F4172C">
        <w:rPr>
          <w:rFonts w:asciiTheme="majorHAnsi" w:hAnsiTheme="majorHAnsi"/>
          <w:color w:val="000000"/>
          <w:sz w:val="24"/>
        </w:rPr>
        <w:t xml:space="preserve"> MAC tabulky falešnými</w:t>
      </w:r>
      <w:r w:rsidR="002E4285" w:rsidRPr="00F4172C">
        <w:rPr>
          <w:rFonts w:asciiTheme="majorHAnsi" w:hAnsiTheme="majorHAnsi"/>
          <w:color w:val="000000"/>
          <w:sz w:val="24"/>
        </w:rPr>
        <w:t xml:space="preserve"> rámci (parametry jsou odchozí rozhraní a vyslaný počet rámců)</w:t>
      </w:r>
    </w:p>
    <w:p w:rsidR="00F44033" w:rsidRPr="00F4172C" w:rsidRDefault="002E4285" w:rsidP="002E4285">
      <w:p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#macof –i eth0 –n 99999</w:t>
      </w:r>
    </w:p>
    <w:p w:rsidR="002E4285" w:rsidRPr="00F4172C" w:rsidRDefault="002E4285" w:rsidP="002E4285">
      <w:pPr>
        <w:pStyle w:val="Odstavecseseznamem"/>
        <w:numPr>
          <w:ilvl w:val="0"/>
          <w:numId w:val="4"/>
        </w:numPr>
        <w:spacing w:after="0"/>
        <w:ind w:left="708"/>
        <w:rPr>
          <w:rFonts w:asciiTheme="majorHAnsi" w:hAnsiTheme="majorHAnsi"/>
          <w:color w:val="000000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 xml:space="preserve">Ze směrovače-klienta se </w:t>
      </w:r>
      <w:r w:rsidR="00F4172C">
        <w:rPr>
          <w:rFonts w:asciiTheme="majorHAnsi" w:hAnsiTheme="majorHAnsi"/>
          <w:color w:val="000000"/>
          <w:sz w:val="24"/>
        </w:rPr>
        <w:t>přihlaste</w:t>
      </w:r>
      <w:r w:rsidRPr="00F4172C">
        <w:rPr>
          <w:rFonts w:asciiTheme="majorHAnsi" w:hAnsiTheme="majorHAnsi"/>
          <w:color w:val="000000"/>
          <w:sz w:val="24"/>
        </w:rPr>
        <w:t xml:space="preserve"> ke směrovači–serveru</w:t>
      </w:r>
    </w:p>
    <w:p w:rsidR="002E4285" w:rsidRPr="00F4172C" w:rsidRDefault="002E4285" w:rsidP="003467C1">
      <w:p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 xml:space="preserve">Router# telnet 192.168.1.101 </w:t>
      </w:r>
      <w:r w:rsidRPr="00F4172C">
        <w:rPr>
          <w:rFonts w:asciiTheme="majorHAnsi" w:hAnsiTheme="majorHAnsi"/>
          <w:color w:val="000000"/>
          <w:sz w:val="24"/>
        </w:rPr>
        <w:t>nebo jen</w:t>
      </w:r>
      <w:r w:rsidR="003467C1" w:rsidRPr="00F4172C">
        <w:rPr>
          <w:rFonts w:ascii="Courier New" w:hAnsi="Courier New" w:cs="Courier New"/>
          <w:sz w:val="24"/>
        </w:rPr>
        <w:br/>
      </w:r>
      <w:r w:rsidRPr="00F4172C">
        <w:rPr>
          <w:rFonts w:ascii="Courier New" w:hAnsi="Courier New" w:cs="Courier New"/>
          <w:sz w:val="24"/>
        </w:rPr>
        <w:t>Router# 192.168.1.101</w:t>
      </w:r>
    </w:p>
    <w:p w:rsidR="002E4285" w:rsidRPr="00F4172C" w:rsidRDefault="002E4285" w:rsidP="002E4285">
      <w:pPr>
        <w:pStyle w:val="Odstavecseseznamem"/>
        <w:numPr>
          <w:ilvl w:val="0"/>
          <w:numId w:val="4"/>
        </w:numPr>
        <w:spacing w:after="0"/>
        <w:ind w:left="708"/>
        <w:rPr>
          <w:rFonts w:ascii="Courier New" w:hAnsi="Courier New" w:cs="Courier New"/>
          <w:sz w:val="24"/>
        </w:rPr>
      </w:pPr>
      <w:r w:rsidRPr="00F4172C">
        <w:rPr>
          <w:rFonts w:asciiTheme="majorHAnsi" w:hAnsiTheme="majorHAnsi"/>
          <w:color w:val="000000"/>
          <w:sz w:val="24"/>
        </w:rPr>
        <w:t xml:space="preserve">Wirehark by měl </w:t>
      </w:r>
      <w:r w:rsidR="00F4172C">
        <w:rPr>
          <w:rFonts w:asciiTheme="majorHAnsi" w:hAnsiTheme="majorHAnsi"/>
          <w:color w:val="000000"/>
          <w:sz w:val="24"/>
        </w:rPr>
        <w:t xml:space="preserve">nyní </w:t>
      </w:r>
      <w:r w:rsidRPr="00F4172C">
        <w:rPr>
          <w:rFonts w:asciiTheme="majorHAnsi" w:hAnsiTheme="majorHAnsi"/>
          <w:color w:val="000000"/>
          <w:sz w:val="24"/>
        </w:rPr>
        <w:t>uk</w:t>
      </w:r>
      <w:r w:rsidR="00F4172C">
        <w:rPr>
          <w:rFonts w:asciiTheme="majorHAnsi" w:hAnsiTheme="majorHAnsi"/>
          <w:color w:val="000000"/>
          <w:sz w:val="24"/>
        </w:rPr>
        <w:t>a</w:t>
      </w:r>
      <w:r w:rsidRPr="00F4172C">
        <w:rPr>
          <w:rFonts w:asciiTheme="majorHAnsi" w:hAnsiTheme="majorHAnsi"/>
          <w:color w:val="000000"/>
          <w:sz w:val="24"/>
        </w:rPr>
        <w:t>z</w:t>
      </w:r>
      <w:r w:rsidR="00F4172C">
        <w:rPr>
          <w:rFonts w:asciiTheme="majorHAnsi" w:hAnsiTheme="majorHAnsi"/>
          <w:color w:val="000000"/>
          <w:sz w:val="24"/>
        </w:rPr>
        <w:t>ov</w:t>
      </w:r>
      <w:r w:rsidRPr="00F4172C">
        <w:rPr>
          <w:rFonts w:asciiTheme="majorHAnsi" w:hAnsiTheme="majorHAnsi"/>
          <w:color w:val="000000"/>
          <w:sz w:val="24"/>
        </w:rPr>
        <w:t xml:space="preserve">at zachycené pakety. Zastavte monitorování, umístěte kursor na první </w:t>
      </w:r>
      <w:r w:rsidR="00F4172C">
        <w:rPr>
          <w:rFonts w:asciiTheme="majorHAnsi" w:hAnsiTheme="majorHAnsi"/>
          <w:color w:val="000000"/>
          <w:sz w:val="24"/>
        </w:rPr>
        <w:t xml:space="preserve">zachycený </w:t>
      </w:r>
      <w:r w:rsidRPr="00F4172C">
        <w:rPr>
          <w:rFonts w:asciiTheme="majorHAnsi" w:hAnsiTheme="majorHAnsi"/>
          <w:color w:val="000000"/>
          <w:sz w:val="24"/>
        </w:rPr>
        <w:t>paket a volbami Analyze/Follow/TCP Stream zobrazte zachycenou relaci</w:t>
      </w:r>
    </w:p>
    <w:p w:rsidR="00F44033" w:rsidRPr="00F4172C" w:rsidRDefault="002E4285" w:rsidP="00C85FCF">
      <w:pPr>
        <w:pStyle w:val="Odstavecseseznamem"/>
        <w:numPr>
          <w:ilvl w:val="0"/>
          <w:numId w:val="4"/>
        </w:numPr>
        <w:spacing w:after="0"/>
        <w:rPr>
          <w:rFonts w:ascii="LMRoman12-Regular" w:hAnsi="LMRoman12-Regular"/>
          <w:color w:val="000000"/>
          <w:sz w:val="24"/>
        </w:rPr>
      </w:pPr>
      <w:r w:rsidRPr="00F4172C">
        <w:rPr>
          <w:rFonts w:ascii="LMRoman12-Regular" w:hAnsi="LMRoman12-Regular"/>
          <w:color w:val="000000"/>
          <w:sz w:val="24"/>
        </w:rPr>
        <w:t xml:space="preserve">Pokud nedojde zachycení relace, přepínač pravděpodobně stihl ještě před útokem MAC adresy </w:t>
      </w:r>
      <w:r w:rsidR="003467C1" w:rsidRPr="00F4172C">
        <w:rPr>
          <w:rFonts w:ascii="LMRoman12-Regular" w:hAnsi="LMRoman12-Regular"/>
          <w:color w:val="000000"/>
          <w:sz w:val="24"/>
        </w:rPr>
        <w:t>směrovačů (klienta, serveru). Toto lze ověřit v MAC tabulce (příslušný záznam by měl být prázdný)</w:t>
      </w:r>
    </w:p>
    <w:p w:rsidR="00D20BDA" w:rsidRPr="00D20BDA" w:rsidRDefault="00D20BDA" w:rsidP="00D20BDA">
      <w:pPr>
        <w:pStyle w:val="Odstavecseseznamem"/>
        <w:rPr>
          <w:rFonts w:ascii="Courier New" w:hAnsi="Courier New" w:cs="Courier New"/>
          <w:sz w:val="24"/>
        </w:rPr>
      </w:pPr>
      <w:r w:rsidRPr="00D20BDA">
        <w:rPr>
          <w:rFonts w:ascii="Courier New" w:hAnsi="Courier New" w:cs="Courier New"/>
          <w:sz w:val="24"/>
        </w:rPr>
        <w:t>Switch#show mac address-table interface fastEthernet 0/1</w:t>
      </w:r>
    </w:p>
    <w:p w:rsidR="00A907D4" w:rsidRDefault="00A907D4" w:rsidP="00D20BDA">
      <w:pPr>
        <w:pStyle w:val="Odstavecseseznamem"/>
        <w:rPr>
          <w:rFonts w:ascii="Courier New" w:hAnsi="Courier New" w:cs="Courier New"/>
          <w:sz w:val="24"/>
        </w:rPr>
      </w:pPr>
    </w:p>
    <w:p w:rsidR="00D20BDA" w:rsidRPr="00D20BDA" w:rsidRDefault="00D20BDA" w:rsidP="00D20BDA">
      <w:pPr>
        <w:pStyle w:val="Odstavecseseznamem"/>
        <w:rPr>
          <w:rFonts w:ascii="Courier New" w:hAnsi="Courier New" w:cs="Courier New"/>
          <w:sz w:val="24"/>
        </w:rPr>
      </w:pPr>
      <w:r w:rsidRPr="00D20BDA">
        <w:rPr>
          <w:rFonts w:ascii="Courier New" w:hAnsi="Courier New" w:cs="Courier New"/>
          <w:sz w:val="24"/>
        </w:rPr>
        <w:t xml:space="preserve">          Mac Address Table</w:t>
      </w:r>
    </w:p>
    <w:p w:rsidR="00D20BDA" w:rsidRPr="00D20BDA" w:rsidRDefault="00D20BDA" w:rsidP="00D20BDA">
      <w:pPr>
        <w:pStyle w:val="Odstavecseseznamem"/>
        <w:rPr>
          <w:rFonts w:ascii="Courier New" w:hAnsi="Courier New" w:cs="Courier New"/>
          <w:sz w:val="24"/>
        </w:rPr>
      </w:pPr>
      <w:r w:rsidRPr="00D20BDA">
        <w:rPr>
          <w:rFonts w:ascii="Courier New" w:hAnsi="Courier New" w:cs="Courier New"/>
          <w:sz w:val="24"/>
        </w:rPr>
        <w:t>-------------------------------------------</w:t>
      </w:r>
    </w:p>
    <w:p w:rsidR="00D20BDA" w:rsidRPr="00D20BDA" w:rsidRDefault="00D20BDA" w:rsidP="00D20BDA">
      <w:pPr>
        <w:pStyle w:val="Odstavecseseznamem"/>
        <w:rPr>
          <w:rFonts w:ascii="Courier New" w:hAnsi="Courier New" w:cs="Courier New"/>
          <w:sz w:val="24"/>
        </w:rPr>
      </w:pPr>
      <w:r w:rsidRPr="00D20BDA">
        <w:rPr>
          <w:rFonts w:ascii="Courier New" w:hAnsi="Courier New" w:cs="Courier New"/>
          <w:sz w:val="24"/>
        </w:rPr>
        <w:t>Vlan    Mac Address       Type        Ports</w:t>
      </w:r>
    </w:p>
    <w:p w:rsidR="003467C1" w:rsidRPr="00F4172C" w:rsidRDefault="00D20BDA" w:rsidP="00D20BDA">
      <w:pPr>
        <w:pStyle w:val="Odstavecseseznamem"/>
        <w:rPr>
          <w:rFonts w:ascii="LMRoman12-Regular" w:hAnsi="LMRoman12-Regular"/>
          <w:color w:val="000000"/>
          <w:sz w:val="24"/>
        </w:rPr>
      </w:pPr>
      <w:r w:rsidRPr="00D20BDA">
        <w:rPr>
          <w:rFonts w:ascii="Courier New" w:hAnsi="Courier New" w:cs="Courier New"/>
          <w:sz w:val="24"/>
        </w:rPr>
        <w:t>----    -----------       --------    -----</w:t>
      </w:r>
    </w:p>
    <w:p w:rsidR="008E54D8" w:rsidRPr="00F4172C" w:rsidRDefault="008E54D8" w:rsidP="00C85FCF">
      <w:pPr>
        <w:rPr>
          <w:rFonts w:ascii="Cambria" w:hAnsi="Cambria"/>
          <w:b/>
          <w:sz w:val="24"/>
        </w:rPr>
      </w:pPr>
      <w:r w:rsidRPr="00F4172C">
        <w:rPr>
          <w:rFonts w:ascii="Cambria" w:hAnsi="Cambria"/>
          <w:b/>
          <w:sz w:val="24"/>
        </w:rPr>
        <w:br w:type="page"/>
      </w:r>
    </w:p>
    <w:p w:rsidR="00897976" w:rsidRPr="00F4172C" w:rsidRDefault="00845598" w:rsidP="00C85FCF">
      <w:pPr>
        <w:spacing w:after="0"/>
        <w:rPr>
          <w:rFonts w:ascii="Cambria" w:hAnsi="Cambria"/>
          <w:b/>
          <w:sz w:val="24"/>
        </w:rPr>
      </w:pPr>
      <w:r w:rsidRPr="00F4172C">
        <w:rPr>
          <w:rFonts w:ascii="Cambria" w:hAnsi="Cambria"/>
          <w:b/>
          <w:sz w:val="24"/>
        </w:rPr>
        <w:lastRenderedPageBreak/>
        <w:t xml:space="preserve">Fragmenty konfigurací </w:t>
      </w:r>
      <w:r w:rsidR="00392ED6" w:rsidRPr="00F4172C">
        <w:rPr>
          <w:rFonts w:ascii="Cambria" w:hAnsi="Cambria"/>
          <w:b/>
          <w:sz w:val="24"/>
        </w:rPr>
        <w:t>(</w:t>
      </w:r>
      <w:r w:rsidRPr="00F4172C">
        <w:rPr>
          <w:rFonts w:ascii="Cambria" w:hAnsi="Cambria"/>
          <w:b/>
          <w:sz w:val="24"/>
        </w:rPr>
        <w:t xml:space="preserve">pro inspiraci </w:t>
      </w:r>
      <w:r w:rsidR="00392ED6" w:rsidRPr="00F4172C">
        <w:rPr>
          <w:rFonts w:ascii="Cambria" w:hAnsi="Cambria"/>
          <w:b/>
          <w:sz w:val="24"/>
        </w:rPr>
        <w:t xml:space="preserve">- </w:t>
      </w:r>
      <w:r w:rsidRPr="00F4172C">
        <w:rPr>
          <w:rFonts w:ascii="Cambria" w:hAnsi="Cambria"/>
          <w:b/>
          <w:sz w:val="24"/>
        </w:rPr>
        <w:t>neodpovídají</w:t>
      </w:r>
      <w:r w:rsidR="008C2600" w:rsidRPr="00F4172C">
        <w:rPr>
          <w:rFonts w:ascii="Cambria" w:hAnsi="Cambria"/>
          <w:b/>
          <w:sz w:val="24"/>
        </w:rPr>
        <w:t xml:space="preserve"> plně</w:t>
      </w:r>
      <w:r w:rsidRPr="00F4172C">
        <w:rPr>
          <w:rFonts w:ascii="Cambria" w:hAnsi="Cambria"/>
          <w:b/>
          <w:sz w:val="24"/>
        </w:rPr>
        <w:t xml:space="preserve"> zadání)</w:t>
      </w:r>
    </w:p>
    <w:p w:rsidR="00392ED6" w:rsidRPr="00F4172C" w:rsidRDefault="00392ED6" w:rsidP="00C85FCF">
      <w:pPr>
        <w:spacing w:after="0"/>
        <w:rPr>
          <w:rFonts w:ascii="Cambria" w:hAnsi="Cambria"/>
          <w:sz w:val="24"/>
        </w:rPr>
      </w:pPr>
    </w:p>
    <w:p w:rsidR="000315C9" w:rsidRPr="00F4172C" w:rsidRDefault="000315C9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Výchozí konfigurace směrovače (při výzvě NEUKLÁDAT konfiguraci)</w:t>
      </w:r>
    </w:p>
    <w:p w:rsidR="000315C9" w:rsidRPr="00F4172C" w:rsidRDefault="000315C9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erase startup-config</w:t>
      </w:r>
    </w:p>
    <w:p w:rsidR="000315C9" w:rsidRPr="00F4172C" w:rsidRDefault="000315C9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reload</w:t>
      </w:r>
    </w:p>
    <w:p w:rsidR="000315C9" w:rsidRPr="00F4172C" w:rsidRDefault="000315C9" w:rsidP="00C85FCF">
      <w:pPr>
        <w:spacing w:after="0"/>
        <w:rPr>
          <w:rFonts w:ascii="Cambria" w:hAnsi="Cambria"/>
          <w:sz w:val="24"/>
        </w:rPr>
      </w:pPr>
    </w:p>
    <w:p w:rsidR="000315C9" w:rsidRPr="00F4172C" w:rsidRDefault="000315C9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Výchozí konfigurace přepínače (při výzvě NEUKLÁDAT konfiguraci)</w:t>
      </w:r>
    </w:p>
    <w:p w:rsidR="000315C9" w:rsidRPr="00F4172C" w:rsidRDefault="000315C9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erase startup-config</w:t>
      </w:r>
    </w:p>
    <w:p w:rsidR="000315C9" w:rsidRPr="00F4172C" w:rsidRDefault="000315C9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delete flash:vlan.dat</w:t>
      </w:r>
    </w:p>
    <w:p w:rsidR="000315C9" w:rsidRPr="00F4172C" w:rsidRDefault="000315C9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reload</w:t>
      </w:r>
    </w:p>
    <w:p w:rsidR="00392ED6" w:rsidRPr="00F4172C" w:rsidRDefault="00392ED6" w:rsidP="00C85FCF">
      <w:pPr>
        <w:spacing w:after="0"/>
        <w:rPr>
          <w:rFonts w:ascii="Courier New" w:hAnsi="Courier New" w:cs="Courier New"/>
          <w:sz w:val="24"/>
        </w:rPr>
      </w:pPr>
    </w:p>
    <w:p w:rsidR="00F16521" w:rsidRPr="00F4172C" w:rsidRDefault="00F16521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Místní přístup</w:t>
      </w:r>
      <w:r w:rsidR="00481F4E" w:rsidRPr="00F4172C">
        <w:rPr>
          <w:rFonts w:ascii="Cambria" w:hAnsi="Cambria"/>
          <w:sz w:val="24"/>
        </w:rPr>
        <w:t xml:space="preserve"> </w:t>
      </w:r>
      <w:r w:rsidR="00713C2F" w:rsidRPr="00F4172C">
        <w:rPr>
          <w:rFonts w:ascii="Cambria" w:hAnsi="Cambria"/>
          <w:sz w:val="24"/>
        </w:rPr>
        <w:t xml:space="preserve">přes konsolu přepínače nebo směrovače </w:t>
      </w:r>
      <w:r w:rsidR="00481F4E" w:rsidRPr="00F4172C">
        <w:rPr>
          <w:rFonts w:ascii="Cambria" w:hAnsi="Cambria"/>
          <w:sz w:val="24"/>
        </w:rPr>
        <w:t>– nastavení hesel</w:t>
      </w:r>
    </w:p>
    <w:p w:rsidR="00F53F06" w:rsidRDefault="00F53F06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>
        <w:rPr>
          <w:rFonts w:ascii="Courier New" w:hAnsi="Courier New" w:cs="Courier New"/>
          <w:sz w:val="24"/>
        </w:rPr>
        <w:t>&gt; enable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</w:rPr>
        <w:t># configure terminal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</w:rPr>
        <w:t>(config)# enable password</w:t>
      </w:r>
      <w:r w:rsidR="00F16521" w:rsidRPr="00F4172C">
        <w:rPr>
          <w:rFonts w:ascii="Courier New" w:hAnsi="Courier New" w:cs="Courier New"/>
          <w:sz w:val="24"/>
          <w:lang w:val="en-US"/>
        </w:rPr>
        <w:t xml:space="preserve"> </w:t>
      </w:r>
      <w:r w:rsidR="00F16521" w:rsidRPr="00F53F06">
        <w:rPr>
          <w:rFonts w:ascii="Courier New" w:hAnsi="Courier New" w:cs="Courier New"/>
          <w:bCs/>
          <w:sz w:val="24"/>
          <w:lang w:val="en-US"/>
        </w:rPr>
        <w:t>class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  <w:lang w:val="en-US"/>
        </w:rPr>
        <w:t>(config)# line console 0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  <w:lang w:val="en-US"/>
        </w:rPr>
        <w:t xml:space="preserve">(config-line)# password </w:t>
      </w:r>
      <w:r w:rsidR="00F16521" w:rsidRPr="00F53F06">
        <w:rPr>
          <w:rFonts w:ascii="Courier New" w:hAnsi="Courier New" w:cs="Courier New"/>
          <w:bCs/>
          <w:sz w:val="24"/>
          <w:lang w:val="en-US"/>
        </w:rPr>
        <w:t>cisco</w:t>
      </w:r>
    </w:p>
    <w:p w:rsidR="00F16521" w:rsidRDefault="00F16521" w:rsidP="00C85FCF">
      <w:pPr>
        <w:spacing w:after="0"/>
        <w:rPr>
          <w:rFonts w:ascii="Courier New" w:hAnsi="Courier New" w:cs="Courier New"/>
          <w:sz w:val="24"/>
        </w:rPr>
      </w:pPr>
    </w:p>
    <w:p w:rsidR="00727D4C" w:rsidRPr="00F4172C" w:rsidRDefault="00727D4C" w:rsidP="00727D4C">
      <w:pPr>
        <w:keepNext/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Heslo pro přechod do privilegovaného módu (uloženo jako hash)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Switch(config)# enable secret class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</w:rPr>
      </w:pPr>
    </w:p>
    <w:p w:rsidR="00727D4C" w:rsidRPr="00F4172C" w:rsidRDefault="00727D4C" w:rsidP="00727D4C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Ověření a nastavení času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  <w:lang w:val="en-US"/>
        </w:rPr>
        <w:t>Switch# show clock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  <w:lang w:val="en-US"/>
        </w:rPr>
        <w:t>Switch# clock set 08:55:05 May 04 2016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  <w:lang w:val="en-US"/>
        </w:rPr>
      </w:pPr>
    </w:p>
    <w:p w:rsidR="00727D4C" w:rsidRPr="00F4172C" w:rsidRDefault="00727D4C" w:rsidP="00727D4C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Vzdálený přístup – hesla (rovněž nastavit heslo "</w:t>
      </w:r>
      <w:r w:rsidRPr="00F4172C">
        <w:rPr>
          <w:rFonts w:ascii="Courier New" w:hAnsi="Courier New" w:cs="Courier New"/>
          <w:sz w:val="24"/>
        </w:rPr>
        <w:t>enable</w:t>
      </w:r>
      <w:r w:rsidRPr="00F4172C">
        <w:rPr>
          <w:rFonts w:ascii="Cambria" w:hAnsi="Cambria"/>
          <w:sz w:val="24"/>
        </w:rPr>
        <w:t>", jinak nelze přejít do privilegovaného módu)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Switch(config)# line vty 0 15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Switch(config-line)# password cisco</w:t>
      </w: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Switch(config-line# login</w:t>
      </w:r>
    </w:p>
    <w:p w:rsidR="00727D4C" w:rsidRPr="00F4172C" w:rsidRDefault="00727D4C" w:rsidP="00C85FCF">
      <w:pPr>
        <w:spacing w:after="0"/>
        <w:rPr>
          <w:rFonts w:ascii="Courier New" w:hAnsi="Courier New" w:cs="Courier New"/>
          <w:sz w:val="24"/>
        </w:rPr>
      </w:pPr>
    </w:p>
    <w:p w:rsidR="00481F4E" w:rsidRPr="00F4172C" w:rsidRDefault="00481F4E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 xml:space="preserve">Výpis konfigurace a </w:t>
      </w:r>
      <w:r w:rsidR="00727D4C">
        <w:rPr>
          <w:rFonts w:ascii="Cambria" w:hAnsi="Cambria"/>
          <w:sz w:val="24"/>
        </w:rPr>
        <w:t>stavu</w:t>
      </w:r>
      <w:r w:rsidR="00F53F06">
        <w:rPr>
          <w:rFonts w:ascii="Cambria" w:hAnsi="Cambria"/>
          <w:sz w:val="24"/>
        </w:rPr>
        <w:t xml:space="preserve"> </w:t>
      </w:r>
      <w:r w:rsidRPr="00F4172C">
        <w:rPr>
          <w:rFonts w:ascii="Cambria" w:hAnsi="Cambria"/>
          <w:sz w:val="24"/>
        </w:rPr>
        <w:t xml:space="preserve">rozhraní </w:t>
      </w:r>
      <w:r w:rsidR="00107081">
        <w:rPr>
          <w:rFonts w:ascii="Cambria" w:hAnsi="Cambria"/>
          <w:sz w:val="24"/>
        </w:rPr>
        <w:t>přepínače</w:t>
      </w:r>
    </w:p>
    <w:p w:rsidR="00481F4E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481F4E" w:rsidRPr="00F4172C">
        <w:rPr>
          <w:rFonts w:ascii="Courier New" w:hAnsi="Courier New" w:cs="Courier New"/>
          <w:sz w:val="24"/>
          <w:lang w:val="en-US"/>
        </w:rPr>
        <w:t xml:space="preserve"># </w:t>
      </w:r>
      <w:r w:rsidR="00481F4E" w:rsidRPr="00F4172C">
        <w:rPr>
          <w:rFonts w:ascii="Courier New" w:hAnsi="Courier New" w:cs="Courier New"/>
          <w:sz w:val="24"/>
        </w:rPr>
        <w:t>show running-config</w:t>
      </w:r>
    </w:p>
    <w:p w:rsidR="00392ED6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392ED6" w:rsidRPr="00F4172C">
        <w:rPr>
          <w:rFonts w:ascii="Courier New" w:hAnsi="Courier New" w:cs="Courier New"/>
          <w:sz w:val="24"/>
          <w:lang w:val="en-US"/>
        </w:rPr>
        <w:t xml:space="preserve"># </w:t>
      </w:r>
      <w:r w:rsidR="00392ED6" w:rsidRPr="00F4172C">
        <w:rPr>
          <w:rFonts w:ascii="Courier New" w:hAnsi="Courier New" w:cs="Courier New"/>
          <w:sz w:val="24"/>
        </w:rPr>
        <w:t>show mac-address-table</w:t>
      </w:r>
    </w:p>
    <w:p w:rsidR="00392ED6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392ED6" w:rsidRPr="00F4172C">
        <w:rPr>
          <w:rFonts w:ascii="Courier New" w:hAnsi="Courier New" w:cs="Courier New"/>
          <w:sz w:val="24"/>
          <w:lang w:val="en-US"/>
        </w:rPr>
        <w:t xml:space="preserve"># </w:t>
      </w:r>
      <w:r w:rsidR="00392ED6" w:rsidRPr="00F4172C">
        <w:rPr>
          <w:rFonts w:ascii="Courier New" w:hAnsi="Courier New" w:cs="Courier New"/>
          <w:sz w:val="24"/>
        </w:rPr>
        <w:t>show interface trunk</w:t>
      </w:r>
    </w:p>
    <w:p w:rsidR="00392ED6" w:rsidRPr="00F4172C" w:rsidRDefault="00392ED6" w:rsidP="00C85FCF">
      <w:pPr>
        <w:spacing w:after="0"/>
        <w:rPr>
          <w:rFonts w:ascii="Courier New" w:hAnsi="Courier New" w:cs="Courier New"/>
          <w:sz w:val="24"/>
        </w:rPr>
      </w:pPr>
    </w:p>
    <w:p w:rsidR="00481F4E" w:rsidRPr="00F4172C" w:rsidRDefault="00392ED6" w:rsidP="00C85FCF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="00481F4E" w:rsidRPr="00F4172C">
        <w:rPr>
          <w:rFonts w:ascii="Courier New" w:hAnsi="Courier New" w:cs="Courier New"/>
          <w:sz w:val="24"/>
          <w:lang w:val="en-US"/>
        </w:rPr>
        <w:t># show ip interface brief</w:t>
      </w:r>
    </w:p>
    <w:p w:rsidR="00392ED6" w:rsidRPr="00F4172C" w:rsidRDefault="00392ED6" w:rsidP="00C85FCF">
      <w:pPr>
        <w:spacing w:after="0"/>
        <w:rPr>
          <w:rFonts w:ascii="Cambria" w:hAnsi="Cambria"/>
          <w:sz w:val="24"/>
        </w:rPr>
      </w:pPr>
    </w:p>
    <w:p w:rsidR="00A66C30" w:rsidRPr="00F4172C" w:rsidRDefault="00A66C30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Výpis informací o sousedech</w:t>
      </w:r>
    </w:p>
    <w:p w:rsidR="00A66C30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A66C30" w:rsidRPr="00F4172C">
        <w:rPr>
          <w:rFonts w:ascii="Courier New" w:hAnsi="Courier New" w:cs="Courier New"/>
          <w:sz w:val="24"/>
          <w:lang w:val="en-US"/>
        </w:rPr>
        <w:t xml:space="preserve"># </w:t>
      </w:r>
      <w:r w:rsidR="00A66C30" w:rsidRPr="00F4172C">
        <w:rPr>
          <w:rFonts w:ascii="Courier New" w:hAnsi="Courier New" w:cs="Courier New"/>
          <w:sz w:val="24"/>
        </w:rPr>
        <w:t>show cdp neighbor</w:t>
      </w:r>
    </w:p>
    <w:p w:rsidR="00481F4E" w:rsidRPr="00F4172C" w:rsidRDefault="00481F4E" w:rsidP="00C85FCF">
      <w:pPr>
        <w:spacing w:after="0"/>
        <w:rPr>
          <w:rFonts w:ascii="Courier New" w:hAnsi="Courier New" w:cs="Courier New"/>
          <w:sz w:val="24"/>
          <w:lang w:val="en-US"/>
        </w:rPr>
      </w:pPr>
    </w:p>
    <w:p w:rsidR="00481F4E" w:rsidRPr="00F4172C" w:rsidRDefault="00481F4E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Zapnutí "šifrování" hesel</w:t>
      </w:r>
    </w:p>
    <w:p w:rsidR="00481F4E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481F4E" w:rsidRPr="00F4172C">
        <w:rPr>
          <w:rFonts w:ascii="Courier New" w:hAnsi="Courier New" w:cs="Courier New"/>
          <w:sz w:val="24"/>
        </w:rPr>
        <w:t>(config)# service password-encryption</w:t>
      </w:r>
    </w:p>
    <w:p w:rsidR="00392ED6" w:rsidRPr="00F4172C" w:rsidRDefault="00392ED6" w:rsidP="00C85FCF">
      <w:pPr>
        <w:spacing w:after="0"/>
        <w:rPr>
          <w:rFonts w:ascii="Courier New" w:hAnsi="Courier New" w:cs="Courier New"/>
          <w:sz w:val="24"/>
        </w:rPr>
      </w:pPr>
    </w:p>
    <w:p w:rsidR="002500F4" w:rsidRPr="00F4172C" w:rsidRDefault="004912E6" w:rsidP="00C85FCF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 xml:space="preserve">Nastavení </w:t>
      </w:r>
      <w:r w:rsidR="002500F4" w:rsidRPr="00F4172C">
        <w:rPr>
          <w:rFonts w:ascii="Cambria" w:hAnsi="Cambria"/>
          <w:sz w:val="24"/>
        </w:rPr>
        <w:t>IP adres</w:t>
      </w:r>
      <w:r>
        <w:rPr>
          <w:rFonts w:ascii="Cambria" w:hAnsi="Cambria"/>
          <w:sz w:val="24"/>
        </w:rPr>
        <w:t>y</w:t>
      </w:r>
      <w:r w:rsidR="00996FAA" w:rsidRPr="00F4172C">
        <w:rPr>
          <w:rFonts w:ascii="Cambria" w:hAnsi="Cambria"/>
          <w:sz w:val="24"/>
        </w:rPr>
        <w:t xml:space="preserve"> </w:t>
      </w:r>
      <w:r w:rsidR="00620E21">
        <w:rPr>
          <w:rFonts w:ascii="Cambria" w:hAnsi="Cambria"/>
          <w:sz w:val="24"/>
        </w:rPr>
        <w:t>u</w:t>
      </w:r>
      <w:r>
        <w:rPr>
          <w:rFonts w:ascii="Cambria" w:hAnsi="Cambria"/>
          <w:sz w:val="24"/>
        </w:rPr>
        <w:t xml:space="preserve"> </w:t>
      </w:r>
      <w:r w:rsidR="00996FAA" w:rsidRPr="00F4172C">
        <w:rPr>
          <w:rFonts w:ascii="Cambria" w:hAnsi="Cambria"/>
          <w:sz w:val="24"/>
        </w:rPr>
        <w:t>přepínač</w:t>
      </w:r>
      <w:r w:rsidR="00620E21">
        <w:rPr>
          <w:rFonts w:ascii="Cambria" w:hAnsi="Cambria"/>
          <w:sz w:val="24"/>
        </w:rPr>
        <w:t>e</w:t>
      </w:r>
      <w:r w:rsidR="00F53F06">
        <w:rPr>
          <w:rFonts w:ascii="Cambria" w:hAnsi="Cambria"/>
          <w:sz w:val="24"/>
        </w:rPr>
        <w:t xml:space="preserve"> (</w:t>
      </w:r>
      <w:r>
        <w:rPr>
          <w:rFonts w:ascii="Cambria" w:hAnsi="Cambria"/>
          <w:sz w:val="24"/>
        </w:rPr>
        <w:t xml:space="preserve">slouží pouze </w:t>
      </w:r>
      <w:r w:rsidR="00F53F06">
        <w:rPr>
          <w:rFonts w:ascii="Cambria" w:hAnsi="Cambria"/>
          <w:sz w:val="24"/>
        </w:rPr>
        <w:t>pro jeho vzdálenou správu)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  <w:lang w:val="en-US"/>
        </w:rPr>
        <w:t xml:space="preserve">(config)# </w:t>
      </w:r>
      <w:r w:rsidR="00F16521" w:rsidRPr="00F4172C">
        <w:rPr>
          <w:rFonts w:ascii="Courier New" w:hAnsi="Courier New" w:cs="Courier New"/>
          <w:sz w:val="24"/>
        </w:rPr>
        <w:t xml:space="preserve">interface vlan </w:t>
      </w:r>
      <w:r w:rsidR="008C2600" w:rsidRPr="00F4172C">
        <w:rPr>
          <w:rFonts w:ascii="Courier New" w:hAnsi="Courier New" w:cs="Courier New"/>
          <w:sz w:val="24"/>
        </w:rPr>
        <w:t>1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  <w:lang w:val="en-US"/>
        </w:rPr>
        <w:t>(config</w:t>
      </w:r>
      <w:r w:rsidR="00F16521" w:rsidRPr="00F4172C">
        <w:rPr>
          <w:rFonts w:ascii="Courier New" w:hAnsi="Courier New" w:cs="Courier New"/>
          <w:sz w:val="24"/>
        </w:rPr>
        <w:t>-if</w:t>
      </w:r>
      <w:r w:rsidR="00F16521" w:rsidRPr="00F4172C">
        <w:rPr>
          <w:rFonts w:ascii="Courier New" w:hAnsi="Courier New" w:cs="Courier New"/>
          <w:sz w:val="24"/>
          <w:lang w:val="en-US"/>
        </w:rPr>
        <w:t xml:space="preserve">)# </w:t>
      </w:r>
      <w:r w:rsidR="00F16521" w:rsidRPr="00F4172C">
        <w:rPr>
          <w:rFonts w:ascii="Courier New" w:hAnsi="Courier New" w:cs="Courier New"/>
          <w:sz w:val="24"/>
        </w:rPr>
        <w:t xml:space="preserve">ip address </w:t>
      </w:r>
      <w:r w:rsidR="000315C9" w:rsidRPr="00F4172C">
        <w:rPr>
          <w:rFonts w:ascii="Courier New" w:hAnsi="Courier New" w:cs="Courier New"/>
          <w:sz w:val="24"/>
        </w:rPr>
        <w:t>192</w:t>
      </w:r>
      <w:r w:rsidR="00F16521" w:rsidRPr="00F4172C">
        <w:rPr>
          <w:rFonts w:ascii="Courier New" w:hAnsi="Courier New" w:cs="Courier New"/>
          <w:sz w:val="24"/>
        </w:rPr>
        <w:t>.</w:t>
      </w:r>
      <w:r w:rsidR="000315C9" w:rsidRPr="00F4172C">
        <w:rPr>
          <w:rFonts w:ascii="Courier New" w:hAnsi="Courier New" w:cs="Courier New"/>
          <w:sz w:val="24"/>
        </w:rPr>
        <w:t>168</w:t>
      </w:r>
      <w:r w:rsidR="00F16521" w:rsidRPr="00F4172C">
        <w:rPr>
          <w:rFonts w:ascii="Courier New" w:hAnsi="Courier New" w:cs="Courier New"/>
          <w:sz w:val="24"/>
        </w:rPr>
        <w:t>.</w:t>
      </w:r>
      <w:r w:rsidR="008C2600" w:rsidRPr="00F4172C">
        <w:rPr>
          <w:rFonts w:ascii="Courier New" w:hAnsi="Courier New" w:cs="Courier New"/>
          <w:sz w:val="24"/>
        </w:rPr>
        <w:t>1</w:t>
      </w:r>
      <w:r w:rsidR="00F16521" w:rsidRPr="00F4172C">
        <w:rPr>
          <w:rFonts w:ascii="Courier New" w:hAnsi="Courier New" w:cs="Courier New"/>
          <w:sz w:val="24"/>
        </w:rPr>
        <w:t>.1</w:t>
      </w:r>
      <w:r w:rsidR="004912E6">
        <w:rPr>
          <w:rFonts w:ascii="Courier New" w:hAnsi="Courier New" w:cs="Courier New"/>
          <w:sz w:val="24"/>
        </w:rPr>
        <w:t>00</w:t>
      </w:r>
      <w:r w:rsidR="00F16521" w:rsidRPr="00F4172C">
        <w:rPr>
          <w:rFonts w:ascii="Courier New" w:hAnsi="Courier New" w:cs="Courier New"/>
          <w:sz w:val="24"/>
        </w:rPr>
        <w:t xml:space="preserve"> 255.255.255.0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  <w:lang w:val="en-US"/>
        </w:rPr>
        <w:t>(config</w:t>
      </w:r>
      <w:r w:rsidR="00F16521" w:rsidRPr="00F4172C">
        <w:rPr>
          <w:rFonts w:ascii="Courier New" w:hAnsi="Courier New" w:cs="Courier New"/>
          <w:sz w:val="24"/>
        </w:rPr>
        <w:t>-if</w:t>
      </w:r>
      <w:r w:rsidR="00F16521" w:rsidRPr="00F4172C">
        <w:rPr>
          <w:rFonts w:ascii="Courier New" w:hAnsi="Courier New" w:cs="Courier New"/>
          <w:sz w:val="24"/>
          <w:lang w:val="en-US"/>
        </w:rPr>
        <w:t xml:space="preserve">)# </w:t>
      </w:r>
      <w:r w:rsidR="00F16521" w:rsidRPr="00F4172C">
        <w:rPr>
          <w:rFonts w:ascii="Courier New" w:hAnsi="Courier New" w:cs="Courier New"/>
          <w:sz w:val="24"/>
        </w:rPr>
        <w:t>exit</w:t>
      </w:r>
    </w:p>
    <w:p w:rsidR="00F16521" w:rsidRPr="00F4172C" w:rsidRDefault="00F4172C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Switch</w:t>
      </w:r>
      <w:r w:rsidR="00F16521" w:rsidRPr="00F4172C">
        <w:rPr>
          <w:rFonts w:ascii="Courier New" w:hAnsi="Courier New" w:cs="Courier New"/>
          <w:sz w:val="24"/>
          <w:lang w:val="en-US"/>
        </w:rPr>
        <w:t xml:space="preserve">(config)# </w:t>
      </w:r>
      <w:r w:rsidR="00F16521" w:rsidRPr="00F4172C">
        <w:rPr>
          <w:rFonts w:ascii="Courier New" w:hAnsi="Courier New" w:cs="Courier New"/>
          <w:sz w:val="24"/>
        </w:rPr>
        <w:t xml:space="preserve">ip default-gateway </w:t>
      </w:r>
      <w:r w:rsidR="000315C9" w:rsidRPr="00F4172C">
        <w:rPr>
          <w:rFonts w:ascii="Courier New" w:hAnsi="Courier New" w:cs="Courier New"/>
          <w:sz w:val="24"/>
        </w:rPr>
        <w:t>192.168.</w:t>
      </w:r>
      <w:r w:rsidR="008C2600" w:rsidRPr="00F4172C">
        <w:rPr>
          <w:rFonts w:ascii="Courier New" w:hAnsi="Courier New" w:cs="Courier New"/>
          <w:sz w:val="24"/>
        </w:rPr>
        <w:t>1</w:t>
      </w:r>
      <w:r w:rsidR="000315C9" w:rsidRPr="00F4172C">
        <w:rPr>
          <w:rFonts w:ascii="Courier New" w:hAnsi="Courier New" w:cs="Courier New"/>
          <w:sz w:val="24"/>
        </w:rPr>
        <w:t>.101</w:t>
      </w:r>
    </w:p>
    <w:p w:rsidR="00481F4E" w:rsidRPr="00F4172C" w:rsidRDefault="00481F4E" w:rsidP="00C85FCF">
      <w:pPr>
        <w:spacing w:after="0"/>
        <w:rPr>
          <w:rFonts w:ascii="Courier New" w:hAnsi="Courier New" w:cs="Courier New"/>
          <w:sz w:val="24"/>
        </w:rPr>
      </w:pPr>
    </w:p>
    <w:p w:rsidR="004912E6" w:rsidRPr="00727D4C" w:rsidRDefault="004912E6" w:rsidP="00727D4C">
      <w:pPr>
        <w:keepNext/>
        <w:spacing w:after="0"/>
        <w:rPr>
          <w:rFonts w:ascii="Cambria" w:hAnsi="Cambria"/>
          <w:sz w:val="24"/>
        </w:rPr>
      </w:pPr>
      <w:r w:rsidRPr="00727D4C">
        <w:rPr>
          <w:rFonts w:ascii="Cambria" w:hAnsi="Cambria"/>
          <w:sz w:val="24"/>
        </w:rPr>
        <w:t xml:space="preserve">Nastavení </w:t>
      </w:r>
      <w:r w:rsidR="00727D4C" w:rsidRPr="00F4172C">
        <w:rPr>
          <w:rFonts w:ascii="Cambria" w:hAnsi="Cambria"/>
          <w:sz w:val="24"/>
        </w:rPr>
        <w:t>IP adres</w:t>
      </w:r>
      <w:r w:rsidR="00727D4C">
        <w:rPr>
          <w:rFonts w:ascii="Cambria" w:hAnsi="Cambria"/>
          <w:sz w:val="24"/>
        </w:rPr>
        <w:t xml:space="preserve"> u směrovače, </w:t>
      </w:r>
      <w:r w:rsidRPr="00727D4C">
        <w:rPr>
          <w:rFonts w:ascii="Cambria" w:hAnsi="Cambria"/>
          <w:sz w:val="24"/>
        </w:rPr>
        <w:t>překladu adres/portů (NAT/PAT)</w:t>
      </w:r>
      <w:r w:rsidR="00727D4C">
        <w:rPr>
          <w:rFonts w:ascii="Cambria" w:hAnsi="Cambria"/>
          <w:sz w:val="24"/>
        </w:rPr>
        <w:t xml:space="preserve"> a statické cesty</w:t>
      </w:r>
    </w:p>
    <w:p w:rsidR="004912E6" w:rsidRPr="004912E6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(config)#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interface </w:t>
      </w:r>
      <w:r w:rsidRPr="00F4172C">
        <w:rPr>
          <w:rFonts w:ascii="Courier New" w:hAnsi="Courier New" w:cs="Courier New"/>
          <w:sz w:val="24"/>
        </w:rPr>
        <w:t>GigabitEthernet 0/0</w:t>
      </w:r>
    </w:p>
    <w:p w:rsidR="004912E6" w:rsidRPr="004912E6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</w:t>
      </w:r>
      <w:r>
        <w:rPr>
          <w:rFonts w:ascii="Courier New" w:hAnsi="Courier New" w:cs="Courier New"/>
          <w:sz w:val="24"/>
          <w:lang w:val="en-US"/>
        </w:rPr>
        <w:t>-if</w:t>
      </w:r>
      <w:r w:rsidRPr="00F4172C">
        <w:rPr>
          <w:rFonts w:ascii="Courier New" w:hAnsi="Courier New" w:cs="Courier New"/>
          <w:sz w:val="24"/>
          <w:lang w:val="en-US"/>
        </w:rPr>
        <w:t>)#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ip address 192.168.1.</w:t>
      </w:r>
      <w:r>
        <w:rPr>
          <w:rFonts w:ascii="Courier New" w:hAnsi="Courier New" w:cs="Courier New"/>
          <w:sz w:val="24"/>
          <w:lang w:val="en-US"/>
        </w:rPr>
        <w:t>101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255.255.255.0</w:t>
      </w:r>
    </w:p>
    <w:p w:rsidR="004912E6" w:rsidRPr="004912E6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</w:t>
      </w:r>
      <w:r>
        <w:rPr>
          <w:rFonts w:ascii="Courier New" w:hAnsi="Courier New" w:cs="Courier New"/>
          <w:sz w:val="24"/>
          <w:lang w:val="en-US"/>
        </w:rPr>
        <w:t>-if</w:t>
      </w:r>
      <w:r w:rsidRPr="00F4172C">
        <w:rPr>
          <w:rFonts w:ascii="Courier New" w:hAnsi="Courier New" w:cs="Courier New"/>
          <w:sz w:val="24"/>
          <w:lang w:val="en-US"/>
        </w:rPr>
        <w:t>)#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ip nat inside</w:t>
      </w:r>
    </w:p>
    <w:p w:rsidR="004912E6" w:rsidRPr="004912E6" w:rsidRDefault="004912E6" w:rsidP="004912E6">
      <w:pPr>
        <w:spacing w:after="0"/>
        <w:rPr>
          <w:rFonts w:ascii="Courier New" w:hAnsi="Courier New" w:cs="Courier New"/>
          <w:sz w:val="24"/>
          <w:lang w:val="en-US"/>
        </w:rPr>
      </w:pPr>
    </w:p>
    <w:p w:rsidR="004912E6" w:rsidRPr="004912E6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(config)#</w:t>
      </w:r>
      <w:r>
        <w:rPr>
          <w:rFonts w:ascii="Courier New" w:hAnsi="Courier New" w:cs="Courier New"/>
          <w:sz w:val="24"/>
          <w:lang w:val="en-US"/>
        </w:rPr>
        <w:t xml:space="preserve"> 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interface </w:t>
      </w:r>
      <w:r w:rsidRPr="00F4172C">
        <w:rPr>
          <w:rFonts w:ascii="Courier New" w:hAnsi="Courier New" w:cs="Courier New"/>
          <w:sz w:val="24"/>
        </w:rPr>
        <w:t>GigabitEthernet 0/</w:t>
      </w:r>
      <w:r>
        <w:rPr>
          <w:rFonts w:ascii="Courier New" w:hAnsi="Courier New" w:cs="Courier New"/>
          <w:sz w:val="24"/>
        </w:rPr>
        <w:t>1</w:t>
      </w:r>
    </w:p>
    <w:p w:rsidR="004912E6" w:rsidRPr="004912E6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</w:t>
      </w:r>
      <w:r>
        <w:rPr>
          <w:rFonts w:ascii="Courier New" w:hAnsi="Courier New" w:cs="Courier New"/>
          <w:sz w:val="24"/>
          <w:lang w:val="en-US"/>
        </w:rPr>
        <w:t>-if</w:t>
      </w:r>
      <w:r w:rsidRPr="00F4172C">
        <w:rPr>
          <w:rFonts w:ascii="Courier New" w:hAnsi="Courier New" w:cs="Courier New"/>
          <w:sz w:val="24"/>
          <w:lang w:val="en-US"/>
        </w:rPr>
        <w:t>)#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ip address </w:t>
      </w:r>
      <w:r>
        <w:rPr>
          <w:rFonts w:ascii="Courier New" w:hAnsi="Courier New" w:cs="Courier New"/>
          <w:sz w:val="24"/>
          <w:lang w:val="en-US"/>
        </w:rPr>
        <w:t>10</w:t>
      </w:r>
      <w:r w:rsidR="004912E6" w:rsidRPr="004912E6">
        <w:rPr>
          <w:rFonts w:ascii="Courier New" w:hAnsi="Courier New" w:cs="Courier New"/>
          <w:sz w:val="24"/>
          <w:lang w:val="en-US"/>
        </w:rPr>
        <w:t>.0.0.</w:t>
      </w:r>
      <w:r>
        <w:rPr>
          <w:rFonts w:ascii="Courier New" w:hAnsi="Courier New" w:cs="Courier New"/>
          <w:sz w:val="24"/>
          <w:lang w:val="en-US"/>
        </w:rPr>
        <w:t>137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255.255.255.0</w:t>
      </w:r>
    </w:p>
    <w:p w:rsidR="004912E6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</w:t>
      </w:r>
      <w:r>
        <w:rPr>
          <w:rFonts w:ascii="Courier New" w:hAnsi="Courier New" w:cs="Courier New"/>
          <w:sz w:val="24"/>
          <w:lang w:val="en-US"/>
        </w:rPr>
        <w:t>-if</w:t>
      </w:r>
      <w:r w:rsidRPr="00F4172C">
        <w:rPr>
          <w:rFonts w:ascii="Courier New" w:hAnsi="Courier New" w:cs="Courier New"/>
          <w:sz w:val="24"/>
          <w:lang w:val="en-US"/>
        </w:rPr>
        <w:t>)#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ip nat outside</w:t>
      </w:r>
    </w:p>
    <w:p w:rsidR="00620E21" w:rsidRPr="004912E6" w:rsidRDefault="00620E21" w:rsidP="004912E6">
      <w:pPr>
        <w:spacing w:after="0"/>
        <w:rPr>
          <w:rFonts w:ascii="Courier New" w:hAnsi="Courier New" w:cs="Courier New"/>
          <w:sz w:val="24"/>
          <w:lang w:val="en-US"/>
        </w:rPr>
      </w:pPr>
    </w:p>
    <w:p w:rsidR="00727D4C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(config)#</w:t>
      </w:r>
      <w:r>
        <w:rPr>
          <w:rFonts w:ascii="Courier New" w:hAnsi="Courier New" w:cs="Courier New"/>
          <w:sz w:val="24"/>
          <w:lang w:val="en-US"/>
        </w:rPr>
        <w:t xml:space="preserve"> </w:t>
      </w:r>
      <w:r w:rsidR="004912E6" w:rsidRPr="004912E6">
        <w:rPr>
          <w:rFonts w:ascii="Courier New" w:hAnsi="Courier New" w:cs="Courier New"/>
          <w:sz w:val="24"/>
          <w:lang w:val="en-US"/>
        </w:rPr>
        <w:t>acce</w:t>
      </w:r>
      <w:r w:rsidR="00620E21">
        <w:rPr>
          <w:rFonts w:ascii="Courier New" w:hAnsi="Courier New" w:cs="Courier New"/>
          <w:sz w:val="24"/>
          <w:lang w:val="en-US"/>
        </w:rPr>
        <w:t>s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s-list 10 permit </w:t>
      </w:r>
      <w:r>
        <w:rPr>
          <w:rFonts w:ascii="Courier New" w:hAnsi="Courier New" w:cs="Courier New"/>
          <w:sz w:val="24"/>
          <w:lang w:val="en-US"/>
        </w:rPr>
        <w:t>any</w:t>
      </w:r>
    </w:p>
    <w:p w:rsidR="00727D4C" w:rsidRDefault="00727D4C" w:rsidP="00727D4C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(config)#</w:t>
      </w:r>
      <w:r w:rsidR="004912E6" w:rsidRPr="004912E6">
        <w:rPr>
          <w:rFonts w:ascii="Courier New" w:hAnsi="Courier New" w:cs="Courier New"/>
          <w:sz w:val="24"/>
          <w:lang w:val="en-US"/>
        </w:rPr>
        <w:t xml:space="preserve"> ip nat inside source list 10 interface</w:t>
      </w:r>
      <w:r>
        <w:rPr>
          <w:rFonts w:ascii="Courier New" w:hAnsi="Courier New" w:cs="Courier New"/>
          <w:sz w:val="24"/>
          <w:lang w:val="en-US"/>
        </w:rPr>
        <w:br/>
        <w:t xml:space="preserve">                </w:t>
      </w:r>
      <w:r w:rsidRPr="00F4172C">
        <w:rPr>
          <w:rFonts w:ascii="Courier New" w:hAnsi="Courier New" w:cs="Courier New"/>
          <w:sz w:val="24"/>
        </w:rPr>
        <w:t>GigabitEthernet 0/</w:t>
      </w:r>
      <w:r w:rsidR="00620E21">
        <w:rPr>
          <w:rFonts w:ascii="Courier New" w:hAnsi="Courier New" w:cs="Courier New"/>
          <w:sz w:val="24"/>
        </w:rPr>
        <w:t>1</w:t>
      </w:r>
      <w:r>
        <w:rPr>
          <w:rFonts w:ascii="Courier New" w:hAnsi="Courier New" w:cs="Courier New"/>
          <w:sz w:val="24"/>
        </w:rPr>
        <w:t xml:space="preserve"> </w:t>
      </w:r>
      <w:r w:rsidR="004912E6" w:rsidRPr="004912E6">
        <w:rPr>
          <w:rFonts w:ascii="Courier New" w:hAnsi="Courier New" w:cs="Courier New"/>
          <w:sz w:val="24"/>
          <w:lang w:val="en-US"/>
        </w:rPr>
        <w:t>overload</w:t>
      </w:r>
    </w:p>
    <w:p w:rsidR="00620E21" w:rsidRDefault="00620E21" w:rsidP="00727D4C">
      <w:pPr>
        <w:spacing w:after="0"/>
        <w:rPr>
          <w:rFonts w:ascii="Courier New" w:hAnsi="Courier New" w:cs="Courier New"/>
          <w:sz w:val="24"/>
        </w:rPr>
      </w:pPr>
    </w:p>
    <w:p w:rsidR="00727D4C" w:rsidRPr="00F4172C" w:rsidRDefault="00727D4C" w:rsidP="00727D4C">
      <w:pPr>
        <w:spacing w:after="0"/>
        <w:rPr>
          <w:rFonts w:ascii="Courier New" w:hAnsi="Courier New" w:cs="Courier New"/>
          <w:sz w:val="24"/>
          <w:lang w:val="en-US"/>
        </w:rPr>
      </w:pPr>
      <w:r w:rsidRPr="00F4172C">
        <w:rPr>
          <w:rFonts w:ascii="Courier New" w:hAnsi="Courier New" w:cs="Courier New"/>
          <w:sz w:val="24"/>
        </w:rPr>
        <w:t>Router</w:t>
      </w:r>
      <w:r w:rsidRPr="00F4172C">
        <w:rPr>
          <w:rFonts w:ascii="Courier New" w:hAnsi="Courier New" w:cs="Courier New"/>
          <w:sz w:val="24"/>
          <w:lang w:val="en-US"/>
        </w:rPr>
        <w:t>(config)# ip route 0.0.0.0 0.0.0.0 10.0.0.254</w:t>
      </w:r>
    </w:p>
    <w:p w:rsidR="00727D4C" w:rsidRPr="00F4172C" w:rsidRDefault="00727D4C" w:rsidP="004912E6">
      <w:pPr>
        <w:spacing w:after="0"/>
        <w:rPr>
          <w:rFonts w:ascii="Courier New" w:hAnsi="Courier New" w:cs="Courier New"/>
          <w:sz w:val="24"/>
          <w:lang w:val="en-US"/>
        </w:rPr>
      </w:pPr>
    </w:p>
    <w:p w:rsidR="00FE69F2" w:rsidRPr="00F4172C" w:rsidRDefault="00FE69F2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ambria" w:hAnsi="Cambria"/>
          <w:sz w:val="24"/>
        </w:rPr>
        <w:t>Ověření funkce překladu adres</w:t>
      </w:r>
    </w:p>
    <w:p w:rsidR="00FE69F2" w:rsidRPr="00F4172C" w:rsidRDefault="00FE69F2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show ip nat translations</w:t>
      </w:r>
    </w:p>
    <w:p w:rsidR="00392ED6" w:rsidRPr="00F4172C" w:rsidRDefault="00392ED6" w:rsidP="00C85FCF">
      <w:pPr>
        <w:spacing w:after="0"/>
        <w:rPr>
          <w:rFonts w:ascii="Courier New" w:hAnsi="Courier New" w:cs="Courier New"/>
          <w:sz w:val="24"/>
        </w:rPr>
      </w:pPr>
    </w:p>
    <w:p w:rsidR="00850B98" w:rsidRPr="00F4172C" w:rsidRDefault="00850B98" w:rsidP="00C85FCF">
      <w:pPr>
        <w:spacing w:after="0"/>
        <w:rPr>
          <w:rFonts w:ascii="Cambria" w:hAnsi="Cambria"/>
          <w:sz w:val="24"/>
        </w:rPr>
      </w:pPr>
      <w:r w:rsidRPr="00F4172C">
        <w:rPr>
          <w:rFonts w:ascii="Cambria" w:hAnsi="Cambria"/>
          <w:sz w:val="24"/>
        </w:rPr>
        <w:t>Konfigurace DHCP</w:t>
      </w:r>
    </w:p>
    <w:p w:rsidR="003D451E" w:rsidRPr="00F4172C" w:rsidRDefault="003D451E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ip dhcp excluded-address 192.168.1.1 192.168.1.</w:t>
      </w:r>
      <w:r w:rsidR="00620E21">
        <w:rPr>
          <w:rFonts w:ascii="Courier New" w:hAnsi="Courier New" w:cs="Courier New"/>
          <w:sz w:val="24"/>
        </w:rPr>
        <w:t>2</w:t>
      </w:r>
      <w:r w:rsidRPr="00F4172C">
        <w:rPr>
          <w:rFonts w:ascii="Courier New" w:hAnsi="Courier New" w:cs="Courier New"/>
          <w:sz w:val="24"/>
        </w:rPr>
        <w:t>9</w:t>
      </w:r>
    </w:p>
    <w:p w:rsidR="003D451E" w:rsidRPr="00F4172C" w:rsidRDefault="003D451E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ip dhcp excluded-address 192.168.1.</w:t>
      </w:r>
      <w:r w:rsidR="00620E21">
        <w:rPr>
          <w:rFonts w:ascii="Courier New" w:hAnsi="Courier New" w:cs="Courier New"/>
          <w:sz w:val="24"/>
        </w:rPr>
        <w:t>100</w:t>
      </w:r>
      <w:r w:rsidRPr="00F4172C">
        <w:rPr>
          <w:rFonts w:ascii="Courier New" w:hAnsi="Courier New" w:cs="Courier New"/>
          <w:sz w:val="24"/>
        </w:rPr>
        <w:t xml:space="preserve"> 192.168.1.254</w:t>
      </w:r>
    </w:p>
    <w:p w:rsidR="00850B98" w:rsidRPr="00F4172C" w:rsidRDefault="00850B98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…</w:t>
      </w:r>
    </w:p>
    <w:p w:rsidR="00850B98" w:rsidRPr="00F4172C" w:rsidRDefault="00620E21" w:rsidP="00C85FCF">
      <w:pPr>
        <w:spacing w:after="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Router(config)</w:t>
      </w:r>
      <w:r w:rsidR="00850B98" w:rsidRPr="00F4172C">
        <w:rPr>
          <w:rFonts w:ascii="Courier New" w:hAnsi="Courier New" w:cs="Courier New"/>
          <w:sz w:val="24"/>
        </w:rPr>
        <w:t>ip dhcp pool INTERNALNET-</w:t>
      </w:r>
      <w:r>
        <w:rPr>
          <w:rFonts w:ascii="Courier New" w:hAnsi="Courier New" w:cs="Courier New"/>
          <w:sz w:val="24"/>
        </w:rPr>
        <w:t>1</w:t>
      </w:r>
    </w:p>
    <w:p w:rsidR="00850B98" w:rsidRPr="00F4172C" w:rsidRDefault="00620E21" w:rsidP="00C85FCF">
      <w:pPr>
        <w:spacing w:after="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Router</w:t>
      </w:r>
      <w:r w:rsidRPr="00620E21">
        <w:rPr>
          <w:rFonts w:ascii="Courier New" w:hAnsi="Courier New" w:cs="Courier New"/>
          <w:sz w:val="24"/>
        </w:rPr>
        <w:t>(dhcp-config)#</w:t>
      </w:r>
      <w:r w:rsidR="00850B98" w:rsidRPr="00F4172C">
        <w:rPr>
          <w:rFonts w:ascii="Courier New" w:hAnsi="Courier New" w:cs="Courier New"/>
          <w:sz w:val="24"/>
        </w:rPr>
        <w:t xml:space="preserve"> network 192.168.1.0 255.255.255.0</w:t>
      </w:r>
    </w:p>
    <w:p w:rsidR="00850B98" w:rsidRPr="00F4172C" w:rsidRDefault="00620E21" w:rsidP="00C85FCF">
      <w:pPr>
        <w:spacing w:after="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Router</w:t>
      </w:r>
      <w:r w:rsidRPr="00620E21">
        <w:rPr>
          <w:rFonts w:ascii="Courier New" w:hAnsi="Courier New" w:cs="Courier New"/>
          <w:sz w:val="24"/>
        </w:rPr>
        <w:t>(dhcp-config)#</w:t>
      </w:r>
      <w:r w:rsidR="00850B98" w:rsidRPr="00F4172C">
        <w:rPr>
          <w:rFonts w:ascii="Courier New" w:hAnsi="Courier New" w:cs="Courier New"/>
          <w:sz w:val="24"/>
        </w:rPr>
        <w:t xml:space="preserve"> default-router 192.168.1.</w:t>
      </w:r>
      <w:r>
        <w:rPr>
          <w:rFonts w:ascii="Courier New" w:hAnsi="Courier New" w:cs="Courier New"/>
          <w:sz w:val="24"/>
        </w:rPr>
        <w:t>101</w:t>
      </w:r>
    </w:p>
    <w:p w:rsidR="00850B98" w:rsidRPr="00F4172C" w:rsidRDefault="00620E21" w:rsidP="00C85FCF">
      <w:pPr>
        <w:spacing w:after="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Router</w:t>
      </w:r>
      <w:r w:rsidRPr="00620E21">
        <w:rPr>
          <w:rFonts w:ascii="Courier New" w:hAnsi="Courier New" w:cs="Courier New"/>
          <w:sz w:val="24"/>
        </w:rPr>
        <w:t>(dhcp-config)#</w:t>
      </w:r>
      <w:r w:rsidR="00850B98" w:rsidRPr="00F4172C">
        <w:rPr>
          <w:rFonts w:ascii="Courier New" w:hAnsi="Courier New" w:cs="Courier New"/>
          <w:sz w:val="24"/>
        </w:rPr>
        <w:t xml:space="preserve"> dns-server 8.8.8.8 147.251.6.10</w:t>
      </w:r>
    </w:p>
    <w:p w:rsidR="00850B98" w:rsidRPr="00F4172C" w:rsidRDefault="00620E21" w:rsidP="00C85FCF">
      <w:pPr>
        <w:spacing w:after="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Router(</w:t>
      </w:r>
      <w:r w:rsidRPr="00620E21">
        <w:rPr>
          <w:rFonts w:ascii="Courier New" w:hAnsi="Courier New" w:cs="Courier New"/>
          <w:sz w:val="24"/>
        </w:rPr>
        <w:t>dhcp-config)#</w:t>
      </w:r>
      <w:r w:rsidR="00850B98" w:rsidRPr="00F4172C">
        <w:rPr>
          <w:rFonts w:ascii="Courier New" w:hAnsi="Courier New" w:cs="Courier New"/>
          <w:sz w:val="24"/>
        </w:rPr>
        <w:t xml:space="preserve"> domain-name test.cz</w:t>
      </w:r>
    </w:p>
    <w:p w:rsidR="00A14E56" w:rsidRPr="00F4172C" w:rsidRDefault="00620E21" w:rsidP="00C85FCF">
      <w:pPr>
        <w:spacing w:after="0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Router(</w:t>
      </w:r>
      <w:r w:rsidRPr="00620E21">
        <w:rPr>
          <w:rFonts w:ascii="Courier New" w:hAnsi="Courier New" w:cs="Courier New"/>
          <w:sz w:val="24"/>
        </w:rPr>
        <w:t>dhcp-config)#</w:t>
      </w:r>
      <w:r w:rsidR="00850B98" w:rsidRPr="00F4172C">
        <w:rPr>
          <w:rFonts w:ascii="Courier New" w:hAnsi="Courier New" w:cs="Courier New"/>
          <w:sz w:val="24"/>
        </w:rPr>
        <w:t xml:space="preserve"> lease 5</w:t>
      </w:r>
    </w:p>
    <w:p w:rsidR="00850B98" w:rsidRPr="00F4172C" w:rsidRDefault="00850B98" w:rsidP="00C85FCF">
      <w:pPr>
        <w:spacing w:after="0"/>
        <w:rPr>
          <w:rFonts w:ascii="Courier New" w:hAnsi="Courier New" w:cs="Courier New"/>
          <w:sz w:val="24"/>
        </w:rPr>
      </w:pPr>
    </w:p>
    <w:p w:rsidR="00FE69F2" w:rsidRPr="00F4172C" w:rsidRDefault="00FE69F2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ambria" w:hAnsi="Cambria"/>
          <w:sz w:val="24"/>
        </w:rPr>
        <w:t>Ověření funkce DHCP</w:t>
      </w:r>
    </w:p>
    <w:p w:rsidR="00FE69F2" w:rsidRPr="00F4172C" w:rsidRDefault="00FE69F2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show ip dhcp bindings</w:t>
      </w:r>
    </w:p>
    <w:p w:rsidR="00FE69F2" w:rsidRPr="00F4172C" w:rsidRDefault="00FE69F2" w:rsidP="00C85FCF">
      <w:pPr>
        <w:spacing w:after="0"/>
        <w:rPr>
          <w:rFonts w:ascii="Courier New" w:hAnsi="Courier New" w:cs="Courier New"/>
          <w:sz w:val="24"/>
        </w:rPr>
      </w:pPr>
    </w:p>
    <w:p w:rsidR="00DC1691" w:rsidRPr="00F4172C" w:rsidRDefault="00620E21" w:rsidP="00C85FCF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Aktivace HTTP(S) serveru</w:t>
      </w:r>
    </w:p>
    <w:p w:rsidR="00DC1691" w:rsidRPr="00F4172C" w:rsidRDefault="00DC1691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username admin privilege 15 password cisco</w:t>
      </w:r>
    </w:p>
    <w:p w:rsidR="00DC1691" w:rsidRPr="00F4172C" w:rsidRDefault="00DC1691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ip http server</w:t>
      </w:r>
    </w:p>
    <w:p w:rsidR="00DC1691" w:rsidRPr="00F4172C" w:rsidRDefault="00DC1691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ip http secure-server</w:t>
      </w:r>
    </w:p>
    <w:p w:rsidR="00DC1691" w:rsidRPr="00F4172C" w:rsidRDefault="00DC1691" w:rsidP="00C85FCF">
      <w:pPr>
        <w:spacing w:after="0"/>
        <w:rPr>
          <w:rFonts w:ascii="Courier New" w:hAnsi="Courier New" w:cs="Courier New"/>
          <w:sz w:val="24"/>
        </w:rPr>
      </w:pPr>
      <w:r w:rsidRPr="00F4172C">
        <w:rPr>
          <w:rFonts w:ascii="Courier New" w:hAnsi="Courier New" w:cs="Courier New"/>
          <w:sz w:val="24"/>
        </w:rPr>
        <w:t>ip http authentication local</w:t>
      </w:r>
    </w:p>
    <w:sectPr w:rsidR="00DC1691" w:rsidRPr="00F41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MRoman12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77AE"/>
    <w:multiLevelType w:val="hybridMultilevel"/>
    <w:tmpl w:val="1CDEF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B4DBA"/>
    <w:multiLevelType w:val="hybridMultilevel"/>
    <w:tmpl w:val="BD667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55EE4"/>
    <w:multiLevelType w:val="multilevel"/>
    <w:tmpl w:val="4D6A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304B6C"/>
    <w:multiLevelType w:val="hybridMultilevel"/>
    <w:tmpl w:val="4CC22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649BC"/>
    <w:multiLevelType w:val="hybridMultilevel"/>
    <w:tmpl w:val="77B27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3154F"/>
    <w:multiLevelType w:val="hybridMultilevel"/>
    <w:tmpl w:val="4DF64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76"/>
    <w:rsid w:val="000315C9"/>
    <w:rsid w:val="00044E1D"/>
    <w:rsid w:val="00056953"/>
    <w:rsid w:val="000926AA"/>
    <w:rsid w:val="000A63DA"/>
    <w:rsid w:val="000E146D"/>
    <w:rsid w:val="00107081"/>
    <w:rsid w:val="00133E6A"/>
    <w:rsid w:val="001B75FA"/>
    <w:rsid w:val="001D6D04"/>
    <w:rsid w:val="002235E4"/>
    <w:rsid w:val="002307AE"/>
    <w:rsid w:val="00235D3E"/>
    <w:rsid w:val="00240712"/>
    <w:rsid w:val="0024326D"/>
    <w:rsid w:val="002500F4"/>
    <w:rsid w:val="00254681"/>
    <w:rsid w:val="002B75DA"/>
    <w:rsid w:val="002D47F6"/>
    <w:rsid w:val="002D7782"/>
    <w:rsid w:val="002E4285"/>
    <w:rsid w:val="003467C1"/>
    <w:rsid w:val="00351E2D"/>
    <w:rsid w:val="003537EC"/>
    <w:rsid w:val="00377BAC"/>
    <w:rsid w:val="00392ED6"/>
    <w:rsid w:val="003D451E"/>
    <w:rsid w:val="003E5F86"/>
    <w:rsid w:val="0043739B"/>
    <w:rsid w:val="00481F4E"/>
    <w:rsid w:val="004912E6"/>
    <w:rsid w:val="0050139F"/>
    <w:rsid w:val="0053395D"/>
    <w:rsid w:val="005D4890"/>
    <w:rsid w:val="00611F01"/>
    <w:rsid w:val="00620E21"/>
    <w:rsid w:val="006261E0"/>
    <w:rsid w:val="00713C2F"/>
    <w:rsid w:val="00727D4C"/>
    <w:rsid w:val="00732EEE"/>
    <w:rsid w:val="00747941"/>
    <w:rsid w:val="007844BD"/>
    <w:rsid w:val="007B43AF"/>
    <w:rsid w:val="00804BB3"/>
    <w:rsid w:val="00814C75"/>
    <w:rsid w:val="00833CC5"/>
    <w:rsid w:val="00845598"/>
    <w:rsid w:val="00850B98"/>
    <w:rsid w:val="00897976"/>
    <w:rsid w:val="008C2600"/>
    <w:rsid w:val="008D2B81"/>
    <w:rsid w:val="008D4C32"/>
    <w:rsid w:val="008E54D8"/>
    <w:rsid w:val="00996FAA"/>
    <w:rsid w:val="00A14E56"/>
    <w:rsid w:val="00A66C30"/>
    <w:rsid w:val="00A907D4"/>
    <w:rsid w:val="00AC625A"/>
    <w:rsid w:val="00B002A1"/>
    <w:rsid w:val="00B10DD2"/>
    <w:rsid w:val="00B2124D"/>
    <w:rsid w:val="00B332E9"/>
    <w:rsid w:val="00BA1AB3"/>
    <w:rsid w:val="00C12990"/>
    <w:rsid w:val="00C743E4"/>
    <w:rsid w:val="00C85FCF"/>
    <w:rsid w:val="00CA149E"/>
    <w:rsid w:val="00D20BDA"/>
    <w:rsid w:val="00D868C8"/>
    <w:rsid w:val="00DC1691"/>
    <w:rsid w:val="00DD61D8"/>
    <w:rsid w:val="00DF57C1"/>
    <w:rsid w:val="00E10C9D"/>
    <w:rsid w:val="00E413A2"/>
    <w:rsid w:val="00E4296F"/>
    <w:rsid w:val="00E542C2"/>
    <w:rsid w:val="00EF7CB2"/>
    <w:rsid w:val="00F112B6"/>
    <w:rsid w:val="00F16521"/>
    <w:rsid w:val="00F20F78"/>
    <w:rsid w:val="00F2282F"/>
    <w:rsid w:val="00F22F15"/>
    <w:rsid w:val="00F4172C"/>
    <w:rsid w:val="00F44033"/>
    <w:rsid w:val="00F53F06"/>
    <w:rsid w:val="00FB2BA6"/>
    <w:rsid w:val="00FE69F2"/>
    <w:rsid w:val="00FE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3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6D0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D6D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3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3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A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30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D6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D6D04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1D6D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3146</TotalTime>
  <Pages>4</Pages>
  <Words>848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</dc:creator>
  <cp:lastModifiedBy>kade</cp:lastModifiedBy>
  <cp:revision>39</cp:revision>
  <cp:lastPrinted>2016-05-17T06:08:00Z</cp:lastPrinted>
  <dcterms:created xsi:type="dcterms:W3CDTF">2014-06-10T09:26:00Z</dcterms:created>
  <dcterms:modified xsi:type="dcterms:W3CDTF">2022-02-09T09:09:00Z</dcterms:modified>
</cp:coreProperties>
</file>