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19DC" w:rsidRPr="00476BA9" w:rsidRDefault="002D6C2A" w:rsidP="00BF747F">
      <w:pPr>
        <w:pStyle w:val="LabSection"/>
      </w:pPr>
      <w:r w:rsidRPr="00476BA9">
        <w:t>CCNA</w:t>
      </w:r>
      <w:r w:rsidR="00476BA9">
        <w:t xml:space="preserve"> Security</w:t>
      </w:r>
    </w:p>
    <w:p w:rsidR="004D36D7" w:rsidRPr="00FD4A68" w:rsidRDefault="00933237" w:rsidP="00FD4A68">
      <w:pPr>
        <w:pStyle w:val="LabTitle"/>
        <w:rPr>
          <w:rStyle w:val="LabTitleInstVersred"/>
          <w:b/>
          <w:color w:val="auto"/>
        </w:rPr>
      </w:pPr>
      <w:r w:rsidRPr="00476BA9">
        <w:t xml:space="preserve">Chapter </w:t>
      </w:r>
      <w:r w:rsidR="00CF116C">
        <w:t>8</w:t>
      </w:r>
      <w:r w:rsidR="002D6C2A" w:rsidRPr="00476BA9">
        <w:t xml:space="preserve"> Lab</w:t>
      </w:r>
      <w:r w:rsidR="00B97943">
        <w:t xml:space="preserve"> </w:t>
      </w:r>
      <w:r w:rsidR="005D3E53">
        <w:t>–</w:t>
      </w:r>
      <w:r w:rsidR="002D6C2A" w:rsidRPr="00FD4A68">
        <w:t xml:space="preserve"> </w:t>
      </w:r>
      <w:r w:rsidR="00CF116C" w:rsidRPr="007334B1">
        <w:t>Configuring a Site-to-Site VPN Using Cisco IOS</w:t>
      </w:r>
      <w:r w:rsidR="004D36D7" w:rsidRPr="00FD4A68">
        <w:t xml:space="preserve"> </w:t>
      </w:r>
    </w:p>
    <w:p w:rsidR="003C6BCA" w:rsidRDefault="001E38E0" w:rsidP="0014219C">
      <w:pPr>
        <w:pStyle w:val="LabSection"/>
      </w:pPr>
      <w:r>
        <w:t>Topology</w:t>
      </w:r>
    </w:p>
    <w:p w:rsidR="008C4307" w:rsidRDefault="00FF21C0" w:rsidP="00A6283D">
      <w:pPr>
        <w:pStyle w:val="Visual"/>
      </w:pPr>
      <w:r>
        <w:rPr>
          <w:noProof/>
        </w:rPr>
        <w:drawing>
          <wp:inline distT="0" distB="0" distL="0" distR="0" wp14:anchorId="663F8FC4" wp14:editId="2F7B39D5">
            <wp:extent cx="5170170" cy="43954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70170" cy="4395470"/>
                    </a:xfrm>
                    <a:prstGeom prst="rect">
                      <a:avLst/>
                    </a:prstGeom>
                    <a:noFill/>
                  </pic:spPr>
                </pic:pic>
              </a:graphicData>
            </a:graphic>
          </wp:inline>
        </w:drawing>
      </w:r>
    </w:p>
    <w:p w:rsidR="008402F2" w:rsidRPr="0009147A" w:rsidRDefault="00476BA9" w:rsidP="0009147A">
      <w:pPr>
        <w:pStyle w:val="BodyTextL25"/>
      </w:pPr>
      <w:r w:rsidRPr="00461AB0">
        <w:rPr>
          <w:b/>
        </w:rPr>
        <w:t>Note</w:t>
      </w:r>
      <w:r w:rsidRPr="00476BA9">
        <w:t>:</w:t>
      </w:r>
      <w:r w:rsidRPr="00461AB0">
        <w:t xml:space="preserve"> ISR G</w:t>
      </w:r>
      <w:r w:rsidR="008E0317">
        <w:t>1</w:t>
      </w:r>
      <w:r w:rsidRPr="00461AB0">
        <w:t xml:space="preserve"> devices use </w:t>
      </w:r>
      <w:r w:rsidR="008E0317">
        <w:t>Fast</w:t>
      </w:r>
      <w:r w:rsidRPr="00461AB0">
        <w:t xml:space="preserve">Ethernet interfaces instead of </w:t>
      </w:r>
      <w:r w:rsidR="008E0317">
        <w:t>Gigabit</w:t>
      </w:r>
      <w:r w:rsidRPr="00461AB0">
        <w:t xml:space="preserve">Ethernet </w:t>
      </w:r>
      <w:r w:rsidR="00CB40F6">
        <w:t>i</w:t>
      </w:r>
      <w:r w:rsidRPr="00461AB0">
        <w:t>nterfaces.</w:t>
      </w:r>
    </w:p>
    <w:p w:rsidR="00AE56C0" w:rsidRPr="00BB73FF" w:rsidRDefault="00121BAE" w:rsidP="0009147A">
      <w:pPr>
        <w:pStyle w:val="LabSection"/>
      </w:pPr>
      <w:r>
        <w:lastRenderedPageBreak/>
        <w:t xml:space="preserve">IP </w:t>
      </w:r>
      <w:r w:rsidR="00AE56C0" w:rsidRPr="00BB73FF">
        <w:t>Addressing Table</w:t>
      </w:r>
    </w:p>
    <w:tbl>
      <w:tblPr>
        <w:tblW w:w="99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620"/>
        <w:gridCol w:w="1710"/>
        <w:gridCol w:w="1800"/>
        <w:gridCol w:w="1800"/>
        <w:gridCol w:w="1800"/>
      </w:tblGrid>
      <w:tr w:rsidR="00F17559" w:rsidTr="00F17559">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17559" w:rsidRPr="00E87D62" w:rsidRDefault="00F17559" w:rsidP="00E87D62">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17559" w:rsidRPr="00E87D62" w:rsidRDefault="00F17559" w:rsidP="00E87D62">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17559" w:rsidRPr="00E87D62" w:rsidRDefault="00F17559"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17559" w:rsidRPr="00E87D62" w:rsidRDefault="00F17559" w:rsidP="00E87D62">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17559" w:rsidRPr="00E87D62" w:rsidRDefault="00F17559" w:rsidP="00E87D62">
            <w:pPr>
              <w:pStyle w:val="TableHeading"/>
            </w:pPr>
            <w:r w:rsidRPr="00E87D62">
              <w:t>Default Gateway</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tcPr>
          <w:p w:rsidR="00F17559" w:rsidRPr="00E87D62" w:rsidRDefault="00F17559" w:rsidP="00E87D62">
            <w:pPr>
              <w:pStyle w:val="TableHeading"/>
            </w:pPr>
            <w:r>
              <w:t>Switch Port</w:t>
            </w:r>
          </w:p>
        </w:tc>
      </w:tr>
      <w:tr w:rsidR="00F17559" w:rsidTr="00F17559">
        <w:trPr>
          <w:cantSplit/>
          <w:jc w:val="center"/>
        </w:trPr>
        <w:tc>
          <w:tcPr>
            <w:tcW w:w="1260" w:type="dxa"/>
            <w:vMerge w:val="restart"/>
            <w:vAlign w:val="center"/>
          </w:tcPr>
          <w:p w:rsidR="00F17559" w:rsidRPr="00E87D62" w:rsidRDefault="00F17559" w:rsidP="00F17559">
            <w:pPr>
              <w:pStyle w:val="TableText"/>
            </w:pPr>
            <w:r>
              <w:t>R1</w:t>
            </w:r>
          </w:p>
        </w:tc>
        <w:tc>
          <w:tcPr>
            <w:tcW w:w="1620" w:type="dxa"/>
            <w:vAlign w:val="bottom"/>
          </w:tcPr>
          <w:p w:rsidR="00F17559" w:rsidRPr="00E87D62" w:rsidRDefault="008E0317" w:rsidP="009F4C2E">
            <w:pPr>
              <w:pStyle w:val="TableText"/>
            </w:pPr>
            <w:r>
              <w:t>G</w:t>
            </w:r>
            <w:r w:rsidR="00F17559" w:rsidRPr="00E87D62">
              <w:t>0/1</w:t>
            </w:r>
          </w:p>
        </w:tc>
        <w:tc>
          <w:tcPr>
            <w:tcW w:w="1710" w:type="dxa"/>
            <w:vAlign w:val="bottom"/>
          </w:tcPr>
          <w:p w:rsidR="00F17559" w:rsidRPr="00E87D62" w:rsidRDefault="00F17559" w:rsidP="009F4C2E">
            <w:pPr>
              <w:pStyle w:val="TableText"/>
            </w:pPr>
            <w:r w:rsidRPr="00E87D62">
              <w:t>192.168.1.1</w:t>
            </w:r>
          </w:p>
        </w:tc>
        <w:tc>
          <w:tcPr>
            <w:tcW w:w="1800" w:type="dxa"/>
            <w:vAlign w:val="bottom"/>
          </w:tcPr>
          <w:p w:rsidR="00F17559" w:rsidRPr="00E87D62" w:rsidRDefault="00F17559" w:rsidP="009F4C2E">
            <w:pPr>
              <w:pStyle w:val="TableText"/>
            </w:pPr>
            <w:r w:rsidRPr="00E87D62">
              <w:t>255.255.255.0</w:t>
            </w:r>
          </w:p>
        </w:tc>
        <w:tc>
          <w:tcPr>
            <w:tcW w:w="1800" w:type="dxa"/>
            <w:vAlign w:val="bottom"/>
          </w:tcPr>
          <w:p w:rsidR="00F17559" w:rsidRPr="00E87D62" w:rsidRDefault="00F17559" w:rsidP="009F4C2E">
            <w:pPr>
              <w:pStyle w:val="TableText"/>
            </w:pPr>
            <w:r w:rsidRPr="00E87D62">
              <w:t>N/A</w:t>
            </w:r>
          </w:p>
        </w:tc>
        <w:tc>
          <w:tcPr>
            <w:tcW w:w="1800" w:type="dxa"/>
          </w:tcPr>
          <w:p w:rsidR="00F17559" w:rsidRPr="00E87D62" w:rsidRDefault="00F17559" w:rsidP="009F4C2E">
            <w:pPr>
              <w:pStyle w:val="TableText"/>
            </w:pPr>
            <w:r>
              <w:t>S1 F0/5</w:t>
            </w:r>
          </w:p>
        </w:tc>
      </w:tr>
      <w:tr w:rsidR="00F17559" w:rsidTr="00F17559">
        <w:trPr>
          <w:cantSplit/>
          <w:jc w:val="center"/>
        </w:trPr>
        <w:tc>
          <w:tcPr>
            <w:tcW w:w="1260" w:type="dxa"/>
            <w:vMerge/>
            <w:vAlign w:val="bottom"/>
          </w:tcPr>
          <w:p w:rsidR="00F17559" w:rsidRPr="00E87D62" w:rsidRDefault="00F17559" w:rsidP="00E87D62">
            <w:pPr>
              <w:pStyle w:val="TableText"/>
            </w:pPr>
          </w:p>
        </w:tc>
        <w:tc>
          <w:tcPr>
            <w:tcW w:w="1620" w:type="dxa"/>
            <w:vAlign w:val="bottom"/>
          </w:tcPr>
          <w:p w:rsidR="00F17559" w:rsidRPr="00E87D62" w:rsidRDefault="00F17559" w:rsidP="00E87D62">
            <w:pPr>
              <w:pStyle w:val="TableText"/>
            </w:pPr>
            <w:r w:rsidRPr="00E87D62">
              <w:t>S0/0/0 (DCE)</w:t>
            </w:r>
          </w:p>
        </w:tc>
        <w:tc>
          <w:tcPr>
            <w:tcW w:w="1710" w:type="dxa"/>
            <w:vAlign w:val="bottom"/>
          </w:tcPr>
          <w:p w:rsidR="00F17559" w:rsidRPr="00E87D62" w:rsidRDefault="00F17559" w:rsidP="00E87D62">
            <w:pPr>
              <w:pStyle w:val="TableText"/>
            </w:pPr>
            <w:r w:rsidRPr="00E87D62">
              <w:t>10.1.1.1</w:t>
            </w:r>
          </w:p>
        </w:tc>
        <w:tc>
          <w:tcPr>
            <w:tcW w:w="1800" w:type="dxa"/>
            <w:vAlign w:val="bottom"/>
          </w:tcPr>
          <w:p w:rsidR="00F17559" w:rsidRPr="00E87D62" w:rsidRDefault="00F17559" w:rsidP="00E87D62">
            <w:pPr>
              <w:pStyle w:val="TableText"/>
            </w:pPr>
            <w:r w:rsidRPr="00E87D62">
              <w:t>255.255.255.252</w:t>
            </w:r>
          </w:p>
        </w:tc>
        <w:tc>
          <w:tcPr>
            <w:tcW w:w="1800" w:type="dxa"/>
            <w:vAlign w:val="bottom"/>
          </w:tcPr>
          <w:p w:rsidR="00F17559" w:rsidRPr="00E87D62" w:rsidRDefault="00F17559" w:rsidP="00E87D62">
            <w:pPr>
              <w:pStyle w:val="TableText"/>
            </w:pPr>
            <w:r w:rsidRPr="00E87D62">
              <w:t>N/A</w:t>
            </w:r>
          </w:p>
        </w:tc>
        <w:tc>
          <w:tcPr>
            <w:tcW w:w="1800" w:type="dxa"/>
          </w:tcPr>
          <w:p w:rsidR="00F17559" w:rsidRPr="00E87D62" w:rsidRDefault="00F17559" w:rsidP="00E87D62">
            <w:pPr>
              <w:pStyle w:val="TableText"/>
            </w:pPr>
            <w:r>
              <w:t>N/A</w:t>
            </w:r>
          </w:p>
        </w:tc>
      </w:tr>
      <w:tr w:rsidR="00F17559" w:rsidTr="00F17559">
        <w:trPr>
          <w:cantSplit/>
          <w:jc w:val="center"/>
        </w:trPr>
        <w:tc>
          <w:tcPr>
            <w:tcW w:w="1260" w:type="dxa"/>
            <w:vMerge w:val="restart"/>
            <w:vAlign w:val="center"/>
          </w:tcPr>
          <w:p w:rsidR="00F17559" w:rsidRPr="00E87D62" w:rsidRDefault="00F17559" w:rsidP="00F17559">
            <w:pPr>
              <w:pStyle w:val="TableText"/>
            </w:pPr>
            <w:r w:rsidRPr="00E87D62">
              <w:t>R2</w:t>
            </w:r>
          </w:p>
        </w:tc>
        <w:tc>
          <w:tcPr>
            <w:tcW w:w="1620" w:type="dxa"/>
            <w:vAlign w:val="bottom"/>
          </w:tcPr>
          <w:p w:rsidR="00F17559" w:rsidRPr="00E87D62" w:rsidRDefault="00F17559" w:rsidP="00E87D62">
            <w:pPr>
              <w:pStyle w:val="TableText"/>
            </w:pPr>
            <w:r w:rsidRPr="00E87D62">
              <w:t>S0/0/0</w:t>
            </w:r>
          </w:p>
        </w:tc>
        <w:tc>
          <w:tcPr>
            <w:tcW w:w="1710" w:type="dxa"/>
            <w:vAlign w:val="bottom"/>
          </w:tcPr>
          <w:p w:rsidR="00F17559" w:rsidRPr="00E87D62" w:rsidRDefault="00F17559" w:rsidP="00E87D62">
            <w:pPr>
              <w:pStyle w:val="TableText"/>
            </w:pPr>
            <w:r w:rsidRPr="00E87D62">
              <w:t>10.1.1.2</w:t>
            </w:r>
          </w:p>
        </w:tc>
        <w:tc>
          <w:tcPr>
            <w:tcW w:w="1800" w:type="dxa"/>
            <w:vAlign w:val="bottom"/>
          </w:tcPr>
          <w:p w:rsidR="00F17559" w:rsidRPr="00E87D62" w:rsidRDefault="00F17559" w:rsidP="00E87D62">
            <w:pPr>
              <w:pStyle w:val="TableText"/>
            </w:pPr>
            <w:r w:rsidRPr="00E87D62">
              <w:t>255.255.255.252</w:t>
            </w:r>
          </w:p>
        </w:tc>
        <w:tc>
          <w:tcPr>
            <w:tcW w:w="1800" w:type="dxa"/>
            <w:vAlign w:val="bottom"/>
          </w:tcPr>
          <w:p w:rsidR="00F17559" w:rsidRPr="00E87D62" w:rsidRDefault="00F17559" w:rsidP="00E87D62">
            <w:pPr>
              <w:pStyle w:val="TableText"/>
            </w:pPr>
            <w:r w:rsidRPr="00E87D62">
              <w:t>N/A</w:t>
            </w:r>
          </w:p>
        </w:tc>
        <w:tc>
          <w:tcPr>
            <w:tcW w:w="1800" w:type="dxa"/>
          </w:tcPr>
          <w:p w:rsidR="00F17559" w:rsidRPr="00E87D62" w:rsidRDefault="00F17559" w:rsidP="00E87D62">
            <w:pPr>
              <w:pStyle w:val="TableText"/>
            </w:pPr>
            <w:r>
              <w:t>N/A</w:t>
            </w:r>
          </w:p>
        </w:tc>
      </w:tr>
      <w:tr w:rsidR="00F17559" w:rsidTr="00F17559">
        <w:trPr>
          <w:cantSplit/>
          <w:jc w:val="center"/>
        </w:trPr>
        <w:tc>
          <w:tcPr>
            <w:tcW w:w="1260" w:type="dxa"/>
            <w:vMerge/>
            <w:vAlign w:val="bottom"/>
          </w:tcPr>
          <w:p w:rsidR="00F17559" w:rsidRPr="00E87D62" w:rsidRDefault="00F17559" w:rsidP="00E87D62">
            <w:pPr>
              <w:pStyle w:val="TableText"/>
            </w:pPr>
          </w:p>
        </w:tc>
        <w:tc>
          <w:tcPr>
            <w:tcW w:w="1620" w:type="dxa"/>
            <w:vAlign w:val="bottom"/>
          </w:tcPr>
          <w:p w:rsidR="00F17559" w:rsidRPr="00E87D62" w:rsidRDefault="00F17559" w:rsidP="00E87D62">
            <w:pPr>
              <w:pStyle w:val="TableText"/>
            </w:pPr>
            <w:r w:rsidRPr="00E87D62">
              <w:t>S0/0/1 (DCE)</w:t>
            </w:r>
          </w:p>
        </w:tc>
        <w:tc>
          <w:tcPr>
            <w:tcW w:w="1710" w:type="dxa"/>
            <w:vAlign w:val="bottom"/>
          </w:tcPr>
          <w:p w:rsidR="00F17559" w:rsidRPr="00E87D62" w:rsidRDefault="00F17559" w:rsidP="00E87D62">
            <w:pPr>
              <w:pStyle w:val="TableText"/>
            </w:pPr>
            <w:r w:rsidRPr="00E87D62">
              <w:t>10.2.2.2</w:t>
            </w:r>
          </w:p>
        </w:tc>
        <w:tc>
          <w:tcPr>
            <w:tcW w:w="1800" w:type="dxa"/>
            <w:vAlign w:val="bottom"/>
          </w:tcPr>
          <w:p w:rsidR="00F17559" w:rsidRPr="00E87D62" w:rsidRDefault="00F17559" w:rsidP="00E87D62">
            <w:pPr>
              <w:pStyle w:val="TableText"/>
            </w:pPr>
            <w:r w:rsidRPr="00E87D62">
              <w:t>255.255.255.252</w:t>
            </w:r>
          </w:p>
        </w:tc>
        <w:tc>
          <w:tcPr>
            <w:tcW w:w="1800" w:type="dxa"/>
            <w:vAlign w:val="bottom"/>
          </w:tcPr>
          <w:p w:rsidR="00F17559" w:rsidRPr="00E87D62" w:rsidRDefault="00F17559" w:rsidP="00E87D62">
            <w:pPr>
              <w:pStyle w:val="TableText"/>
            </w:pPr>
            <w:r w:rsidRPr="00E87D62">
              <w:t>N/A</w:t>
            </w:r>
          </w:p>
        </w:tc>
        <w:tc>
          <w:tcPr>
            <w:tcW w:w="1800" w:type="dxa"/>
          </w:tcPr>
          <w:p w:rsidR="00F17559" w:rsidRPr="00E87D62" w:rsidRDefault="00F17559" w:rsidP="00E87D62">
            <w:pPr>
              <w:pStyle w:val="TableText"/>
            </w:pPr>
            <w:r>
              <w:t>N/A</w:t>
            </w:r>
          </w:p>
        </w:tc>
      </w:tr>
      <w:tr w:rsidR="00F17559" w:rsidTr="00F17559">
        <w:trPr>
          <w:cantSplit/>
          <w:jc w:val="center"/>
        </w:trPr>
        <w:tc>
          <w:tcPr>
            <w:tcW w:w="1260" w:type="dxa"/>
            <w:vMerge w:val="restart"/>
            <w:vAlign w:val="center"/>
          </w:tcPr>
          <w:p w:rsidR="00F17559" w:rsidRPr="00E87D62" w:rsidRDefault="00F17559" w:rsidP="00F17559">
            <w:pPr>
              <w:pStyle w:val="TableText"/>
            </w:pPr>
            <w:r>
              <w:t>R3</w:t>
            </w:r>
          </w:p>
        </w:tc>
        <w:tc>
          <w:tcPr>
            <w:tcW w:w="1620" w:type="dxa"/>
            <w:vAlign w:val="bottom"/>
          </w:tcPr>
          <w:p w:rsidR="00F17559" w:rsidRPr="00E87D62" w:rsidRDefault="008E0317" w:rsidP="009F4C2E">
            <w:pPr>
              <w:pStyle w:val="TableText"/>
            </w:pPr>
            <w:r>
              <w:t>G</w:t>
            </w:r>
            <w:r w:rsidR="00F17559" w:rsidRPr="00E87D62">
              <w:t>0/1</w:t>
            </w:r>
          </w:p>
        </w:tc>
        <w:tc>
          <w:tcPr>
            <w:tcW w:w="1710" w:type="dxa"/>
            <w:vAlign w:val="bottom"/>
          </w:tcPr>
          <w:p w:rsidR="00F17559" w:rsidRPr="00E87D62" w:rsidRDefault="00F17559" w:rsidP="009F4C2E">
            <w:pPr>
              <w:pStyle w:val="TableText"/>
            </w:pPr>
            <w:r w:rsidRPr="00E87D62">
              <w:t>192.168.3.1</w:t>
            </w:r>
          </w:p>
        </w:tc>
        <w:tc>
          <w:tcPr>
            <w:tcW w:w="1800" w:type="dxa"/>
            <w:vAlign w:val="bottom"/>
          </w:tcPr>
          <w:p w:rsidR="00F17559" w:rsidRPr="00E87D62" w:rsidRDefault="00F17559" w:rsidP="009F4C2E">
            <w:pPr>
              <w:pStyle w:val="TableText"/>
            </w:pPr>
            <w:r w:rsidRPr="00E87D62">
              <w:t>255.255.255.0</w:t>
            </w:r>
          </w:p>
        </w:tc>
        <w:tc>
          <w:tcPr>
            <w:tcW w:w="1800" w:type="dxa"/>
            <w:vAlign w:val="bottom"/>
          </w:tcPr>
          <w:p w:rsidR="00F17559" w:rsidRPr="00E87D62" w:rsidRDefault="00F17559" w:rsidP="009F4C2E">
            <w:pPr>
              <w:pStyle w:val="TableText"/>
            </w:pPr>
            <w:r w:rsidRPr="00E87D62">
              <w:t>N/A</w:t>
            </w:r>
          </w:p>
        </w:tc>
        <w:tc>
          <w:tcPr>
            <w:tcW w:w="1800" w:type="dxa"/>
          </w:tcPr>
          <w:p w:rsidR="00F17559" w:rsidRPr="00E87D62" w:rsidRDefault="00F17559" w:rsidP="009F4C2E">
            <w:pPr>
              <w:pStyle w:val="TableText"/>
            </w:pPr>
            <w:r>
              <w:t>S3 F0/5</w:t>
            </w:r>
          </w:p>
        </w:tc>
      </w:tr>
      <w:tr w:rsidR="00F17559" w:rsidTr="00F17559">
        <w:trPr>
          <w:cantSplit/>
          <w:jc w:val="center"/>
        </w:trPr>
        <w:tc>
          <w:tcPr>
            <w:tcW w:w="1260" w:type="dxa"/>
            <w:vMerge/>
            <w:vAlign w:val="bottom"/>
          </w:tcPr>
          <w:p w:rsidR="00F17559" w:rsidRPr="00E87D62" w:rsidRDefault="00F17559" w:rsidP="00E87D62">
            <w:pPr>
              <w:pStyle w:val="TableText"/>
            </w:pPr>
          </w:p>
        </w:tc>
        <w:tc>
          <w:tcPr>
            <w:tcW w:w="1620" w:type="dxa"/>
            <w:vAlign w:val="bottom"/>
          </w:tcPr>
          <w:p w:rsidR="00F17559" w:rsidRPr="00E87D62" w:rsidRDefault="00F17559" w:rsidP="00E87D62">
            <w:pPr>
              <w:pStyle w:val="TableText"/>
            </w:pPr>
            <w:r>
              <w:t>S0/0/1</w:t>
            </w:r>
          </w:p>
        </w:tc>
        <w:tc>
          <w:tcPr>
            <w:tcW w:w="1710" w:type="dxa"/>
            <w:vAlign w:val="bottom"/>
          </w:tcPr>
          <w:p w:rsidR="00F17559" w:rsidRPr="00E87D62" w:rsidRDefault="00F17559" w:rsidP="00E87D62">
            <w:pPr>
              <w:pStyle w:val="TableText"/>
            </w:pPr>
            <w:r w:rsidRPr="00E87D62">
              <w:t>10.2.2.1</w:t>
            </w:r>
          </w:p>
        </w:tc>
        <w:tc>
          <w:tcPr>
            <w:tcW w:w="1800" w:type="dxa"/>
            <w:vAlign w:val="bottom"/>
          </w:tcPr>
          <w:p w:rsidR="00F17559" w:rsidRPr="00E87D62" w:rsidRDefault="00F17559" w:rsidP="00E87D62">
            <w:pPr>
              <w:pStyle w:val="TableText"/>
            </w:pPr>
            <w:r w:rsidRPr="00E87D62">
              <w:t>255.255.255.252</w:t>
            </w:r>
          </w:p>
        </w:tc>
        <w:tc>
          <w:tcPr>
            <w:tcW w:w="1800" w:type="dxa"/>
            <w:vAlign w:val="bottom"/>
          </w:tcPr>
          <w:p w:rsidR="00F17559" w:rsidRPr="00E87D62" w:rsidRDefault="00F17559" w:rsidP="00E87D62">
            <w:pPr>
              <w:pStyle w:val="TableText"/>
            </w:pPr>
            <w:r w:rsidRPr="00E87D62">
              <w:t>N/A</w:t>
            </w:r>
          </w:p>
        </w:tc>
        <w:tc>
          <w:tcPr>
            <w:tcW w:w="1800" w:type="dxa"/>
          </w:tcPr>
          <w:p w:rsidR="00F17559" w:rsidRPr="00E87D62" w:rsidRDefault="00F17559" w:rsidP="00E87D62">
            <w:pPr>
              <w:pStyle w:val="TableText"/>
            </w:pPr>
            <w:r>
              <w:t>N/A</w:t>
            </w:r>
          </w:p>
        </w:tc>
      </w:tr>
      <w:tr w:rsidR="00F17559" w:rsidTr="00F17559">
        <w:trPr>
          <w:cantSplit/>
          <w:jc w:val="center"/>
        </w:trPr>
        <w:tc>
          <w:tcPr>
            <w:tcW w:w="1260" w:type="dxa"/>
            <w:vAlign w:val="bottom"/>
          </w:tcPr>
          <w:p w:rsidR="00F17559" w:rsidRPr="00E87D62" w:rsidRDefault="00F17559" w:rsidP="00E87D62">
            <w:pPr>
              <w:pStyle w:val="TableText"/>
            </w:pPr>
            <w:r w:rsidRPr="00E87D62">
              <w:t>PC-A</w:t>
            </w:r>
          </w:p>
        </w:tc>
        <w:tc>
          <w:tcPr>
            <w:tcW w:w="1620" w:type="dxa"/>
            <w:vAlign w:val="bottom"/>
          </w:tcPr>
          <w:p w:rsidR="00F17559" w:rsidRPr="00E87D62" w:rsidRDefault="00F17559" w:rsidP="00E87D62">
            <w:pPr>
              <w:pStyle w:val="TableText"/>
            </w:pPr>
            <w:r w:rsidRPr="00E87D62">
              <w:t>NIC</w:t>
            </w:r>
          </w:p>
        </w:tc>
        <w:tc>
          <w:tcPr>
            <w:tcW w:w="1710" w:type="dxa"/>
            <w:vAlign w:val="bottom"/>
          </w:tcPr>
          <w:p w:rsidR="00F17559" w:rsidRPr="00E87D62" w:rsidRDefault="00F17559" w:rsidP="00E87D62">
            <w:pPr>
              <w:pStyle w:val="TableText"/>
            </w:pPr>
            <w:r w:rsidRPr="00E87D62">
              <w:t>192.168.1.3</w:t>
            </w:r>
          </w:p>
        </w:tc>
        <w:tc>
          <w:tcPr>
            <w:tcW w:w="1800" w:type="dxa"/>
            <w:vAlign w:val="bottom"/>
          </w:tcPr>
          <w:p w:rsidR="00F17559" w:rsidRPr="00E87D62" w:rsidRDefault="00F17559" w:rsidP="00E87D62">
            <w:pPr>
              <w:pStyle w:val="TableText"/>
            </w:pPr>
            <w:r w:rsidRPr="00E87D62">
              <w:t>255.255.255.0</w:t>
            </w:r>
          </w:p>
        </w:tc>
        <w:tc>
          <w:tcPr>
            <w:tcW w:w="1800" w:type="dxa"/>
            <w:vAlign w:val="bottom"/>
          </w:tcPr>
          <w:p w:rsidR="00F17559" w:rsidRPr="00E87D62" w:rsidRDefault="00F17559" w:rsidP="00E87D62">
            <w:pPr>
              <w:pStyle w:val="TableText"/>
            </w:pPr>
            <w:r w:rsidRPr="00E87D62">
              <w:t>192.168.1.1</w:t>
            </w:r>
          </w:p>
        </w:tc>
        <w:tc>
          <w:tcPr>
            <w:tcW w:w="1800" w:type="dxa"/>
          </w:tcPr>
          <w:p w:rsidR="00F17559" w:rsidRPr="00E87D62" w:rsidRDefault="00F17559" w:rsidP="00E87D62">
            <w:pPr>
              <w:pStyle w:val="TableText"/>
            </w:pPr>
            <w:r>
              <w:t>S1 F0/6</w:t>
            </w:r>
          </w:p>
        </w:tc>
      </w:tr>
      <w:tr w:rsidR="00F17559" w:rsidTr="00F17559">
        <w:trPr>
          <w:cantSplit/>
          <w:jc w:val="center"/>
        </w:trPr>
        <w:tc>
          <w:tcPr>
            <w:tcW w:w="1260" w:type="dxa"/>
            <w:vAlign w:val="bottom"/>
          </w:tcPr>
          <w:p w:rsidR="00F17559" w:rsidRPr="00E87D62" w:rsidRDefault="00F17559" w:rsidP="00E87D62">
            <w:pPr>
              <w:pStyle w:val="TableText"/>
            </w:pPr>
            <w:r w:rsidRPr="00E87D62">
              <w:t>PC-C</w:t>
            </w:r>
          </w:p>
        </w:tc>
        <w:tc>
          <w:tcPr>
            <w:tcW w:w="1620" w:type="dxa"/>
            <w:vAlign w:val="bottom"/>
          </w:tcPr>
          <w:p w:rsidR="00F17559" w:rsidRPr="00E87D62" w:rsidRDefault="00F17559" w:rsidP="00E87D62">
            <w:pPr>
              <w:pStyle w:val="TableText"/>
            </w:pPr>
            <w:r w:rsidRPr="00E87D62">
              <w:t>NIC</w:t>
            </w:r>
          </w:p>
        </w:tc>
        <w:tc>
          <w:tcPr>
            <w:tcW w:w="1710" w:type="dxa"/>
            <w:vAlign w:val="bottom"/>
          </w:tcPr>
          <w:p w:rsidR="00F17559" w:rsidRPr="00E87D62" w:rsidRDefault="00F17559" w:rsidP="00E87D62">
            <w:pPr>
              <w:pStyle w:val="TableText"/>
            </w:pPr>
            <w:r w:rsidRPr="00E87D62">
              <w:t>192.168.3.3</w:t>
            </w:r>
          </w:p>
        </w:tc>
        <w:tc>
          <w:tcPr>
            <w:tcW w:w="1800" w:type="dxa"/>
            <w:vAlign w:val="bottom"/>
          </w:tcPr>
          <w:p w:rsidR="00F17559" w:rsidRPr="00E87D62" w:rsidRDefault="00F17559" w:rsidP="00E87D62">
            <w:pPr>
              <w:pStyle w:val="TableText"/>
            </w:pPr>
            <w:r w:rsidRPr="00E87D62">
              <w:t>255.255.255.0</w:t>
            </w:r>
          </w:p>
        </w:tc>
        <w:tc>
          <w:tcPr>
            <w:tcW w:w="1800" w:type="dxa"/>
            <w:vAlign w:val="bottom"/>
          </w:tcPr>
          <w:p w:rsidR="00F17559" w:rsidRPr="00E87D62" w:rsidRDefault="00F17559" w:rsidP="00E87D62">
            <w:pPr>
              <w:pStyle w:val="TableText"/>
            </w:pPr>
            <w:r w:rsidRPr="00E87D62">
              <w:t>192.168.3.1</w:t>
            </w:r>
          </w:p>
        </w:tc>
        <w:tc>
          <w:tcPr>
            <w:tcW w:w="1800" w:type="dxa"/>
          </w:tcPr>
          <w:p w:rsidR="00F17559" w:rsidRPr="00E87D62" w:rsidRDefault="00F17559" w:rsidP="00E87D62">
            <w:pPr>
              <w:pStyle w:val="TableText"/>
            </w:pPr>
            <w:r>
              <w:t>S3 F0/18</w:t>
            </w:r>
          </w:p>
        </w:tc>
      </w:tr>
    </w:tbl>
    <w:p w:rsidR="00231DCA" w:rsidRPr="0047026E" w:rsidRDefault="009D2C27" w:rsidP="002D2810">
      <w:pPr>
        <w:pStyle w:val="LabSection"/>
      </w:pPr>
      <w:r w:rsidRPr="00BB73FF">
        <w:t>Objective</w:t>
      </w:r>
      <w:r w:rsidR="006E6581">
        <w:t>s</w:t>
      </w:r>
    </w:p>
    <w:p w:rsidR="002D2810" w:rsidRPr="007334B1" w:rsidRDefault="002D2810" w:rsidP="002D2810">
      <w:pPr>
        <w:pStyle w:val="BodyTextL25Bold"/>
      </w:pPr>
      <w:r w:rsidRPr="007334B1">
        <w:t>Par</w:t>
      </w:r>
      <w:r>
        <w:t xml:space="preserve">t 1: </w:t>
      </w:r>
      <w:r w:rsidR="00D86024">
        <w:t>Configure Basic Device Settings</w:t>
      </w:r>
    </w:p>
    <w:p w:rsidR="002D2810" w:rsidRPr="003B1063" w:rsidRDefault="002D2810" w:rsidP="002D2810">
      <w:pPr>
        <w:pStyle w:val="Bulletlevel1"/>
        <w:rPr>
          <w:noProof/>
        </w:rPr>
      </w:pPr>
      <w:r w:rsidRPr="003B1063">
        <w:rPr>
          <w:noProof/>
        </w:rPr>
        <w:t>Configure hostnames, interface IP addresses, and access passwords.</w:t>
      </w:r>
    </w:p>
    <w:p w:rsidR="002D2810" w:rsidRPr="007309B1" w:rsidRDefault="002D2810" w:rsidP="002D2810">
      <w:pPr>
        <w:pStyle w:val="Bulletlevel1"/>
        <w:rPr>
          <w:noProof/>
        </w:rPr>
      </w:pPr>
      <w:r w:rsidRPr="003B1063">
        <w:rPr>
          <w:noProof/>
        </w:rPr>
        <w:t>Configure</w:t>
      </w:r>
      <w:r w:rsidRPr="007334B1">
        <w:t xml:space="preserve"> the </w:t>
      </w:r>
      <w:r w:rsidR="00447ED7">
        <w:t>OSPF</w:t>
      </w:r>
      <w:r w:rsidRPr="007334B1">
        <w:t xml:space="preserve"> </w:t>
      </w:r>
      <w:r w:rsidRPr="007309B1">
        <w:rPr>
          <w:noProof/>
        </w:rPr>
        <w:t>dynamic routing protocol.</w:t>
      </w:r>
    </w:p>
    <w:p w:rsidR="002D2810" w:rsidRPr="007309B1" w:rsidRDefault="002D2810" w:rsidP="002D2810">
      <w:pPr>
        <w:pStyle w:val="BodyTextL25Bold"/>
        <w:rPr>
          <w:rFonts w:cs="Arial"/>
          <w:noProof/>
        </w:rPr>
      </w:pPr>
      <w:r w:rsidRPr="007309B1">
        <w:rPr>
          <w:noProof/>
        </w:rPr>
        <w:t>Part 2: Configure a Site-to-Site VPN Using Cisco IOS</w:t>
      </w:r>
    </w:p>
    <w:p w:rsidR="002D2810" w:rsidRPr="007309B1" w:rsidRDefault="002D2810" w:rsidP="002D2810">
      <w:pPr>
        <w:pStyle w:val="Bulletlevel1"/>
        <w:rPr>
          <w:noProof/>
        </w:rPr>
      </w:pPr>
      <w:r w:rsidRPr="007309B1">
        <w:rPr>
          <w:noProof/>
        </w:rPr>
        <w:t>Configure IPsec VPN settings on R1 and R3.</w:t>
      </w:r>
    </w:p>
    <w:p w:rsidR="002D2810" w:rsidRPr="007309B1" w:rsidRDefault="002D2810" w:rsidP="002D2810">
      <w:pPr>
        <w:pStyle w:val="Bulletlevel1"/>
        <w:rPr>
          <w:noProof/>
        </w:rPr>
      </w:pPr>
      <w:r w:rsidRPr="007309B1">
        <w:rPr>
          <w:bCs/>
          <w:noProof/>
        </w:rPr>
        <w:t>Verify site-to-site IPsec VPN configuration.</w:t>
      </w:r>
    </w:p>
    <w:p w:rsidR="002D2810" w:rsidRPr="007309B1" w:rsidRDefault="002D2810" w:rsidP="002D2810">
      <w:pPr>
        <w:pStyle w:val="Bulletlevel1"/>
        <w:rPr>
          <w:noProof/>
        </w:rPr>
      </w:pPr>
      <w:r w:rsidRPr="007309B1">
        <w:rPr>
          <w:bCs/>
          <w:noProof/>
        </w:rPr>
        <w:t>Test IPsec VPN operation.</w:t>
      </w:r>
    </w:p>
    <w:p w:rsidR="00231DCA" w:rsidRPr="008402F2" w:rsidRDefault="00231DCA" w:rsidP="008402F2">
      <w:pPr>
        <w:pStyle w:val="LabSection"/>
        <w:rPr>
          <w:rFonts w:eastAsia="Arial"/>
        </w:rPr>
      </w:pPr>
      <w:r w:rsidRPr="007309B1">
        <w:rPr>
          <w:rFonts w:eastAsia="Arial"/>
          <w:noProof/>
        </w:rPr>
        <w:t>Background</w:t>
      </w:r>
      <w:r w:rsidR="008402F2">
        <w:t xml:space="preserve"> / Scenario</w:t>
      </w:r>
    </w:p>
    <w:p w:rsidR="002D2810" w:rsidRPr="007309B1" w:rsidRDefault="002D2810" w:rsidP="002D2810">
      <w:pPr>
        <w:pStyle w:val="BodyTextL25"/>
        <w:rPr>
          <w:noProof/>
        </w:rPr>
      </w:pPr>
      <w:bookmarkStart w:id="0" w:name="_Toc492961008"/>
      <w:bookmarkStart w:id="1" w:name="_Toc492974528"/>
      <w:bookmarkStart w:id="2" w:name="_Toc492974581"/>
      <w:bookmarkStart w:id="3" w:name="_Toc494171525"/>
      <w:r w:rsidRPr="007309B1">
        <w:rPr>
          <w:noProof/>
        </w:rPr>
        <w:t>VPNs can provide a secure method of transmitting data over a public network, such as the Internet. VPN connections can help reduce the costs associated with leased lines. Site-to-Site VPNs typically provide a secure (IPsec or other) tunnel between a branch office and a central office. Another common implementation</w:t>
      </w:r>
      <w:r w:rsidRPr="007334B1">
        <w:t xml:space="preserve"> </w:t>
      </w:r>
      <w:r w:rsidR="00CB40F6">
        <w:t>of</w:t>
      </w:r>
      <w:r w:rsidRPr="007309B1">
        <w:rPr>
          <w:noProof/>
        </w:rPr>
        <w:t xml:space="preserve"> VPN technology is remote access to a corporate office from a telecommuter location</w:t>
      </w:r>
      <w:r w:rsidR="007F5955" w:rsidRPr="007309B1">
        <w:rPr>
          <w:noProof/>
        </w:rPr>
        <w:t>,</w:t>
      </w:r>
      <w:r w:rsidRPr="007309B1">
        <w:rPr>
          <w:noProof/>
        </w:rPr>
        <w:t xml:space="preserve"> such as a smal</w:t>
      </w:r>
      <w:r w:rsidR="007F5955" w:rsidRPr="007309B1">
        <w:rPr>
          <w:noProof/>
        </w:rPr>
        <w:t>l office or home office.</w:t>
      </w:r>
    </w:p>
    <w:p w:rsidR="002D2810" w:rsidRPr="007309B1" w:rsidRDefault="002D2810" w:rsidP="002D2810">
      <w:pPr>
        <w:pStyle w:val="BodyTextL25"/>
        <w:rPr>
          <w:rFonts w:cs="Arial"/>
          <w:noProof/>
          <w:color w:val="000000"/>
        </w:rPr>
      </w:pPr>
      <w:r w:rsidRPr="007309B1">
        <w:rPr>
          <w:noProof/>
        </w:rPr>
        <w:t>In this lab</w:t>
      </w:r>
      <w:r w:rsidR="007F5955" w:rsidRPr="007309B1">
        <w:rPr>
          <w:noProof/>
        </w:rPr>
        <w:t>,</w:t>
      </w:r>
      <w:r w:rsidRPr="007309B1">
        <w:rPr>
          <w:noProof/>
        </w:rPr>
        <w:t xml:space="preserve"> you will build and configure a multi-router network, use Cisco IOS to configure a</w:t>
      </w:r>
      <w:r w:rsidRPr="007334B1">
        <w:t xml:space="preserve"> site-to-site IPsec VPN</w:t>
      </w:r>
      <w:r w:rsidR="00CB40F6">
        <w:t>,</w:t>
      </w:r>
      <w:r w:rsidRPr="007334B1">
        <w:t xml:space="preserve"> and then test </w:t>
      </w:r>
      <w:r w:rsidR="00CB40F6">
        <w:t>the VPN</w:t>
      </w:r>
      <w:r w:rsidRPr="007334B1">
        <w:t xml:space="preserve">. </w:t>
      </w:r>
      <w:r w:rsidRPr="007309B1">
        <w:rPr>
          <w:noProof/>
        </w:rPr>
        <w:t xml:space="preserve">The IPsec VPN tunnel is from R1 to R3 via R2. R2 acts as a pass-through and has no knowledge of the VPN. IPsec </w:t>
      </w:r>
      <w:r w:rsidRPr="007309B1">
        <w:rPr>
          <w:rFonts w:cs="Arial"/>
          <w:noProof/>
          <w:color w:val="000000"/>
        </w:rPr>
        <w:t>provides secure transmission of sensitive information over unprotected networks</w:t>
      </w:r>
      <w:r w:rsidR="007F5955" w:rsidRPr="007309B1">
        <w:rPr>
          <w:rFonts w:cs="Arial"/>
          <w:noProof/>
          <w:color w:val="000000"/>
        </w:rPr>
        <w:t>,</w:t>
      </w:r>
      <w:r w:rsidRPr="007309B1">
        <w:rPr>
          <w:rFonts w:cs="Arial"/>
          <w:noProof/>
          <w:color w:val="000000"/>
        </w:rPr>
        <w:t xml:space="preserve"> such as the Internet. IPsec acts at the network layer</w:t>
      </w:r>
      <w:r w:rsidRPr="007334B1">
        <w:rPr>
          <w:rFonts w:cs="Arial"/>
          <w:color w:val="000000"/>
        </w:rPr>
        <w:t xml:space="preserve"> </w:t>
      </w:r>
      <w:r w:rsidR="00CB40F6">
        <w:rPr>
          <w:rFonts w:cs="Arial"/>
          <w:color w:val="000000"/>
        </w:rPr>
        <w:t xml:space="preserve">and </w:t>
      </w:r>
      <w:r w:rsidRPr="007334B1">
        <w:rPr>
          <w:rFonts w:cs="Arial"/>
          <w:color w:val="000000"/>
        </w:rPr>
        <w:t xml:space="preserve">protecting and authenticating </w:t>
      </w:r>
      <w:r w:rsidRPr="007309B1">
        <w:rPr>
          <w:rFonts w:cs="Arial"/>
          <w:noProof/>
          <w:color w:val="000000"/>
        </w:rPr>
        <w:t xml:space="preserve">IP packets between participating IPsec devices </w:t>
      </w:r>
      <w:r w:rsidR="007F5955" w:rsidRPr="007309B1">
        <w:rPr>
          <w:rFonts w:cs="Arial"/>
          <w:noProof/>
          <w:color w:val="000000"/>
        </w:rPr>
        <w:t>(peers), such as Cisco routers.</w:t>
      </w:r>
    </w:p>
    <w:p w:rsidR="008E0317" w:rsidRPr="007309B1" w:rsidRDefault="008E0317" w:rsidP="00A65678">
      <w:pPr>
        <w:pStyle w:val="BodyTextL25"/>
        <w:rPr>
          <w:noProof/>
        </w:rPr>
      </w:pPr>
      <w:r w:rsidRPr="007309B1">
        <w:rPr>
          <w:b/>
          <w:noProof/>
        </w:rPr>
        <w:t>Note</w:t>
      </w:r>
      <w:r w:rsidRPr="007309B1">
        <w:rPr>
          <w:noProof/>
        </w:rPr>
        <w:t>: The router commands and output in this lab are from a Cisco</w:t>
      </w:r>
      <w:r w:rsidRPr="00A86660">
        <w:t xml:space="preserve"> 1</w:t>
      </w:r>
      <w:r>
        <w:t>9</w:t>
      </w:r>
      <w:r w:rsidRPr="00A86660">
        <w:t>41</w:t>
      </w:r>
      <w:r>
        <w:t xml:space="preserve"> router</w:t>
      </w:r>
      <w:r w:rsidRPr="00A86660">
        <w:t xml:space="preserve"> with </w:t>
      </w:r>
      <w:r>
        <w:t xml:space="preserve">Cisco </w:t>
      </w:r>
      <w:r w:rsidRPr="00A86660">
        <w:t xml:space="preserve">IOS </w:t>
      </w:r>
      <w:r>
        <w:t xml:space="preserve">Release 15.4(3)M2 </w:t>
      </w:r>
      <w:r w:rsidRPr="00003FE9">
        <w:t>(</w:t>
      </w:r>
      <w:r>
        <w:t>with a Security Technology Package license</w:t>
      </w:r>
      <w:r w:rsidRPr="00003FE9">
        <w:t>)</w:t>
      </w:r>
      <w:r w:rsidRPr="00A86660">
        <w:t xml:space="preserve">. </w:t>
      </w:r>
      <w:r w:rsidRPr="007309B1">
        <w:rPr>
          <w:noProof/>
        </w:rPr>
        <w:t>Other routers and Cisco IOS versions can be used. See the Router Interface Summary Table at the end of the lab to determine which interface identifiers to use based on the equipment in the lab. Depending on the router model and Cisco IOS version, the commands available and output produced might vary from what is shown in this lab.</w:t>
      </w:r>
    </w:p>
    <w:p w:rsidR="00A65678" w:rsidRPr="007309B1" w:rsidRDefault="00A65678" w:rsidP="00A65678">
      <w:pPr>
        <w:pStyle w:val="BodyTextL25"/>
        <w:rPr>
          <w:noProof/>
        </w:rPr>
      </w:pPr>
      <w:r w:rsidRPr="007309B1">
        <w:rPr>
          <w:b/>
          <w:bCs/>
          <w:noProof/>
        </w:rPr>
        <w:t>Note</w:t>
      </w:r>
      <w:r w:rsidRPr="007309B1">
        <w:rPr>
          <w:bCs/>
          <w:noProof/>
        </w:rPr>
        <w:t>:</w:t>
      </w:r>
      <w:r w:rsidRPr="00A6031D">
        <w:rPr>
          <w:bCs/>
        </w:rPr>
        <w:t xml:space="preserve"> </w:t>
      </w:r>
      <w:r w:rsidR="008E0317">
        <w:rPr>
          <w:bCs/>
        </w:rPr>
        <w:t>Before beginning, ensure</w:t>
      </w:r>
      <w:r w:rsidRPr="007A29FF">
        <w:t xml:space="preserve"> </w:t>
      </w:r>
      <w:r w:rsidRPr="007309B1">
        <w:rPr>
          <w:noProof/>
        </w:rPr>
        <w:t>that the routers and the switches have been erased and have no startup configurations.</w:t>
      </w:r>
    </w:p>
    <w:bookmarkEnd w:id="0"/>
    <w:bookmarkEnd w:id="1"/>
    <w:bookmarkEnd w:id="2"/>
    <w:bookmarkEnd w:id="3"/>
    <w:p w:rsidR="00231DCA" w:rsidRPr="008402F2" w:rsidRDefault="008402F2" w:rsidP="008402F2">
      <w:pPr>
        <w:pStyle w:val="LabSection"/>
      </w:pPr>
      <w:r>
        <w:t>Required Resources</w:t>
      </w:r>
    </w:p>
    <w:p w:rsidR="008E0317" w:rsidRPr="008E0317" w:rsidRDefault="008E0317" w:rsidP="00E17046">
      <w:pPr>
        <w:pStyle w:val="Bulletlevel1"/>
      </w:pPr>
      <w:r w:rsidRPr="008E0317">
        <w:t xml:space="preserve">3 </w:t>
      </w:r>
      <w:r w:rsidR="00CB40F6">
        <w:t>r</w:t>
      </w:r>
      <w:r w:rsidRPr="008E0317">
        <w:t xml:space="preserve">outers (Cisco 1941 with Cisco IOS Release 15.4(3)M2 image with a Security Technology </w:t>
      </w:r>
      <w:r w:rsidR="00CB40F6">
        <w:t>p</w:t>
      </w:r>
      <w:r w:rsidRPr="008E0317">
        <w:t>ackage license)</w:t>
      </w:r>
    </w:p>
    <w:p w:rsidR="008E0317" w:rsidRPr="008E0317" w:rsidRDefault="008E0317" w:rsidP="00E17046">
      <w:pPr>
        <w:pStyle w:val="Bulletlevel1"/>
      </w:pPr>
      <w:r w:rsidRPr="008E0317">
        <w:t xml:space="preserve">2 </w:t>
      </w:r>
      <w:r w:rsidR="00CB40F6">
        <w:t>s</w:t>
      </w:r>
      <w:r w:rsidRPr="008E0317">
        <w:t>witches (Cisco 2960 or comparable) (</w:t>
      </w:r>
      <w:r w:rsidR="00CB40F6">
        <w:t>n</w:t>
      </w:r>
      <w:r w:rsidRPr="008E0317">
        <w:t xml:space="preserve">ot </w:t>
      </w:r>
      <w:r w:rsidR="00CB40F6">
        <w:t>r</w:t>
      </w:r>
      <w:r w:rsidRPr="008E0317">
        <w:t>equired)</w:t>
      </w:r>
    </w:p>
    <w:p w:rsidR="008E0317" w:rsidRPr="008E0317" w:rsidRDefault="008E0317" w:rsidP="00E17046">
      <w:pPr>
        <w:pStyle w:val="Bulletlevel1"/>
      </w:pPr>
      <w:r w:rsidRPr="008E0317">
        <w:t>2 PCs (Windows 7 or Windows 8.1, SSH Client, and WinRadius)</w:t>
      </w:r>
    </w:p>
    <w:p w:rsidR="008E0317" w:rsidRPr="008E0317" w:rsidRDefault="008E0317" w:rsidP="00E17046">
      <w:pPr>
        <w:pStyle w:val="Bulletlevel1"/>
      </w:pPr>
      <w:r w:rsidRPr="008E0317">
        <w:t>Serial and Ethernet cables, as shown in the topology</w:t>
      </w:r>
    </w:p>
    <w:p w:rsidR="00231DCA" w:rsidRPr="008402F2" w:rsidRDefault="008E0317" w:rsidP="00E17046">
      <w:pPr>
        <w:pStyle w:val="Bulletlevel1"/>
        <w:rPr>
          <w:szCs w:val="20"/>
        </w:rPr>
      </w:pPr>
      <w:r w:rsidRPr="008E0317">
        <w:t>Console cables to configure Cisco networking devices</w:t>
      </w:r>
    </w:p>
    <w:p w:rsidR="002D2810" w:rsidRPr="006F27D5" w:rsidRDefault="00D86024" w:rsidP="000A3192">
      <w:pPr>
        <w:pStyle w:val="PartHead"/>
        <w:rPr>
          <w:highlight w:val="cyan"/>
        </w:rPr>
      </w:pPr>
      <w:r>
        <w:rPr>
          <w:highlight w:val="cyan"/>
        </w:rPr>
        <w:t>Configure Basic Device Settings</w:t>
      </w:r>
    </w:p>
    <w:p w:rsidR="002D2810" w:rsidRPr="007309B1" w:rsidRDefault="002D2810" w:rsidP="00CF116C">
      <w:pPr>
        <w:pStyle w:val="BodyTextL25"/>
        <w:rPr>
          <w:noProof/>
        </w:rPr>
      </w:pPr>
      <w:r w:rsidRPr="007B04AB">
        <w:t xml:space="preserve">In Part 1, you </w:t>
      </w:r>
      <w:r w:rsidR="00EF52C5">
        <w:t xml:space="preserve">will </w:t>
      </w:r>
      <w:r w:rsidRPr="007309B1">
        <w:rPr>
          <w:noProof/>
        </w:rPr>
        <w:t>set up the network topology and configure basic settings, such as the interface IP addresses, dynamic routing, device access, and passwords.</w:t>
      </w:r>
    </w:p>
    <w:p w:rsidR="002D2810" w:rsidRPr="007B04AB" w:rsidRDefault="002D2810" w:rsidP="00CF116C">
      <w:pPr>
        <w:pStyle w:val="BodyTextL25"/>
      </w:pPr>
      <w:r w:rsidRPr="007309B1">
        <w:rPr>
          <w:b/>
          <w:noProof/>
        </w:rPr>
        <w:t>Note</w:t>
      </w:r>
      <w:r w:rsidRPr="007309B1">
        <w:rPr>
          <w:noProof/>
        </w:rPr>
        <w:t>: All tasks should be performed on R1, R2, and R3. The procedure for R1 is shown here as an example.</w:t>
      </w:r>
    </w:p>
    <w:p w:rsidR="002D2810" w:rsidRPr="007309B1" w:rsidRDefault="002D2810" w:rsidP="002F437D">
      <w:pPr>
        <w:pStyle w:val="StepHead"/>
        <w:rPr>
          <w:noProof/>
        </w:rPr>
      </w:pPr>
      <w:r w:rsidRPr="007309B1">
        <w:rPr>
          <w:noProof/>
        </w:rPr>
        <w:t>Cable the network as shown in the topology.</w:t>
      </w:r>
    </w:p>
    <w:p w:rsidR="002D2810" w:rsidRPr="007B04AB" w:rsidRDefault="002D2810" w:rsidP="00CF116C">
      <w:pPr>
        <w:pStyle w:val="BodyTextL25"/>
        <w:rPr>
          <w:b/>
        </w:rPr>
      </w:pPr>
      <w:r w:rsidRPr="007309B1">
        <w:rPr>
          <w:noProof/>
        </w:rPr>
        <w:t xml:space="preserve">Attach the devices </w:t>
      </w:r>
      <w:r w:rsidR="000A3192" w:rsidRPr="007309B1">
        <w:rPr>
          <w:noProof/>
        </w:rPr>
        <w:t xml:space="preserve">as </w:t>
      </w:r>
      <w:r w:rsidRPr="007309B1">
        <w:rPr>
          <w:noProof/>
        </w:rPr>
        <w:t>shown in the topology diagram and cable as necessary.</w:t>
      </w:r>
    </w:p>
    <w:p w:rsidR="002D2810" w:rsidRPr="001F4F1B" w:rsidRDefault="002D2810" w:rsidP="002F437D">
      <w:pPr>
        <w:pStyle w:val="StepHead"/>
      </w:pPr>
      <w:r>
        <w:t>C</w:t>
      </w:r>
      <w:r w:rsidRPr="001F4F1B">
        <w:t>onfigure basic settings for each router</w:t>
      </w:r>
      <w:r>
        <w:t>.</w:t>
      </w:r>
    </w:p>
    <w:p w:rsidR="002D2810" w:rsidRPr="007309B1" w:rsidRDefault="002D2810" w:rsidP="002F437D">
      <w:pPr>
        <w:pStyle w:val="SubStepAlpha"/>
        <w:rPr>
          <w:noProof/>
        </w:rPr>
      </w:pPr>
      <w:r w:rsidRPr="007B04AB">
        <w:t>Configure hostnames</w:t>
      </w:r>
      <w:r w:rsidR="00EF52C5">
        <w:t>,</w:t>
      </w:r>
      <w:r w:rsidRPr="007B04AB">
        <w:t xml:space="preserve"> </w:t>
      </w:r>
      <w:r w:rsidRPr="007309B1">
        <w:rPr>
          <w:noProof/>
        </w:rPr>
        <w:t>as shown in the topology.</w:t>
      </w:r>
    </w:p>
    <w:p w:rsidR="002D2810" w:rsidRPr="007309B1" w:rsidRDefault="002D2810" w:rsidP="002F437D">
      <w:pPr>
        <w:pStyle w:val="SubStepAlpha"/>
        <w:rPr>
          <w:noProof/>
        </w:rPr>
      </w:pPr>
      <w:r w:rsidRPr="007309B1">
        <w:rPr>
          <w:noProof/>
        </w:rPr>
        <w:t>Configure the interface IP addresses</w:t>
      </w:r>
      <w:r w:rsidR="00EF52C5" w:rsidRPr="007309B1">
        <w:rPr>
          <w:noProof/>
        </w:rPr>
        <w:t>,</w:t>
      </w:r>
      <w:r w:rsidRPr="007309B1">
        <w:rPr>
          <w:noProof/>
        </w:rPr>
        <w:t xml:space="preserve"> as shown in the IP </w:t>
      </w:r>
      <w:r w:rsidR="0046414C" w:rsidRPr="007309B1">
        <w:rPr>
          <w:noProof/>
        </w:rPr>
        <w:t>A</w:t>
      </w:r>
      <w:r w:rsidRPr="007309B1">
        <w:rPr>
          <w:noProof/>
        </w:rPr>
        <w:t xml:space="preserve">ddressing </w:t>
      </w:r>
      <w:r w:rsidR="0046414C" w:rsidRPr="007309B1">
        <w:rPr>
          <w:noProof/>
        </w:rPr>
        <w:t>T</w:t>
      </w:r>
      <w:r w:rsidRPr="007309B1">
        <w:rPr>
          <w:noProof/>
        </w:rPr>
        <w:t>able.</w:t>
      </w:r>
    </w:p>
    <w:p w:rsidR="002D2810" w:rsidRPr="007B04AB" w:rsidRDefault="002D2810" w:rsidP="002F437D">
      <w:pPr>
        <w:pStyle w:val="SubStepAlpha"/>
      </w:pPr>
      <w:r w:rsidRPr="007309B1">
        <w:rPr>
          <w:noProof/>
        </w:rPr>
        <w:t>Configure a clock rate</w:t>
      </w:r>
      <w:r w:rsidR="00165974">
        <w:t xml:space="preserve"> of </w:t>
      </w:r>
      <w:r w:rsidR="00165974" w:rsidRPr="00151615">
        <w:t>64000</w:t>
      </w:r>
      <w:r w:rsidRPr="007B04AB">
        <w:t xml:space="preserve"> for the serial router interfaces with a DCE serial cable attached.</w:t>
      </w:r>
    </w:p>
    <w:p w:rsidR="002D2810" w:rsidRDefault="002D2810" w:rsidP="002F437D">
      <w:pPr>
        <w:pStyle w:val="StepHead"/>
      </w:pPr>
      <w:r w:rsidRPr="00605B4B">
        <w:t>Disable DNS lookup.</w:t>
      </w:r>
    </w:p>
    <w:p w:rsidR="002D2810" w:rsidRPr="007B04AB" w:rsidRDefault="00E045A1" w:rsidP="00C63655">
      <w:pPr>
        <w:pStyle w:val="BodyTextL25"/>
      </w:pPr>
      <w:r>
        <w:t>Disable DNS lookup t</w:t>
      </w:r>
      <w:r w:rsidR="002D2810" w:rsidRPr="007B04AB">
        <w:t xml:space="preserve">o </w:t>
      </w:r>
      <w:r w:rsidR="002D2810" w:rsidRPr="00C63655">
        <w:t>prevent</w:t>
      </w:r>
      <w:r w:rsidR="002D2810" w:rsidRPr="007B04AB">
        <w:t xml:space="preserve"> the router from attempting to translate incorrectly entered commands.</w:t>
      </w:r>
    </w:p>
    <w:p w:rsidR="002D2810" w:rsidRDefault="002D2810" w:rsidP="002F437D">
      <w:pPr>
        <w:pStyle w:val="StepHead"/>
      </w:pPr>
      <w:r w:rsidRPr="00A6296E">
        <w:t xml:space="preserve">Configure the </w:t>
      </w:r>
      <w:r w:rsidR="000A3192">
        <w:t>OSPF</w:t>
      </w:r>
      <w:r w:rsidRPr="00A6296E">
        <w:t xml:space="preserve"> routing protocol on R1, R2, and R3.</w:t>
      </w:r>
    </w:p>
    <w:p w:rsidR="002D2810" w:rsidRPr="007B04AB" w:rsidRDefault="002D2810" w:rsidP="002F437D">
      <w:pPr>
        <w:pStyle w:val="SubStepAlpha"/>
      </w:pPr>
      <w:r w:rsidRPr="007B04AB">
        <w:t>On R1, use the following commands</w:t>
      </w:r>
      <w:r w:rsidR="00EF52C5">
        <w:t>:</w:t>
      </w:r>
    </w:p>
    <w:p w:rsidR="002D2810" w:rsidRPr="007309B1" w:rsidRDefault="002D2810" w:rsidP="00BD61A3">
      <w:pPr>
        <w:pStyle w:val="CMD"/>
        <w:rPr>
          <w:noProof/>
        </w:rPr>
      </w:pPr>
      <w:r w:rsidRPr="007B04AB">
        <w:t xml:space="preserve">R1(config)# </w:t>
      </w:r>
      <w:r w:rsidRPr="009E59A7">
        <w:rPr>
          <w:rStyle w:val="CMDBold"/>
        </w:rPr>
        <w:t xml:space="preserve">router </w:t>
      </w:r>
      <w:r w:rsidR="000A3192" w:rsidRPr="009E59A7">
        <w:rPr>
          <w:rStyle w:val="CMDBold"/>
        </w:rPr>
        <w:t>ospf</w:t>
      </w:r>
      <w:r w:rsidRPr="009E59A7">
        <w:rPr>
          <w:rStyle w:val="CMDBold"/>
        </w:rPr>
        <w:t xml:space="preserve"> </w:t>
      </w:r>
      <w:r w:rsidRPr="007309B1">
        <w:rPr>
          <w:rStyle w:val="CMDBold"/>
          <w:noProof/>
        </w:rPr>
        <w:t>101</w:t>
      </w:r>
    </w:p>
    <w:p w:rsidR="002D2810" w:rsidRPr="009E59A7" w:rsidRDefault="002D2810" w:rsidP="00BD61A3">
      <w:pPr>
        <w:pStyle w:val="CMD"/>
        <w:rPr>
          <w:rStyle w:val="CMDBold"/>
        </w:rPr>
      </w:pPr>
      <w:r w:rsidRPr="007309B1">
        <w:rPr>
          <w:noProof/>
        </w:rPr>
        <w:t xml:space="preserve">R1(config-router)# </w:t>
      </w:r>
      <w:r w:rsidRPr="007309B1">
        <w:rPr>
          <w:rStyle w:val="CMDBold"/>
          <w:noProof/>
        </w:rPr>
        <w:t>network 192.168.1.0 0.0.0.255</w:t>
      </w:r>
      <w:r w:rsidR="000A3192" w:rsidRPr="009E59A7">
        <w:rPr>
          <w:rStyle w:val="CMDBold"/>
        </w:rPr>
        <w:t xml:space="preserve"> area 0</w:t>
      </w:r>
    </w:p>
    <w:p w:rsidR="002D2810" w:rsidRPr="007B04AB" w:rsidRDefault="002D2810" w:rsidP="00BD61A3">
      <w:pPr>
        <w:pStyle w:val="CMD"/>
      </w:pPr>
      <w:r w:rsidRPr="007B04AB">
        <w:t xml:space="preserve">R1(config-router)# </w:t>
      </w:r>
      <w:r w:rsidRPr="009E59A7">
        <w:rPr>
          <w:rStyle w:val="CMDBold"/>
        </w:rPr>
        <w:t>network 10.1.1.0 0.0.0.3</w:t>
      </w:r>
      <w:r w:rsidR="000A3192" w:rsidRPr="009E59A7">
        <w:rPr>
          <w:rStyle w:val="CMDBold"/>
        </w:rPr>
        <w:t xml:space="preserve"> area 0</w:t>
      </w:r>
    </w:p>
    <w:p w:rsidR="002D2810" w:rsidRPr="007B04AB" w:rsidRDefault="002D2810" w:rsidP="002F437D">
      <w:pPr>
        <w:pStyle w:val="SubStepAlpha"/>
      </w:pPr>
      <w:r w:rsidRPr="007B04AB">
        <w:t>On R2, use the following commands</w:t>
      </w:r>
      <w:r w:rsidR="00EF52C5">
        <w:t>:</w:t>
      </w:r>
    </w:p>
    <w:p w:rsidR="002D2810" w:rsidRPr="007B04AB" w:rsidRDefault="002D2810" w:rsidP="00BD61A3">
      <w:pPr>
        <w:pStyle w:val="CMD"/>
      </w:pPr>
      <w:r w:rsidRPr="007B04AB">
        <w:t xml:space="preserve">R2(config)# </w:t>
      </w:r>
      <w:r w:rsidRPr="009E59A7">
        <w:rPr>
          <w:rStyle w:val="CMDBold"/>
        </w:rPr>
        <w:t xml:space="preserve">router </w:t>
      </w:r>
      <w:r w:rsidR="000A3192" w:rsidRPr="009E59A7">
        <w:rPr>
          <w:rStyle w:val="CMDBold"/>
        </w:rPr>
        <w:t>ospf</w:t>
      </w:r>
      <w:r w:rsidRPr="009E59A7">
        <w:rPr>
          <w:rStyle w:val="CMDBold"/>
        </w:rPr>
        <w:t xml:space="preserve"> 101</w:t>
      </w:r>
    </w:p>
    <w:p w:rsidR="002D2810" w:rsidRPr="007309B1" w:rsidRDefault="002D2810" w:rsidP="00BD61A3">
      <w:pPr>
        <w:pStyle w:val="CMD"/>
        <w:rPr>
          <w:noProof/>
        </w:rPr>
      </w:pPr>
      <w:r w:rsidRPr="007309B1">
        <w:rPr>
          <w:noProof/>
        </w:rPr>
        <w:t xml:space="preserve">R2(config-router)# </w:t>
      </w:r>
      <w:r w:rsidRPr="007309B1">
        <w:rPr>
          <w:rStyle w:val="CMDBold"/>
          <w:noProof/>
        </w:rPr>
        <w:t>network 10.1.1.0 0.0.0.3</w:t>
      </w:r>
      <w:r w:rsidR="000A3192" w:rsidRPr="007309B1">
        <w:rPr>
          <w:rStyle w:val="CMDBold"/>
          <w:noProof/>
        </w:rPr>
        <w:t xml:space="preserve"> area 0</w:t>
      </w:r>
    </w:p>
    <w:p w:rsidR="002D2810" w:rsidRPr="007B04AB" w:rsidRDefault="002D2810" w:rsidP="00BD61A3">
      <w:pPr>
        <w:pStyle w:val="CMD"/>
      </w:pPr>
      <w:r w:rsidRPr="007309B1">
        <w:rPr>
          <w:noProof/>
        </w:rPr>
        <w:t>R2</w:t>
      </w:r>
      <w:r w:rsidRPr="007B04AB">
        <w:t xml:space="preserve">(config-router)# </w:t>
      </w:r>
      <w:r w:rsidRPr="009E59A7">
        <w:rPr>
          <w:rStyle w:val="CMDBold"/>
        </w:rPr>
        <w:t>network 10.2.2.0 0.0.0.3</w:t>
      </w:r>
      <w:r w:rsidR="000A3192" w:rsidRPr="009E59A7">
        <w:rPr>
          <w:rStyle w:val="CMDBold"/>
        </w:rPr>
        <w:t xml:space="preserve"> area 0</w:t>
      </w:r>
    </w:p>
    <w:p w:rsidR="002D2810" w:rsidRPr="007B04AB" w:rsidRDefault="002D2810" w:rsidP="002F437D">
      <w:pPr>
        <w:pStyle w:val="SubStepAlpha"/>
      </w:pPr>
      <w:r w:rsidRPr="007B04AB">
        <w:t>On R3, use the following commands</w:t>
      </w:r>
      <w:r w:rsidR="00EF52C5">
        <w:t>:</w:t>
      </w:r>
    </w:p>
    <w:p w:rsidR="002D2810" w:rsidRPr="007309B1" w:rsidRDefault="002D2810" w:rsidP="00BD61A3">
      <w:pPr>
        <w:pStyle w:val="CMD"/>
        <w:rPr>
          <w:noProof/>
        </w:rPr>
      </w:pPr>
      <w:r w:rsidRPr="007B04AB">
        <w:t xml:space="preserve">R3(config)# </w:t>
      </w:r>
      <w:r w:rsidR="003206E5" w:rsidRPr="009E59A7">
        <w:rPr>
          <w:rStyle w:val="CMDBold"/>
        </w:rPr>
        <w:t>router ospf</w:t>
      </w:r>
      <w:r w:rsidRPr="009E59A7">
        <w:rPr>
          <w:rStyle w:val="CMDBold"/>
        </w:rPr>
        <w:t xml:space="preserve"> </w:t>
      </w:r>
      <w:r w:rsidRPr="007309B1">
        <w:rPr>
          <w:rStyle w:val="CMDBold"/>
          <w:noProof/>
        </w:rPr>
        <w:t>101</w:t>
      </w:r>
    </w:p>
    <w:p w:rsidR="002D2810" w:rsidRPr="007B04AB" w:rsidRDefault="002D2810" w:rsidP="00BD61A3">
      <w:pPr>
        <w:pStyle w:val="CMD"/>
      </w:pPr>
      <w:r w:rsidRPr="007309B1">
        <w:rPr>
          <w:noProof/>
        </w:rPr>
        <w:t xml:space="preserve">R3(config-router)# </w:t>
      </w:r>
      <w:r w:rsidRPr="007309B1">
        <w:rPr>
          <w:rStyle w:val="CMDBold"/>
          <w:noProof/>
        </w:rPr>
        <w:t>network 192.168.3.0 0.0.0.255</w:t>
      </w:r>
      <w:r w:rsidR="00447ED7" w:rsidRPr="009E59A7">
        <w:rPr>
          <w:rStyle w:val="CMDBold"/>
        </w:rPr>
        <w:t xml:space="preserve"> area 0</w:t>
      </w:r>
    </w:p>
    <w:p w:rsidR="002D2810" w:rsidRPr="007B04AB" w:rsidRDefault="002D2810" w:rsidP="00BD61A3">
      <w:pPr>
        <w:pStyle w:val="CMD"/>
      </w:pPr>
      <w:r w:rsidRPr="007B04AB">
        <w:t xml:space="preserve">R3(config-router)# </w:t>
      </w:r>
      <w:r w:rsidRPr="009E59A7">
        <w:rPr>
          <w:rStyle w:val="CMDBold"/>
        </w:rPr>
        <w:t>network 10.2.2.0 0.0.0.3</w:t>
      </w:r>
      <w:r w:rsidR="00447ED7" w:rsidRPr="009E59A7">
        <w:rPr>
          <w:rStyle w:val="CMDBold"/>
        </w:rPr>
        <w:t xml:space="preserve"> area 0</w:t>
      </w:r>
    </w:p>
    <w:p w:rsidR="002D2810" w:rsidRPr="007309B1" w:rsidRDefault="002D2810" w:rsidP="002F437D">
      <w:pPr>
        <w:pStyle w:val="StepHead"/>
        <w:rPr>
          <w:noProof/>
        </w:rPr>
      </w:pPr>
      <w:r w:rsidRPr="007309B1">
        <w:rPr>
          <w:noProof/>
        </w:rPr>
        <w:t>Configure PC host IP settings.</w:t>
      </w:r>
    </w:p>
    <w:p w:rsidR="002D2810" w:rsidRPr="007309B1" w:rsidRDefault="002D2810" w:rsidP="002F437D">
      <w:pPr>
        <w:pStyle w:val="SubStepAlpha"/>
        <w:rPr>
          <w:noProof/>
        </w:rPr>
      </w:pPr>
      <w:r w:rsidRPr="007309B1">
        <w:rPr>
          <w:noProof/>
        </w:rPr>
        <w:t xml:space="preserve">Configure a static IP address, subnet mask, and default gateway for PC-A, as shown in the IP </w:t>
      </w:r>
      <w:r w:rsidR="004472EE" w:rsidRPr="007309B1">
        <w:rPr>
          <w:noProof/>
        </w:rPr>
        <w:t>A</w:t>
      </w:r>
      <w:r w:rsidRPr="007309B1">
        <w:rPr>
          <w:noProof/>
        </w:rPr>
        <w:t xml:space="preserve">ddressing </w:t>
      </w:r>
      <w:r w:rsidR="004472EE" w:rsidRPr="007309B1">
        <w:rPr>
          <w:noProof/>
        </w:rPr>
        <w:t>T</w:t>
      </w:r>
      <w:r w:rsidRPr="007309B1">
        <w:rPr>
          <w:noProof/>
        </w:rPr>
        <w:t>able.</w:t>
      </w:r>
    </w:p>
    <w:p w:rsidR="002D2810" w:rsidRPr="007309B1" w:rsidRDefault="002D2810" w:rsidP="002F437D">
      <w:pPr>
        <w:pStyle w:val="SubStepAlpha"/>
        <w:rPr>
          <w:noProof/>
        </w:rPr>
      </w:pPr>
      <w:r w:rsidRPr="007309B1">
        <w:rPr>
          <w:noProof/>
        </w:rPr>
        <w:t xml:space="preserve">Configure a static IP address, subnet mask, and default gateway for PC-C, as shown in the IP </w:t>
      </w:r>
      <w:r w:rsidR="004472EE" w:rsidRPr="007309B1">
        <w:rPr>
          <w:noProof/>
        </w:rPr>
        <w:t>A</w:t>
      </w:r>
      <w:r w:rsidRPr="007309B1">
        <w:rPr>
          <w:noProof/>
        </w:rPr>
        <w:t xml:space="preserve">ddressing </w:t>
      </w:r>
      <w:r w:rsidR="004472EE" w:rsidRPr="007309B1">
        <w:rPr>
          <w:noProof/>
        </w:rPr>
        <w:t>T</w:t>
      </w:r>
      <w:r w:rsidRPr="007309B1">
        <w:rPr>
          <w:noProof/>
        </w:rPr>
        <w:t>able.</w:t>
      </w:r>
    </w:p>
    <w:p w:rsidR="002D2810" w:rsidRPr="007309B1" w:rsidRDefault="002D2810" w:rsidP="002F437D">
      <w:pPr>
        <w:pStyle w:val="StepHead"/>
        <w:rPr>
          <w:noProof/>
        </w:rPr>
      </w:pPr>
      <w:r w:rsidRPr="007309B1">
        <w:rPr>
          <w:noProof/>
        </w:rPr>
        <w:t>Verify basic network connectivity.</w:t>
      </w:r>
    </w:p>
    <w:p w:rsidR="002D2810" w:rsidRPr="007B04AB" w:rsidRDefault="002D2810" w:rsidP="002F437D">
      <w:pPr>
        <w:pStyle w:val="SubStepAlpha"/>
      </w:pPr>
      <w:r w:rsidRPr="007309B1">
        <w:rPr>
          <w:noProof/>
        </w:rPr>
        <w:t>Ping from R1 to the R3 Fa0/1 interface at IP address 192.168.3.1.</w:t>
      </w:r>
    </w:p>
    <w:p w:rsidR="002D2810" w:rsidRPr="00BD61A3" w:rsidRDefault="002D2810" w:rsidP="00BD61A3">
      <w:pPr>
        <w:pStyle w:val="BodyTextL50"/>
        <w:rPr>
          <w:szCs w:val="20"/>
        </w:rPr>
      </w:pPr>
      <w:r w:rsidRPr="007309B1">
        <w:rPr>
          <w:noProof/>
          <w:szCs w:val="20"/>
        </w:rPr>
        <w:t xml:space="preserve">If the pings are </w:t>
      </w:r>
      <w:r w:rsidR="00EF52C5" w:rsidRPr="007309B1">
        <w:rPr>
          <w:noProof/>
          <w:szCs w:val="20"/>
        </w:rPr>
        <w:t>un</w:t>
      </w:r>
      <w:r w:rsidRPr="007309B1">
        <w:rPr>
          <w:noProof/>
          <w:szCs w:val="20"/>
        </w:rPr>
        <w:t>successful, troubleshoot the basic device configurations before co</w:t>
      </w:r>
      <w:r w:rsidR="003206E5" w:rsidRPr="007309B1">
        <w:rPr>
          <w:noProof/>
          <w:szCs w:val="20"/>
        </w:rPr>
        <w:t>ntinuing.</w:t>
      </w:r>
    </w:p>
    <w:p w:rsidR="002D2810" w:rsidRPr="007B04AB" w:rsidRDefault="002D2810" w:rsidP="002F437D">
      <w:pPr>
        <w:pStyle w:val="SubStepAlpha"/>
      </w:pPr>
      <w:r w:rsidRPr="007B04AB">
        <w:t>Ping from PC-A on the R1 LAN to PC-C on the R3 LAN.</w:t>
      </w:r>
    </w:p>
    <w:p w:rsidR="002D2810" w:rsidRPr="00BD61A3" w:rsidRDefault="002D2810" w:rsidP="00BD61A3">
      <w:pPr>
        <w:pStyle w:val="BodyTextL50"/>
        <w:rPr>
          <w:szCs w:val="20"/>
        </w:rPr>
      </w:pPr>
      <w:r w:rsidRPr="007309B1">
        <w:rPr>
          <w:noProof/>
          <w:szCs w:val="20"/>
        </w:rPr>
        <w:t xml:space="preserve">If the pings are </w:t>
      </w:r>
      <w:r w:rsidR="00EF52C5" w:rsidRPr="007309B1">
        <w:rPr>
          <w:noProof/>
          <w:szCs w:val="20"/>
        </w:rPr>
        <w:t>un</w:t>
      </w:r>
      <w:r w:rsidRPr="007309B1">
        <w:rPr>
          <w:noProof/>
          <w:szCs w:val="20"/>
        </w:rPr>
        <w:t>successful, troubleshoot the basic device co</w:t>
      </w:r>
      <w:r w:rsidR="003206E5" w:rsidRPr="007309B1">
        <w:rPr>
          <w:noProof/>
          <w:szCs w:val="20"/>
        </w:rPr>
        <w:t>nfigurations before continuing.</w:t>
      </w:r>
    </w:p>
    <w:p w:rsidR="002D2810" w:rsidRPr="007B04AB" w:rsidRDefault="002D2810" w:rsidP="003206E5">
      <w:pPr>
        <w:pStyle w:val="BodyTextL50"/>
      </w:pPr>
      <w:r w:rsidRPr="009E59A7">
        <w:rPr>
          <w:rStyle w:val="BodyTextBold"/>
          <w:rFonts w:eastAsia="Calibri"/>
        </w:rPr>
        <w:t>Note</w:t>
      </w:r>
      <w:r w:rsidRPr="003206E5">
        <w:t>:</w:t>
      </w:r>
      <w:r w:rsidRPr="007B04AB">
        <w:t xml:space="preserve"> If you can ping from PC-A to PC-C, you have demonstrated that the </w:t>
      </w:r>
      <w:r w:rsidR="003206E5">
        <w:t>OSPF</w:t>
      </w:r>
      <w:r w:rsidRPr="007B04AB">
        <w:t xml:space="preserve"> </w:t>
      </w:r>
      <w:r w:rsidRPr="007309B1">
        <w:rPr>
          <w:noProof/>
        </w:rPr>
        <w:t>routing protocol is configured and functioning correctly. If you cannot ping</w:t>
      </w:r>
      <w:r w:rsidR="00EF52C5" w:rsidRPr="007309B1">
        <w:rPr>
          <w:noProof/>
        </w:rPr>
        <w:t>,</w:t>
      </w:r>
      <w:r w:rsidRPr="007309B1">
        <w:rPr>
          <w:noProof/>
        </w:rPr>
        <w:t xml:space="preserve"> but the device interfaces are up and IP addresses are correct, use the </w:t>
      </w:r>
      <w:r w:rsidRPr="007309B1">
        <w:rPr>
          <w:rStyle w:val="BodyTextBold"/>
          <w:rFonts w:eastAsia="Calibri"/>
          <w:noProof/>
        </w:rPr>
        <w:t>show run</w:t>
      </w:r>
      <w:r w:rsidRPr="007309B1">
        <w:rPr>
          <w:noProof/>
        </w:rPr>
        <w:t xml:space="preserve"> and </w:t>
      </w:r>
      <w:r w:rsidRPr="007309B1">
        <w:rPr>
          <w:rStyle w:val="BodyTextBold"/>
          <w:rFonts w:eastAsia="Calibri"/>
          <w:noProof/>
        </w:rPr>
        <w:t>show ip route</w:t>
      </w:r>
      <w:r w:rsidRPr="007309B1">
        <w:rPr>
          <w:noProof/>
        </w:rPr>
        <w:t xml:space="preserve"> commands to help identify routing protocol-related problems.</w:t>
      </w:r>
    </w:p>
    <w:p w:rsidR="00557630" w:rsidRPr="007309B1" w:rsidRDefault="00557630" w:rsidP="00557630">
      <w:pPr>
        <w:pStyle w:val="StepHead"/>
        <w:numPr>
          <w:ilvl w:val="2"/>
          <w:numId w:val="10"/>
        </w:numPr>
        <w:rPr>
          <w:noProof/>
        </w:rPr>
      </w:pPr>
      <w:r w:rsidRPr="007309B1">
        <w:rPr>
          <w:noProof/>
        </w:rPr>
        <w:t>Configure and encrypt passwords</w:t>
      </w:r>
      <w:r w:rsidR="00E17046" w:rsidRPr="007309B1">
        <w:rPr>
          <w:noProof/>
        </w:rPr>
        <w:t>.</w:t>
      </w:r>
    </w:p>
    <w:p w:rsidR="00557630" w:rsidRDefault="00557630" w:rsidP="00557630">
      <w:pPr>
        <w:pStyle w:val="BodyTextL25"/>
      </w:pPr>
      <w:r w:rsidRPr="007309B1">
        <w:rPr>
          <w:b/>
          <w:noProof/>
        </w:rPr>
        <w:t>Note</w:t>
      </w:r>
      <w:r w:rsidRPr="007309B1">
        <w:rPr>
          <w:noProof/>
        </w:rPr>
        <w:t>: Passwords in this task are set to a minimum of 10 characters but are relatively simple for the benefit of performing the lab. More complex passwords are recommended in a production network.</w:t>
      </w:r>
    </w:p>
    <w:p w:rsidR="00557630" w:rsidRDefault="00E045A1" w:rsidP="00557630">
      <w:pPr>
        <w:pStyle w:val="BodyTextL25"/>
      </w:pPr>
      <w:r>
        <w:t>C</w:t>
      </w:r>
      <w:r w:rsidR="00557630" w:rsidRPr="002C3300">
        <w:t>onfigure the same settings for R1 and R3. R1 is shown here as an example</w:t>
      </w:r>
      <w:r w:rsidR="00557630">
        <w:t>.</w:t>
      </w:r>
    </w:p>
    <w:p w:rsidR="00557630" w:rsidRPr="00151615" w:rsidRDefault="00557630" w:rsidP="00557630">
      <w:pPr>
        <w:pStyle w:val="SubStepAlpha"/>
        <w:numPr>
          <w:ilvl w:val="3"/>
          <w:numId w:val="10"/>
        </w:numPr>
        <w:rPr>
          <w:noProof/>
        </w:rPr>
      </w:pPr>
      <w:r w:rsidRPr="00151615">
        <w:rPr>
          <w:noProof/>
        </w:rPr>
        <w:t>Configure a minimum password length.</w:t>
      </w:r>
    </w:p>
    <w:p w:rsidR="00557630" w:rsidRPr="00151615" w:rsidRDefault="00557630" w:rsidP="00557630">
      <w:pPr>
        <w:pStyle w:val="BodyTextL50"/>
        <w:rPr>
          <w:noProof/>
        </w:rPr>
      </w:pPr>
      <w:r w:rsidRPr="00151615">
        <w:rPr>
          <w:noProof/>
        </w:rPr>
        <w:t>Use the</w:t>
      </w:r>
      <w:r w:rsidRPr="00151615">
        <w:rPr>
          <w:rFonts w:ascii="Courier New" w:hAnsi="Courier New" w:cs="Courier New"/>
          <w:noProof/>
        </w:rPr>
        <w:t xml:space="preserve"> </w:t>
      </w:r>
      <w:r w:rsidRPr="00151615">
        <w:rPr>
          <w:b/>
          <w:noProof/>
        </w:rPr>
        <w:t>security passwords</w:t>
      </w:r>
      <w:r w:rsidRPr="00151615">
        <w:rPr>
          <w:noProof/>
        </w:rPr>
        <w:t xml:space="preserve"> command to set a minimum password length of 10 characters.</w:t>
      </w:r>
    </w:p>
    <w:p w:rsidR="00557630" w:rsidRDefault="00557630" w:rsidP="00557630">
      <w:pPr>
        <w:pStyle w:val="SubStepAlpha"/>
        <w:numPr>
          <w:ilvl w:val="3"/>
          <w:numId w:val="10"/>
        </w:numPr>
      </w:pPr>
      <w:r w:rsidRPr="007309B1">
        <w:rPr>
          <w:noProof/>
        </w:rPr>
        <w:t>Configure the enable secret password on both routers</w:t>
      </w:r>
      <w:r w:rsidR="00A2194E">
        <w:t xml:space="preserve"> with a password of </w:t>
      </w:r>
      <w:r w:rsidR="00A2194E" w:rsidRPr="00151615">
        <w:rPr>
          <w:b/>
        </w:rPr>
        <w:t>cisco12345</w:t>
      </w:r>
      <w:r w:rsidR="00A2194E" w:rsidRPr="00A2194E">
        <w:t>.</w:t>
      </w:r>
      <w:r>
        <w:t xml:space="preserve"> Use the type 9 (SCRYPT) hashing algorithm.</w:t>
      </w:r>
    </w:p>
    <w:p w:rsidR="00147E27" w:rsidRPr="00E264EC" w:rsidRDefault="00147E27" w:rsidP="00147E27">
      <w:pPr>
        <w:pStyle w:val="SubStepAlpha"/>
        <w:numPr>
          <w:ilvl w:val="3"/>
          <w:numId w:val="10"/>
        </w:numPr>
      </w:pPr>
      <w:r>
        <w:t xml:space="preserve">Create a local </w:t>
      </w:r>
      <w:r w:rsidRPr="00151615">
        <w:rPr>
          <w:b/>
        </w:rPr>
        <w:t>admin01</w:t>
      </w:r>
      <w:r>
        <w:t xml:space="preserve"> account using </w:t>
      </w:r>
      <w:r w:rsidRPr="00151615">
        <w:rPr>
          <w:b/>
        </w:rPr>
        <w:t>admin01pass</w:t>
      </w:r>
      <w:r>
        <w:t xml:space="preserve"> for the password</w:t>
      </w:r>
      <w:r w:rsidRPr="00E264EC">
        <w:t>.</w:t>
      </w:r>
      <w:r>
        <w:t xml:space="preserve"> Use the type 9 (SCRYPT) hashing algorithm.</w:t>
      </w:r>
    </w:p>
    <w:p w:rsidR="002D2810" w:rsidRDefault="002D2810" w:rsidP="002F437D">
      <w:pPr>
        <w:pStyle w:val="StepHead"/>
      </w:pPr>
      <w:r>
        <w:t>Configure the console line.</w:t>
      </w:r>
    </w:p>
    <w:p w:rsidR="002D2810" w:rsidRPr="00BD61A3" w:rsidRDefault="002D2810" w:rsidP="00E17046">
      <w:pPr>
        <w:pStyle w:val="BodyTextL25"/>
      </w:pPr>
      <w:r w:rsidRPr="007334B1">
        <w:t xml:space="preserve">Configure </w:t>
      </w:r>
      <w:r w:rsidR="00A72B51">
        <w:t>the console to use the local database for login</w:t>
      </w:r>
      <w:r w:rsidR="00A2194E">
        <w:t>.</w:t>
      </w:r>
      <w:r w:rsidRPr="007334B1">
        <w:t xml:space="preserve"> For additional security, </w:t>
      </w:r>
      <w:r w:rsidR="00A2194E">
        <w:t>configure</w:t>
      </w:r>
      <w:r w:rsidRPr="007334B1">
        <w:t xml:space="preserve"> the line to log out after </w:t>
      </w:r>
      <w:r w:rsidR="00E045A1">
        <w:t>five</w:t>
      </w:r>
      <w:r w:rsidR="00E045A1" w:rsidRPr="007334B1">
        <w:t xml:space="preserve"> </w:t>
      </w:r>
      <w:r w:rsidRPr="007334B1">
        <w:t xml:space="preserve">minutes of inactivity. </w:t>
      </w:r>
      <w:r w:rsidR="00A2194E">
        <w:t>Issue t</w:t>
      </w:r>
      <w:r w:rsidRPr="007334B1">
        <w:t xml:space="preserve">he </w:t>
      </w:r>
      <w:r w:rsidRPr="009E59A7">
        <w:rPr>
          <w:rStyle w:val="BodyTextBold"/>
          <w:rFonts w:eastAsia="Calibri"/>
        </w:rPr>
        <w:t>logging synchronous</w:t>
      </w:r>
      <w:r w:rsidRPr="007334B1">
        <w:t xml:space="preserve"> command </w:t>
      </w:r>
      <w:r w:rsidR="00A2194E">
        <w:t xml:space="preserve">to </w:t>
      </w:r>
      <w:r w:rsidRPr="007334B1">
        <w:t>prevent console messages from interrupting command entry.</w:t>
      </w:r>
    </w:p>
    <w:p w:rsidR="00A72B51" w:rsidRPr="00A72B51" w:rsidRDefault="00A72B51" w:rsidP="00A72B51">
      <w:pPr>
        <w:pStyle w:val="StepHead"/>
      </w:pPr>
      <w:r w:rsidRPr="00A72B51">
        <w:t>Configure SSH Server</w:t>
      </w:r>
      <w:r w:rsidR="00E17046">
        <w:t>.</w:t>
      </w:r>
    </w:p>
    <w:p w:rsidR="00A72B51" w:rsidRDefault="00A72B51" w:rsidP="00E17046">
      <w:pPr>
        <w:pStyle w:val="SubStepAlpha"/>
      </w:pPr>
      <w:r w:rsidRPr="00AC3E7F">
        <w:t xml:space="preserve">Configure </w:t>
      </w:r>
      <w:r>
        <w:t xml:space="preserve">a domain name </w:t>
      </w:r>
      <w:r w:rsidRPr="00151615">
        <w:rPr>
          <w:b/>
        </w:rPr>
        <w:t>ccnasecurity.com</w:t>
      </w:r>
      <w:r>
        <w:t>.</w:t>
      </w:r>
    </w:p>
    <w:p w:rsidR="00A72B51" w:rsidRDefault="00A72B51" w:rsidP="00E17046">
      <w:pPr>
        <w:pStyle w:val="SubStepAlpha"/>
      </w:pPr>
      <w:r w:rsidRPr="007309B1">
        <w:rPr>
          <w:noProof/>
        </w:rPr>
        <w:t xml:space="preserve">Configure the RSA keys with </w:t>
      </w:r>
      <w:r w:rsidRPr="00151615">
        <w:rPr>
          <w:b/>
        </w:rPr>
        <w:t>1024</w:t>
      </w:r>
      <w:r w:rsidRPr="007309B1">
        <w:rPr>
          <w:noProof/>
        </w:rPr>
        <w:t xml:space="preserve"> for the number of modulus bits.</w:t>
      </w:r>
    </w:p>
    <w:p w:rsidR="00A72B51" w:rsidRDefault="00A72B51" w:rsidP="00E17046">
      <w:pPr>
        <w:pStyle w:val="SubStepAlpha"/>
      </w:pPr>
      <w:r>
        <w:t>Issue the command to force the use of SSH version 2.</w:t>
      </w:r>
    </w:p>
    <w:p w:rsidR="002D2810" w:rsidRPr="007334B1" w:rsidRDefault="002D2810" w:rsidP="002F437D">
      <w:pPr>
        <w:pStyle w:val="SubStepAlpha"/>
      </w:pPr>
      <w:r w:rsidRPr="007334B1">
        <w:t>Configure</w:t>
      </w:r>
      <w:r w:rsidR="00165974">
        <w:t xml:space="preserve"> the vty line</w:t>
      </w:r>
      <w:r w:rsidR="00A72B51">
        <w:t>s</w:t>
      </w:r>
      <w:r w:rsidR="00165974">
        <w:t xml:space="preserve"> on</w:t>
      </w:r>
      <w:r w:rsidRPr="007334B1">
        <w:t xml:space="preserve"> R1</w:t>
      </w:r>
      <w:r w:rsidR="00A72B51">
        <w:t xml:space="preserve"> and R3 to use the local database for login</w:t>
      </w:r>
      <w:r w:rsidRPr="007334B1">
        <w:t>.</w:t>
      </w:r>
      <w:r w:rsidR="00165974">
        <w:t xml:space="preserve"> </w:t>
      </w:r>
      <w:r w:rsidR="00A2647E">
        <w:t xml:space="preserve">Remote access to the routers should only be allowed using SSH. Configure the vty lines to logout after </w:t>
      </w:r>
      <w:r w:rsidR="00E045A1">
        <w:t>five</w:t>
      </w:r>
      <w:r w:rsidR="00E045A1" w:rsidRPr="007334B1">
        <w:t xml:space="preserve"> </w:t>
      </w:r>
      <w:r w:rsidR="00165974" w:rsidRPr="007334B1">
        <w:t>minutes of inactivity.</w:t>
      </w:r>
    </w:p>
    <w:p w:rsidR="002D2810" w:rsidRPr="007309B1" w:rsidRDefault="002D2810" w:rsidP="00E17046">
      <w:pPr>
        <w:pStyle w:val="StepHead"/>
        <w:rPr>
          <w:noProof/>
        </w:rPr>
      </w:pPr>
      <w:r w:rsidRPr="007309B1">
        <w:rPr>
          <w:noProof/>
        </w:rPr>
        <w:t>Save the basic running configuration for all three routers.</w:t>
      </w:r>
    </w:p>
    <w:p w:rsidR="002D2810" w:rsidRPr="007334B1" w:rsidRDefault="002D2810" w:rsidP="003206E5">
      <w:pPr>
        <w:pStyle w:val="BodyTextL25"/>
      </w:pPr>
      <w:r w:rsidRPr="007309B1">
        <w:rPr>
          <w:noProof/>
        </w:rPr>
        <w:t xml:space="preserve">Save the running configuration to the startup configuration from the privileged EXEC </w:t>
      </w:r>
      <w:r w:rsidR="00D41DF0" w:rsidRPr="007309B1">
        <w:rPr>
          <w:noProof/>
        </w:rPr>
        <w:t xml:space="preserve">mode </w:t>
      </w:r>
      <w:r w:rsidRPr="007309B1">
        <w:rPr>
          <w:noProof/>
        </w:rPr>
        <w:t>prompt</w:t>
      </w:r>
      <w:r w:rsidR="00165974">
        <w:t xml:space="preserve"> on R1, </w:t>
      </w:r>
      <w:r w:rsidR="00165974" w:rsidRPr="00151615">
        <w:rPr>
          <w:noProof/>
        </w:rPr>
        <w:t>R2</w:t>
      </w:r>
      <w:r w:rsidR="00D41DF0" w:rsidRPr="00151615">
        <w:rPr>
          <w:noProof/>
        </w:rPr>
        <w:t>,</w:t>
      </w:r>
      <w:r w:rsidR="00165974">
        <w:t xml:space="preserve"> and R3</w:t>
      </w:r>
      <w:r w:rsidRPr="007334B1">
        <w:t>.</w:t>
      </w:r>
    </w:p>
    <w:p w:rsidR="002D2810" w:rsidRPr="00007DF3" w:rsidRDefault="002D2810" w:rsidP="00007DF3">
      <w:pPr>
        <w:pStyle w:val="CMD"/>
      </w:pPr>
      <w:r w:rsidRPr="00007DF3">
        <w:t xml:space="preserve">R1# </w:t>
      </w:r>
      <w:r w:rsidRPr="009E59A7">
        <w:rPr>
          <w:rStyle w:val="CMDBold"/>
        </w:rPr>
        <w:t>copy running-config startup-config</w:t>
      </w:r>
    </w:p>
    <w:p w:rsidR="002D2810" w:rsidRPr="00007DF3" w:rsidRDefault="002D2810" w:rsidP="000A3192">
      <w:pPr>
        <w:pStyle w:val="PartHead"/>
        <w:rPr>
          <w:highlight w:val="cyan"/>
        </w:rPr>
      </w:pPr>
      <w:r w:rsidRPr="007334B1">
        <w:rPr>
          <w:highlight w:val="cyan"/>
        </w:rPr>
        <w:t xml:space="preserve">Configure a Site-to-Site VPN with Cisco </w:t>
      </w:r>
      <w:r w:rsidRPr="00007DF3">
        <w:rPr>
          <w:highlight w:val="cyan"/>
        </w:rPr>
        <w:t>IOS</w:t>
      </w:r>
    </w:p>
    <w:p w:rsidR="002D2810" w:rsidRPr="007334B1" w:rsidRDefault="002D2810" w:rsidP="00CF116C">
      <w:pPr>
        <w:pStyle w:val="BodyTextL25"/>
      </w:pPr>
      <w:r w:rsidRPr="007309B1">
        <w:rPr>
          <w:noProof/>
        </w:rPr>
        <w:t>In Part 2 of this lab, you</w:t>
      </w:r>
      <w:r w:rsidR="00D41DF0" w:rsidRPr="007309B1">
        <w:rPr>
          <w:noProof/>
        </w:rPr>
        <w:t xml:space="preserve"> will</w:t>
      </w:r>
      <w:r w:rsidRPr="007334B1">
        <w:t xml:space="preserve"> </w:t>
      </w:r>
      <w:r w:rsidRPr="007309B1">
        <w:rPr>
          <w:noProof/>
        </w:rPr>
        <w:t>configure an IPsec VPN tunnel between R1 and R3 that passes through R2. You will configure R1 and R3 using the Cisco IOS CLI. You</w:t>
      </w:r>
      <w:r w:rsidRPr="007334B1">
        <w:t xml:space="preserve"> </w:t>
      </w:r>
      <w:r w:rsidR="00E045A1">
        <w:t xml:space="preserve">will </w:t>
      </w:r>
      <w:r w:rsidRPr="007334B1">
        <w:t>then review and test the resulting configuration.</w:t>
      </w:r>
    </w:p>
    <w:p w:rsidR="002D2810" w:rsidRPr="007309B1" w:rsidRDefault="002D2810" w:rsidP="00C90741">
      <w:pPr>
        <w:pStyle w:val="TaskHead"/>
        <w:rPr>
          <w:noProof/>
        </w:rPr>
      </w:pPr>
      <w:r w:rsidRPr="007309B1">
        <w:rPr>
          <w:noProof/>
        </w:rPr>
        <w:t>Configure IPsec VPN Settings on R1 and R3</w:t>
      </w:r>
      <w:r w:rsidR="00015FBF" w:rsidRPr="007309B1">
        <w:rPr>
          <w:noProof/>
        </w:rPr>
        <w:t>.</w:t>
      </w:r>
    </w:p>
    <w:p w:rsidR="002D2810" w:rsidRDefault="002D2810" w:rsidP="002F437D">
      <w:pPr>
        <w:pStyle w:val="StepHead"/>
      </w:pPr>
      <w:r w:rsidRPr="007309B1">
        <w:rPr>
          <w:noProof/>
        </w:rPr>
        <w:t>Verify</w:t>
      </w:r>
      <w:r w:rsidRPr="001F4F1B">
        <w:t xml:space="preserve"> </w:t>
      </w:r>
      <w:r>
        <w:t xml:space="preserve">connectivity from the R1 LAN to the </w:t>
      </w:r>
      <w:r w:rsidRPr="001F4F1B">
        <w:t>R</w:t>
      </w:r>
      <w:r>
        <w:t>3 LAN.</w:t>
      </w:r>
    </w:p>
    <w:p w:rsidR="002D2810" w:rsidRPr="007334B1" w:rsidRDefault="002D2810" w:rsidP="00CF116C">
      <w:pPr>
        <w:pStyle w:val="BodyTextL25"/>
      </w:pPr>
      <w:r w:rsidRPr="007334B1">
        <w:t xml:space="preserve">In this task, you </w:t>
      </w:r>
      <w:r w:rsidR="00D41DF0">
        <w:t xml:space="preserve">will </w:t>
      </w:r>
      <w:r w:rsidRPr="007334B1">
        <w:t xml:space="preserve">verify that PC-A on the R1 LAN can ping PC-C on </w:t>
      </w:r>
      <w:r w:rsidR="005A3C80">
        <w:t xml:space="preserve">the </w:t>
      </w:r>
      <w:r w:rsidRPr="007334B1">
        <w:t>R3 LAN</w:t>
      </w:r>
      <w:r w:rsidR="00E045A1">
        <w:t xml:space="preserve"> with no tunnel in place</w:t>
      </w:r>
      <w:r w:rsidRPr="007334B1">
        <w:t>.</w:t>
      </w:r>
    </w:p>
    <w:p w:rsidR="002D2810" w:rsidRPr="007334B1" w:rsidRDefault="00E045A1" w:rsidP="00007DF3">
      <w:pPr>
        <w:pStyle w:val="BodyTextL25"/>
      </w:pPr>
      <w:r>
        <w:t>P</w:t>
      </w:r>
      <w:r w:rsidR="002D2810" w:rsidRPr="007334B1">
        <w:t xml:space="preserve">ing the PC-C IP address of </w:t>
      </w:r>
      <w:r w:rsidR="002D2810" w:rsidRPr="00151615">
        <w:rPr>
          <w:b/>
        </w:rPr>
        <w:t>192.168.3.3</w:t>
      </w:r>
      <w:r>
        <w:t xml:space="preserve"> from PC-A</w:t>
      </w:r>
      <w:r w:rsidR="002D2810" w:rsidRPr="007334B1">
        <w:t>.</w:t>
      </w:r>
    </w:p>
    <w:p w:rsidR="002D2810" w:rsidRPr="007334B1" w:rsidRDefault="002D2810" w:rsidP="00BD61A3">
      <w:pPr>
        <w:pStyle w:val="CMD"/>
      </w:pPr>
      <w:r w:rsidRPr="007334B1">
        <w:t xml:space="preserve">PC-A:\&gt; </w:t>
      </w:r>
      <w:r w:rsidRPr="009E59A7">
        <w:rPr>
          <w:rStyle w:val="CMDBold"/>
        </w:rPr>
        <w:t>ping 192.168.3.3</w:t>
      </w:r>
    </w:p>
    <w:p w:rsidR="002D2810" w:rsidRPr="00BD61A3" w:rsidRDefault="002D2810" w:rsidP="00007DF3">
      <w:pPr>
        <w:pStyle w:val="BodyTextL25"/>
      </w:pPr>
      <w:r w:rsidRPr="007309B1">
        <w:rPr>
          <w:noProof/>
        </w:rPr>
        <w:t xml:space="preserve">If the pings are </w:t>
      </w:r>
      <w:r w:rsidR="00972CD3" w:rsidRPr="007309B1">
        <w:rPr>
          <w:noProof/>
        </w:rPr>
        <w:t>un</w:t>
      </w:r>
      <w:r w:rsidRPr="007309B1">
        <w:rPr>
          <w:noProof/>
        </w:rPr>
        <w:t>successful, troubleshoot the basic device co</w:t>
      </w:r>
      <w:r w:rsidR="00007DF3" w:rsidRPr="007309B1">
        <w:rPr>
          <w:noProof/>
        </w:rPr>
        <w:t>nfigurations before continuing.</w:t>
      </w:r>
    </w:p>
    <w:p w:rsidR="002D2810" w:rsidRPr="000515C7" w:rsidRDefault="002D2810" w:rsidP="002F437D">
      <w:pPr>
        <w:pStyle w:val="StepHead"/>
      </w:pPr>
      <w:r>
        <w:t>Enable IKE policies on R1 and R3.</w:t>
      </w:r>
    </w:p>
    <w:p w:rsidR="002D2810" w:rsidRPr="007334B1" w:rsidRDefault="002D2810" w:rsidP="00CF116C">
      <w:pPr>
        <w:pStyle w:val="BodyTextL25"/>
      </w:pPr>
      <w:r w:rsidRPr="007334B1">
        <w:t xml:space="preserve">IPsec is an open framework that allows </w:t>
      </w:r>
      <w:r w:rsidR="005A3C80">
        <w:t xml:space="preserve">for </w:t>
      </w:r>
      <w:r w:rsidRPr="007334B1">
        <w:t xml:space="preserve">the exchange of security protocols as new technologies, </w:t>
      </w:r>
      <w:r w:rsidR="005A3C80">
        <w:t>and</w:t>
      </w:r>
      <w:r w:rsidRPr="007334B1">
        <w:t xml:space="preserve"> encryp</w:t>
      </w:r>
      <w:r w:rsidR="00007DF3">
        <w:t xml:space="preserve">tion algorithms </w:t>
      </w:r>
      <w:r w:rsidR="005A3C80">
        <w:t xml:space="preserve">as they </w:t>
      </w:r>
      <w:r w:rsidR="00007DF3">
        <w:t>are developed.</w:t>
      </w:r>
    </w:p>
    <w:p w:rsidR="002D2810" w:rsidRPr="007309B1" w:rsidRDefault="002D2810" w:rsidP="00CF116C">
      <w:pPr>
        <w:pStyle w:val="BodyTextL25"/>
        <w:rPr>
          <w:noProof/>
        </w:rPr>
      </w:pPr>
      <w:r w:rsidRPr="007334B1">
        <w:t xml:space="preserve">There are two central configuration elements </w:t>
      </w:r>
      <w:r w:rsidR="00E045A1">
        <w:t>in</w:t>
      </w:r>
      <w:r w:rsidRPr="007334B1">
        <w:t xml:space="preserve"> </w:t>
      </w:r>
      <w:r w:rsidRPr="007309B1">
        <w:rPr>
          <w:noProof/>
        </w:rPr>
        <w:t>the implementation of an IPsec VPN:</w:t>
      </w:r>
    </w:p>
    <w:p w:rsidR="002D2810" w:rsidRPr="007309B1" w:rsidRDefault="002D2810" w:rsidP="00007DF3">
      <w:pPr>
        <w:pStyle w:val="Bulletlevel1"/>
        <w:rPr>
          <w:noProof/>
        </w:rPr>
      </w:pPr>
      <w:r w:rsidRPr="007309B1">
        <w:rPr>
          <w:noProof/>
        </w:rPr>
        <w:t>Implement Internet Key Exchange (IKE) parameters</w:t>
      </w:r>
    </w:p>
    <w:p w:rsidR="002D2810" w:rsidRPr="007309B1" w:rsidRDefault="002D2810" w:rsidP="00007DF3">
      <w:pPr>
        <w:pStyle w:val="Bulletlevel1"/>
        <w:rPr>
          <w:noProof/>
        </w:rPr>
      </w:pPr>
      <w:r w:rsidRPr="007309B1">
        <w:rPr>
          <w:noProof/>
        </w:rPr>
        <w:t>Implement IPsec parameters</w:t>
      </w:r>
    </w:p>
    <w:p w:rsidR="002D2810" w:rsidRPr="007309B1" w:rsidRDefault="002D2810" w:rsidP="002F437D">
      <w:pPr>
        <w:pStyle w:val="SubStepAlpha"/>
        <w:rPr>
          <w:noProof/>
        </w:rPr>
      </w:pPr>
      <w:r w:rsidRPr="007309B1">
        <w:rPr>
          <w:noProof/>
        </w:rPr>
        <w:t>Verify that IKE is supported and enabled.</w:t>
      </w:r>
    </w:p>
    <w:p w:rsidR="002D2810" w:rsidRPr="007309B1" w:rsidRDefault="002D2810" w:rsidP="00BD61A3">
      <w:pPr>
        <w:pStyle w:val="BodyTextL50"/>
        <w:rPr>
          <w:noProof/>
          <w:szCs w:val="20"/>
        </w:rPr>
      </w:pPr>
      <w:r w:rsidRPr="007309B1">
        <w:rPr>
          <w:noProof/>
          <w:szCs w:val="20"/>
        </w:rPr>
        <w:t>IKE Phase 1 defines the key exchange method used to pass and validate IKE policies between peers. In IKE Phase 2, the peers exchange and match IPsec policies for the authentication and encryption of data traffic.</w:t>
      </w:r>
    </w:p>
    <w:p w:rsidR="002D2810" w:rsidRPr="007309B1" w:rsidRDefault="002D2810" w:rsidP="00BD61A3">
      <w:pPr>
        <w:pStyle w:val="BodyTextL50"/>
        <w:rPr>
          <w:noProof/>
          <w:szCs w:val="20"/>
        </w:rPr>
      </w:pPr>
      <w:r w:rsidRPr="007309B1">
        <w:rPr>
          <w:noProof/>
          <w:szCs w:val="20"/>
        </w:rPr>
        <w:t>IKE must be enabled for IPsec to function. IKE is enabled</w:t>
      </w:r>
      <w:r w:rsidR="00972CD3" w:rsidRPr="007309B1">
        <w:rPr>
          <w:noProof/>
          <w:szCs w:val="20"/>
        </w:rPr>
        <w:t>,</w:t>
      </w:r>
      <w:r w:rsidRPr="007309B1">
        <w:rPr>
          <w:noProof/>
          <w:szCs w:val="20"/>
        </w:rPr>
        <w:t xml:space="preserve"> by default</w:t>
      </w:r>
      <w:r w:rsidR="00972CD3" w:rsidRPr="007309B1">
        <w:rPr>
          <w:noProof/>
          <w:szCs w:val="20"/>
        </w:rPr>
        <w:t>,</w:t>
      </w:r>
      <w:r w:rsidRPr="007309B1">
        <w:rPr>
          <w:noProof/>
          <w:szCs w:val="20"/>
        </w:rPr>
        <w:t xml:space="preserve"> on IOS images with cryptographic feature sets. If it is disabled,</w:t>
      </w:r>
      <w:r w:rsidRPr="00BD61A3">
        <w:rPr>
          <w:szCs w:val="20"/>
        </w:rPr>
        <w:t xml:space="preserve"> you can enable it with the </w:t>
      </w:r>
      <w:r w:rsidRPr="009E59A7">
        <w:rPr>
          <w:rStyle w:val="BodyTextBold"/>
          <w:rFonts w:eastAsia="Calibri"/>
        </w:rPr>
        <w:t>crypto isakmp enable</w:t>
      </w:r>
      <w:r w:rsidR="00972CD3" w:rsidRPr="00972CD3">
        <w:rPr>
          <w:szCs w:val="20"/>
        </w:rPr>
        <w:t xml:space="preserve"> </w:t>
      </w:r>
      <w:r w:rsidR="00972CD3" w:rsidRPr="00BD61A3">
        <w:rPr>
          <w:szCs w:val="20"/>
        </w:rPr>
        <w:t>command</w:t>
      </w:r>
      <w:r w:rsidRPr="00BD61A3">
        <w:rPr>
          <w:szCs w:val="20"/>
        </w:rPr>
        <w:t xml:space="preserve">. </w:t>
      </w:r>
      <w:r w:rsidRPr="007309B1">
        <w:rPr>
          <w:noProof/>
          <w:szCs w:val="20"/>
        </w:rPr>
        <w:t>Use this command to verify that the router IOS supports IKE and that it is enabled.</w:t>
      </w:r>
    </w:p>
    <w:p w:rsidR="002D2810" w:rsidRPr="007309B1" w:rsidRDefault="002D2810" w:rsidP="00BD61A3">
      <w:pPr>
        <w:pStyle w:val="CMD"/>
        <w:rPr>
          <w:rStyle w:val="CMDBold"/>
          <w:noProof/>
        </w:rPr>
      </w:pPr>
      <w:r w:rsidRPr="00F44B25">
        <w:rPr>
          <w:noProof/>
        </w:rPr>
        <w:t xml:space="preserve">R1(config)# </w:t>
      </w:r>
      <w:r w:rsidRPr="007309B1">
        <w:rPr>
          <w:rStyle w:val="CMDBold"/>
          <w:noProof/>
        </w:rPr>
        <w:t>crypto isakmp enable</w:t>
      </w:r>
    </w:p>
    <w:p w:rsidR="002D2810" w:rsidRPr="007309B1" w:rsidRDefault="002D2810" w:rsidP="00BD61A3">
      <w:pPr>
        <w:pStyle w:val="CMD"/>
        <w:rPr>
          <w:noProof/>
        </w:rPr>
      </w:pPr>
    </w:p>
    <w:p w:rsidR="002D2810" w:rsidRPr="007309B1" w:rsidRDefault="002D2810" w:rsidP="00007DF3">
      <w:pPr>
        <w:pStyle w:val="CMD"/>
        <w:rPr>
          <w:noProof/>
        </w:rPr>
      </w:pPr>
      <w:r w:rsidRPr="007309B1">
        <w:rPr>
          <w:noProof/>
        </w:rPr>
        <w:t xml:space="preserve">R3(config)# </w:t>
      </w:r>
      <w:r w:rsidRPr="007309B1">
        <w:rPr>
          <w:rStyle w:val="CMDBold"/>
          <w:noProof/>
        </w:rPr>
        <w:t>crypto isakmp enable</w:t>
      </w:r>
    </w:p>
    <w:p w:rsidR="002D2810" w:rsidRPr="007309B1" w:rsidRDefault="002D2810" w:rsidP="00BD61A3">
      <w:pPr>
        <w:pStyle w:val="BodyTextL50"/>
        <w:rPr>
          <w:noProof/>
          <w:szCs w:val="20"/>
        </w:rPr>
      </w:pPr>
      <w:r w:rsidRPr="007309B1">
        <w:rPr>
          <w:rStyle w:val="BodyTextBold"/>
          <w:rFonts w:eastAsia="Calibri"/>
          <w:noProof/>
        </w:rPr>
        <w:t>Note</w:t>
      </w:r>
      <w:r w:rsidRPr="007309B1">
        <w:rPr>
          <w:noProof/>
          <w:szCs w:val="20"/>
        </w:rPr>
        <w:t>: If you cannot execute this command on the router, you</w:t>
      </w:r>
      <w:r w:rsidRPr="00BD61A3">
        <w:rPr>
          <w:szCs w:val="20"/>
        </w:rPr>
        <w:t xml:space="preserve"> </w:t>
      </w:r>
      <w:r w:rsidR="00972CD3">
        <w:rPr>
          <w:szCs w:val="20"/>
        </w:rPr>
        <w:t>must</w:t>
      </w:r>
      <w:r w:rsidRPr="00BD61A3">
        <w:rPr>
          <w:szCs w:val="20"/>
        </w:rPr>
        <w:t xml:space="preserve"> upgrade </w:t>
      </w:r>
      <w:r w:rsidR="00804565" w:rsidRPr="007309B1">
        <w:rPr>
          <w:noProof/>
          <w:szCs w:val="20"/>
        </w:rPr>
        <w:t xml:space="preserve">to </w:t>
      </w:r>
      <w:r w:rsidRPr="00BD61A3">
        <w:rPr>
          <w:szCs w:val="20"/>
        </w:rPr>
        <w:t xml:space="preserve">the IOS image </w:t>
      </w:r>
      <w:r w:rsidRPr="007309B1">
        <w:rPr>
          <w:noProof/>
          <w:szCs w:val="20"/>
        </w:rPr>
        <w:t>that includes th</w:t>
      </w:r>
      <w:r w:rsidR="00007DF3" w:rsidRPr="007309B1">
        <w:rPr>
          <w:noProof/>
          <w:szCs w:val="20"/>
        </w:rPr>
        <w:t>e Cisco cryptographic services.</w:t>
      </w:r>
    </w:p>
    <w:p w:rsidR="002D2810" w:rsidRPr="007309B1" w:rsidRDefault="002D2810" w:rsidP="002F437D">
      <w:pPr>
        <w:pStyle w:val="SubStepAlpha"/>
        <w:rPr>
          <w:noProof/>
        </w:rPr>
      </w:pPr>
      <w:r w:rsidRPr="007309B1">
        <w:rPr>
          <w:noProof/>
        </w:rPr>
        <w:t xml:space="preserve">Establish an ISAKMP policy </w:t>
      </w:r>
      <w:r w:rsidR="00007DF3" w:rsidRPr="007309B1">
        <w:rPr>
          <w:noProof/>
        </w:rPr>
        <w:t>and view the available options.</w:t>
      </w:r>
    </w:p>
    <w:p w:rsidR="002D2810" w:rsidRPr="007309B1" w:rsidRDefault="002D2810" w:rsidP="00BD61A3">
      <w:pPr>
        <w:pStyle w:val="BodyTextL50"/>
        <w:rPr>
          <w:noProof/>
          <w:szCs w:val="20"/>
        </w:rPr>
      </w:pPr>
      <w:r w:rsidRPr="007309B1">
        <w:rPr>
          <w:noProof/>
          <w:szCs w:val="20"/>
        </w:rPr>
        <w:t>To allow IKE Phase 1 negotiation, you must create an ISAKMP policy and configure a peer association involving that ISAKMP policy. An ISAKMP policy defines the authentication and encryption algorithms and</w:t>
      </w:r>
      <w:r w:rsidR="007309B1">
        <w:rPr>
          <w:noProof/>
          <w:szCs w:val="20"/>
        </w:rPr>
        <w:t xml:space="preserve"> the</w:t>
      </w:r>
      <w:r w:rsidRPr="007309B1">
        <w:rPr>
          <w:noProof/>
          <w:szCs w:val="20"/>
        </w:rPr>
        <w:t xml:space="preserve"> hash function used to send control traffic between the two VPN endpoints. When an ISAKMP security association has been accepted by the IKE peers, IKE Phase 1 has been completed. IKE Phase 2 param</w:t>
      </w:r>
      <w:r w:rsidR="009A59FC" w:rsidRPr="007309B1">
        <w:rPr>
          <w:noProof/>
          <w:szCs w:val="20"/>
        </w:rPr>
        <w:t>eters will be configured later.</w:t>
      </w:r>
    </w:p>
    <w:p w:rsidR="002D2810" w:rsidRPr="007309B1" w:rsidRDefault="002D2810" w:rsidP="00BD61A3">
      <w:pPr>
        <w:pStyle w:val="BodyTextL50"/>
        <w:rPr>
          <w:noProof/>
          <w:szCs w:val="20"/>
        </w:rPr>
      </w:pPr>
      <w:r w:rsidRPr="007309B1">
        <w:rPr>
          <w:noProof/>
          <w:szCs w:val="20"/>
        </w:rPr>
        <w:t xml:space="preserve">Issue the </w:t>
      </w:r>
      <w:r w:rsidRPr="007309B1">
        <w:rPr>
          <w:rStyle w:val="BodyTextBold"/>
          <w:rFonts w:eastAsia="Calibri"/>
          <w:noProof/>
        </w:rPr>
        <w:t>crypto isakmp policy number</w:t>
      </w:r>
      <w:r w:rsidRPr="00BD61A3">
        <w:rPr>
          <w:szCs w:val="20"/>
        </w:rPr>
        <w:t xml:space="preserve"> </w:t>
      </w:r>
      <w:r w:rsidR="00972CD3">
        <w:rPr>
          <w:szCs w:val="20"/>
        </w:rPr>
        <w:t xml:space="preserve">global </w:t>
      </w:r>
      <w:r w:rsidRPr="00BD61A3">
        <w:rPr>
          <w:szCs w:val="20"/>
        </w:rPr>
        <w:t>configuration</w:t>
      </w:r>
      <w:r w:rsidR="00972CD3">
        <w:rPr>
          <w:szCs w:val="20"/>
        </w:rPr>
        <w:t xml:space="preserve"> mode</w:t>
      </w:r>
      <w:r w:rsidRPr="00BD61A3">
        <w:rPr>
          <w:szCs w:val="20"/>
        </w:rPr>
        <w:t xml:space="preserve"> </w:t>
      </w:r>
      <w:r w:rsidRPr="007309B1">
        <w:rPr>
          <w:noProof/>
          <w:szCs w:val="20"/>
        </w:rPr>
        <w:t>command on R1 for policy 10.</w:t>
      </w:r>
    </w:p>
    <w:p w:rsidR="002D2810" w:rsidRPr="007309B1" w:rsidRDefault="002D2810" w:rsidP="00BD61A3">
      <w:pPr>
        <w:pStyle w:val="CMD"/>
        <w:rPr>
          <w:noProof/>
        </w:rPr>
      </w:pPr>
      <w:r w:rsidRPr="007309B1">
        <w:rPr>
          <w:noProof/>
        </w:rPr>
        <w:t xml:space="preserve">R1(config)# </w:t>
      </w:r>
      <w:r w:rsidRPr="007309B1">
        <w:rPr>
          <w:rStyle w:val="CMDBold"/>
          <w:noProof/>
        </w:rPr>
        <w:t>crypto isakmp policy 10</w:t>
      </w:r>
    </w:p>
    <w:p w:rsidR="002D2810" w:rsidRPr="007309B1" w:rsidRDefault="002D2810" w:rsidP="002F437D">
      <w:pPr>
        <w:pStyle w:val="SubStepAlpha"/>
        <w:rPr>
          <w:noProof/>
        </w:rPr>
      </w:pPr>
      <w:r w:rsidRPr="007309B1">
        <w:rPr>
          <w:noProof/>
        </w:rPr>
        <w:t>View the various IKE parameters available using Cisco IOS help by typing a question mark (</w:t>
      </w:r>
      <w:r w:rsidRPr="007309B1">
        <w:rPr>
          <w:b/>
          <w:noProof/>
        </w:rPr>
        <w:t>?</w:t>
      </w:r>
      <w:r w:rsidRPr="007309B1">
        <w:rPr>
          <w:noProof/>
        </w:rPr>
        <w:t>).</w:t>
      </w:r>
    </w:p>
    <w:p w:rsidR="002D2810" w:rsidRPr="007309B1" w:rsidRDefault="002D2810" w:rsidP="00BD61A3">
      <w:pPr>
        <w:pStyle w:val="CMD"/>
        <w:rPr>
          <w:rStyle w:val="CMDBold"/>
          <w:noProof/>
        </w:rPr>
      </w:pPr>
      <w:r w:rsidRPr="00F44B25">
        <w:rPr>
          <w:noProof/>
        </w:rPr>
        <w:t xml:space="preserve">R1(config-isakmp)# </w:t>
      </w:r>
      <w:r w:rsidRPr="007309B1">
        <w:rPr>
          <w:rStyle w:val="CMDBold"/>
          <w:noProof/>
        </w:rPr>
        <w:t>?</w:t>
      </w:r>
    </w:p>
    <w:p w:rsidR="002D2810" w:rsidRPr="007309B1" w:rsidRDefault="002D2810" w:rsidP="00007DF3">
      <w:pPr>
        <w:pStyle w:val="CMDOutput"/>
        <w:rPr>
          <w:noProof/>
        </w:rPr>
      </w:pPr>
      <w:r w:rsidRPr="007309B1">
        <w:rPr>
          <w:noProof/>
        </w:rPr>
        <w:t>ISAKMP commands:</w:t>
      </w:r>
    </w:p>
    <w:p w:rsidR="002D2810" w:rsidRPr="007309B1" w:rsidRDefault="002D2810" w:rsidP="00007DF3">
      <w:pPr>
        <w:pStyle w:val="CMDOutput"/>
        <w:rPr>
          <w:noProof/>
        </w:rPr>
      </w:pPr>
      <w:r w:rsidRPr="007309B1">
        <w:rPr>
          <w:noProof/>
        </w:rPr>
        <w:t xml:space="preserve">  authentication  Set authentication method for protection suite</w:t>
      </w:r>
    </w:p>
    <w:p w:rsidR="002D2810" w:rsidRPr="007309B1" w:rsidRDefault="002D2810" w:rsidP="00007DF3">
      <w:pPr>
        <w:pStyle w:val="CMDOutput"/>
        <w:rPr>
          <w:noProof/>
        </w:rPr>
      </w:pPr>
      <w:r w:rsidRPr="007309B1">
        <w:rPr>
          <w:noProof/>
        </w:rPr>
        <w:t xml:space="preserve">  default         Set a command to its defaults</w:t>
      </w:r>
    </w:p>
    <w:p w:rsidR="002D2810" w:rsidRPr="007309B1" w:rsidRDefault="002D2810" w:rsidP="00007DF3">
      <w:pPr>
        <w:pStyle w:val="CMDOutput"/>
        <w:rPr>
          <w:noProof/>
        </w:rPr>
      </w:pPr>
      <w:r w:rsidRPr="007309B1">
        <w:rPr>
          <w:noProof/>
        </w:rPr>
        <w:t xml:space="preserve">  encryption      Set encryption algorithm for protection suite</w:t>
      </w:r>
    </w:p>
    <w:p w:rsidR="002D2810" w:rsidRPr="007309B1" w:rsidRDefault="002D2810" w:rsidP="00007DF3">
      <w:pPr>
        <w:pStyle w:val="CMDOutput"/>
        <w:rPr>
          <w:noProof/>
        </w:rPr>
      </w:pPr>
      <w:r w:rsidRPr="007309B1">
        <w:rPr>
          <w:noProof/>
        </w:rPr>
        <w:t xml:space="preserve">  exit            Exit from ISAKMP protection suite configuration mode</w:t>
      </w:r>
    </w:p>
    <w:p w:rsidR="002D2810" w:rsidRPr="007309B1" w:rsidRDefault="002D2810" w:rsidP="00007DF3">
      <w:pPr>
        <w:pStyle w:val="CMDOutput"/>
        <w:rPr>
          <w:noProof/>
        </w:rPr>
      </w:pPr>
      <w:r w:rsidRPr="007309B1">
        <w:rPr>
          <w:noProof/>
        </w:rPr>
        <w:t xml:space="preserve">  group           Set the Diffie-Hellman group</w:t>
      </w:r>
    </w:p>
    <w:p w:rsidR="002D2810" w:rsidRPr="007309B1" w:rsidRDefault="002D2810" w:rsidP="00007DF3">
      <w:pPr>
        <w:pStyle w:val="CMDOutput"/>
        <w:rPr>
          <w:noProof/>
        </w:rPr>
      </w:pPr>
      <w:r w:rsidRPr="007309B1">
        <w:rPr>
          <w:noProof/>
        </w:rPr>
        <w:t xml:space="preserve">  hash            Set hash algorithm for protection suite</w:t>
      </w:r>
    </w:p>
    <w:p w:rsidR="002D2810" w:rsidRPr="007309B1" w:rsidRDefault="002D2810" w:rsidP="00007DF3">
      <w:pPr>
        <w:pStyle w:val="CMDOutput"/>
        <w:rPr>
          <w:noProof/>
        </w:rPr>
      </w:pPr>
      <w:r w:rsidRPr="007309B1">
        <w:rPr>
          <w:noProof/>
        </w:rPr>
        <w:t xml:space="preserve">  lifetime        Set lifetime for ISAKMP security association</w:t>
      </w:r>
    </w:p>
    <w:p w:rsidR="002D2810" w:rsidRPr="007309B1" w:rsidRDefault="002D2810" w:rsidP="00007DF3">
      <w:pPr>
        <w:pStyle w:val="CMDOutput"/>
        <w:rPr>
          <w:noProof/>
        </w:rPr>
      </w:pPr>
      <w:r w:rsidRPr="007309B1">
        <w:rPr>
          <w:noProof/>
        </w:rPr>
        <w:t xml:space="preserve">  no              Negate a command or set its defaults</w:t>
      </w:r>
    </w:p>
    <w:p w:rsidR="002D2810" w:rsidRPr="007309B1" w:rsidRDefault="002D2810" w:rsidP="002F437D">
      <w:pPr>
        <w:pStyle w:val="StepHead"/>
        <w:rPr>
          <w:noProof/>
        </w:rPr>
      </w:pPr>
      <w:r w:rsidRPr="007309B1">
        <w:rPr>
          <w:noProof/>
        </w:rPr>
        <w:t xml:space="preserve">Configure </w:t>
      </w:r>
      <w:r w:rsidR="00590A13">
        <w:rPr>
          <w:noProof/>
        </w:rPr>
        <w:t xml:space="preserve">the IKE Phase 1 </w:t>
      </w:r>
      <w:r w:rsidRPr="007309B1">
        <w:rPr>
          <w:noProof/>
        </w:rPr>
        <w:t>ISAKMP policy on R1 and R3.</w:t>
      </w:r>
    </w:p>
    <w:p w:rsidR="002D2810" w:rsidRPr="007309B1" w:rsidRDefault="002D2810" w:rsidP="00CF116C">
      <w:pPr>
        <w:pStyle w:val="BodyTextL25"/>
        <w:rPr>
          <w:noProof/>
        </w:rPr>
      </w:pPr>
      <w:r w:rsidRPr="007309B1">
        <w:rPr>
          <w:noProof/>
        </w:rPr>
        <w:t>Your choice of an encryption algorithm determines how confidential the control channel between the endpoints is. The hash algorithm controls data integrity, ensuring that the data received from a peer has not been tampered with in transit. The authentication type ensures that the packet was sent and signed by the remote peer. The Diffie-Hellman group is used to create a secret key shared by the peers that has no</w:t>
      </w:r>
      <w:r w:rsidR="00007DF3" w:rsidRPr="007309B1">
        <w:rPr>
          <w:noProof/>
        </w:rPr>
        <w:t>t been sent across the network.</w:t>
      </w:r>
    </w:p>
    <w:p w:rsidR="006A0011" w:rsidRPr="00350B62" w:rsidRDefault="0029246B" w:rsidP="00350B62">
      <w:pPr>
        <w:pStyle w:val="SubStepAlpha"/>
      </w:pPr>
      <w:r w:rsidRPr="007309B1">
        <w:rPr>
          <w:noProof/>
        </w:rPr>
        <w:t>Configure an</w:t>
      </w:r>
      <w:r w:rsidRPr="00350B62">
        <w:t xml:space="preserve"> ISAKMP policy with a priority of </w:t>
      </w:r>
      <w:r w:rsidRPr="00F44B25">
        <w:rPr>
          <w:b/>
        </w:rPr>
        <w:t>10</w:t>
      </w:r>
      <w:r w:rsidRPr="008A4061">
        <w:t xml:space="preserve">. </w:t>
      </w:r>
      <w:r w:rsidRPr="00350B62">
        <w:t>Use</w:t>
      </w:r>
      <w:r w:rsidRPr="008A4061">
        <w:t xml:space="preserve"> </w:t>
      </w:r>
      <w:r w:rsidRPr="00F44B25">
        <w:rPr>
          <w:b/>
        </w:rPr>
        <w:t>pre-shared key</w:t>
      </w:r>
      <w:r w:rsidRPr="008A4061">
        <w:t xml:space="preserve"> as</w:t>
      </w:r>
      <w:r w:rsidR="002D2810" w:rsidRPr="00350B62">
        <w:t xml:space="preserve"> </w:t>
      </w:r>
      <w:r w:rsidRPr="00350B62">
        <w:t xml:space="preserve">the </w:t>
      </w:r>
      <w:r w:rsidR="002D2810" w:rsidRPr="00350B62">
        <w:t xml:space="preserve">authentication </w:t>
      </w:r>
      <w:r w:rsidR="002D2810" w:rsidRPr="007309B1">
        <w:rPr>
          <w:noProof/>
        </w:rPr>
        <w:t>type</w:t>
      </w:r>
      <w:r w:rsidRPr="007309B1">
        <w:rPr>
          <w:noProof/>
        </w:rPr>
        <w:t>,</w:t>
      </w:r>
      <w:r w:rsidR="00AD4D3B">
        <w:rPr>
          <w:noProof/>
        </w:rPr>
        <w:t xml:space="preserve"> </w:t>
      </w:r>
      <w:r w:rsidR="00DD68EE" w:rsidRPr="00F44B25">
        <w:rPr>
          <w:b/>
        </w:rPr>
        <w:t>aes</w:t>
      </w:r>
      <w:r w:rsidR="00DD22F7" w:rsidRPr="00F44B25">
        <w:rPr>
          <w:b/>
        </w:rPr>
        <w:t xml:space="preserve"> 256</w:t>
      </w:r>
      <w:r w:rsidR="002D2810" w:rsidRPr="00350B62">
        <w:t xml:space="preserve"> </w:t>
      </w:r>
      <w:r w:rsidRPr="00350B62">
        <w:t>for</w:t>
      </w:r>
      <w:r w:rsidR="00350B62" w:rsidRPr="00350B62">
        <w:t xml:space="preserve"> the</w:t>
      </w:r>
      <w:r w:rsidRPr="00350B62">
        <w:t xml:space="preserve"> </w:t>
      </w:r>
      <w:r w:rsidR="002D2810" w:rsidRPr="00350B62">
        <w:t>encryption</w:t>
      </w:r>
      <w:r w:rsidR="00350B62" w:rsidRPr="00350B62">
        <w:t xml:space="preserve"> algorithm</w:t>
      </w:r>
      <w:r w:rsidR="002D2810" w:rsidRPr="00350B62">
        <w:t xml:space="preserve">, </w:t>
      </w:r>
      <w:r w:rsidR="00DD22F7" w:rsidRPr="00F44B25">
        <w:rPr>
          <w:b/>
        </w:rPr>
        <w:t>sha</w:t>
      </w:r>
      <w:r w:rsidR="002D2810" w:rsidRPr="00350B62">
        <w:t xml:space="preserve"> as </w:t>
      </w:r>
      <w:r w:rsidRPr="00350B62">
        <w:t>the</w:t>
      </w:r>
      <w:r w:rsidR="002D2810" w:rsidRPr="00350B62">
        <w:t xml:space="preserve"> hash algorithm, and </w:t>
      </w:r>
      <w:r w:rsidR="00804565">
        <w:t xml:space="preserve">the </w:t>
      </w:r>
      <w:r w:rsidR="002D2810" w:rsidRPr="00350B62">
        <w:t xml:space="preserve">Diffie-Hellman group </w:t>
      </w:r>
      <w:r w:rsidR="00AD4D3B">
        <w:rPr>
          <w:b/>
        </w:rPr>
        <w:t>14</w:t>
      </w:r>
      <w:r w:rsidR="002D2810" w:rsidRPr="00350B62">
        <w:t xml:space="preserve"> key exchange. </w:t>
      </w:r>
      <w:r w:rsidR="00350B62" w:rsidRPr="007309B1">
        <w:rPr>
          <w:noProof/>
        </w:rPr>
        <w:t xml:space="preserve">Give the policy a lifetime of </w:t>
      </w:r>
      <w:r w:rsidR="00350B62" w:rsidRPr="00F44B25">
        <w:rPr>
          <w:b/>
        </w:rPr>
        <w:t>3600</w:t>
      </w:r>
      <w:r w:rsidR="00350B62" w:rsidRPr="007309B1">
        <w:rPr>
          <w:noProof/>
        </w:rPr>
        <w:t xml:space="preserve"> seconds (one hour</w:t>
      </w:r>
      <w:r w:rsidR="00350B62">
        <w:t>).</w:t>
      </w:r>
    </w:p>
    <w:p w:rsidR="002D2810" w:rsidRPr="00196487" w:rsidRDefault="00DD22F7" w:rsidP="001B700A">
      <w:pPr>
        <w:pStyle w:val="BodyTextL50"/>
      </w:pPr>
      <w:r w:rsidRPr="008A4061">
        <w:rPr>
          <w:b/>
        </w:rPr>
        <w:t>Note</w:t>
      </w:r>
      <w:r w:rsidR="006A0011">
        <w:t xml:space="preserve">: </w:t>
      </w:r>
      <w:r w:rsidR="002D2810" w:rsidRPr="007309B1">
        <w:rPr>
          <w:noProof/>
        </w:rPr>
        <w:t>Older versions of Cisco IOS do not support AES 256 encryption and SHA as a hash algorithm. Substitute whatever encryption and hashing algorithm your router supports.</w:t>
      </w:r>
      <w:r w:rsidR="002D2810" w:rsidRPr="007334B1">
        <w:t xml:space="preserve"> </w:t>
      </w:r>
      <w:r w:rsidR="00972CD3">
        <w:t>Ensure that</w:t>
      </w:r>
      <w:r w:rsidR="002D2810" w:rsidRPr="007334B1">
        <w:t xml:space="preserve"> the same changes are made on </w:t>
      </w:r>
      <w:r w:rsidR="00213CF1">
        <w:t xml:space="preserve">R3 in order </w:t>
      </w:r>
      <w:r w:rsidR="00972CD3">
        <w:t>to be</w:t>
      </w:r>
      <w:r w:rsidR="002D2810" w:rsidRPr="007334B1">
        <w:t xml:space="preserve"> in sync.</w:t>
      </w:r>
    </w:p>
    <w:p w:rsidR="002D2810" w:rsidRPr="007334B1" w:rsidRDefault="002D2810" w:rsidP="00BD61A3">
      <w:pPr>
        <w:pStyle w:val="CMD"/>
      </w:pPr>
      <w:r w:rsidRPr="007334B1">
        <w:t xml:space="preserve">R1(config)# </w:t>
      </w:r>
      <w:r w:rsidRPr="009E59A7">
        <w:rPr>
          <w:rStyle w:val="CMDBold"/>
        </w:rPr>
        <w:t>crypto isakmp policy 10</w:t>
      </w:r>
    </w:p>
    <w:p w:rsidR="00AD4D3B" w:rsidRPr="007334B1" w:rsidRDefault="00AD4D3B" w:rsidP="00AD4D3B">
      <w:pPr>
        <w:pStyle w:val="CMD"/>
      </w:pPr>
      <w:r w:rsidRPr="007334B1">
        <w:t xml:space="preserve">R1(config-isakmp)# </w:t>
      </w:r>
      <w:r w:rsidRPr="009E59A7">
        <w:rPr>
          <w:rStyle w:val="CMDBold"/>
        </w:rPr>
        <w:t>hash sha</w:t>
      </w:r>
    </w:p>
    <w:p w:rsidR="002D2810" w:rsidRPr="007334B1" w:rsidRDefault="002D2810" w:rsidP="00BD61A3">
      <w:pPr>
        <w:pStyle w:val="CMD"/>
      </w:pPr>
      <w:r w:rsidRPr="007334B1">
        <w:t xml:space="preserve">R1(config-isakmp)# </w:t>
      </w:r>
      <w:r w:rsidRPr="009E59A7">
        <w:rPr>
          <w:rStyle w:val="CMDBold"/>
        </w:rPr>
        <w:t>authentication pre-share</w:t>
      </w:r>
    </w:p>
    <w:p w:rsidR="00AD4D3B" w:rsidRPr="007334B1" w:rsidRDefault="00AD4D3B" w:rsidP="00AD4D3B">
      <w:pPr>
        <w:pStyle w:val="CMD"/>
      </w:pPr>
      <w:r w:rsidRPr="007334B1">
        <w:t xml:space="preserve">R1(config-isakmp)# </w:t>
      </w:r>
      <w:r w:rsidRPr="009E59A7">
        <w:rPr>
          <w:rStyle w:val="CMDBold"/>
        </w:rPr>
        <w:t xml:space="preserve">group </w:t>
      </w:r>
      <w:r>
        <w:rPr>
          <w:rStyle w:val="CMDBold"/>
        </w:rPr>
        <w:t>14</w:t>
      </w:r>
    </w:p>
    <w:p w:rsidR="00AD4D3B" w:rsidRDefault="00AD4D3B" w:rsidP="00BD61A3">
      <w:pPr>
        <w:pStyle w:val="CMD"/>
        <w:rPr>
          <w:rStyle w:val="CMDBold"/>
        </w:rPr>
      </w:pPr>
      <w:r w:rsidRPr="007334B1">
        <w:t xml:space="preserve">R1(config-isakmp)# </w:t>
      </w:r>
      <w:r w:rsidRPr="009E59A7">
        <w:rPr>
          <w:rStyle w:val="CMDBold"/>
        </w:rPr>
        <w:t>lifetime 3600</w:t>
      </w:r>
    </w:p>
    <w:p w:rsidR="002D2810" w:rsidRPr="007334B1" w:rsidRDefault="002D2810" w:rsidP="00BD61A3">
      <w:pPr>
        <w:pStyle w:val="CMD"/>
      </w:pPr>
      <w:r w:rsidRPr="007334B1">
        <w:t xml:space="preserve">R1(config-isakmp)# </w:t>
      </w:r>
      <w:r w:rsidRPr="009E59A7">
        <w:rPr>
          <w:rStyle w:val="CMDBold"/>
        </w:rPr>
        <w:t>encryption aes 256</w:t>
      </w:r>
    </w:p>
    <w:p w:rsidR="002D2810" w:rsidRPr="009E59A7" w:rsidRDefault="002D2810" w:rsidP="00BD61A3">
      <w:pPr>
        <w:pStyle w:val="CMD"/>
        <w:rPr>
          <w:rStyle w:val="CMDBold"/>
        </w:rPr>
      </w:pPr>
      <w:r w:rsidRPr="007334B1">
        <w:t xml:space="preserve">R1(config-isakmp)# </w:t>
      </w:r>
      <w:r w:rsidRPr="009E59A7">
        <w:rPr>
          <w:rStyle w:val="CMDBold"/>
        </w:rPr>
        <w:t>end</w:t>
      </w:r>
    </w:p>
    <w:p w:rsidR="002D2810" w:rsidRPr="007334B1" w:rsidRDefault="0029246B" w:rsidP="008A4061">
      <w:pPr>
        <w:pStyle w:val="SubStepAlpha"/>
      </w:pPr>
      <w:r w:rsidRPr="007334B1">
        <w:t>Configure the same policy on R3.</w:t>
      </w:r>
    </w:p>
    <w:p w:rsidR="002D2810" w:rsidRPr="007309B1" w:rsidRDefault="002D2810" w:rsidP="00BD61A3">
      <w:pPr>
        <w:pStyle w:val="CMD"/>
        <w:rPr>
          <w:noProof/>
        </w:rPr>
      </w:pPr>
      <w:r w:rsidRPr="007309B1">
        <w:rPr>
          <w:noProof/>
        </w:rPr>
        <w:t xml:space="preserve">R3(config)# </w:t>
      </w:r>
      <w:r w:rsidRPr="007309B1">
        <w:rPr>
          <w:rStyle w:val="CMDBold"/>
          <w:noProof/>
        </w:rPr>
        <w:t>crypto isakmp policy 10</w:t>
      </w:r>
    </w:p>
    <w:p w:rsidR="00AD4D3B" w:rsidRPr="007309B1" w:rsidRDefault="00AD4D3B" w:rsidP="00AD4D3B">
      <w:pPr>
        <w:pStyle w:val="CMD"/>
        <w:rPr>
          <w:noProof/>
        </w:rPr>
      </w:pPr>
      <w:r w:rsidRPr="007309B1">
        <w:rPr>
          <w:noProof/>
        </w:rPr>
        <w:t xml:space="preserve">R3(config-isakmp)# </w:t>
      </w:r>
      <w:r w:rsidRPr="007309B1">
        <w:rPr>
          <w:rStyle w:val="CMDBold"/>
          <w:noProof/>
        </w:rPr>
        <w:t>hash sha</w:t>
      </w:r>
    </w:p>
    <w:p w:rsidR="002D2810" w:rsidRPr="007309B1" w:rsidRDefault="002D2810" w:rsidP="00BD61A3">
      <w:pPr>
        <w:pStyle w:val="CMD"/>
        <w:rPr>
          <w:noProof/>
        </w:rPr>
      </w:pPr>
      <w:r w:rsidRPr="007309B1">
        <w:rPr>
          <w:noProof/>
        </w:rPr>
        <w:t xml:space="preserve">R3(config-isakmp)# </w:t>
      </w:r>
      <w:r w:rsidRPr="007309B1">
        <w:rPr>
          <w:rStyle w:val="CMDBold"/>
          <w:noProof/>
        </w:rPr>
        <w:t>authentication pre-share</w:t>
      </w:r>
    </w:p>
    <w:p w:rsidR="002D2810" w:rsidRPr="007309B1" w:rsidRDefault="002D2810" w:rsidP="00BD61A3">
      <w:pPr>
        <w:pStyle w:val="CMD"/>
        <w:rPr>
          <w:noProof/>
        </w:rPr>
      </w:pPr>
      <w:r w:rsidRPr="007309B1">
        <w:rPr>
          <w:noProof/>
        </w:rPr>
        <w:t xml:space="preserve">R3(config-isakmp)# </w:t>
      </w:r>
      <w:r w:rsidRPr="007309B1">
        <w:rPr>
          <w:rStyle w:val="CMDBold"/>
          <w:noProof/>
        </w:rPr>
        <w:t xml:space="preserve">group </w:t>
      </w:r>
      <w:r w:rsidR="00AD4D3B">
        <w:rPr>
          <w:rStyle w:val="CMDBold"/>
          <w:noProof/>
        </w:rPr>
        <w:t>14</w:t>
      </w:r>
    </w:p>
    <w:p w:rsidR="002D2810" w:rsidRPr="007309B1" w:rsidRDefault="002D2810" w:rsidP="00BD61A3">
      <w:pPr>
        <w:pStyle w:val="CMD"/>
        <w:rPr>
          <w:noProof/>
        </w:rPr>
      </w:pPr>
      <w:r w:rsidRPr="007309B1">
        <w:rPr>
          <w:noProof/>
        </w:rPr>
        <w:t xml:space="preserve">R3(config-isakmp)# </w:t>
      </w:r>
      <w:r w:rsidRPr="007309B1">
        <w:rPr>
          <w:rStyle w:val="CMDBold"/>
          <w:noProof/>
        </w:rPr>
        <w:t>lifetime 3600</w:t>
      </w:r>
    </w:p>
    <w:p w:rsidR="00AD4D3B" w:rsidRPr="007309B1" w:rsidRDefault="00AD4D3B" w:rsidP="00AD4D3B">
      <w:pPr>
        <w:pStyle w:val="CMD"/>
        <w:rPr>
          <w:noProof/>
        </w:rPr>
      </w:pPr>
      <w:r w:rsidRPr="007309B1">
        <w:rPr>
          <w:noProof/>
        </w:rPr>
        <w:t xml:space="preserve">R3(config-isakmp)# </w:t>
      </w:r>
      <w:r w:rsidRPr="007309B1">
        <w:rPr>
          <w:rStyle w:val="CMDBold"/>
          <w:noProof/>
        </w:rPr>
        <w:t>encryption aes 256</w:t>
      </w:r>
    </w:p>
    <w:p w:rsidR="002D2810" w:rsidRPr="007309B1" w:rsidRDefault="002D2810" w:rsidP="007D40F6">
      <w:pPr>
        <w:pStyle w:val="CMD"/>
        <w:rPr>
          <w:noProof/>
        </w:rPr>
      </w:pPr>
      <w:r w:rsidRPr="007309B1">
        <w:rPr>
          <w:noProof/>
        </w:rPr>
        <w:t xml:space="preserve">R3(config-isakmp)# </w:t>
      </w:r>
      <w:r w:rsidRPr="007309B1">
        <w:rPr>
          <w:rStyle w:val="CMDBold"/>
          <w:noProof/>
        </w:rPr>
        <w:t>end</w:t>
      </w:r>
    </w:p>
    <w:p w:rsidR="002D2810" w:rsidRPr="007309B1" w:rsidRDefault="002D2810" w:rsidP="007D40F6">
      <w:pPr>
        <w:pStyle w:val="SubStepAlpha"/>
        <w:rPr>
          <w:noProof/>
        </w:rPr>
      </w:pPr>
      <w:r w:rsidRPr="007309B1">
        <w:rPr>
          <w:noProof/>
        </w:rPr>
        <w:t xml:space="preserve">Verify the IKE policy with the </w:t>
      </w:r>
      <w:r w:rsidRPr="007309B1">
        <w:rPr>
          <w:rStyle w:val="BodyTextBold"/>
          <w:rFonts w:eastAsia="Calibri"/>
          <w:noProof/>
        </w:rPr>
        <w:t>show crypto isakmp policy</w:t>
      </w:r>
      <w:r w:rsidRPr="007309B1">
        <w:rPr>
          <w:noProof/>
        </w:rPr>
        <w:t xml:space="preserve"> command</w:t>
      </w:r>
      <w:r w:rsidR="007D40F6" w:rsidRPr="007309B1">
        <w:rPr>
          <w:noProof/>
        </w:rPr>
        <w:t>.</w:t>
      </w:r>
    </w:p>
    <w:p w:rsidR="002D2810" w:rsidRPr="007309B1" w:rsidRDefault="002D2810" w:rsidP="00BD61A3">
      <w:pPr>
        <w:pStyle w:val="CMD"/>
        <w:rPr>
          <w:rFonts w:cs="Courier New"/>
          <w:noProof/>
        </w:rPr>
      </w:pPr>
      <w:r w:rsidRPr="007309B1">
        <w:rPr>
          <w:rFonts w:cs="Courier New"/>
          <w:noProof/>
        </w:rPr>
        <w:t xml:space="preserve">R1# </w:t>
      </w:r>
      <w:r w:rsidRPr="007309B1">
        <w:rPr>
          <w:rStyle w:val="CMDBold"/>
          <w:noProof/>
        </w:rPr>
        <w:t>show crypto isakmp policy</w:t>
      </w:r>
    </w:p>
    <w:p w:rsidR="005F65CC" w:rsidRPr="007309B1" w:rsidRDefault="005F65CC" w:rsidP="005F65CC">
      <w:pPr>
        <w:pStyle w:val="CMDOutput"/>
        <w:rPr>
          <w:noProof/>
        </w:rPr>
      </w:pPr>
      <w:r w:rsidRPr="007309B1">
        <w:rPr>
          <w:noProof/>
        </w:rPr>
        <w:t>Global IKE policy</w:t>
      </w:r>
    </w:p>
    <w:p w:rsidR="005F65CC" w:rsidRPr="007309B1" w:rsidRDefault="005F65CC" w:rsidP="005F65CC">
      <w:pPr>
        <w:pStyle w:val="CMDOutput"/>
        <w:rPr>
          <w:noProof/>
        </w:rPr>
      </w:pPr>
      <w:r w:rsidRPr="007309B1">
        <w:rPr>
          <w:noProof/>
        </w:rPr>
        <w:t>Protection suite of priority 10</w:t>
      </w:r>
    </w:p>
    <w:p w:rsidR="005F65CC" w:rsidRPr="007309B1" w:rsidRDefault="005F65CC" w:rsidP="005F65CC">
      <w:pPr>
        <w:pStyle w:val="CMDOutput"/>
        <w:rPr>
          <w:noProof/>
        </w:rPr>
      </w:pPr>
      <w:r w:rsidRPr="007309B1">
        <w:rPr>
          <w:noProof/>
        </w:rPr>
        <w:t xml:space="preserve">        encryption algorithm:   AES - Advanced Encryption Standard (256 bit keys).</w:t>
      </w:r>
    </w:p>
    <w:p w:rsidR="005F65CC" w:rsidRPr="007309B1" w:rsidRDefault="005F65CC" w:rsidP="005F65CC">
      <w:pPr>
        <w:pStyle w:val="CMDOutput"/>
        <w:rPr>
          <w:noProof/>
        </w:rPr>
      </w:pPr>
      <w:r w:rsidRPr="007309B1">
        <w:rPr>
          <w:noProof/>
        </w:rPr>
        <w:t xml:space="preserve">        hash algorithm:         Secure Hash Standard</w:t>
      </w:r>
    </w:p>
    <w:p w:rsidR="005F65CC" w:rsidRPr="007309B1" w:rsidRDefault="005F65CC" w:rsidP="005F65CC">
      <w:pPr>
        <w:pStyle w:val="CMDOutput"/>
        <w:rPr>
          <w:noProof/>
        </w:rPr>
      </w:pPr>
      <w:r w:rsidRPr="007309B1">
        <w:rPr>
          <w:noProof/>
        </w:rPr>
        <w:t xml:space="preserve">        authentication method:  Pre-Shared Key</w:t>
      </w:r>
    </w:p>
    <w:p w:rsidR="005F65CC" w:rsidRPr="007309B1" w:rsidRDefault="005F65CC" w:rsidP="005F65CC">
      <w:pPr>
        <w:pStyle w:val="CMDOutput"/>
        <w:rPr>
          <w:noProof/>
        </w:rPr>
      </w:pPr>
      <w:r w:rsidRPr="007309B1">
        <w:rPr>
          <w:noProof/>
        </w:rPr>
        <w:t xml:space="preserve">        Diffie-Hellman group:   #</w:t>
      </w:r>
      <w:r w:rsidR="00AD4D3B">
        <w:rPr>
          <w:noProof/>
        </w:rPr>
        <w:t>14</w:t>
      </w:r>
      <w:r w:rsidRPr="007309B1">
        <w:rPr>
          <w:noProof/>
        </w:rPr>
        <w:t xml:space="preserve"> (</w:t>
      </w:r>
      <w:r w:rsidR="002E0B40">
        <w:rPr>
          <w:noProof/>
        </w:rPr>
        <w:t>2048</w:t>
      </w:r>
      <w:r w:rsidRPr="007309B1">
        <w:rPr>
          <w:noProof/>
        </w:rPr>
        <w:t xml:space="preserve"> bit)</w:t>
      </w:r>
    </w:p>
    <w:p w:rsidR="002D2810" w:rsidRPr="007309B1" w:rsidRDefault="005F65CC" w:rsidP="005F65CC">
      <w:pPr>
        <w:pStyle w:val="CMDOutput"/>
        <w:rPr>
          <w:noProof/>
        </w:rPr>
      </w:pPr>
      <w:r w:rsidRPr="007309B1">
        <w:rPr>
          <w:noProof/>
        </w:rPr>
        <w:t xml:space="preserve">        lifetime:               3600 seconds, no volume limit</w:t>
      </w:r>
    </w:p>
    <w:p w:rsidR="002D2810" w:rsidRPr="007309B1" w:rsidRDefault="002D2810" w:rsidP="002F437D">
      <w:pPr>
        <w:pStyle w:val="StepHead"/>
        <w:rPr>
          <w:noProof/>
        </w:rPr>
      </w:pPr>
      <w:r w:rsidRPr="007309B1">
        <w:rPr>
          <w:noProof/>
        </w:rPr>
        <w:t>Configure pre-shared keys.</w:t>
      </w:r>
    </w:p>
    <w:p w:rsidR="001B700A" w:rsidRPr="007309B1" w:rsidRDefault="002D2810" w:rsidP="008A4061">
      <w:pPr>
        <w:pStyle w:val="BodyTextL25"/>
        <w:rPr>
          <w:noProof/>
        </w:rPr>
      </w:pPr>
      <w:r w:rsidRPr="007309B1">
        <w:rPr>
          <w:noProof/>
        </w:rPr>
        <w:t>Because pre-shared keys are used as the authentication method in the IKE policy,</w:t>
      </w:r>
      <w:r w:rsidRPr="007334B1">
        <w:t xml:space="preserve"> a key </w:t>
      </w:r>
      <w:r w:rsidR="006A0011">
        <w:t xml:space="preserve">must be configured </w:t>
      </w:r>
      <w:r w:rsidRPr="007334B1">
        <w:t>on each router that points to the other VPN endpoint. These keys must match for authentication to be successful. The global configuration</w:t>
      </w:r>
      <w:r w:rsidR="00AC1A55">
        <w:t xml:space="preserve"> mode</w:t>
      </w:r>
      <w:r w:rsidRPr="007334B1">
        <w:t xml:space="preserve"> </w:t>
      </w:r>
      <w:r w:rsidRPr="009E59A7">
        <w:rPr>
          <w:rStyle w:val="BodyTextBold"/>
          <w:rFonts w:eastAsia="Calibri"/>
        </w:rPr>
        <w:t xml:space="preserve">crypto isakmp key </w:t>
      </w:r>
      <w:r w:rsidR="00213CF1">
        <w:rPr>
          <w:rStyle w:val="BodyTextBold"/>
          <w:rFonts w:eastAsia="Calibri"/>
        </w:rPr>
        <w:t>&lt;</w:t>
      </w:r>
      <w:r w:rsidRPr="009E59A7">
        <w:rPr>
          <w:rStyle w:val="BodyTextBold"/>
          <w:rFonts w:eastAsia="Calibri"/>
        </w:rPr>
        <w:t>key-string</w:t>
      </w:r>
      <w:r w:rsidR="00213CF1">
        <w:rPr>
          <w:rStyle w:val="BodyTextBold"/>
          <w:rFonts w:eastAsia="Calibri"/>
        </w:rPr>
        <w:t>&gt;</w:t>
      </w:r>
      <w:r w:rsidRPr="009E59A7">
        <w:rPr>
          <w:rStyle w:val="BodyTextBold"/>
          <w:rFonts w:eastAsia="Calibri"/>
        </w:rPr>
        <w:t xml:space="preserve"> address </w:t>
      </w:r>
      <w:r w:rsidR="00213CF1">
        <w:rPr>
          <w:rStyle w:val="BodyTextBold"/>
          <w:rFonts w:eastAsia="Calibri"/>
        </w:rPr>
        <w:t>&lt;ip-</w:t>
      </w:r>
      <w:r w:rsidRPr="009E59A7">
        <w:rPr>
          <w:rStyle w:val="BodyTextBold"/>
          <w:rFonts w:eastAsia="Calibri"/>
        </w:rPr>
        <w:t>address</w:t>
      </w:r>
      <w:r w:rsidR="00213CF1">
        <w:rPr>
          <w:rStyle w:val="BodyTextBold"/>
          <w:rFonts w:eastAsia="Calibri"/>
        </w:rPr>
        <w:t>&gt;</w:t>
      </w:r>
      <w:r w:rsidRPr="007334B1">
        <w:rPr>
          <w:i/>
          <w:iCs/>
        </w:rPr>
        <w:t xml:space="preserve"> </w:t>
      </w:r>
      <w:r w:rsidR="00AC1A55" w:rsidRPr="007334B1">
        <w:t xml:space="preserve">command </w:t>
      </w:r>
      <w:r w:rsidRPr="007309B1">
        <w:rPr>
          <w:noProof/>
        </w:rPr>
        <w:t>is used to enter a pre-shared key. Use the IP address of the remote peer,</w:t>
      </w:r>
      <w:r w:rsidRPr="007334B1">
        <w:t xml:space="preserve"> </w:t>
      </w:r>
      <w:r w:rsidR="00804565">
        <w:t xml:space="preserve">which is </w:t>
      </w:r>
      <w:r w:rsidRPr="007309B1">
        <w:rPr>
          <w:noProof/>
        </w:rPr>
        <w:t>the remote interface that the peer would use to rou</w:t>
      </w:r>
      <w:r w:rsidR="007D40F6" w:rsidRPr="007309B1">
        <w:rPr>
          <w:noProof/>
        </w:rPr>
        <w:t>te traffic to the local router.</w:t>
      </w:r>
    </w:p>
    <w:p w:rsidR="007B2794" w:rsidRDefault="007B2794">
      <w:pPr>
        <w:spacing w:before="0" w:after="0" w:line="240" w:lineRule="auto"/>
        <w:rPr>
          <w:noProof/>
          <w:sz w:val="20"/>
        </w:rPr>
      </w:pPr>
      <w:r>
        <w:rPr>
          <w:noProof/>
        </w:rPr>
        <w:br w:type="page"/>
      </w:r>
    </w:p>
    <w:p w:rsidR="001B700A" w:rsidRPr="007309B1" w:rsidRDefault="002D2810" w:rsidP="008A4061">
      <w:pPr>
        <w:pStyle w:val="BodyTextL25"/>
        <w:rPr>
          <w:noProof/>
        </w:rPr>
      </w:pPr>
      <w:r w:rsidRPr="007309B1">
        <w:rPr>
          <w:noProof/>
        </w:rPr>
        <w:t>Which IP addresses should you use to configure the IKE peers, given the topology d</w:t>
      </w:r>
      <w:r w:rsidR="007D40F6" w:rsidRPr="007309B1">
        <w:rPr>
          <w:noProof/>
        </w:rPr>
        <w:t>iagram and IP addressing table?</w:t>
      </w:r>
    </w:p>
    <w:p w:rsidR="001B700A" w:rsidRPr="007309B1" w:rsidRDefault="007D40F6" w:rsidP="008A4061">
      <w:pPr>
        <w:pStyle w:val="BodyTextL25"/>
        <w:rPr>
          <w:noProof/>
        </w:rPr>
      </w:pPr>
      <w:bookmarkStart w:id="4" w:name="_GoBack"/>
      <w:r w:rsidRPr="007309B1">
        <w:rPr>
          <w:noProof/>
        </w:rPr>
        <w:t>____________________________________________________________________________________</w:t>
      </w:r>
    </w:p>
    <w:p w:rsidR="001B700A" w:rsidRPr="007309B1" w:rsidRDefault="007D40F6" w:rsidP="008A4061">
      <w:pPr>
        <w:pStyle w:val="BodyTextL25"/>
        <w:rPr>
          <w:noProof/>
        </w:rPr>
      </w:pPr>
      <w:r w:rsidRPr="007309B1">
        <w:rPr>
          <w:noProof/>
        </w:rPr>
        <w:t>____________________________________________________________________________________</w:t>
      </w:r>
    </w:p>
    <w:p w:rsidR="001B700A" w:rsidRPr="007309B1" w:rsidRDefault="007D40F6" w:rsidP="008A4061">
      <w:pPr>
        <w:pStyle w:val="BodyTextL25"/>
        <w:rPr>
          <w:noProof/>
        </w:rPr>
      </w:pPr>
      <w:r w:rsidRPr="007309B1">
        <w:rPr>
          <w:noProof/>
        </w:rPr>
        <w:t>____________________________________________________________________________________</w:t>
      </w:r>
      <w:bookmarkEnd w:id="4"/>
    </w:p>
    <w:p w:rsidR="002D2810" w:rsidRPr="007309B1" w:rsidRDefault="002D2810" w:rsidP="002F437D">
      <w:pPr>
        <w:pStyle w:val="SubStepAlpha"/>
        <w:rPr>
          <w:noProof/>
        </w:rPr>
      </w:pPr>
      <w:r w:rsidRPr="007309B1">
        <w:rPr>
          <w:noProof/>
        </w:rPr>
        <w:t xml:space="preserve">Each IP address that is used to configure the IKE peers is also referred to as the IP address of the remote VPN endpoint. Configure the pre-shared key of </w:t>
      </w:r>
      <w:r w:rsidR="00DD22F7" w:rsidRPr="00F44B25">
        <w:rPr>
          <w:b/>
        </w:rPr>
        <w:t>cisco123</w:t>
      </w:r>
      <w:r w:rsidRPr="007309B1">
        <w:rPr>
          <w:noProof/>
        </w:rPr>
        <w:t xml:space="preserve"> on router R1</w:t>
      </w:r>
      <w:r w:rsidR="00746CEE" w:rsidRPr="007309B1">
        <w:rPr>
          <w:noProof/>
        </w:rPr>
        <w:t>.</w:t>
      </w:r>
      <w:r w:rsidRPr="007309B1">
        <w:rPr>
          <w:noProof/>
        </w:rPr>
        <w:t xml:space="preserve"> Production networks should use a complex key. This command points to the remote peer R3 S0/0/1 IP address.</w:t>
      </w:r>
    </w:p>
    <w:p w:rsidR="002D2810" w:rsidRPr="007309B1" w:rsidRDefault="002D2810" w:rsidP="00BD61A3">
      <w:pPr>
        <w:pStyle w:val="CMD"/>
        <w:rPr>
          <w:noProof/>
        </w:rPr>
      </w:pPr>
      <w:r w:rsidRPr="007309B1">
        <w:rPr>
          <w:noProof/>
        </w:rPr>
        <w:t xml:space="preserve">R1(config)# </w:t>
      </w:r>
      <w:r w:rsidRPr="007309B1">
        <w:rPr>
          <w:rStyle w:val="CMDBold"/>
          <w:noProof/>
        </w:rPr>
        <w:t>crypto isakmp key cisco123 address 10.2.2.1</w:t>
      </w:r>
    </w:p>
    <w:p w:rsidR="002D2810" w:rsidRPr="007334B1" w:rsidRDefault="002D2810" w:rsidP="002F437D">
      <w:pPr>
        <w:pStyle w:val="SubStepAlpha"/>
      </w:pPr>
      <w:r w:rsidRPr="007309B1">
        <w:rPr>
          <w:noProof/>
        </w:rPr>
        <w:t xml:space="preserve">Configure the pre-shared key </w:t>
      </w:r>
      <w:r w:rsidR="00DD22F7" w:rsidRPr="00F44B25">
        <w:rPr>
          <w:b/>
        </w:rPr>
        <w:t>cisco123</w:t>
      </w:r>
      <w:r w:rsidR="00746CEE" w:rsidRPr="007309B1">
        <w:rPr>
          <w:noProof/>
        </w:rPr>
        <w:t xml:space="preserve"> </w:t>
      </w:r>
      <w:r w:rsidRPr="007309B1">
        <w:rPr>
          <w:noProof/>
        </w:rPr>
        <w:t>on router</w:t>
      </w:r>
      <w:r w:rsidRPr="007334B1">
        <w:t xml:space="preserve"> R</w:t>
      </w:r>
      <w:r w:rsidR="00746CEE">
        <w:t xml:space="preserve">3. </w:t>
      </w:r>
      <w:r w:rsidR="00746CEE" w:rsidRPr="007334B1">
        <w:t>The command for R3 points to the R1 S0/0/0 IP address.</w:t>
      </w:r>
    </w:p>
    <w:p w:rsidR="002D2810" w:rsidRPr="007309B1" w:rsidRDefault="002D2810" w:rsidP="00BD61A3">
      <w:pPr>
        <w:pStyle w:val="CMD"/>
        <w:rPr>
          <w:rStyle w:val="CMDBold"/>
          <w:noProof/>
        </w:rPr>
      </w:pPr>
      <w:r w:rsidRPr="007309B1">
        <w:rPr>
          <w:noProof/>
        </w:rPr>
        <w:t xml:space="preserve">R3(config)# </w:t>
      </w:r>
      <w:r w:rsidRPr="007309B1">
        <w:rPr>
          <w:rStyle w:val="CMDBold"/>
          <w:noProof/>
        </w:rPr>
        <w:t>crypto isakmp key cisco123 address 10.1.1.1</w:t>
      </w:r>
    </w:p>
    <w:p w:rsidR="002D2810" w:rsidRPr="007309B1" w:rsidRDefault="002D2810" w:rsidP="007D40F6">
      <w:pPr>
        <w:pStyle w:val="StepHead"/>
        <w:rPr>
          <w:noProof/>
        </w:rPr>
      </w:pPr>
      <w:r w:rsidRPr="007309B1">
        <w:rPr>
          <w:noProof/>
        </w:rPr>
        <w:t>Configure the IPsec transform set and lifetime.</w:t>
      </w:r>
    </w:p>
    <w:p w:rsidR="002D2810" w:rsidRPr="007309B1" w:rsidRDefault="002D2810" w:rsidP="002F437D">
      <w:pPr>
        <w:pStyle w:val="SubStepAlpha"/>
        <w:rPr>
          <w:noProof/>
        </w:rPr>
      </w:pPr>
      <w:r w:rsidRPr="007309B1">
        <w:rPr>
          <w:noProof/>
        </w:rPr>
        <w:t xml:space="preserve">The IPsec transform set is another crypto configuration parameter that routers negotiate to form a security association. To create an IPsec transform set, use the </w:t>
      </w:r>
      <w:r w:rsidRPr="007309B1">
        <w:rPr>
          <w:rStyle w:val="BodyTextBold"/>
          <w:rFonts w:eastAsia="Calibri"/>
          <w:noProof/>
        </w:rPr>
        <w:t xml:space="preserve">crypto ipsec transform-set </w:t>
      </w:r>
      <w:r w:rsidR="007B2F4A" w:rsidRPr="007309B1">
        <w:rPr>
          <w:rStyle w:val="BodyTextBold"/>
          <w:rFonts w:eastAsia="Calibri"/>
          <w:noProof/>
        </w:rPr>
        <w:t>&lt;</w:t>
      </w:r>
      <w:r w:rsidR="00DD22F7" w:rsidRPr="007309B1">
        <w:rPr>
          <w:rStyle w:val="BodyTextBold"/>
          <w:rFonts w:eastAsia="Calibri"/>
          <w:noProof/>
        </w:rPr>
        <w:t>tag</w:t>
      </w:r>
      <w:r w:rsidR="007B2F4A">
        <w:rPr>
          <w:rStyle w:val="BodyTextBold"/>
          <w:rFonts w:eastAsia="Calibri"/>
        </w:rPr>
        <w:t>&gt;</w:t>
      </w:r>
      <w:r w:rsidRPr="009E59A7">
        <w:rPr>
          <w:rStyle w:val="BodyTextBold"/>
          <w:rFonts w:eastAsia="Calibri"/>
        </w:rPr>
        <w:t xml:space="preserve"> </w:t>
      </w:r>
      <w:r w:rsidR="007A11C4">
        <w:t>command</w:t>
      </w:r>
      <w:r w:rsidRPr="007334B1">
        <w:t xml:space="preserve">. </w:t>
      </w:r>
      <w:r w:rsidRPr="007309B1">
        <w:rPr>
          <w:noProof/>
        </w:rPr>
        <w:t xml:space="preserve">Use </w:t>
      </w:r>
      <w:r w:rsidRPr="007309B1">
        <w:rPr>
          <w:rStyle w:val="BodyTextBold"/>
          <w:rFonts w:eastAsia="Calibri"/>
          <w:noProof/>
        </w:rPr>
        <w:t>?</w:t>
      </w:r>
      <w:r w:rsidRPr="007309B1">
        <w:rPr>
          <w:noProof/>
        </w:rPr>
        <w:t xml:space="preserve"> to see which parameters are available.</w:t>
      </w:r>
    </w:p>
    <w:p w:rsidR="002D2810" w:rsidRPr="007309B1" w:rsidRDefault="002D2810" w:rsidP="00BD61A3">
      <w:pPr>
        <w:pStyle w:val="CMD"/>
        <w:rPr>
          <w:rStyle w:val="CMDBold"/>
          <w:noProof/>
        </w:rPr>
      </w:pPr>
      <w:r w:rsidRPr="000D017F">
        <w:rPr>
          <w:noProof/>
        </w:rPr>
        <w:t xml:space="preserve">R1(config)# </w:t>
      </w:r>
      <w:r w:rsidRPr="007309B1">
        <w:rPr>
          <w:rStyle w:val="CMDBold"/>
          <w:noProof/>
        </w:rPr>
        <w:t>crypto ipsec transform-set 50 ?</w:t>
      </w:r>
    </w:p>
    <w:p w:rsidR="002D2810" w:rsidRPr="007309B1" w:rsidRDefault="002D2810" w:rsidP="007D40F6">
      <w:pPr>
        <w:pStyle w:val="CMDOutput"/>
        <w:rPr>
          <w:noProof/>
        </w:rPr>
      </w:pPr>
      <w:r w:rsidRPr="007309B1">
        <w:rPr>
          <w:noProof/>
        </w:rPr>
        <w:t xml:space="preserve">  ah-md5-hmac   AH-HMAC-MD5 transform</w:t>
      </w:r>
    </w:p>
    <w:p w:rsidR="002D2810" w:rsidRPr="007309B1" w:rsidRDefault="002D2810" w:rsidP="007D40F6">
      <w:pPr>
        <w:pStyle w:val="CMDOutput"/>
        <w:rPr>
          <w:noProof/>
        </w:rPr>
      </w:pPr>
      <w:r w:rsidRPr="007309B1">
        <w:rPr>
          <w:noProof/>
        </w:rPr>
        <w:t xml:space="preserve">  ah-sha-hmac   AH-HMAC-SHA transform</w:t>
      </w:r>
    </w:p>
    <w:p w:rsidR="002D2810" w:rsidRPr="007309B1" w:rsidRDefault="002D2810" w:rsidP="007D40F6">
      <w:pPr>
        <w:pStyle w:val="CMDOutput"/>
        <w:rPr>
          <w:noProof/>
        </w:rPr>
      </w:pPr>
      <w:r w:rsidRPr="007309B1">
        <w:rPr>
          <w:noProof/>
        </w:rPr>
        <w:t xml:space="preserve">  comp-lzs      IP Compression using the LZS compression algorithm</w:t>
      </w:r>
    </w:p>
    <w:p w:rsidR="002D2810" w:rsidRPr="007309B1" w:rsidRDefault="002D2810" w:rsidP="007D40F6">
      <w:pPr>
        <w:pStyle w:val="CMDOutput"/>
        <w:rPr>
          <w:noProof/>
        </w:rPr>
      </w:pPr>
      <w:r w:rsidRPr="007309B1">
        <w:rPr>
          <w:noProof/>
        </w:rPr>
        <w:t xml:space="preserve">  esp-3des      ESP transform using 3DES(EDE) cipher (168 bits)</w:t>
      </w:r>
    </w:p>
    <w:p w:rsidR="002D2810" w:rsidRPr="007309B1" w:rsidRDefault="002D2810" w:rsidP="007D40F6">
      <w:pPr>
        <w:pStyle w:val="CMDOutput"/>
        <w:rPr>
          <w:noProof/>
        </w:rPr>
      </w:pPr>
      <w:r w:rsidRPr="007309B1">
        <w:rPr>
          <w:noProof/>
        </w:rPr>
        <w:t xml:space="preserve">  esp-aes       ESP transform using AES cipher</w:t>
      </w:r>
    </w:p>
    <w:p w:rsidR="002D2810" w:rsidRPr="007309B1" w:rsidRDefault="002D2810" w:rsidP="007D40F6">
      <w:pPr>
        <w:pStyle w:val="CMDOutput"/>
        <w:rPr>
          <w:noProof/>
        </w:rPr>
      </w:pPr>
      <w:r w:rsidRPr="007309B1">
        <w:rPr>
          <w:noProof/>
        </w:rPr>
        <w:t xml:space="preserve">  esp-des       ESP transform using DES cipher (56 bits)</w:t>
      </w:r>
    </w:p>
    <w:p w:rsidR="002D2810" w:rsidRPr="007309B1" w:rsidRDefault="002D2810" w:rsidP="007D40F6">
      <w:pPr>
        <w:pStyle w:val="CMDOutput"/>
        <w:rPr>
          <w:noProof/>
        </w:rPr>
      </w:pPr>
      <w:r w:rsidRPr="007309B1">
        <w:rPr>
          <w:noProof/>
        </w:rPr>
        <w:t xml:space="preserve">  esp-md5-hmac  ESP transform using HMAC-MD5 auth</w:t>
      </w:r>
    </w:p>
    <w:p w:rsidR="002D2810" w:rsidRPr="007309B1" w:rsidRDefault="002D2810" w:rsidP="007D40F6">
      <w:pPr>
        <w:pStyle w:val="CMDOutput"/>
        <w:rPr>
          <w:noProof/>
          <w:lang w:val="pt-BR"/>
        </w:rPr>
      </w:pPr>
      <w:r w:rsidRPr="007309B1">
        <w:rPr>
          <w:noProof/>
        </w:rPr>
        <w:t xml:space="preserve">  </w:t>
      </w:r>
      <w:r w:rsidRPr="007309B1">
        <w:rPr>
          <w:noProof/>
          <w:lang w:val="pt-BR"/>
        </w:rPr>
        <w:t>esp-null      ESP transform w/o cipher</w:t>
      </w:r>
    </w:p>
    <w:p w:rsidR="002D2810" w:rsidRPr="007309B1" w:rsidRDefault="002D2810" w:rsidP="007D40F6">
      <w:pPr>
        <w:pStyle w:val="CMDOutput"/>
        <w:rPr>
          <w:noProof/>
        </w:rPr>
      </w:pPr>
      <w:r w:rsidRPr="007309B1">
        <w:rPr>
          <w:noProof/>
          <w:lang w:val="pt-BR"/>
        </w:rPr>
        <w:t xml:space="preserve">  </w:t>
      </w:r>
      <w:r w:rsidRPr="007309B1">
        <w:rPr>
          <w:noProof/>
        </w:rPr>
        <w:t>esp-seal      ESP transform using SEAL cipher (160 bits)</w:t>
      </w:r>
    </w:p>
    <w:p w:rsidR="002D2810" w:rsidRPr="007309B1" w:rsidRDefault="002D2810" w:rsidP="007D40F6">
      <w:pPr>
        <w:pStyle w:val="CMDOutput"/>
        <w:rPr>
          <w:noProof/>
        </w:rPr>
      </w:pPr>
      <w:r w:rsidRPr="007309B1">
        <w:rPr>
          <w:noProof/>
        </w:rPr>
        <w:t xml:space="preserve">  esp-sha-hmac  ESP transform using HMAC-SHA auth </w:t>
      </w:r>
    </w:p>
    <w:p w:rsidR="002D2810" w:rsidRPr="007334B1" w:rsidRDefault="002D2810" w:rsidP="002F437D">
      <w:pPr>
        <w:pStyle w:val="SubStepAlpha"/>
      </w:pPr>
      <w:r w:rsidRPr="007309B1">
        <w:rPr>
          <w:noProof/>
        </w:rPr>
        <w:t>On R1 and R3, create a transform set with tag 50 and use an ESP transform with an AES 256 cipher with ESP and the SHA hash function.</w:t>
      </w:r>
      <w:r w:rsidR="007D40F6" w:rsidRPr="007309B1">
        <w:rPr>
          <w:noProof/>
        </w:rPr>
        <w:t xml:space="preserve"> The transform sets must match</w:t>
      </w:r>
      <w:r w:rsidR="007D40F6">
        <w:t>.</w:t>
      </w:r>
    </w:p>
    <w:p w:rsidR="002D2810" w:rsidRPr="007309B1" w:rsidRDefault="002D2810" w:rsidP="00BD61A3">
      <w:pPr>
        <w:pStyle w:val="CMD"/>
        <w:rPr>
          <w:noProof/>
        </w:rPr>
      </w:pPr>
      <w:r w:rsidRPr="007309B1">
        <w:rPr>
          <w:noProof/>
        </w:rPr>
        <w:t xml:space="preserve">R1(config)# </w:t>
      </w:r>
      <w:r w:rsidRPr="007309B1">
        <w:rPr>
          <w:rStyle w:val="CMDBold"/>
          <w:noProof/>
        </w:rPr>
        <w:t>crypto ipsec transform-set 50 esp-aes 256 esp-sha-hmac</w:t>
      </w:r>
    </w:p>
    <w:p w:rsidR="002D2810" w:rsidRPr="007309B1" w:rsidRDefault="002D2810" w:rsidP="00BD61A3">
      <w:pPr>
        <w:pStyle w:val="CMD"/>
        <w:rPr>
          <w:noProof/>
          <w:lang w:val="pt-BR"/>
        </w:rPr>
      </w:pPr>
      <w:r w:rsidRPr="007309B1">
        <w:rPr>
          <w:noProof/>
          <w:lang w:val="pt-BR"/>
        </w:rPr>
        <w:t>R1(cfg-crypto-trans)#</w:t>
      </w:r>
      <w:r w:rsidR="007D40F6" w:rsidRPr="007309B1">
        <w:rPr>
          <w:noProof/>
          <w:lang w:val="pt-BR"/>
        </w:rPr>
        <w:t xml:space="preserve"> </w:t>
      </w:r>
      <w:r w:rsidRPr="007309B1">
        <w:rPr>
          <w:rStyle w:val="CMDBold"/>
          <w:noProof/>
        </w:rPr>
        <w:t>exit</w:t>
      </w:r>
    </w:p>
    <w:p w:rsidR="002D2810" w:rsidRPr="007309B1" w:rsidRDefault="002D2810" w:rsidP="00BD61A3">
      <w:pPr>
        <w:pStyle w:val="CMD"/>
        <w:rPr>
          <w:noProof/>
          <w:lang w:val="pt-BR"/>
        </w:rPr>
      </w:pPr>
    </w:p>
    <w:p w:rsidR="002D2810" w:rsidRPr="007309B1" w:rsidRDefault="002D2810" w:rsidP="00BD61A3">
      <w:pPr>
        <w:pStyle w:val="CMD"/>
        <w:rPr>
          <w:noProof/>
          <w:lang w:val="pt-BR"/>
        </w:rPr>
      </w:pPr>
      <w:r w:rsidRPr="007309B1">
        <w:rPr>
          <w:noProof/>
          <w:lang w:val="pt-BR"/>
        </w:rPr>
        <w:t xml:space="preserve">R3(config)# </w:t>
      </w:r>
      <w:r w:rsidRPr="007309B1">
        <w:rPr>
          <w:rStyle w:val="CMDBold"/>
          <w:noProof/>
        </w:rPr>
        <w:t>crypto ipsec transform-set 50 esp-aes 256 esp-sha-hmac</w:t>
      </w:r>
    </w:p>
    <w:p w:rsidR="002D2810" w:rsidRPr="007309B1" w:rsidRDefault="002D2810" w:rsidP="00BD61A3">
      <w:pPr>
        <w:pStyle w:val="CMD"/>
        <w:rPr>
          <w:noProof/>
          <w:lang w:val="pt-BR"/>
        </w:rPr>
      </w:pPr>
      <w:r w:rsidRPr="007309B1">
        <w:rPr>
          <w:noProof/>
          <w:lang w:val="pt-BR"/>
        </w:rPr>
        <w:t>R3(cfg-crypto-trans)#</w:t>
      </w:r>
      <w:r w:rsidR="007D40F6" w:rsidRPr="007309B1">
        <w:rPr>
          <w:noProof/>
          <w:lang w:val="pt-BR"/>
        </w:rPr>
        <w:t xml:space="preserve"> </w:t>
      </w:r>
      <w:r w:rsidRPr="007309B1">
        <w:rPr>
          <w:rStyle w:val="CMDBold"/>
          <w:noProof/>
        </w:rPr>
        <w:t>exit</w:t>
      </w:r>
    </w:p>
    <w:p w:rsidR="00AC1A55" w:rsidRPr="007309B1" w:rsidRDefault="002D2810" w:rsidP="007D40F6">
      <w:pPr>
        <w:pStyle w:val="BodyTextL50"/>
        <w:rPr>
          <w:noProof/>
        </w:rPr>
      </w:pPr>
      <w:r w:rsidRPr="007309B1">
        <w:rPr>
          <w:noProof/>
        </w:rPr>
        <w:t>What is the funct</w:t>
      </w:r>
      <w:r w:rsidR="007D40F6" w:rsidRPr="007309B1">
        <w:rPr>
          <w:noProof/>
        </w:rPr>
        <w:t>ion of the IPsec transform set?</w:t>
      </w:r>
    </w:p>
    <w:p w:rsidR="007D40F6" w:rsidRPr="007309B1" w:rsidRDefault="007D40F6" w:rsidP="007D40F6">
      <w:pPr>
        <w:pStyle w:val="BodyTextL50"/>
        <w:rPr>
          <w:noProof/>
        </w:rPr>
      </w:pPr>
      <w:r w:rsidRPr="007309B1">
        <w:rPr>
          <w:noProof/>
        </w:rPr>
        <w:t>____________________________________________________________________________________</w:t>
      </w:r>
    </w:p>
    <w:p w:rsidR="007D40F6" w:rsidRPr="007309B1" w:rsidRDefault="007D40F6" w:rsidP="007D40F6">
      <w:pPr>
        <w:pStyle w:val="BodyTextL50"/>
        <w:rPr>
          <w:noProof/>
        </w:rPr>
      </w:pPr>
      <w:r w:rsidRPr="007309B1">
        <w:rPr>
          <w:noProof/>
        </w:rPr>
        <w:t>____________________________________________________________________________________</w:t>
      </w:r>
    </w:p>
    <w:p w:rsidR="007D40F6" w:rsidRPr="007309B1" w:rsidRDefault="007D40F6" w:rsidP="007D40F6">
      <w:pPr>
        <w:pStyle w:val="BodyTextL50"/>
        <w:rPr>
          <w:noProof/>
        </w:rPr>
      </w:pPr>
      <w:r w:rsidRPr="007309B1">
        <w:rPr>
          <w:noProof/>
        </w:rPr>
        <w:t>____________________________________________________________________________________</w:t>
      </w:r>
    </w:p>
    <w:p w:rsidR="007D40F6" w:rsidRPr="007309B1" w:rsidRDefault="007D40F6" w:rsidP="007D40F6">
      <w:pPr>
        <w:pStyle w:val="BodyTextL50"/>
        <w:rPr>
          <w:noProof/>
        </w:rPr>
      </w:pPr>
      <w:r w:rsidRPr="007309B1">
        <w:rPr>
          <w:noProof/>
        </w:rPr>
        <w:t>____________________________________________________________________________________</w:t>
      </w:r>
    </w:p>
    <w:p w:rsidR="007B2794" w:rsidRDefault="007B2794">
      <w:pPr>
        <w:spacing w:before="0" w:after="0" w:line="240" w:lineRule="auto"/>
        <w:rPr>
          <w:noProof/>
          <w:sz w:val="20"/>
        </w:rPr>
      </w:pPr>
      <w:r>
        <w:rPr>
          <w:noProof/>
        </w:rPr>
        <w:br w:type="page"/>
      </w:r>
    </w:p>
    <w:p w:rsidR="002D2810" w:rsidRPr="007309B1" w:rsidRDefault="002D2810" w:rsidP="002F437D">
      <w:pPr>
        <w:pStyle w:val="SubStepAlpha"/>
        <w:rPr>
          <w:noProof/>
        </w:rPr>
      </w:pPr>
      <w:r w:rsidRPr="007309B1">
        <w:rPr>
          <w:noProof/>
        </w:rPr>
        <w:t xml:space="preserve">You can also change the IPsec security association lifetime from the default of 3600 seconds. On R1 and R3, set the IPsec security association lifetime </w:t>
      </w:r>
      <w:r w:rsidR="007D40F6" w:rsidRPr="007309B1">
        <w:rPr>
          <w:noProof/>
        </w:rPr>
        <w:t>to 30 minutes, or 1800 seconds.</w:t>
      </w:r>
    </w:p>
    <w:p w:rsidR="002D2810" w:rsidRPr="007309B1" w:rsidRDefault="002D2810" w:rsidP="00BD61A3">
      <w:pPr>
        <w:pStyle w:val="CMD"/>
        <w:rPr>
          <w:noProof/>
        </w:rPr>
      </w:pPr>
      <w:r w:rsidRPr="007309B1">
        <w:rPr>
          <w:noProof/>
        </w:rPr>
        <w:t xml:space="preserve">R1(config)# </w:t>
      </w:r>
      <w:r w:rsidRPr="007309B1">
        <w:rPr>
          <w:rStyle w:val="CMDBold"/>
          <w:noProof/>
        </w:rPr>
        <w:t>crypto ipsec security-association lifetime seconds 1800</w:t>
      </w:r>
    </w:p>
    <w:p w:rsidR="002D2810" w:rsidRPr="007309B1" w:rsidRDefault="002D2810" w:rsidP="00BD61A3">
      <w:pPr>
        <w:pStyle w:val="CMD"/>
        <w:rPr>
          <w:noProof/>
        </w:rPr>
      </w:pPr>
    </w:p>
    <w:p w:rsidR="002D2810" w:rsidRPr="007309B1" w:rsidRDefault="002D2810" w:rsidP="00BD61A3">
      <w:pPr>
        <w:pStyle w:val="CMD"/>
        <w:rPr>
          <w:noProof/>
        </w:rPr>
      </w:pPr>
      <w:r w:rsidRPr="007309B1">
        <w:rPr>
          <w:noProof/>
        </w:rPr>
        <w:t xml:space="preserve">R3(config)# </w:t>
      </w:r>
      <w:r w:rsidRPr="007309B1">
        <w:rPr>
          <w:rStyle w:val="CMDBold"/>
          <w:noProof/>
        </w:rPr>
        <w:t>crypto ipsec security-association lifetime seconds 1800</w:t>
      </w:r>
    </w:p>
    <w:p w:rsidR="002D2810" w:rsidRPr="007309B1" w:rsidRDefault="002D2810" w:rsidP="007D40F6">
      <w:pPr>
        <w:pStyle w:val="StepHead"/>
        <w:rPr>
          <w:noProof/>
        </w:rPr>
      </w:pPr>
      <w:r w:rsidRPr="007309B1">
        <w:rPr>
          <w:noProof/>
        </w:rPr>
        <w:t>Define interesting traffic.</w:t>
      </w:r>
    </w:p>
    <w:p w:rsidR="002D2810" w:rsidRPr="007309B1" w:rsidRDefault="002D2810" w:rsidP="00535124">
      <w:pPr>
        <w:pStyle w:val="BodyTextL25"/>
        <w:rPr>
          <w:noProof/>
        </w:rPr>
      </w:pPr>
      <w:r w:rsidRPr="007309B1">
        <w:rPr>
          <w:noProof/>
        </w:rPr>
        <w:t>To make use of the IPsec encryption with the VPN, it is necessary to define</w:t>
      </w:r>
      <w:r w:rsidRPr="007334B1">
        <w:t xml:space="preserve"> </w:t>
      </w:r>
      <w:r w:rsidRPr="007309B1">
        <w:rPr>
          <w:noProof/>
        </w:rPr>
        <w:t>extended access lists</w:t>
      </w:r>
      <w:r w:rsidRPr="007334B1">
        <w:t xml:space="preserve"> to tell the </w:t>
      </w:r>
      <w:r w:rsidRPr="007309B1">
        <w:rPr>
          <w:noProof/>
        </w:rPr>
        <w:t>router which traffic to encrypt. A packet that is permitted by an access list used for defining IPsec traffic is encrypted if the IPsec session is configured correctly. A packet that is denied by one of these access lists is not dropped</w:t>
      </w:r>
      <w:r w:rsidRPr="007334B1">
        <w:t xml:space="preserve"> </w:t>
      </w:r>
      <w:r w:rsidR="00EE5298">
        <w:t>it is</w:t>
      </w:r>
      <w:r w:rsidRPr="007334B1">
        <w:t xml:space="preserve"> </w:t>
      </w:r>
      <w:r w:rsidRPr="007309B1">
        <w:rPr>
          <w:noProof/>
        </w:rPr>
        <w:t>sent unencrypted. Also, like any other access list, there is an implicit deny at the end, which means the default action is to not encrypt traffic. If there is no IPsec security association correctly configured, no traffic is encrypted and traffic is forwarded unencrypted.</w:t>
      </w:r>
    </w:p>
    <w:p w:rsidR="002D2810" w:rsidRPr="007309B1" w:rsidRDefault="002D2810" w:rsidP="00535124">
      <w:pPr>
        <w:pStyle w:val="BodyTextL25"/>
        <w:rPr>
          <w:noProof/>
        </w:rPr>
      </w:pPr>
      <w:r w:rsidRPr="007309B1">
        <w:rPr>
          <w:noProof/>
        </w:rPr>
        <w:t>In this scenario,</w:t>
      </w:r>
      <w:r w:rsidRPr="007334B1">
        <w:t xml:space="preserve"> </w:t>
      </w:r>
      <w:r w:rsidR="007B2F4A">
        <w:t xml:space="preserve">from the perspective of R1, </w:t>
      </w:r>
      <w:r w:rsidRPr="007309B1">
        <w:rPr>
          <w:noProof/>
        </w:rPr>
        <w:t>the traffic you want to encrypt is traffic going from R1’s Ethernet LAN to R3’s Ethernet LAN or vice versa</w:t>
      </w:r>
      <w:r w:rsidR="007B2F4A">
        <w:t xml:space="preserve"> from the perspective of R3</w:t>
      </w:r>
      <w:r w:rsidRPr="007334B1">
        <w:t xml:space="preserve">. </w:t>
      </w:r>
      <w:r w:rsidRPr="007309B1">
        <w:rPr>
          <w:noProof/>
        </w:rPr>
        <w:t>These access lists are used outbound on the VPN endpoint interfaces and must mirror each other.</w:t>
      </w:r>
    </w:p>
    <w:p w:rsidR="002D2810" w:rsidRPr="007309B1" w:rsidRDefault="002D2810" w:rsidP="002F437D">
      <w:pPr>
        <w:pStyle w:val="SubStepAlpha"/>
        <w:rPr>
          <w:noProof/>
        </w:rPr>
      </w:pPr>
      <w:r w:rsidRPr="007309B1">
        <w:rPr>
          <w:noProof/>
        </w:rPr>
        <w:t>Configure the IPsec VPN interesting traffic ACL on R1.</w:t>
      </w:r>
    </w:p>
    <w:p w:rsidR="002D2810" w:rsidRPr="007309B1" w:rsidRDefault="002D2810" w:rsidP="00BD61A3">
      <w:pPr>
        <w:pStyle w:val="CMD"/>
        <w:rPr>
          <w:noProof/>
        </w:rPr>
      </w:pPr>
      <w:r w:rsidRPr="007309B1">
        <w:rPr>
          <w:noProof/>
        </w:rPr>
        <w:t xml:space="preserve">R1(config)# </w:t>
      </w:r>
      <w:r w:rsidRPr="007309B1">
        <w:rPr>
          <w:rStyle w:val="CMDBold"/>
          <w:noProof/>
        </w:rPr>
        <w:t>access-list 101 permit ip 192.168.1.0 0.0.0.255 192.168.3.0 0.0.0.255</w:t>
      </w:r>
    </w:p>
    <w:p w:rsidR="002D2810" w:rsidRPr="007309B1" w:rsidRDefault="002D2810" w:rsidP="002F437D">
      <w:pPr>
        <w:pStyle w:val="SubStepAlpha"/>
        <w:rPr>
          <w:noProof/>
        </w:rPr>
      </w:pPr>
      <w:r w:rsidRPr="007309B1">
        <w:rPr>
          <w:noProof/>
        </w:rPr>
        <w:t>Configure the IPsec VPN interesting traffic ACL on R3.</w:t>
      </w:r>
    </w:p>
    <w:p w:rsidR="002D2810" w:rsidRPr="007309B1" w:rsidRDefault="002D2810" w:rsidP="00BD61A3">
      <w:pPr>
        <w:pStyle w:val="CMD"/>
        <w:rPr>
          <w:noProof/>
        </w:rPr>
      </w:pPr>
      <w:r w:rsidRPr="007309B1">
        <w:rPr>
          <w:noProof/>
        </w:rPr>
        <w:t xml:space="preserve">R3(config)# </w:t>
      </w:r>
      <w:r w:rsidRPr="007309B1">
        <w:rPr>
          <w:rStyle w:val="CMDBold"/>
          <w:noProof/>
        </w:rPr>
        <w:t>access-list 101 permit ip 192.168.3.0 0.0.0.255 192.168.1.0 0.0.0.255</w:t>
      </w:r>
    </w:p>
    <w:p w:rsidR="007D40F6" w:rsidRPr="007309B1" w:rsidRDefault="002D2810" w:rsidP="007D40F6">
      <w:pPr>
        <w:pStyle w:val="BodyTextL50"/>
        <w:rPr>
          <w:noProof/>
        </w:rPr>
      </w:pPr>
      <w:r w:rsidRPr="007309B1">
        <w:rPr>
          <w:noProof/>
        </w:rPr>
        <w:t>Does IPsec evaluate whether the access lists are mirrored as a requirement to negotiate its security association?</w:t>
      </w:r>
    </w:p>
    <w:p w:rsidR="007D40F6" w:rsidRPr="007309B1" w:rsidRDefault="007D40F6" w:rsidP="007D40F6">
      <w:pPr>
        <w:pStyle w:val="BodyTextL50"/>
        <w:rPr>
          <w:noProof/>
        </w:rPr>
      </w:pPr>
      <w:r w:rsidRPr="007309B1">
        <w:rPr>
          <w:noProof/>
        </w:rPr>
        <w:t>____________________________________________________________________________________</w:t>
      </w:r>
    </w:p>
    <w:p w:rsidR="007D40F6" w:rsidRPr="007309B1" w:rsidRDefault="007D40F6" w:rsidP="007D40F6">
      <w:pPr>
        <w:pStyle w:val="BodyTextL50"/>
        <w:rPr>
          <w:noProof/>
        </w:rPr>
      </w:pPr>
      <w:r w:rsidRPr="007309B1">
        <w:rPr>
          <w:noProof/>
        </w:rPr>
        <w:t>____________________________________________________________________________________</w:t>
      </w:r>
    </w:p>
    <w:p w:rsidR="007D40F6" w:rsidRPr="007309B1" w:rsidRDefault="007D40F6" w:rsidP="007D40F6">
      <w:pPr>
        <w:pStyle w:val="BodyTextL50"/>
        <w:rPr>
          <w:noProof/>
        </w:rPr>
      </w:pPr>
      <w:r w:rsidRPr="007309B1">
        <w:rPr>
          <w:noProof/>
        </w:rPr>
        <w:t>____________________________________________________________________________________</w:t>
      </w:r>
    </w:p>
    <w:p w:rsidR="002D2810" w:rsidRPr="007309B1" w:rsidRDefault="002D2810" w:rsidP="007D40F6">
      <w:pPr>
        <w:pStyle w:val="StepHead"/>
        <w:rPr>
          <w:noProof/>
        </w:rPr>
      </w:pPr>
      <w:r w:rsidRPr="007309B1">
        <w:rPr>
          <w:noProof/>
        </w:rPr>
        <w:t>Create and apply a crypto map.</w:t>
      </w:r>
    </w:p>
    <w:p w:rsidR="002D2810" w:rsidRPr="007309B1" w:rsidRDefault="002D2810" w:rsidP="00CF116C">
      <w:pPr>
        <w:pStyle w:val="BodyTextL25"/>
        <w:rPr>
          <w:noProof/>
        </w:rPr>
      </w:pPr>
      <w:r w:rsidRPr="007309B1">
        <w:rPr>
          <w:noProof/>
        </w:rPr>
        <w:t>A crypto map associates traffic that matches an access list to a peer and various IKE and IPsec settings. After the crypto map is created, it can be applied to one or more interfaces. The interface</w:t>
      </w:r>
      <w:r w:rsidR="004740E0" w:rsidRPr="007309B1">
        <w:rPr>
          <w:noProof/>
        </w:rPr>
        <w:t>s</w:t>
      </w:r>
      <w:r w:rsidRPr="007309B1">
        <w:rPr>
          <w:noProof/>
        </w:rPr>
        <w:t xml:space="preserve"> that it is applied to should be </w:t>
      </w:r>
      <w:r w:rsidR="007D40F6" w:rsidRPr="007309B1">
        <w:rPr>
          <w:noProof/>
        </w:rPr>
        <w:t>the ones facing the IPsec peer.</w:t>
      </w:r>
    </w:p>
    <w:p w:rsidR="002D2810" w:rsidRPr="007309B1" w:rsidRDefault="002D2810" w:rsidP="00535124">
      <w:pPr>
        <w:pStyle w:val="BodyTextL25"/>
        <w:rPr>
          <w:noProof/>
        </w:rPr>
      </w:pPr>
      <w:r w:rsidRPr="007309B1">
        <w:rPr>
          <w:noProof/>
        </w:rPr>
        <w:t>To create a crypto map, use</w:t>
      </w:r>
      <w:r w:rsidRPr="007334B1">
        <w:t xml:space="preserve"> </w:t>
      </w:r>
      <w:r w:rsidRPr="009E59A7">
        <w:rPr>
          <w:rStyle w:val="BodyTextBold"/>
          <w:rFonts w:eastAsia="Calibri"/>
        </w:rPr>
        <w:t xml:space="preserve">crypto map </w:t>
      </w:r>
      <w:r w:rsidR="007B2F4A">
        <w:rPr>
          <w:rStyle w:val="BodyTextBold"/>
          <w:rFonts w:eastAsia="Calibri"/>
        </w:rPr>
        <w:t>&lt;</w:t>
      </w:r>
      <w:r w:rsidRPr="009E59A7">
        <w:rPr>
          <w:rStyle w:val="BodyTextBold"/>
          <w:rFonts w:eastAsia="Calibri"/>
        </w:rPr>
        <w:t>name</w:t>
      </w:r>
      <w:r w:rsidR="007B2F4A">
        <w:rPr>
          <w:rStyle w:val="BodyTextBold"/>
          <w:rFonts w:eastAsia="Calibri"/>
        </w:rPr>
        <w:t>&gt;</w:t>
      </w:r>
      <w:r w:rsidRPr="009E59A7">
        <w:rPr>
          <w:rStyle w:val="BodyTextBold"/>
          <w:rFonts w:eastAsia="Calibri"/>
        </w:rPr>
        <w:t xml:space="preserve"> </w:t>
      </w:r>
      <w:r w:rsidR="007B2F4A">
        <w:rPr>
          <w:rStyle w:val="BodyTextBold"/>
          <w:rFonts w:eastAsia="Calibri"/>
        </w:rPr>
        <w:t>&lt;</w:t>
      </w:r>
      <w:r w:rsidRPr="009E59A7">
        <w:rPr>
          <w:rStyle w:val="BodyTextBold"/>
          <w:rFonts w:eastAsia="Calibri"/>
        </w:rPr>
        <w:t>sequence-num</w:t>
      </w:r>
      <w:r w:rsidR="007B2F4A">
        <w:rPr>
          <w:rStyle w:val="BodyTextBold"/>
          <w:rFonts w:eastAsia="Calibri"/>
        </w:rPr>
        <w:t>&gt;</w:t>
      </w:r>
      <w:r w:rsidRPr="009E59A7">
        <w:rPr>
          <w:rStyle w:val="BodyTextBold"/>
          <w:rFonts w:eastAsia="Calibri"/>
        </w:rPr>
        <w:t xml:space="preserve"> </w:t>
      </w:r>
      <w:r w:rsidR="007B2F4A">
        <w:rPr>
          <w:rStyle w:val="BodyTextBold"/>
          <w:rFonts w:eastAsia="Calibri"/>
        </w:rPr>
        <w:t>&lt;</w:t>
      </w:r>
      <w:r w:rsidRPr="009E59A7">
        <w:rPr>
          <w:rStyle w:val="BodyTextBold"/>
          <w:rFonts w:eastAsia="Calibri"/>
        </w:rPr>
        <w:t>type</w:t>
      </w:r>
      <w:r w:rsidR="007B2F4A">
        <w:rPr>
          <w:rStyle w:val="BodyTextBold"/>
          <w:rFonts w:eastAsia="Calibri"/>
        </w:rPr>
        <w:t>&gt;</w:t>
      </w:r>
      <w:r w:rsidRPr="007334B1">
        <w:t xml:space="preserve"> </w:t>
      </w:r>
      <w:r w:rsidR="00D86024">
        <w:t xml:space="preserve">command in </w:t>
      </w:r>
      <w:r w:rsidR="007A11C4" w:rsidRPr="007334B1">
        <w:t xml:space="preserve">global configuration </w:t>
      </w:r>
      <w:r w:rsidR="007A11C4">
        <w:t>mode</w:t>
      </w:r>
      <w:r w:rsidR="007A11C4" w:rsidRPr="007334B1">
        <w:t xml:space="preserve"> </w:t>
      </w:r>
      <w:r w:rsidRPr="007334B1">
        <w:t xml:space="preserve">to enter crypto map configuration mode for that sequence number. Multiple crypto map statements can belong to the same crypto map and are evaluated in ascending numerical order. Enter </w:t>
      </w:r>
      <w:r w:rsidRPr="007309B1">
        <w:rPr>
          <w:noProof/>
        </w:rPr>
        <w:t xml:space="preserve">crypto map configuration mode on R1. Use a type of </w:t>
      </w:r>
      <w:r w:rsidR="00F13A16" w:rsidRPr="007309B1">
        <w:rPr>
          <w:noProof/>
        </w:rPr>
        <w:t>ipsec-isakmp</w:t>
      </w:r>
      <w:r w:rsidRPr="007309B1">
        <w:rPr>
          <w:noProof/>
        </w:rPr>
        <w:t>, which means IKE is used to establish IPsec security associations.</w:t>
      </w:r>
    </w:p>
    <w:p w:rsidR="002D2810" w:rsidRPr="007309B1" w:rsidRDefault="002D2810" w:rsidP="002F437D">
      <w:pPr>
        <w:pStyle w:val="SubStepAlpha"/>
        <w:rPr>
          <w:noProof/>
        </w:rPr>
      </w:pPr>
      <w:r w:rsidRPr="007309B1">
        <w:rPr>
          <w:noProof/>
        </w:rPr>
        <w:t xml:space="preserve">Create the crypto map on R1, name it </w:t>
      </w:r>
      <w:r w:rsidR="00DD22F7" w:rsidRPr="00BB6B53">
        <w:rPr>
          <w:b/>
        </w:rPr>
        <w:t>CMAP</w:t>
      </w:r>
      <w:r w:rsidRPr="007309B1">
        <w:rPr>
          <w:noProof/>
        </w:rPr>
        <w:t xml:space="preserve">, and use </w:t>
      </w:r>
      <w:r w:rsidR="00DD22F7" w:rsidRPr="00BB6B53">
        <w:rPr>
          <w:b/>
        </w:rPr>
        <w:t>10</w:t>
      </w:r>
      <w:r w:rsidRPr="007309B1">
        <w:rPr>
          <w:noProof/>
        </w:rPr>
        <w:t xml:space="preserve"> as the sequence number. A message</w:t>
      </w:r>
      <w:r w:rsidRPr="007334B1">
        <w:t xml:space="preserve"> display</w:t>
      </w:r>
      <w:r w:rsidR="005B6524">
        <w:t>s</w:t>
      </w:r>
      <w:r w:rsidRPr="007334B1">
        <w:t xml:space="preserve"> </w:t>
      </w:r>
      <w:r w:rsidRPr="007309B1">
        <w:rPr>
          <w:noProof/>
        </w:rPr>
        <w:t>after the command is issued.</w:t>
      </w:r>
    </w:p>
    <w:p w:rsidR="002D2810" w:rsidRPr="007309B1" w:rsidRDefault="002D2810" w:rsidP="00BD61A3">
      <w:pPr>
        <w:pStyle w:val="CMD"/>
        <w:rPr>
          <w:noProof/>
        </w:rPr>
      </w:pPr>
      <w:r w:rsidRPr="007309B1">
        <w:rPr>
          <w:noProof/>
        </w:rPr>
        <w:t xml:space="preserve">R1(config)# </w:t>
      </w:r>
      <w:r w:rsidRPr="007309B1">
        <w:rPr>
          <w:rStyle w:val="CMDBold"/>
          <w:noProof/>
        </w:rPr>
        <w:t>crypto map CMAP 10 ipsec-isakmp</w:t>
      </w:r>
    </w:p>
    <w:p w:rsidR="002D2810" w:rsidRPr="007309B1" w:rsidRDefault="002D2810" w:rsidP="007D40F6">
      <w:pPr>
        <w:pStyle w:val="CMDOutput"/>
        <w:rPr>
          <w:noProof/>
        </w:rPr>
      </w:pPr>
      <w:r w:rsidRPr="007309B1">
        <w:rPr>
          <w:noProof/>
        </w:rPr>
        <w:t>% NOTE: This new crypto map wi</w:t>
      </w:r>
      <w:r w:rsidR="007D40F6" w:rsidRPr="007309B1">
        <w:rPr>
          <w:noProof/>
        </w:rPr>
        <w:t>ll remain disabled until a peer</w:t>
      </w:r>
    </w:p>
    <w:p w:rsidR="002D2810" w:rsidRPr="007309B1" w:rsidRDefault="002D2810" w:rsidP="007D40F6">
      <w:pPr>
        <w:pStyle w:val="CMDOutput"/>
        <w:rPr>
          <w:noProof/>
        </w:rPr>
      </w:pPr>
      <w:r w:rsidRPr="007309B1">
        <w:rPr>
          <w:noProof/>
        </w:rPr>
        <w:t>and a valid ac</w:t>
      </w:r>
      <w:r w:rsidR="007D40F6" w:rsidRPr="007309B1">
        <w:rPr>
          <w:noProof/>
        </w:rPr>
        <w:t>cess list have been configured.</w:t>
      </w:r>
    </w:p>
    <w:p w:rsidR="002D2810" w:rsidRPr="007309B1" w:rsidRDefault="002D2810" w:rsidP="002F437D">
      <w:pPr>
        <w:pStyle w:val="SubStepAlpha"/>
        <w:rPr>
          <w:noProof/>
        </w:rPr>
      </w:pPr>
      <w:r w:rsidRPr="007309B1">
        <w:rPr>
          <w:noProof/>
        </w:rPr>
        <w:t xml:space="preserve">Use the </w:t>
      </w:r>
      <w:r w:rsidRPr="007309B1">
        <w:rPr>
          <w:rStyle w:val="BodyTextBold"/>
          <w:rFonts w:eastAsia="Calibri"/>
          <w:noProof/>
        </w:rPr>
        <w:t xml:space="preserve">match address </w:t>
      </w:r>
      <w:r w:rsidR="007B2F4A" w:rsidRPr="007309B1">
        <w:rPr>
          <w:rStyle w:val="BodyTextBold"/>
          <w:rFonts w:eastAsia="Calibri"/>
          <w:noProof/>
        </w:rPr>
        <w:t>&lt;</w:t>
      </w:r>
      <w:r w:rsidRPr="007309B1">
        <w:rPr>
          <w:rStyle w:val="BodyTextBold"/>
          <w:rFonts w:eastAsia="Calibri"/>
          <w:noProof/>
        </w:rPr>
        <w:t>access-list</w:t>
      </w:r>
      <w:r w:rsidR="007B2F4A" w:rsidRPr="007309B1">
        <w:rPr>
          <w:rStyle w:val="BodyTextBold"/>
          <w:rFonts w:eastAsia="Calibri"/>
          <w:noProof/>
        </w:rPr>
        <w:t>&gt;</w:t>
      </w:r>
      <w:r w:rsidRPr="007309B1">
        <w:rPr>
          <w:noProof/>
        </w:rPr>
        <w:t xml:space="preserve"> command to specify which access list de</w:t>
      </w:r>
      <w:r w:rsidR="007D40F6" w:rsidRPr="007309B1">
        <w:rPr>
          <w:noProof/>
        </w:rPr>
        <w:t>fines which traffic to encrypt.</w:t>
      </w:r>
    </w:p>
    <w:p w:rsidR="002D2810" w:rsidRPr="007309B1" w:rsidRDefault="002D2810" w:rsidP="00BD61A3">
      <w:pPr>
        <w:pStyle w:val="CMD"/>
        <w:rPr>
          <w:noProof/>
        </w:rPr>
      </w:pPr>
      <w:r w:rsidRPr="007309B1">
        <w:rPr>
          <w:noProof/>
        </w:rPr>
        <w:t xml:space="preserve">R1(config-crypto-map)# </w:t>
      </w:r>
      <w:r w:rsidRPr="007309B1">
        <w:rPr>
          <w:rStyle w:val="CMDBold"/>
          <w:noProof/>
        </w:rPr>
        <w:t>match address 101</w:t>
      </w:r>
    </w:p>
    <w:p w:rsidR="002D2810" w:rsidRPr="007309B1" w:rsidRDefault="002D2810" w:rsidP="002F437D">
      <w:pPr>
        <w:pStyle w:val="SubStepAlpha"/>
        <w:rPr>
          <w:noProof/>
        </w:rPr>
      </w:pPr>
      <w:r w:rsidRPr="007309B1">
        <w:rPr>
          <w:noProof/>
        </w:rPr>
        <w:t xml:space="preserve">To view the list of possible </w:t>
      </w:r>
      <w:r w:rsidRPr="007309B1">
        <w:rPr>
          <w:rFonts w:ascii="Courier New" w:hAnsi="Courier New"/>
          <w:b/>
          <w:noProof/>
        </w:rPr>
        <w:t>set</w:t>
      </w:r>
      <w:r w:rsidRPr="007309B1">
        <w:rPr>
          <w:noProof/>
        </w:rPr>
        <w:t xml:space="preserve"> commands that you can do </w:t>
      </w:r>
      <w:r w:rsidR="007309B1" w:rsidRPr="007309B1">
        <w:rPr>
          <w:noProof/>
        </w:rPr>
        <w:t>with</w:t>
      </w:r>
      <w:r w:rsidRPr="007309B1">
        <w:rPr>
          <w:noProof/>
        </w:rPr>
        <w:t xml:space="preserve"> a cry</w:t>
      </w:r>
      <w:r w:rsidR="007D40F6" w:rsidRPr="007309B1">
        <w:rPr>
          <w:noProof/>
        </w:rPr>
        <w:t>pto map, use the help function.</w:t>
      </w:r>
    </w:p>
    <w:p w:rsidR="002D2810" w:rsidRPr="007309B1" w:rsidRDefault="002D2810" w:rsidP="00BD61A3">
      <w:pPr>
        <w:pStyle w:val="CMD"/>
        <w:rPr>
          <w:noProof/>
        </w:rPr>
      </w:pPr>
      <w:r w:rsidRPr="007309B1">
        <w:rPr>
          <w:noProof/>
        </w:rPr>
        <w:t xml:space="preserve">R1(config-crypto-map)# </w:t>
      </w:r>
      <w:r w:rsidRPr="007309B1">
        <w:rPr>
          <w:rStyle w:val="CMDBold"/>
          <w:noProof/>
        </w:rPr>
        <w:t>set ?</w:t>
      </w:r>
    </w:p>
    <w:p w:rsidR="00535124" w:rsidRPr="007309B1" w:rsidRDefault="00535124" w:rsidP="00535124">
      <w:pPr>
        <w:pStyle w:val="CMDOutput"/>
        <w:rPr>
          <w:noProof/>
        </w:rPr>
      </w:pPr>
      <w:r w:rsidRPr="007309B1">
        <w:rPr>
          <w:noProof/>
        </w:rPr>
        <w:t xml:space="preserve">  identity              Identity restriction.</w:t>
      </w:r>
    </w:p>
    <w:p w:rsidR="00535124" w:rsidRPr="007309B1" w:rsidRDefault="00535124" w:rsidP="00535124">
      <w:pPr>
        <w:pStyle w:val="CMDOutput"/>
        <w:rPr>
          <w:noProof/>
        </w:rPr>
      </w:pPr>
      <w:r w:rsidRPr="007309B1">
        <w:rPr>
          <w:noProof/>
        </w:rPr>
        <w:t xml:space="preserve">  ip                    Interface Internet Protocol config commands</w:t>
      </w:r>
    </w:p>
    <w:p w:rsidR="00535124" w:rsidRPr="007309B1" w:rsidRDefault="00535124" w:rsidP="00535124">
      <w:pPr>
        <w:pStyle w:val="CMDOutput"/>
        <w:rPr>
          <w:noProof/>
        </w:rPr>
      </w:pPr>
      <w:r w:rsidRPr="007309B1">
        <w:rPr>
          <w:noProof/>
        </w:rPr>
        <w:t xml:space="preserve">  isakmp-profile        Specify isakmp Profile</w:t>
      </w:r>
    </w:p>
    <w:p w:rsidR="00535124" w:rsidRPr="007309B1" w:rsidRDefault="00535124" w:rsidP="00535124">
      <w:pPr>
        <w:pStyle w:val="CMDOutput"/>
        <w:rPr>
          <w:noProof/>
        </w:rPr>
      </w:pPr>
      <w:r w:rsidRPr="007309B1">
        <w:rPr>
          <w:noProof/>
        </w:rPr>
        <w:t xml:space="preserve">  nat                   Set NAT translation</w:t>
      </w:r>
    </w:p>
    <w:p w:rsidR="00535124" w:rsidRPr="007309B1" w:rsidRDefault="00535124" w:rsidP="00535124">
      <w:pPr>
        <w:pStyle w:val="CMDOutput"/>
        <w:rPr>
          <w:noProof/>
        </w:rPr>
      </w:pPr>
      <w:r w:rsidRPr="007309B1">
        <w:rPr>
          <w:noProof/>
        </w:rPr>
        <w:t xml:space="preserve">  peer                  Allowed Encryption/Decryption peer.</w:t>
      </w:r>
    </w:p>
    <w:p w:rsidR="00535124" w:rsidRDefault="00535124" w:rsidP="00535124">
      <w:pPr>
        <w:pStyle w:val="CMDOutput"/>
      </w:pPr>
      <w:r w:rsidRPr="007309B1">
        <w:rPr>
          <w:noProof/>
        </w:rPr>
        <w:t xml:space="preserve">  pfs                   Specify pfs settings</w:t>
      </w:r>
    </w:p>
    <w:p w:rsidR="00535124" w:rsidRDefault="00535124" w:rsidP="00535124">
      <w:pPr>
        <w:pStyle w:val="CMDOutput"/>
      </w:pPr>
      <w:r>
        <w:t xml:space="preserve">  reverse-route         Reverse Route Injection.</w:t>
      </w:r>
    </w:p>
    <w:p w:rsidR="00535124" w:rsidRPr="007309B1" w:rsidRDefault="00535124" w:rsidP="00535124">
      <w:pPr>
        <w:pStyle w:val="CMDOutput"/>
        <w:rPr>
          <w:noProof/>
        </w:rPr>
      </w:pPr>
      <w:r>
        <w:t xml:space="preserve">  </w:t>
      </w:r>
      <w:r w:rsidRPr="007309B1">
        <w:rPr>
          <w:noProof/>
        </w:rPr>
        <w:t>security-association  Security association parameters</w:t>
      </w:r>
    </w:p>
    <w:p w:rsidR="00535124" w:rsidRPr="007309B1" w:rsidRDefault="00535124" w:rsidP="00535124">
      <w:pPr>
        <w:pStyle w:val="CMDOutput"/>
        <w:rPr>
          <w:noProof/>
        </w:rPr>
      </w:pPr>
      <w:r w:rsidRPr="007309B1">
        <w:rPr>
          <w:noProof/>
        </w:rPr>
        <w:t xml:space="preserve">  transform-set         Specify list of transform sets in priority order</w:t>
      </w:r>
    </w:p>
    <w:p w:rsidR="002D2810" w:rsidRPr="007309B1" w:rsidRDefault="002D2810" w:rsidP="002F437D">
      <w:pPr>
        <w:pStyle w:val="SubStepAlpha"/>
        <w:rPr>
          <w:noProof/>
        </w:rPr>
      </w:pPr>
      <w:r w:rsidRPr="007309B1">
        <w:rPr>
          <w:noProof/>
        </w:rPr>
        <w:t>Setting a peer IP or hostname is required</w:t>
      </w:r>
      <w:r w:rsidR="005B6524" w:rsidRPr="007309B1">
        <w:rPr>
          <w:noProof/>
        </w:rPr>
        <w:t>.</w:t>
      </w:r>
      <w:r w:rsidR="005B6524">
        <w:t xml:space="preserve"> </w:t>
      </w:r>
      <w:r w:rsidR="005B6524" w:rsidRPr="007309B1">
        <w:rPr>
          <w:noProof/>
        </w:rPr>
        <w:t>S</w:t>
      </w:r>
      <w:r w:rsidRPr="007309B1">
        <w:rPr>
          <w:noProof/>
        </w:rPr>
        <w:t>et it to R3’s remote VPN endpoint interfa</w:t>
      </w:r>
      <w:r w:rsidR="007D40F6" w:rsidRPr="007309B1">
        <w:rPr>
          <w:noProof/>
        </w:rPr>
        <w:t>ce using the following command.</w:t>
      </w:r>
    </w:p>
    <w:p w:rsidR="002D2810" w:rsidRPr="007309B1" w:rsidRDefault="002D2810" w:rsidP="00BD61A3">
      <w:pPr>
        <w:pStyle w:val="CMD"/>
        <w:rPr>
          <w:noProof/>
        </w:rPr>
      </w:pPr>
      <w:r w:rsidRPr="007309B1">
        <w:rPr>
          <w:noProof/>
        </w:rPr>
        <w:t xml:space="preserve">R1(config-crypto-map)# </w:t>
      </w:r>
      <w:r w:rsidRPr="007309B1">
        <w:rPr>
          <w:rStyle w:val="CMDBold"/>
          <w:noProof/>
        </w:rPr>
        <w:t>set peer 10.2.2.1</w:t>
      </w:r>
    </w:p>
    <w:p w:rsidR="002D2810" w:rsidRPr="007309B1" w:rsidRDefault="00EE5298" w:rsidP="002F437D">
      <w:pPr>
        <w:pStyle w:val="SubStepAlpha"/>
        <w:rPr>
          <w:noProof/>
        </w:rPr>
      </w:pPr>
      <w:r>
        <w:t>U</w:t>
      </w:r>
      <w:r w:rsidR="002D2810" w:rsidRPr="007334B1">
        <w:t>s</w:t>
      </w:r>
      <w:r>
        <w:t>e</w:t>
      </w:r>
      <w:r w:rsidR="002D2810" w:rsidRPr="007334B1">
        <w:t xml:space="preserve"> the </w:t>
      </w:r>
      <w:r w:rsidR="002D2810" w:rsidRPr="009E59A7">
        <w:rPr>
          <w:rStyle w:val="BodyTextBold"/>
          <w:rFonts w:eastAsia="Calibri"/>
        </w:rPr>
        <w:t xml:space="preserve">set transform-set </w:t>
      </w:r>
      <w:r w:rsidR="007B2F4A">
        <w:rPr>
          <w:rStyle w:val="BodyTextBold"/>
          <w:rFonts w:eastAsia="Calibri"/>
        </w:rPr>
        <w:t>&lt;</w:t>
      </w:r>
      <w:r w:rsidR="002D2810" w:rsidRPr="009E59A7">
        <w:rPr>
          <w:rStyle w:val="BodyTextBold"/>
          <w:rFonts w:eastAsia="Calibri"/>
        </w:rPr>
        <w:t>tag</w:t>
      </w:r>
      <w:r w:rsidR="007B2F4A">
        <w:rPr>
          <w:rStyle w:val="BodyTextBold"/>
          <w:rFonts w:eastAsia="Calibri"/>
        </w:rPr>
        <w:t>&gt;</w:t>
      </w:r>
      <w:r w:rsidR="002D2810" w:rsidRPr="007334B1">
        <w:t xml:space="preserve"> command</w:t>
      </w:r>
      <w:r>
        <w:t xml:space="preserve"> to hard code the transform set to be used with this peer</w:t>
      </w:r>
      <w:r w:rsidR="002D2810" w:rsidRPr="007334B1">
        <w:t xml:space="preserve">. </w:t>
      </w:r>
      <w:r w:rsidR="002D2810" w:rsidRPr="007309B1">
        <w:rPr>
          <w:noProof/>
        </w:rPr>
        <w:t xml:space="preserve">Set the perfect forwarding secrecy type using the </w:t>
      </w:r>
      <w:r w:rsidR="002D2810" w:rsidRPr="007309B1">
        <w:rPr>
          <w:rStyle w:val="BodyTextBold"/>
          <w:rFonts w:eastAsia="Calibri"/>
          <w:noProof/>
        </w:rPr>
        <w:t xml:space="preserve">set pfs </w:t>
      </w:r>
      <w:r w:rsidR="007B2F4A" w:rsidRPr="007309B1">
        <w:rPr>
          <w:rStyle w:val="BodyTextBold"/>
          <w:rFonts w:eastAsia="Calibri"/>
          <w:noProof/>
        </w:rPr>
        <w:t>&lt;</w:t>
      </w:r>
      <w:r w:rsidR="002D2810" w:rsidRPr="007309B1">
        <w:rPr>
          <w:rStyle w:val="BodyTextBold"/>
          <w:rFonts w:eastAsia="Calibri"/>
          <w:noProof/>
        </w:rPr>
        <w:t>type</w:t>
      </w:r>
      <w:r w:rsidR="007B2F4A" w:rsidRPr="007309B1">
        <w:rPr>
          <w:rStyle w:val="BodyTextBold"/>
          <w:rFonts w:eastAsia="Calibri"/>
          <w:noProof/>
        </w:rPr>
        <w:t>&gt;</w:t>
      </w:r>
      <w:r w:rsidR="002D2810" w:rsidRPr="007309B1">
        <w:rPr>
          <w:noProof/>
        </w:rPr>
        <w:t xml:space="preserve"> command, and modify the default IPsec security association life time with the </w:t>
      </w:r>
      <w:r w:rsidR="002D2810" w:rsidRPr="007309B1">
        <w:rPr>
          <w:rStyle w:val="BodyTextBold"/>
          <w:rFonts w:eastAsia="Calibri"/>
          <w:noProof/>
        </w:rPr>
        <w:t xml:space="preserve">set security-association lifetime seconds </w:t>
      </w:r>
      <w:r w:rsidR="007B2F4A" w:rsidRPr="007309B1">
        <w:rPr>
          <w:rStyle w:val="BodyTextBold"/>
          <w:rFonts w:eastAsia="Calibri"/>
          <w:noProof/>
        </w:rPr>
        <w:t>&lt;</w:t>
      </w:r>
      <w:r w:rsidR="002D2810" w:rsidRPr="007309B1">
        <w:rPr>
          <w:rStyle w:val="BodyTextBold"/>
          <w:rFonts w:eastAsia="Calibri"/>
          <w:noProof/>
        </w:rPr>
        <w:t>seconds</w:t>
      </w:r>
      <w:r w:rsidR="007B2F4A" w:rsidRPr="007309B1">
        <w:rPr>
          <w:rStyle w:val="BodyTextBold"/>
          <w:rFonts w:eastAsia="Calibri"/>
          <w:noProof/>
        </w:rPr>
        <w:t>&gt;</w:t>
      </w:r>
      <w:r w:rsidR="002D2810" w:rsidRPr="007309B1">
        <w:rPr>
          <w:i/>
          <w:iCs/>
          <w:noProof/>
        </w:rPr>
        <w:t xml:space="preserve"> </w:t>
      </w:r>
      <w:r w:rsidR="001C4DD6" w:rsidRPr="007309B1">
        <w:rPr>
          <w:noProof/>
        </w:rPr>
        <w:t>command.</w:t>
      </w:r>
    </w:p>
    <w:p w:rsidR="002D2810" w:rsidRPr="007309B1" w:rsidRDefault="002D2810" w:rsidP="00BD61A3">
      <w:pPr>
        <w:pStyle w:val="CMD"/>
        <w:rPr>
          <w:noProof/>
        </w:rPr>
      </w:pPr>
      <w:r w:rsidRPr="007309B1">
        <w:rPr>
          <w:noProof/>
        </w:rPr>
        <w:t xml:space="preserve">R1(config-crypto-map)# </w:t>
      </w:r>
      <w:r w:rsidRPr="007309B1">
        <w:rPr>
          <w:rStyle w:val="CMDBold"/>
          <w:noProof/>
        </w:rPr>
        <w:t>set pfs group</w:t>
      </w:r>
      <w:r w:rsidR="00AD4D3B">
        <w:rPr>
          <w:rStyle w:val="CMDBold"/>
          <w:noProof/>
        </w:rPr>
        <w:t>14</w:t>
      </w:r>
    </w:p>
    <w:p w:rsidR="002D2810" w:rsidRPr="007309B1" w:rsidRDefault="002D2810" w:rsidP="00BD61A3">
      <w:pPr>
        <w:pStyle w:val="CMD"/>
        <w:rPr>
          <w:noProof/>
        </w:rPr>
      </w:pPr>
      <w:r w:rsidRPr="007309B1">
        <w:rPr>
          <w:noProof/>
        </w:rPr>
        <w:t xml:space="preserve">R1(config-crypto-map)# </w:t>
      </w:r>
      <w:r w:rsidRPr="007309B1">
        <w:rPr>
          <w:rStyle w:val="CMDBold"/>
          <w:noProof/>
        </w:rPr>
        <w:t>set transform-set 50</w:t>
      </w:r>
    </w:p>
    <w:p w:rsidR="002D2810" w:rsidRPr="007309B1" w:rsidRDefault="002D2810" w:rsidP="00BD61A3">
      <w:pPr>
        <w:pStyle w:val="CMD"/>
        <w:rPr>
          <w:rStyle w:val="CMDBold"/>
          <w:noProof/>
        </w:rPr>
      </w:pPr>
      <w:r w:rsidRPr="00A52A3D">
        <w:rPr>
          <w:noProof/>
        </w:rPr>
        <w:t xml:space="preserve">R1(config-crypto-map)# </w:t>
      </w:r>
      <w:r w:rsidRPr="007309B1">
        <w:rPr>
          <w:rStyle w:val="CMDBold"/>
          <w:noProof/>
        </w:rPr>
        <w:t>set security-association lifetime seconds 900</w:t>
      </w:r>
    </w:p>
    <w:p w:rsidR="002D2810" w:rsidRPr="007309B1" w:rsidRDefault="002D2810" w:rsidP="00BD61A3">
      <w:pPr>
        <w:pStyle w:val="CMD"/>
        <w:rPr>
          <w:rStyle w:val="CMDBold"/>
          <w:noProof/>
        </w:rPr>
      </w:pPr>
      <w:r w:rsidRPr="00A52A3D">
        <w:rPr>
          <w:noProof/>
        </w:rPr>
        <w:t xml:space="preserve">R1(config-crypto-map)# </w:t>
      </w:r>
      <w:r w:rsidRPr="007309B1">
        <w:rPr>
          <w:b/>
          <w:noProof/>
        </w:rPr>
        <w:t>exit</w:t>
      </w:r>
    </w:p>
    <w:p w:rsidR="002D2810" w:rsidRPr="007309B1" w:rsidRDefault="002D2810" w:rsidP="002F437D">
      <w:pPr>
        <w:pStyle w:val="SubStepAlpha"/>
        <w:rPr>
          <w:noProof/>
        </w:rPr>
      </w:pPr>
      <w:r w:rsidRPr="007309B1">
        <w:rPr>
          <w:noProof/>
        </w:rPr>
        <w:t>Create a mirrored matching crypto map on R3.</w:t>
      </w:r>
    </w:p>
    <w:p w:rsidR="002D2810" w:rsidRPr="007309B1" w:rsidRDefault="002D2810" w:rsidP="00BD61A3">
      <w:pPr>
        <w:pStyle w:val="CMD"/>
        <w:rPr>
          <w:noProof/>
        </w:rPr>
      </w:pPr>
      <w:r w:rsidRPr="007309B1">
        <w:rPr>
          <w:noProof/>
        </w:rPr>
        <w:t xml:space="preserve">R3(config)# </w:t>
      </w:r>
      <w:r w:rsidRPr="007309B1">
        <w:rPr>
          <w:rStyle w:val="CMDBold"/>
          <w:noProof/>
        </w:rPr>
        <w:t>crypto map CMAP 10 ipsec-isakmp</w:t>
      </w:r>
    </w:p>
    <w:p w:rsidR="002D2810" w:rsidRPr="007309B1" w:rsidRDefault="002D2810" w:rsidP="00BD61A3">
      <w:pPr>
        <w:pStyle w:val="CMD"/>
        <w:rPr>
          <w:noProof/>
        </w:rPr>
      </w:pPr>
      <w:r w:rsidRPr="007309B1">
        <w:rPr>
          <w:noProof/>
        </w:rPr>
        <w:t xml:space="preserve">R3(config-crypto-map)# </w:t>
      </w:r>
      <w:r w:rsidRPr="007309B1">
        <w:rPr>
          <w:rStyle w:val="CMDBold"/>
          <w:noProof/>
        </w:rPr>
        <w:t>match address 101</w:t>
      </w:r>
    </w:p>
    <w:p w:rsidR="002D2810" w:rsidRPr="007309B1" w:rsidRDefault="002D2810" w:rsidP="00BD61A3">
      <w:pPr>
        <w:pStyle w:val="CMD"/>
        <w:rPr>
          <w:noProof/>
        </w:rPr>
      </w:pPr>
      <w:r w:rsidRPr="007309B1">
        <w:rPr>
          <w:noProof/>
        </w:rPr>
        <w:t xml:space="preserve">R3(config-crypto-map)# </w:t>
      </w:r>
      <w:r w:rsidRPr="007309B1">
        <w:rPr>
          <w:rStyle w:val="CMDBold"/>
          <w:noProof/>
        </w:rPr>
        <w:t>set peer 10.1.1.1</w:t>
      </w:r>
    </w:p>
    <w:p w:rsidR="002D2810" w:rsidRPr="007309B1" w:rsidRDefault="002D2810" w:rsidP="00BD61A3">
      <w:pPr>
        <w:pStyle w:val="CMD"/>
        <w:rPr>
          <w:noProof/>
        </w:rPr>
      </w:pPr>
      <w:r w:rsidRPr="007309B1">
        <w:rPr>
          <w:noProof/>
        </w:rPr>
        <w:t xml:space="preserve">R3(config-crypto-map)# </w:t>
      </w:r>
      <w:r w:rsidRPr="007309B1">
        <w:rPr>
          <w:rStyle w:val="CMDBold"/>
          <w:noProof/>
        </w:rPr>
        <w:t>set pfs group</w:t>
      </w:r>
      <w:r w:rsidR="00AD4D3B">
        <w:rPr>
          <w:rStyle w:val="CMDBold"/>
          <w:noProof/>
        </w:rPr>
        <w:t>14</w:t>
      </w:r>
    </w:p>
    <w:p w:rsidR="002D2810" w:rsidRPr="007309B1" w:rsidRDefault="002D2810" w:rsidP="00BD61A3">
      <w:pPr>
        <w:pStyle w:val="CMD"/>
        <w:rPr>
          <w:noProof/>
        </w:rPr>
      </w:pPr>
      <w:r w:rsidRPr="007309B1">
        <w:rPr>
          <w:noProof/>
        </w:rPr>
        <w:t xml:space="preserve">R3(config-crypto-map)# </w:t>
      </w:r>
      <w:r w:rsidRPr="007309B1">
        <w:rPr>
          <w:rStyle w:val="CMDBold"/>
          <w:noProof/>
        </w:rPr>
        <w:t>set transform-set 50</w:t>
      </w:r>
    </w:p>
    <w:p w:rsidR="002D2810" w:rsidRPr="007334B1" w:rsidRDefault="002D2810" w:rsidP="00BD61A3">
      <w:pPr>
        <w:pStyle w:val="CMD"/>
      </w:pPr>
      <w:r w:rsidRPr="007334B1">
        <w:t xml:space="preserve">R3(config-crypto-map)# </w:t>
      </w:r>
      <w:r w:rsidRPr="009E59A7">
        <w:rPr>
          <w:rStyle w:val="CMDBold"/>
        </w:rPr>
        <w:t>set security-association lifetime seconds 900</w:t>
      </w:r>
    </w:p>
    <w:p w:rsidR="002D2810" w:rsidRPr="009E59A7" w:rsidRDefault="002D2810" w:rsidP="00BD61A3">
      <w:pPr>
        <w:pStyle w:val="CMD"/>
        <w:rPr>
          <w:rStyle w:val="CMDBold"/>
        </w:rPr>
      </w:pPr>
      <w:r w:rsidRPr="007334B1">
        <w:t xml:space="preserve">R3(config-crypto-map)# </w:t>
      </w:r>
      <w:r w:rsidRPr="007334B1">
        <w:rPr>
          <w:b/>
        </w:rPr>
        <w:t>exit</w:t>
      </w:r>
    </w:p>
    <w:p w:rsidR="0005603A" w:rsidRDefault="00EE5298" w:rsidP="002F437D">
      <w:pPr>
        <w:pStyle w:val="SubStepAlpha"/>
      </w:pPr>
      <w:r>
        <w:t>A</w:t>
      </w:r>
      <w:r w:rsidR="002D2810" w:rsidRPr="007334B1">
        <w:t xml:space="preserve">pply the </w:t>
      </w:r>
      <w:r w:rsidR="001577AF">
        <w:t xml:space="preserve">crypto </w:t>
      </w:r>
      <w:r w:rsidR="002D2810" w:rsidRPr="007334B1">
        <w:t>map to interfaces.</w:t>
      </w:r>
    </w:p>
    <w:p w:rsidR="002D2810" w:rsidRPr="007309B1" w:rsidRDefault="00F13A16" w:rsidP="0005603A">
      <w:pPr>
        <w:pStyle w:val="BodyTextL50"/>
        <w:rPr>
          <w:noProof/>
        </w:rPr>
      </w:pPr>
      <w:r w:rsidRPr="00F13A16">
        <w:rPr>
          <w:b/>
        </w:rPr>
        <w:t>Note</w:t>
      </w:r>
      <w:r w:rsidR="00044F43">
        <w:t>: T</w:t>
      </w:r>
      <w:r w:rsidR="002D2810" w:rsidRPr="007334B1">
        <w:t xml:space="preserve">he SAs </w:t>
      </w:r>
      <w:r w:rsidR="00044F43">
        <w:t>are</w:t>
      </w:r>
      <w:r w:rsidR="00044F43" w:rsidRPr="007334B1">
        <w:t xml:space="preserve"> </w:t>
      </w:r>
      <w:r w:rsidR="002D2810" w:rsidRPr="007334B1">
        <w:t>not established until the crypto map has been activated by interesting traffic. The router generate</w:t>
      </w:r>
      <w:r w:rsidR="00044F43">
        <w:t>s</w:t>
      </w:r>
      <w:r w:rsidR="002D2810" w:rsidRPr="007334B1">
        <w:t xml:space="preserve"> a noti</w:t>
      </w:r>
      <w:r w:rsidR="001C4DD6">
        <w:t xml:space="preserve">fication that crypto </w:t>
      </w:r>
      <w:r w:rsidR="001C4DD6" w:rsidRPr="007309B1">
        <w:rPr>
          <w:noProof/>
        </w:rPr>
        <w:t>is now on.</w:t>
      </w:r>
    </w:p>
    <w:p w:rsidR="002D2810" w:rsidRPr="007309B1" w:rsidRDefault="002D2810" w:rsidP="00C90741">
      <w:pPr>
        <w:pStyle w:val="BodyTextL50"/>
        <w:rPr>
          <w:noProof/>
        </w:rPr>
      </w:pPr>
      <w:r w:rsidRPr="007309B1">
        <w:rPr>
          <w:noProof/>
        </w:rPr>
        <w:t>Apply the crypto maps to the appropriate interfaces on R1 and R3.</w:t>
      </w:r>
    </w:p>
    <w:p w:rsidR="002D2810" w:rsidRPr="007309B1" w:rsidRDefault="002D2810" w:rsidP="00BD61A3">
      <w:pPr>
        <w:pStyle w:val="CMD"/>
        <w:rPr>
          <w:noProof/>
        </w:rPr>
      </w:pPr>
      <w:r w:rsidRPr="007309B1">
        <w:rPr>
          <w:noProof/>
        </w:rPr>
        <w:t xml:space="preserve">R1(config)# </w:t>
      </w:r>
      <w:r w:rsidRPr="007309B1">
        <w:rPr>
          <w:rStyle w:val="CMDBold"/>
          <w:noProof/>
        </w:rPr>
        <w:t>interface S0/0/0</w:t>
      </w:r>
    </w:p>
    <w:p w:rsidR="002D2810" w:rsidRPr="007334B1" w:rsidRDefault="002D2810" w:rsidP="00BD61A3">
      <w:pPr>
        <w:pStyle w:val="CMD"/>
      </w:pPr>
      <w:r w:rsidRPr="007334B1">
        <w:t xml:space="preserve">R1(config-if)# </w:t>
      </w:r>
      <w:r w:rsidRPr="009E59A7">
        <w:rPr>
          <w:rStyle w:val="CMDBold"/>
        </w:rPr>
        <w:t>crypto map CMAP</w:t>
      </w:r>
    </w:p>
    <w:p w:rsidR="002D2810" w:rsidRPr="007309B1" w:rsidRDefault="002D2810" w:rsidP="001C4DD6">
      <w:pPr>
        <w:pStyle w:val="CMDOutput"/>
        <w:rPr>
          <w:noProof/>
        </w:rPr>
      </w:pPr>
      <w:r w:rsidRPr="007309B1">
        <w:rPr>
          <w:noProof/>
        </w:rPr>
        <w:t>*Jan 28 04:09:09.150: %CRYPT</w:t>
      </w:r>
      <w:r w:rsidR="001C4DD6" w:rsidRPr="007309B1">
        <w:rPr>
          <w:noProof/>
        </w:rPr>
        <w:t>O-6-ISAKMP_ON_OFF: ISAKMP is ON</w:t>
      </w:r>
    </w:p>
    <w:p w:rsidR="002D2810" w:rsidRPr="007334B1" w:rsidRDefault="002D2810" w:rsidP="00BD61A3">
      <w:pPr>
        <w:pStyle w:val="CMD"/>
      </w:pPr>
      <w:r w:rsidRPr="007334B1">
        <w:t xml:space="preserve">R1(config)# </w:t>
      </w:r>
      <w:r w:rsidRPr="009E59A7">
        <w:rPr>
          <w:rStyle w:val="CMDBold"/>
        </w:rPr>
        <w:t>end</w:t>
      </w:r>
    </w:p>
    <w:p w:rsidR="002D2810" w:rsidRPr="007334B1" w:rsidRDefault="002D2810" w:rsidP="00BD61A3">
      <w:pPr>
        <w:pStyle w:val="CMD"/>
      </w:pPr>
    </w:p>
    <w:p w:rsidR="002D2810" w:rsidRPr="007334B1" w:rsidRDefault="002D2810" w:rsidP="00BD61A3">
      <w:pPr>
        <w:pStyle w:val="CMD"/>
      </w:pPr>
      <w:r w:rsidRPr="007334B1">
        <w:t xml:space="preserve">R3(config)# </w:t>
      </w:r>
      <w:r w:rsidRPr="009E59A7">
        <w:rPr>
          <w:rStyle w:val="CMDBold"/>
        </w:rPr>
        <w:t>interface S0/0/1</w:t>
      </w:r>
    </w:p>
    <w:p w:rsidR="002D2810" w:rsidRPr="007334B1" w:rsidRDefault="002D2810" w:rsidP="00BD61A3">
      <w:pPr>
        <w:pStyle w:val="CMD"/>
      </w:pPr>
      <w:r w:rsidRPr="007334B1">
        <w:t xml:space="preserve">R3(config-if)# </w:t>
      </w:r>
      <w:r w:rsidRPr="009E59A7">
        <w:rPr>
          <w:rStyle w:val="CMDBold"/>
        </w:rPr>
        <w:t>crypto map CMAP</w:t>
      </w:r>
    </w:p>
    <w:p w:rsidR="002D2810" w:rsidRPr="007309B1" w:rsidRDefault="002D2810" w:rsidP="001C4DD6">
      <w:pPr>
        <w:pStyle w:val="CMDOutput"/>
        <w:rPr>
          <w:noProof/>
        </w:rPr>
      </w:pPr>
      <w:r w:rsidRPr="007309B1">
        <w:rPr>
          <w:noProof/>
        </w:rPr>
        <w:t xml:space="preserve">*Jan 28 04:10:54.138: %CRYPTO-6-ISAKMP_ON_OFF: ISAKMP is ON </w:t>
      </w:r>
    </w:p>
    <w:p w:rsidR="002D2810" w:rsidRPr="007334B1" w:rsidRDefault="002D2810" w:rsidP="00BD61A3">
      <w:pPr>
        <w:pStyle w:val="CMD"/>
      </w:pPr>
      <w:r w:rsidRPr="007334B1">
        <w:t xml:space="preserve">R3(config)# </w:t>
      </w:r>
      <w:r w:rsidRPr="009E59A7">
        <w:rPr>
          <w:rStyle w:val="CMDBold"/>
        </w:rPr>
        <w:t>end</w:t>
      </w:r>
    </w:p>
    <w:p w:rsidR="002D2810" w:rsidRPr="000F5C29" w:rsidRDefault="002D2810" w:rsidP="004809DC">
      <w:pPr>
        <w:pStyle w:val="TaskHead"/>
      </w:pPr>
      <w:r w:rsidRPr="000F5C29">
        <w:t xml:space="preserve">Verify </w:t>
      </w:r>
      <w:r w:rsidR="00044F43">
        <w:t xml:space="preserve">the </w:t>
      </w:r>
      <w:r>
        <w:t>Site-to-Site IPsec</w:t>
      </w:r>
      <w:r w:rsidRPr="000F5C29">
        <w:t xml:space="preserve"> </w:t>
      </w:r>
      <w:r>
        <w:t xml:space="preserve">VPN </w:t>
      </w:r>
      <w:r w:rsidRPr="000F5C29">
        <w:t>Configuration</w:t>
      </w:r>
      <w:r w:rsidR="00015FBF">
        <w:t>.</w:t>
      </w:r>
    </w:p>
    <w:p w:rsidR="00C60C45" w:rsidRPr="007309B1" w:rsidRDefault="002D2810">
      <w:pPr>
        <w:pStyle w:val="StepHead"/>
        <w:numPr>
          <w:ilvl w:val="2"/>
          <w:numId w:val="5"/>
        </w:numPr>
        <w:rPr>
          <w:noProof/>
        </w:rPr>
      </w:pPr>
      <w:r w:rsidRPr="007309B1">
        <w:rPr>
          <w:noProof/>
        </w:rPr>
        <w:t>Verify the IPsec configuration on R1 and R3.</w:t>
      </w:r>
    </w:p>
    <w:p w:rsidR="002D2810" w:rsidRPr="007309B1" w:rsidRDefault="002D2810" w:rsidP="002F437D">
      <w:pPr>
        <w:pStyle w:val="SubStepAlpha"/>
        <w:rPr>
          <w:noProof/>
        </w:rPr>
      </w:pPr>
      <w:r w:rsidRPr="007309B1">
        <w:rPr>
          <w:noProof/>
        </w:rPr>
        <w:t xml:space="preserve">Previously, you used the </w:t>
      </w:r>
      <w:r w:rsidRPr="007309B1">
        <w:rPr>
          <w:rStyle w:val="BodyTextBold"/>
          <w:rFonts w:eastAsia="Calibri"/>
          <w:noProof/>
        </w:rPr>
        <w:t>show crypto isakmp policy</w:t>
      </w:r>
      <w:r w:rsidRPr="007309B1">
        <w:rPr>
          <w:noProof/>
        </w:rPr>
        <w:t xml:space="preserve"> command to</w:t>
      </w:r>
      <w:r w:rsidRPr="007334B1">
        <w:t xml:space="preserve"> </w:t>
      </w:r>
      <w:r w:rsidR="00044F43">
        <w:t>display</w:t>
      </w:r>
      <w:r w:rsidR="00044F43" w:rsidRPr="007334B1">
        <w:t xml:space="preserve"> </w:t>
      </w:r>
      <w:r w:rsidRPr="007334B1">
        <w:t xml:space="preserve">the configured ISAKMP policies on the router. </w:t>
      </w:r>
      <w:r w:rsidR="00EE5298">
        <w:t>T</w:t>
      </w:r>
      <w:r w:rsidRPr="007334B1">
        <w:t xml:space="preserve">he </w:t>
      </w:r>
      <w:r w:rsidRPr="007309B1">
        <w:rPr>
          <w:rStyle w:val="BodyTextBold"/>
          <w:rFonts w:eastAsia="Calibri"/>
          <w:noProof/>
        </w:rPr>
        <w:t>show crypto ipsec transform-set</w:t>
      </w:r>
      <w:r w:rsidRPr="007309B1">
        <w:rPr>
          <w:noProof/>
        </w:rPr>
        <w:t xml:space="preserve"> command displays the configured IPsec policies in </w:t>
      </w:r>
      <w:r w:rsidR="006A2E7F" w:rsidRPr="007309B1">
        <w:rPr>
          <w:noProof/>
        </w:rPr>
        <w:t>the form of the transform sets.</w:t>
      </w:r>
    </w:p>
    <w:p w:rsidR="002D2810" w:rsidRPr="007309B1" w:rsidRDefault="002D2810" w:rsidP="00BD61A3">
      <w:pPr>
        <w:pStyle w:val="CMD"/>
        <w:rPr>
          <w:noProof/>
        </w:rPr>
      </w:pPr>
      <w:r w:rsidRPr="007309B1">
        <w:rPr>
          <w:noProof/>
        </w:rPr>
        <w:t xml:space="preserve">R1# </w:t>
      </w:r>
      <w:r w:rsidRPr="007309B1">
        <w:rPr>
          <w:rStyle w:val="CMDBold"/>
          <w:noProof/>
        </w:rPr>
        <w:t>show crypto ipsec transform-set</w:t>
      </w:r>
    </w:p>
    <w:p w:rsidR="000478C7" w:rsidRPr="007309B1" w:rsidRDefault="000478C7" w:rsidP="000478C7">
      <w:pPr>
        <w:pStyle w:val="CMDOutput"/>
        <w:rPr>
          <w:noProof/>
        </w:rPr>
      </w:pPr>
      <w:r w:rsidRPr="007309B1">
        <w:rPr>
          <w:noProof/>
        </w:rPr>
        <w:t>Transform set 50: { esp-256-aes esp-sha-hmac  }</w:t>
      </w:r>
    </w:p>
    <w:p w:rsidR="000478C7" w:rsidRPr="007309B1" w:rsidRDefault="000478C7" w:rsidP="000478C7">
      <w:pPr>
        <w:pStyle w:val="CMDOutput"/>
        <w:rPr>
          <w:noProof/>
        </w:rPr>
      </w:pPr>
      <w:r w:rsidRPr="007309B1">
        <w:rPr>
          <w:noProof/>
        </w:rPr>
        <w:t xml:space="preserve">   will negotiate = { Tunnel,  },</w:t>
      </w:r>
    </w:p>
    <w:p w:rsidR="000478C7" w:rsidRPr="007309B1" w:rsidRDefault="000478C7" w:rsidP="000478C7">
      <w:pPr>
        <w:pStyle w:val="CMDOutput"/>
        <w:rPr>
          <w:noProof/>
        </w:rPr>
      </w:pPr>
    </w:p>
    <w:p w:rsidR="000478C7" w:rsidRPr="007309B1" w:rsidRDefault="000478C7" w:rsidP="000478C7">
      <w:pPr>
        <w:pStyle w:val="CMDOutput"/>
        <w:rPr>
          <w:noProof/>
        </w:rPr>
      </w:pPr>
      <w:r w:rsidRPr="007309B1">
        <w:rPr>
          <w:noProof/>
        </w:rPr>
        <w:t>Transform set #$!default_transform_set_1: { esp-aes esp-sha-hmac  }</w:t>
      </w:r>
    </w:p>
    <w:p w:rsidR="000478C7" w:rsidRPr="007309B1" w:rsidRDefault="000478C7" w:rsidP="000478C7">
      <w:pPr>
        <w:pStyle w:val="CMDOutput"/>
        <w:rPr>
          <w:noProof/>
        </w:rPr>
      </w:pPr>
      <w:r w:rsidRPr="007309B1">
        <w:rPr>
          <w:noProof/>
        </w:rPr>
        <w:t xml:space="preserve">   will negotiate = { Transport,  },</w:t>
      </w:r>
    </w:p>
    <w:p w:rsidR="000478C7" w:rsidRPr="007309B1" w:rsidRDefault="000478C7" w:rsidP="000478C7">
      <w:pPr>
        <w:pStyle w:val="CMDOutput"/>
        <w:rPr>
          <w:noProof/>
        </w:rPr>
      </w:pPr>
    </w:p>
    <w:p w:rsidR="000478C7" w:rsidRPr="007309B1" w:rsidRDefault="000478C7" w:rsidP="000478C7">
      <w:pPr>
        <w:pStyle w:val="CMDOutput"/>
        <w:rPr>
          <w:noProof/>
        </w:rPr>
      </w:pPr>
      <w:r w:rsidRPr="007309B1">
        <w:rPr>
          <w:noProof/>
        </w:rPr>
        <w:t>Transform set #$!default_transform_set_0: { esp-3des esp-sha-hmac  }</w:t>
      </w:r>
    </w:p>
    <w:p w:rsidR="000478C7" w:rsidRPr="007309B1" w:rsidRDefault="000478C7" w:rsidP="000478C7">
      <w:pPr>
        <w:pStyle w:val="CMDOutput"/>
        <w:rPr>
          <w:noProof/>
        </w:rPr>
      </w:pPr>
      <w:r w:rsidRPr="007309B1">
        <w:rPr>
          <w:noProof/>
        </w:rPr>
        <w:t xml:space="preserve">   will negotiate = { Transport,  },</w:t>
      </w:r>
    </w:p>
    <w:p w:rsidR="000478C7" w:rsidRPr="007309B1" w:rsidRDefault="000478C7" w:rsidP="000478C7">
      <w:pPr>
        <w:pStyle w:val="CMDOutput"/>
        <w:rPr>
          <w:noProof/>
        </w:rPr>
      </w:pPr>
    </w:p>
    <w:p w:rsidR="002D2810" w:rsidRPr="007309B1" w:rsidRDefault="002D2810" w:rsidP="00BD61A3">
      <w:pPr>
        <w:pStyle w:val="CMD"/>
        <w:rPr>
          <w:noProof/>
        </w:rPr>
      </w:pPr>
      <w:r w:rsidRPr="007309B1">
        <w:rPr>
          <w:noProof/>
        </w:rPr>
        <w:t xml:space="preserve">R3# </w:t>
      </w:r>
      <w:r w:rsidRPr="007309B1">
        <w:rPr>
          <w:rStyle w:val="CMDBold"/>
          <w:noProof/>
        </w:rPr>
        <w:t>show crypto ipsec transform-set</w:t>
      </w:r>
    </w:p>
    <w:p w:rsidR="000478C7" w:rsidRPr="007309B1" w:rsidRDefault="000478C7" w:rsidP="000478C7">
      <w:pPr>
        <w:pStyle w:val="CMDOutput"/>
        <w:rPr>
          <w:noProof/>
        </w:rPr>
      </w:pPr>
      <w:r w:rsidRPr="007309B1">
        <w:rPr>
          <w:noProof/>
        </w:rPr>
        <w:t>Transform set 50: { esp-256-aes esp-sha-hmac  }</w:t>
      </w:r>
    </w:p>
    <w:p w:rsidR="000478C7" w:rsidRPr="007309B1" w:rsidRDefault="000478C7" w:rsidP="000478C7">
      <w:pPr>
        <w:pStyle w:val="CMDOutput"/>
        <w:rPr>
          <w:noProof/>
        </w:rPr>
      </w:pPr>
      <w:r w:rsidRPr="007309B1">
        <w:rPr>
          <w:noProof/>
        </w:rPr>
        <w:t xml:space="preserve">   will negotiate = { Tunnel,  },</w:t>
      </w:r>
    </w:p>
    <w:p w:rsidR="000478C7" w:rsidRPr="007309B1" w:rsidRDefault="000478C7" w:rsidP="000478C7">
      <w:pPr>
        <w:pStyle w:val="CMDOutput"/>
        <w:rPr>
          <w:noProof/>
        </w:rPr>
      </w:pPr>
    </w:p>
    <w:p w:rsidR="000478C7" w:rsidRPr="007309B1" w:rsidRDefault="000478C7" w:rsidP="000478C7">
      <w:pPr>
        <w:pStyle w:val="CMDOutput"/>
        <w:rPr>
          <w:noProof/>
        </w:rPr>
      </w:pPr>
      <w:r w:rsidRPr="007309B1">
        <w:rPr>
          <w:noProof/>
        </w:rPr>
        <w:t>Transform set #$!default_transform_set_1: { esp-aes esp-sha-hmac  }</w:t>
      </w:r>
    </w:p>
    <w:p w:rsidR="000478C7" w:rsidRPr="007309B1" w:rsidRDefault="000478C7" w:rsidP="000478C7">
      <w:pPr>
        <w:pStyle w:val="CMDOutput"/>
        <w:rPr>
          <w:noProof/>
        </w:rPr>
      </w:pPr>
      <w:r w:rsidRPr="007309B1">
        <w:rPr>
          <w:noProof/>
        </w:rPr>
        <w:t xml:space="preserve">   will negotiate = { Transport,  },</w:t>
      </w:r>
    </w:p>
    <w:p w:rsidR="000478C7" w:rsidRPr="007309B1" w:rsidRDefault="000478C7" w:rsidP="000478C7">
      <w:pPr>
        <w:pStyle w:val="CMDOutput"/>
        <w:rPr>
          <w:noProof/>
        </w:rPr>
      </w:pPr>
    </w:p>
    <w:p w:rsidR="000478C7" w:rsidRPr="007309B1" w:rsidRDefault="000478C7" w:rsidP="000478C7">
      <w:pPr>
        <w:pStyle w:val="CMDOutput"/>
        <w:rPr>
          <w:noProof/>
        </w:rPr>
      </w:pPr>
      <w:r w:rsidRPr="007309B1">
        <w:rPr>
          <w:noProof/>
        </w:rPr>
        <w:t>Transform set #$!default_transform_set_0: { esp-3des esp-sha-hmac  }</w:t>
      </w:r>
    </w:p>
    <w:p w:rsidR="000478C7" w:rsidRPr="007309B1" w:rsidRDefault="000478C7" w:rsidP="000478C7">
      <w:pPr>
        <w:pStyle w:val="CMDOutput"/>
        <w:rPr>
          <w:noProof/>
        </w:rPr>
      </w:pPr>
      <w:r w:rsidRPr="007309B1">
        <w:rPr>
          <w:noProof/>
        </w:rPr>
        <w:t xml:space="preserve">   will negotiate = { Transport,  },</w:t>
      </w:r>
    </w:p>
    <w:p w:rsidR="002D2810" w:rsidRPr="007309B1" w:rsidRDefault="002D2810" w:rsidP="002F437D">
      <w:pPr>
        <w:pStyle w:val="SubStepAlpha"/>
        <w:rPr>
          <w:noProof/>
        </w:rPr>
      </w:pPr>
      <w:r w:rsidRPr="007309B1">
        <w:rPr>
          <w:noProof/>
        </w:rPr>
        <w:t xml:space="preserve">Use the </w:t>
      </w:r>
      <w:r w:rsidRPr="007309B1">
        <w:rPr>
          <w:rStyle w:val="BodyTextBold"/>
          <w:rFonts w:eastAsia="Calibri"/>
          <w:noProof/>
        </w:rPr>
        <w:t>show crypto map</w:t>
      </w:r>
      <w:r w:rsidRPr="007309B1">
        <w:rPr>
          <w:noProof/>
        </w:rPr>
        <w:t xml:space="preserve"> command to display the crypto maps that</w:t>
      </w:r>
      <w:r w:rsidR="006A2E7F" w:rsidRPr="007309B1">
        <w:rPr>
          <w:noProof/>
        </w:rPr>
        <w:t xml:space="preserve"> will be applied to the router.</w:t>
      </w:r>
    </w:p>
    <w:p w:rsidR="002D2810" w:rsidRPr="007309B1" w:rsidRDefault="002D2810" w:rsidP="00BD61A3">
      <w:pPr>
        <w:pStyle w:val="CMD"/>
        <w:rPr>
          <w:noProof/>
        </w:rPr>
      </w:pPr>
      <w:r w:rsidRPr="007309B1">
        <w:rPr>
          <w:noProof/>
        </w:rPr>
        <w:t xml:space="preserve">R1# </w:t>
      </w:r>
      <w:r w:rsidRPr="007309B1">
        <w:rPr>
          <w:rStyle w:val="CMDBold"/>
          <w:noProof/>
        </w:rPr>
        <w:t>show crypto map</w:t>
      </w:r>
    </w:p>
    <w:p w:rsidR="000478C7" w:rsidRPr="007309B1" w:rsidRDefault="000478C7" w:rsidP="000478C7">
      <w:pPr>
        <w:pStyle w:val="CMD"/>
        <w:rPr>
          <w:noProof/>
          <w:sz w:val="18"/>
        </w:rPr>
      </w:pPr>
      <w:r w:rsidRPr="007309B1">
        <w:rPr>
          <w:noProof/>
          <w:sz w:val="18"/>
        </w:rPr>
        <w:t>Crypto Map "CMAP" 10 ipsec-isakmp</w:t>
      </w:r>
    </w:p>
    <w:p w:rsidR="000478C7" w:rsidRPr="007309B1" w:rsidRDefault="000478C7" w:rsidP="000478C7">
      <w:pPr>
        <w:pStyle w:val="CMD"/>
        <w:rPr>
          <w:noProof/>
          <w:sz w:val="18"/>
        </w:rPr>
      </w:pPr>
      <w:r w:rsidRPr="007309B1">
        <w:rPr>
          <w:noProof/>
          <w:sz w:val="18"/>
        </w:rPr>
        <w:t xml:space="preserve">        Peer = 10.2.2.1</w:t>
      </w:r>
    </w:p>
    <w:p w:rsidR="000478C7" w:rsidRPr="007309B1" w:rsidRDefault="000478C7" w:rsidP="000478C7">
      <w:pPr>
        <w:pStyle w:val="CMD"/>
        <w:rPr>
          <w:noProof/>
          <w:sz w:val="18"/>
        </w:rPr>
      </w:pPr>
      <w:r w:rsidRPr="007309B1">
        <w:rPr>
          <w:noProof/>
          <w:sz w:val="18"/>
        </w:rPr>
        <w:t xml:space="preserve">        Extended IP access list 101</w:t>
      </w:r>
    </w:p>
    <w:p w:rsidR="000478C7" w:rsidRPr="007309B1" w:rsidRDefault="000478C7" w:rsidP="000478C7">
      <w:pPr>
        <w:pStyle w:val="CMD"/>
        <w:rPr>
          <w:noProof/>
          <w:sz w:val="18"/>
        </w:rPr>
      </w:pPr>
      <w:r w:rsidRPr="007309B1">
        <w:rPr>
          <w:noProof/>
          <w:sz w:val="18"/>
        </w:rPr>
        <w:t xml:space="preserve">            access-list 101 permit ip 192.168.1.0 0.0.0.255 192.168.3.0 0.0.0.255</w:t>
      </w:r>
    </w:p>
    <w:p w:rsidR="000478C7" w:rsidRPr="007309B1" w:rsidRDefault="000478C7" w:rsidP="000478C7">
      <w:pPr>
        <w:pStyle w:val="CMD"/>
        <w:rPr>
          <w:noProof/>
          <w:sz w:val="18"/>
        </w:rPr>
      </w:pPr>
      <w:r w:rsidRPr="007309B1">
        <w:rPr>
          <w:noProof/>
          <w:sz w:val="18"/>
        </w:rPr>
        <w:t xml:space="preserve">        Current peer: 10.2.2.1</w:t>
      </w:r>
    </w:p>
    <w:p w:rsidR="000478C7" w:rsidRPr="000478C7" w:rsidRDefault="000478C7" w:rsidP="000478C7">
      <w:pPr>
        <w:pStyle w:val="CMD"/>
        <w:rPr>
          <w:sz w:val="18"/>
        </w:rPr>
      </w:pPr>
      <w:r w:rsidRPr="007309B1">
        <w:rPr>
          <w:noProof/>
          <w:sz w:val="18"/>
        </w:rPr>
        <w:t xml:space="preserve">        Security association lifetime: 4608000 kilobytes/900 seconds</w:t>
      </w:r>
    </w:p>
    <w:p w:rsidR="000478C7" w:rsidRPr="000478C7" w:rsidRDefault="000478C7" w:rsidP="000478C7">
      <w:pPr>
        <w:pStyle w:val="CMD"/>
        <w:rPr>
          <w:sz w:val="18"/>
        </w:rPr>
      </w:pPr>
      <w:r w:rsidRPr="000478C7">
        <w:rPr>
          <w:sz w:val="18"/>
        </w:rPr>
        <w:t xml:space="preserve">        Responder-Only (Y/N): N</w:t>
      </w:r>
    </w:p>
    <w:p w:rsidR="000478C7" w:rsidRPr="000478C7" w:rsidRDefault="000478C7" w:rsidP="000478C7">
      <w:pPr>
        <w:pStyle w:val="CMD"/>
        <w:rPr>
          <w:sz w:val="18"/>
        </w:rPr>
      </w:pPr>
      <w:r w:rsidRPr="000478C7">
        <w:rPr>
          <w:sz w:val="18"/>
        </w:rPr>
        <w:t xml:space="preserve">        PFS (Y/N): Y</w:t>
      </w:r>
    </w:p>
    <w:p w:rsidR="000478C7" w:rsidRPr="000478C7" w:rsidRDefault="000478C7" w:rsidP="000478C7">
      <w:pPr>
        <w:pStyle w:val="CMD"/>
        <w:rPr>
          <w:sz w:val="18"/>
        </w:rPr>
      </w:pPr>
      <w:r w:rsidRPr="000478C7">
        <w:rPr>
          <w:sz w:val="18"/>
        </w:rPr>
        <w:t xml:space="preserve">        DH group:  group</w:t>
      </w:r>
      <w:r w:rsidR="00AD4D3B">
        <w:rPr>
          <w:sz w:val="18"/>
        </w:rPr>
        <w:t>14</w:t>
      </w:r>
    </w:p>
    <w:p w:rsidR="000478C7" w:rsidRPr="000478C7" w:rsidRDefault="000478C7" w:rsidP="000478C7">
      <w:pPr>
        <w:pStyle w:val="CMD"/>
        <w:rPr>
          <w:sz w:val="18"/>
        </w:rPr>
      </w:pPr>
      <w:r w:rsidRPr="000478C7">
        <w:rPr>
          <w:sz w:val="18"/>
        </w:rPr>
        <w:t xml:space="preserve">        Transform sets={</w:t>
      </w:r>
    </w:p>
    <w:p w:rsidR="000478C7" w:rsidRPr="000478C7" w:rsidRDefault="000478C7" w:rsidP="000478C7">
      <w:pPr>
        <w:pStyle w:val="CMD"/>
        <w:rPr>
          <w:sz w:val="18"/>
        </w:rPr>
      </w:pPr>
      <w:r w:rsidRPr="000478C7">
        <w:rPr>
          <w:sz w:val="18"/>
        </w:rPr>
        <w:t xml:space="preserve">                50:  { esp-256-aes esp-sha-hmac  } ,</w:t>
      </w:r>
    </w:p>
    <w:p w:rsidR="000478C7" w:rsidRPr="000478C7" w:rsidRDefault="000478C7" w:rsidP="000478C7">
      <w:pPr>
        <w:pStyle w:val="CMD"/>
        <w:rPr>
          <w:sz w:val="18"/>
        </w:rPr>
      </w:pPr>
      <w:r w:rsidRPr="000478C7">
        <w:rPr>
          <w:sz w:val="18"/>
        </w:rPr>
        <w:t xml:space="preserve">        }</w:t>
      </w:r>
    </w:p>
    <w:p w:rsidR="000478C7" w:rsidRPr="000478C7" w:rsidRDefault="000478C7" w:rsidP="000478C7">
      <w:pPr>
        <w:pStyle w:val="CMD"/>
        <w:rPr>
          <w:sz w:val="18"/>
        </w:rPr>
      </w:pPr>
      <w:r w:rsidRPr="000478C7">
        <w:rPr>
          <w:sz w:val="18"/>
        </w:rPr>
        <w:t xml:space="preserve">        Interfaces using crypto map CMAP:</w:t>
      </w:r>
    </w:p>
    <w:p w:rsidR="006A2E7F" w:rsidRDefault="000478C7" w:rsidP="006A2E7F">
      <w:pPr>
        <w:pStyle w:val="CMDOutput"/>
      </w:pPr>
      <w:r w:rsidRPr="000478C7">
        <w:t xml:space="preserve">                Serial0/0/0</w:t>
      </w:r>
    </w:p>
    <w:p w:rsidR="000478C7" w:rsidRPr="007334B1" w:rsidRDefault="000478C7" w:rsidP="006A2E7F">
      <w:pPr>
        <w:pStyle w:val="CMDOutput"/>
      </w:pPr>
    </w:p>
    <w:p w:rsidR="002D2810" w:rsidRPr="007334B1" w:rsidRDefault="002D2810" w:rsidP="00BD61A3">
      <w:pPr>
        <w:pStyle w:val="CMD"/>
      </w:pPr>
      <w:r w:rsidRPr="007334B1">
        <w:t xml:space="preserve">R3# </w:t>
      </w:r>
      <w:r w:rsidRPr="009E59A7">
        <w:rPr>
          <w:rStyle w:val="CMDBold"/>
        </w:rPr>
        <w:t>show crypto map</w:t>
      </w:r>
    </w:p>
    <w:p w:rsidR="000478C7" w:rsidRPr="000478C7" w:rsidRDefault="000478C7" w:rsidP="000478C7">
      <w:pPr>
        <w:pStyle w:val="CMDOutput"/>
      </w:pPr>
      <w:r w:rsidRPr="000478C7">
        <w:t>Crypto Map "CMAP" 10 ipsec-isakmp</w:t>
      </w:r>
    </w:p>
    <w:p w:rsidR="000478C7" w:rsidRPr="000478C7" w:rsidRDefault="000478C7" w:rsidP="000478C7">
      <w:pPr>
        <w:pStyle w:val="CMDOutput"/>
      </w:pPr>
      <w:r w:rsidRPr="000478C7">
        <w:t xml:space="preserve">        Peer = 10.1.1.1</w:t>
      </w:r>
    </w:p>
    <w:p w:rsidR="000478C7" w:rsidRPr="000478C7" w:rsidRDefault="000478C7" w:rsidP="000478C7">
      <w:pPr>
        <w:pStyle w:val="CMDOutput"/>
      </w:pPr>
      <w:r w:rsidRPr="000478C7">
        <w:t xml:space="preserve">        Extended IP access list 101</w:t>
      </w:r>
    </w:p>
    <w:p w:rsidR="000478C7" w:rsidRPr="000478C7" w:rsidRDefault="000478C7" w:rsidP="000478C7">
      <w:pPr>
        <w:pStyle w:val="CMDOutput"/>
      </w:pPr>
      <w:r w:rsidRPr="000478C7">
        <w:t xml:space="preserve">            </w:t>
      </w:r>
      <w:r w:rsidRPr="007309B1">
        <w:rPr>
          <w:noProof/>
        </w:rPr>
        <w:t>access-list 101 permit ip 192.168.3.0 0.0.0.255 192.168.1.0 0.0.0.255</w:t>
      </w:r>
    </w:p>
    <w:p w:rsidR="000478C7" w:rsidRPr="000478C7" w:rsidRDefault="000478C7" w:rsidP="000478C7">
      <w:pPr>
        <w:pStyle w:val="CMDOutput"/>
      </w:pPr>
      <w:r w:rsidRPr="000478C7">
        <w:t xml:space="preserve">        Current peer: 10.1.1.1</w:t>
      </w:r>
    </w:p>
    <w:p w:rsidR="000478C7" w:rsidRPr="000478C7" w:rsidRDefault="000478C7" w:rsidP="000478C7">
      <w:pPr>
        <w:pStyle w:val="CMDOutput"/>
      </w:pPr>
      <w:r w:rsidRPr="000478C7">
        <w:t xml:space="preserve">        Security association lifetime: 4608000 kilobytes/900 seconds</w:t>
      </w:r>
    </w:p>
    <w:p w:rsidR="000478C7" w:rsidRPr="000478C7" w:rsidRDefault="000478C7" w:rsidP="000478C7">
      <w:pPr>
        <w:pStyle w:val="CMDOutput"/>
      </w:pPr>
      <w:r w:rsidRPr="000478C7">
        <w:t xml:space="preserve">        Responder-Only (Y/N): N</w:t>
      </w:r>
    </w:p>
    <w:p w:rsidR="000478C7" w:rsidRPr="000478C7" w:rsidRDefault="000478C7" w:rsidP="000478C7">
      <w:pPr>
        <w:pStyle w:val="CMDOutput"/>
      </w:pPr>
      <w:r w:rsidRPr="000478C7">
        <w:t xml:space="preserve">        PFS (Y/N): Y</w:t>
      </w:r>
    </w:p>
    <w:p w:rsidR="000478C7" w:rsidRPr="000478C7" w:rsidRDefault="000478C7" w:rsidP="000478C7">
      <w:pPr>
        <w:pStyle w:val="CMDOutput"/>
      </w:pPr>
      <w:r w:rsidRPr="000478C7">
        <w:t xml:space="preserve">        DH group:  group</w:t>
      </w:r>
      <w:r w:rsidR="00AD4D3B">
        <w:t>14</w:t>
      </w:r>
    </w:p>
    <w:p w:rsidR="000478C7" w:rsidRPr="000478C7" w:rsidRDefault="000478C7" w:rsidP="000478C7">
      <w:pPr>
        <w:pStyle w:val="CMDOutput"/>
      </w:pPr>
      <w:r w:rsidRPr="000478C7">
        <w:t xml:space="preserve">        Transform sets={</w:t>
      </w:r>
    </w:p>
    <w:p w:rsidR="000478C7" w:rsidRPr="000478C7" w:rsidRDefault="000478C7" w:rsidP="000478C7">
      <w:pPr>
        <w:pStyle w:val="CMDOutput"/>
      </w:pPr>
      <w:r w:rsidRPr="000478C7">
        <w:t xml:space="preserve">                50:  { esp-256-aes esp-sha-hmac  } ,</w:t>
      </w:r>
    </w:p>
    <w:p w:rsidR="000478C7" w:rsidRPr="000478C7" w:rsidRDefault="000478C7" w:rsidP="000478C7">
      <w:pPr>
        <w:pStyle w:val="CMDOutput"/>
      </w:pPr>
      <w:r w:rsidRPr="000478C7">
        <w:t xml:space="preserve">        }</w:t>
      </w:r>
    </w:p>
    <w:p w:rsidR="000478C7" w:rsidRPr="000478C7" w:rsidRDefault="000478C7" w:rsidP="000478C7">
      <w:pPr>
        <w:pStyle w:val="CMDOutput"/>
      </w:pPr>
      <w:r w:rsidRPr="000478C7">
        <w:t xml:space="preserve">        Interfaces using crypto map CMAP:</w:t>
      </w:r>
    </w:p>
    <w:p w:rsidR="000478C7" w:rsidRPr="007309B1" w:rsidRDefault="000478C7" w:rsidP="000478C7">
      <w:pPr>
        <w:pStyle w:val="CMDOutput"/>
        <w:rPr>
          <w:noProof/>
        </w:rPr>
      </w:pPr>
      <w:r w:rsidRPr="000478C7">
        <w:t xml:space="preserve">                </w:t>
      </w:r>
      <w:r w:rsidRPr="007309B1">
        <w:rPr>
          <w:noProof/>
        </w:rPr>
        <w:t>Serial0/0/1</w:t>
      </w:r>
    </w:p>
    <w:p w:rsidR="002D2810" w:rsidRPr="007334B1" w:rsidRDefault="002D2810" w:rsidP="000478C7">
      <w:pPr>
        <w:pStyle w:val="BodyTextL50"/>
      </w:pPr>
      <w:r w:rsidRPr="007309B1">
        <w:rPr>
          <w:rStyle w:val="BodyTextBold"/>
          <w:rFonts w:eastAsia="Calibri"/>
          <w:noProof/>
        </w:rPr>
        <w:t>Note</w:t>
      </w:r>
      <w:r w:rsidRPr="007309B1">
        <w:rPr>
          <w:rStyle w:val="BodyTextBold"/>
          <w:rFonts w:eastAsia="Calibri"/>
          <w:b w:val="0"/>
          <w:noProof/>
        </w:rPr>
        <w:t xml:space="preserve">: </w:t>
      </w:r>
      <w:r w:rsidRPr="007309B1">
        <w:rPr>
          <w:noProof/>
        </w:rPr>
        <w:t xml:space="preserve">The output of these </w:t>
      </w:r>
      <w:r w:rsidRPr="007309B1">
        <w:rPr>
          <w:rStyle w:val="BodyTextBold"/>
          <w:rFonts w:eastAsia="Calibri"/>
          <w:noProof/>
        </w:rPr>
        <w:t>show</w:t>
      </w:r>
      <w:r w:rsidRPr="007309B1">
        <w:rPr>
          <w:noProof/>
        </w:rPr>
        <w:t xml:space="preserve"> commands does not change if interesting traffic goes across the connection. You test various types of traffic in the next task.</w:t>
      </w:r>
    </w:p>
    <w:p w:rsidR="002D2810" w:rsidRPr="000F5C29" w:rsidRDefault="002D2810" w:rsidP="00040E06">
      <w:pPr>
        <w:pStyle w:val="TaskHead"/>
      </w:pPr>
      <w:r w:rsidRPr="000F5C29">
        <w:t xml:space="preserve">Verify </w:t>
      </w:r>
      <w:r w:rsidR="00044F43">
        <w:t xml:space="preserve">the </w:t>
      </w:r>
      <w:r>
        <w:t>IPsec</w:t>
      </w:r>
      <w:r w:rsidRPr="000F5C29">
        <w:t xml:space="preserve"> </w:t>
      </w:r>
      <w:r>
        <w:t>VPN Operation</w:t>
      </w:r>
      <w:r w:rsidR="00F72F81">
        <w:t>.</w:t>
      </w:r>
    </w:p>
    <w:p w:rsidR="00C60C45" w:rsidRPr="007309B1" w:rsidRDefault="002D2810">
      <w:pPr>
        <w:pStyle w:val="StepHead"/>
        <w:numPr>
          <w:ilvl w:val="2"/>
          <w:numId w:val="6"/>
        </w:numPr>
        <w:rPr>
          <w:noProof/>
        </w:rPr>
      </w:pPr>
      <w:r>
        <w:t xml:space="preserve">Display </w:t>
      </w:r>
      <w:r w:rsidR="007B2F4A">
        <w:t>ISAKMP</w:t>
      </w:r>
      <w:r>
        <w:t xml:space="preserve"> </w:t>
      </w:r>
      <w:r w:rsidRPr="007309B1">
        <w:rPr>
          <w:noProof/>
        </w:rPr>
        <w:t>security associations.</w:t>
      </w:r>
    </w:p>
    <w:p w:rsidR="002D2810" w:rsidRPr="007334B1" w:rsidRDefault="002D2810" w:rsidP="00FD36EB">
      <w:pPr>
        <w:pStyle w:val="BodyTextL25"/>
      </w:pPr>
      <w:r w:rsidRPr="007309B1">
        <w:rPr>
          <w:noProof/>
        </w:rPr>
        <w:t xml:space="preserve">The </w:t>
      </w:r>
      <w:r w:rsidRPr="007309B1">
        <w:rPr>
          <w:rStyle w:val="BodyTextBold"/>
          <w:rFonts w:eastAsia="Calibri"/>
          <w:noProof/>
        </w:rPr>
        <w:t>show crypto isakmp sa</w:t>
      </w:r>
      <w:r w:rsidR="006A2E7F" w:rsidRPr="007309B1">
        <w:rPr>
          <w:bCs/>
          <w:noProof/>
        </w:rPr>
        <w:t xml:space="preserve"> </w:t>
      </w:r>
      <w:r w:rsidRPr="007309B1">
        <w:rPr>
          <w:noProof/>
        </w:rPr>
        <w:t>command reveals that no IKE SAs exist yet. When interesting traffic is sent, t</w:t>
      </w:r>
      <w:r w:rsidR="006A2E7F" w:rsidRPr="007309B1">
        <w:rPr>
          <w:noProof/>
        </w:rPr>
        <w:t xml:space="preserve">his command output </w:t>
      </w:r>
      <w:r w:rsidR="007B2F4A" w:rsidRPr="007309B1">
        <w:rPr>
          <w:noProof/>
        </w:rPr>
        <w:t>will</w:t>
      </w:r>
      <w:r w:rsidR="007B2F4A">
        <w:t xml:space="preserve"> </w:t>
      </w:r>
      <w:r w:rsidR="006A2E7F">
        <w:t>change.</w:t>
      </w:r>
    </w:p>
    <w:p w:rsidR="002D2810" w:rsidRPr="007334B1" w:rsidRDefault="002D2810" w:rsidP="00BD61A3">
      <w:pPr>
        <w:pStyle w:val="CMD"/>
      </w:pPr>
      <w:r w:rsidRPr="007334B1">
        <w:t xml:space="preserve">R1# </w:t>
      </w:r>
      <w:r w:rsidRPr="009E59A7">
        <w:rPr>
          <w:rStyle w:val="CMDBold"/>
        </w:rPr>
        <w:t>show crypto isakmp sa</w:t>
      </w:r>
    </w:p>
    <w:p w:rsidR="000478C7" w:rsidRDefault="000478C7" w:rsidP="00FD36EB">
      <w:pPr>
        <w:pStyle w:val="CMDOutput"/>
      </w:pPr>
      <w:r>
        <w:t>IPv4 Crypto ISAKMP SA</w:t>
      </w:r>
    </w:p>
    <w:p w:rsidR="000478C7" w:rsidRDefault="000478C7" w:rsidP="00FD36EB">
      <w:pPr>
        <w:pStyle w:val="CMDOutput"/>
      </w:pPr>
      <w:r>
        <w:t>dst             src             state          conn-id status</w:t>
      </w:r>
    </w:p>
    <w:p w:rsidR="000478C7" w:rsidRDefault="000478C7" w:rsidP="00FD36EB">
      <w:pPr>
        <w:pStyle w:val="CMDOutput"/>
      </w:pPr>
    </w:p>
    <w:p w:rsidR="00FD36EB" w:rsidRPr="00FD36EB" w:rsidRDefault="000478C7" w:rsidP="00FD36EB">
      <w:pPr>
        <w:pStyle w:val="CMDOutput"/>
      </w:pPr>
      <w:r>
        <w:t>IPv6 Crypto ISAKMP SA</w:t>
      </w:r>
    </w:p>
    <w:p w:rsidR="002D2810" w:rsidRPr="007309B1" w:rsidRDefault="002D2810" w:rsidP="002F437D">
      <w:pPr>
        <w:pStyle w:val="StepHead"/>
        <w:rPr>
          <w:noProof/>
        </w:rPr>
      </w:pPr>
      <w:r w:rsidRPr="007309B1">
        <w:rPr>
          <w:noProof/>
        </w:rPr>
        <w:t>Display IPsec security associations.</w:t>
      </w:r>
    </w:p>
    <w:p w:rsidR="0005603A" w:rsidRPr="007309B1" w:rsidRDefault="002D2810" w:rsidP="00C90741">
      <w:pPr>
        <w:pStyle w:val="BodyTextL25"/>
        <w:rPr>
          <w:noProof/>
        </w:rPr>
      </w:pPr>
      <w:r w:rsidRPr="007309B1" w:rsidDel="006D55B1">
        <w:rPr>
          <w:noProof/>
        </w:rPr>
        <w:t>The</w:t>
      </w:r>
      <w:r w:rsidRPr="007309B1">
        <w:rPr>
          <w:noProof/>
        </w:rPr>
        <w:t xml:space="preserve"> </w:t>
      </w:r>
      <w:r w:rsidRPr="007309B1">
        <w:rPr>
          <w:rStyle w:val="BodyTextBold"/>
          <w:rFonts w:eastAsia="Calibri"/>
          <w:noProof/>
        </w:rPr>
        <w:t>show crypto ipsec sa</w:t>
      </w:r>
      <w:r w:rsidRPr="007309B1">
        <w:rPr>
          <w:noProof/>
        </w:rPr>
        <w:t xml:space="preserve"> command shows the unused SA between R1 and R3.</w:t>
      </w:r>
    </w:p>
    <w:p w:rsidR="002D2810" w:rsidRPr="007309B1" w:rsidRDefault="00F13A16" w:rsidP="00C90741">
      <w:pPr>
        <w:pStyle w:val="BodyTextL25"/>
        <w:rPr>
          <w:noProof/>
        </w:rPr>
      </w:pPr>
      <w:r w:rsidRPr="007309B1">
        <w:rPr>
          <w:b/>
          <w:noProof/>
        </w:rPr>
        <w:t>Note</w:t>
      </w:r>
      <w:r w:rsidR="00044F43" w:rsidRPr="007309B1">
        <w:rPr>
          <w:noProof/>
        </w:rPr>
        <w:t>:</w:t>
      </w:r>
      <w:r w:rsidR="002D2810" w:rsidRPr="007309B1">
        <w:rPr>
          <w:noProof/>
        </w:rPr>
        <w:t xml:space="preserve"> </w:t>
      </w:r>
      <w:r w:rsidR="00044F43" w:rsidRPr="007309B1">
        <w:rPr>
          <w:noProof/>
        </w:rPr>
        <w:t>T</w:t>
      </w:r>
      <w:r w:rsidR="002D2810" w:rsidRPr="007309B1">
        <w:rPr>
          <w:noProof/>
        </w:rPr>
        <w:t>he number of packets sent across</w:t>
      </w:r>
      <w:r w:rsidR="002D2810" w:rsidRPr="007334B1">
        <w:t xml:space="preserve"> </w:t>
      </w:r>
      <w:r w:rsidR="007B2F4A">
        <w:t xml:space="preserve">is </w:t>
      </w:r>
      <w:r w:rsidR="007B2F4A" w:rsidRPr="007309B1">
        <w:rPr>
          <w:noProof/>
        </w:rPr>
        <w:t>zero</w:t>
      </w:r>
      <w:r w:rsidR="007309B1">
        <w:rPr>
          <w:noProof/>
        </w:rPr>
        <w:t>,</w:t>
      </w:r>
      <w:r w:rsidR="007B2F4A">
        <w:t xml:space="preserve"> </w:t>
      </w:r>
      <w:r w:rsidR="002D2810" w:rsidRPr="007334B1">
        <w:t xml:space="preserve">and </w:t>
      </w:r>
      <w:r w:rsidR="007B2F4A">
        <w:t>there is a</w:t>
      </w:r>
      <w:r w:rsidR="002D2810" w:rsidRPr="007334B1">
        <w:t xml:space="preserve"> </w:t>
      </w:r>
      <w:r w:rsidR="002D2810" w:rsidRPr="007309B1">
        <w:rPr>
          <w:noProof/>
        </w:rPr>
        <w:t>lack of any security associations listed toward the bottom of the output. The output for R1 is shown here.</w:t>
      </w:r>
    </w:p>
    <w:p w:rsidR="002D2810" w:rsidRPr="007309B1" w:rsidRDefault="002D2810" w:rsidP="00BD61A3">
      <w:pPr>
        <w:pStyle w:val="CMD"/>
        <w:rPr>
          <w:noProof/>
        </w:rPr>
      </w:pPr>
      <w:r w:rsidRPr="007309B1">
        <w:rPr>
          <w:noProof/>
        </w:rPr>
        <w:t xml:space="preserve">R1# </w:t>
      </w:r>
      <w:r w:rsidRPr="007309B1">
        <w:rPr>
          <w:rStyle w:val="CMDBold"/>
          <w:noProof/>
        </w:rPr>
        <w:t>show crypto ipsec sa</w:t>
      </w:r>
    </w:p>
    <w:p w:rsidR="002D2810" w:rsidRPr="007309B1" w:rsidRDefault="002D2810" w:rsidP="006A2E7F">
      <w:pPr>
        <w:pStyle w:val="CMDOutput"/>
        <w:rPr>
          <w:noProof/>
        </w:rPr>
      </w:pPr>
    </w:p>
    <w:p w:rsidR="002D2810" w:rsidRPr="007309B1" w:rsidRDefault="002D2810" w:rsidP="006A2E7F">
      <w:pPr>
        <w:pStyle w:val="CMDOutput"/>
        <w:rPr>
          <w:noProof/>
        </w:rPr>
      </w:pPr>
      <w:r w:rsidRPr="007309B1">
        <w:rPr>
          <w:noProof/>
        </w:rPr>
        <w:t>interface: Serial0/0/0</w:t>
      </w:r>
    </w:p>
    <w:p w:rsidR="002D2810" w:rsidRPr="007309B1" w:rsidRDefault="002D2810" w:rsidP="006A2E7F">
      <w:pPr>
        <w:pStyle w:val="CMDOutput"/>
        <w:rPr>
          <w:noProof/>
        </w:rPr>
      </w:pPr>
      <w:r w:rsidRPr="007309B1">
        <w:rPr>
          <w:noProof/>
        </w:rPr>
        <w:t xml:space="preserve">    Crypto map tag: CMAP, local addr 10.1.1.1</w:t>
      </w:r>
    </w:p>
    <w:p w:rsidR="002D2810" w:rsidRPr="007309B1" w:rsidRDefault="002D2810" w:rsidP="006A2E7F">
      <w:pPr>
        <w:pStyle w:val="CMDOutput"/>
        <w:rPr>
          <w:noProof/>
        </w:rPr>
      </w:pPr>
    </w:p>
    <w:p w:rsidR="002D2810" w:rsidRPr="007309B1" w:rsidRDefault="002D2810" w:rsidP="006A2E7F">
      <w:pPr>
        <w:pStyle w:val="CMDOutput"/>
        <w:rPr>
          <w:noProof/>
        </w:rPr>
      </w:pPr>
      <w:r w:rsidRPr="007309B1">
        <w:rPr>
          <w:noProof/>
        </w:rPr>
        <w:t xml:space="preserve">   protected vrf: (none)</w:t>
      </w:r>
    </w:p>
    <w:p w:rsidR="002D2810" w:rsidRPr="007309B1" w:rsidRDefault="002D2810" w:rsidP="006A2E7F">
      <w:pPr>
        <w:pStyle w:val="CMDOutput"/>
        <w:rPr>
          <w:noProof/>
        </w:rPr>
      </w:pPr>
      <w:r w:rsidRPr="007309B1">
        <w:rPr>
          <w:noProof/>
        </w:rPr>
        <w:t xml:space="preserve">   local  ident (addr/mask/prot/port): (192.168.1.0/255.255.255.0/0/0)</w:t>
      </w:r>
    </w:p>
    <w:p w:rsidR="002D2810" w:rsidRPr="007309B1" w:rsidRDefault="002D2810" w:rsidP="006A2E7F">
      <w:pPr>
        <w:pStyle w:val="CMDOutput"/>
        <w:rPr>
          <w:noProof/>
        </w:rPr>
      </w:pPr>
      <w:r w:rsidRPr="007309B1">
        <w:rPr>
          <w:noProof/>
        </w:rPr>
        <w:t xml:space="preserve">   remote ident (addr/mask/prot/port): (192.168.3.0/255.255.255.0/0/0)</w:t>
      </w:r>
    </w:p>
    <w:p w:rsidR="002D2810" w:rsidRPr="007309B1" w:rsidRDefault="002D2810" w:rsidP="006A2E7F">
      <w:pPr>
        <w:pStyle w:val="CMDOutput"/>
        <w:rPr>
          <w:noProof/>
        </w:rPr>
      </w:pPr>
      <w:r w:rsidRPr="007309B1">
        <w:rPr>
          <w:noProof/>
        </w:rPr>
        <w:t xml:space="preserve">   current_peer 10.2.2.1 port 500</w:t>
      </w:r>
    </w:p>
    <w:p w:rsidR="002D2810" w:rsidRPr="007309B1" w:rsidRDefault="002D2810" w:rsidP="006A2E7F">
      <w:pPr>
        <w:pStyle w:val="CMDOutput"/>
        <w:rPr>
          <w:noProof/>
        </w:rPr>
      </w:pPr>
      <w:r w:rsidRPr="007309B1">
        <w:rPr>
          <w:noProof/>
        </w:rPr>
        <w:t xml:space="preserve">     PERMIT, flags={origin_is_acl,}</w:t>
      </w:r>
    </w:p>
    <w:p w:rsidR="002D2810" w:rsidRPr="007309B1" w:rsidRDefault="002D2810" w:rsidP="006A2E7F">
      <w:pPr>
        <w:pStyle w:val="CMDOutput"/>
        <w:rPr>
          <w:noProof/>
        </w:rPr>
      </w:pPr>
      <w:r w:rsidRPr="007309B1">
        <w:rPr>
          <w:noProof/>
        </w:rPr>
        <w:t xml:space="preserve">    #pkts encaps: 0, #pkts encrypt: 0, #pkts digest: 0</w:t>
      </w:r>
    </w:p>
    <w:p w:rsidR="002D2810" w:rsidRPr="007309B1" w:rsidRDefault="002D2810" w:rsidP="006A2E7F">
      <w:pPr>
        <w:pStyle w:val="CMDOutput"/>
        <w:rPr>
          <w:noProof/>
        </w:rPr>
      </w:pPr>
      <w:r w:rsidRPr="007309B1">
        <w:rPr>
          <w:noProof/>
        </w:rPr>
        <w:t xml:space="preserve">    #pkts decaps: 0, #pkts decrypt: 0, #pkts verify: 0</w:t>
      </w:r>
    </w:p>
    <w:p w:rsidR="002D2810" w:rsidRPr="007309B1" w:rsidRDefault="002D2810" w:rsidP="006A2E7F">
      <w:pPr>
        <w:pStyle w:val="CMDOutput"/>
        <w:rPr>
          <w:noProof/>
        </w:rPr>
      </w:pPr>
      <w:r w:rsidRPr="007309B1">
        <w:rPr>
          <w:noProof/>
        </w:rPr>
        <w:t xml:space="preserve">    #pkts compressed: 0, #pkts decompressed: 0</w:t>
      </w:r>
    </w:p>
    <w:p w:rsidR="002D2810" w:rsidRPr="007309B1" w:rsidRDefault="002D2810" w:rsidP="006A2E7F">
      <w:pPr>
        <w:pStyle w:val="CMDOutput"/>
        <w:rPr>
          <w:noProof/>
        </w:rPr>
      </w:pPr>
      <w:r w:rsidRPr="007309B1">
        <w:rPr>
          <w:noProof/>
        </w:rPr>
        <w:t xml:space="preserve">    #pkts not compressed: 0, #pkts compr. failed: 0</w:t>
      </w:r>
    </w:p>
    <w:p w:rsidR="002D2810" w:rsidRPr="007309B1" w:rsidRDefault="002D2810" w:rsidP="006A2E7F">
      <w:pPr>
        <w:pStyle w:val="CMDOutput"/>
        <w:rPr>
          <w:noProof/>
        </w:rPr>
      </w:pPr>
      <w:r w:rsidRPr="007309B1">
        <w:rPr>
          <w:noProof/>
        </w:rPr>
        <w:t xml:space="preserve">    #pkts not decompressed: 0, #pkts decompress failed: 0</w:t>
      </w:r>
    </w:p>
    <w:p w:rsidR="002D2810" w:rsidRPr="007309B1" w:rsidRDefault="002D2810" w:rsidP="006A2E7F">
      <w:pPr>
        <w:pStyle w:val="CMDOutput"/>
        <w:rPr>
          <w:noProof/>
        </w:rPr>
      </w:pPr>
      <w:r w:rsidRPr="007309B1">
        <w:rPr>
          <w:noProof/>
        </w:rPr>
        <w:t xml:space="preserve">    #send errors 0, #recv errors 0</w:t>
      </w:r>
    </w:p>
    <w:p w:rsidR="002D2810" w:rsidRPr="007309B1" w:rsidRDefault="002D2810" w:rsidP="006A2E7F">
      <w:pPr>
        <w:pStyle w:val="CMDOutput"/>
        <w:rPr>
          <w:noProof/>
        </w:rPr>
      </w:pPr>
    </w:p>
    <w:p w:rsidR="002D2810" w:rsidRPr="007309B1" w:rsidRDefault="002D2810" w:rsidP="006A2E7F">
      <w:pPr>
        <w:pStyle w:val="CMDOutput"/>
        <w:rPr>
          <w:noProof/>
        </w:rPr>
      </w:pPr>
      <w:r w:rsidRPr="007309B1">
        <w:rPr>
          <w:noProof/>
        </w:rPr>
        <w:t xml:space="preserve">     local crypto endpt.: 10.1.1.1, remote crypto endpt.: 10.2.2.1</w:t>
      </w:r>
    </w:p>
    <w:p w:rsidR="002D2810" w:rsidRPr="007309B1" w:rsidRDefault="002D2810" w:rsidP="006A2E7F">
      <w:pPr>
        <w:pStyle w:val="CMDOutput"/>
        <w:rPr>
          <w:noProof/>
        </w:rPr>
      </w:pPr>
      <w:r w:rsidRPr="007309B1">
        <w:rPr>
          <w:noProof/>
        </w:rPr>
        <w:t xml:space="preserve">     path mtu 1500, ip mtu 1500, ip mtu idb Serial0/0/0</w:t>
      </w:r>
    </w:p>
    <w:p w:rsidR="002D2810" w:rsidRPr="007334B1" w:rsidRDefault="002D2810" w:rsidP="006A2E7F">
      <w:pPr>
        <w:pStyle w:val="CMDOutput"/>
      </w:pPr>
      <w:r w:rsidRPr="007309B1">
        <w:rPr>
          <w:noProof/>
        </w:rPr>
        <w:t xml:space="preserve">     current outbound spi: 0x0(0</w:t>
      </w:r>
      <w:r w:rsidRPr="007334B1">
        <w:t>)</w:t>
      </w:r>
    </w:p>
    <w:p w:rsidR="000773EF" w:rsidRDefault="000773EF" w:rsidP="000773EF">
      <w:pPr>
        <w:pStyle w:val="CMDOutput"/>
      </w:pPr>
      <w:r>
        <w:t xml:space="preserve">     PFS (Y/N): N, DH group: none</w:t>
      </w:r>
    </w:p>
    <w:p w:rsidR="000773EF" w:rsidRDefault="000773EF" w:rsidP="000773EF">
      <w:pPr>
        <w:pStyle w:val="CMDOutput"/>
      </w:pPr>
    </w:p>
    <w:p w:rsidR="000773EF" w:rsidRDefault="000773EF" w:rsidP="000773EF">
      <w:pPr>
        <w:pStyle w:val="CMDOutput"/>
      </w:pPr>
      <w:r>
        <w:t xml:space="preserve">     inbound esp sas:</w:t>
      </w:r>
    </w:p>
    <w:p w:rsidR="000773EF" w:rsidRDefault="000773EF" w:rsidP="000773EF">
      <w:pPr>
        <w:pStyle w:val="CMDOutput"/>
      </w:pPr>
    </w:p>
    <w:p w:rsidR="000773EF" w:rsidRDefault="000773EF" w:rsidP="000773EF">
      <w:pPr>
        <w:pStyle w:val="CMDOutput"/>
      </w:pPr>
      <w:r>
        <w:t xml:space="preserve">     inbound ah sas:</w:t>
      </w:r>
    </w:p>
    <w:p w:rsidR="000773EF" w:rsidRDefault="000773EF" w:rsidP="000773EF">
      <w:pPr>
        <w:pStyle w:val="CMDOutput"/>
      </w:pPr>
    </w:p>
    <w:p w:rsidR="000773EF" w:rsidRDefault="000773EF" w:rsidP="000773EF">
      <w:pPr>
        <w:pStyle w:val="CMDOutput"/>
      </w:pPr>
      <w:r>
        <w:t xml:space="preserve">     inbound pcp sas:</w:t>
      </w:r>
    </w:p>
    <w:p w:rsidR="000773EF" w:rsidRDefault="000773EF" w:rsidP="000773EF">
      <w:pPr>
        <w:pStyle w:val="CMDOutput"/>
      </w:pPr>
    </w:p>
    <w:p w:rsidR="000773EF" w:rsidRDefault="000773EF" w:rsidP="000773EF">
      <w:pPr>
        <w:pStyle w:val="CMDOutput"/>
      </w:pPr>
      <w:r>
        <w:t xml:space="preserve">     outbound esp sas:</w:t>
      </w:r>
    </w:p>
    <w:p w:rsidR="000773EF" w:rsidRDefault="000773EF" w:rsidP="000773EF">
      <w:pPr>
        <w:pStyle w:val="CMDOutput"/>
      </w:pPr>
    </w:p>
    <w:p w:rsidR="000773EF" w:rsidRDefault="000773EF" w:rsidP="000773EF">
      <w:pPr>
        <w:pStyle w:val="CMDOutput"/>
      </w:pPr>
      <w:r>
        <w:t xml:space="preserve">     outbound ah sas:</w:t>
      </w:r>
    </w:p>
    <w:p w:rsidR="000773EF" w:rsidRDefault="000773EF" w:rsidP="000773EF">
      <w:pPr>
        <w:pStyle w:val="CMDOutput"/>
      </w:pPr>
    </w:p>
    <w:p w:rsidR="000773EF" w:rsidRPr="007334B1" w:rsidRDefault="000773EF" w:rsidP="000773EF">
      <w:pPr>
        <w:pStyle w:val="CMDOutput"/>
      </w:pPr>
      <w:r>
        <w:t xml:space="preserve">     outbound pcp sas:</w:t>
      </w:r>
      <w:r w:rsidRPr="007334B1" w:rsidDel="000773EF">
        <w:t xml:space="preserve"> </w:t>
      </w:r>
    </w:p>
    <w:p w:rsidR="00F72F81" w:rsidRPr="007309B1" w:rsidRDefault="002D2810" w:rsidP="00C90741">
      <w:pPr>
        <w:pStyle w:val="BodyTextL25"/>
        <w:rPr>
          <w:noProof/>
        </w:rPr>
      </w:pPr>
      <w:r w:rsidRPr="007334B1">
        <w:t>Why have</w:t>
      </w:r>
      <w:r w:rsidR="00EE5298">
        <w:t>n’t any</w:t>
      </w:r>
      <w:r w:rsidRPr="007334B1">
        <w:t xml:space="preserve"> </w:t>
      </w:r>
      <w:r w:rsidR="006A2E7F" w:rsidRPr="007309B1">
        <w:rPr>
          <w:noProof/>
        </w:rPr>
        <w:t>SAs been negotiated?</w:t>
      </w:r>
    </w:p>
    <w:p w:rsidR="006A2E7F" w:rsidRPr="007309B1" w:rsidRDefault="006A2E7F" w:rsidP="00C90741">
      <w:pPr>
        <w:pStyle w:val="BodyTextL25"/>
        <w:rPr>
          <w:noProof/>
        </w:rPr>
      </w:pPr>
      <w:r w:rsidRPr="007309B1">
        <w:rPr>
          <w:noProof/>
        </w:rPr>
        <w:t>__________________________________________________________________________</w:t>
      </w:r>
      <w:r w:rsidR="00F66660" w:rsidRPr="007309B1">
        <w:rPr>
          <w:noProof/>
        </w:rPr>
        <w:t>___</w:t>
      </w:r>
      <w:r w:rsidRPr="007309B1">
        <w:rPr>
          <w:noProof/>
        </w:rPr>
        <w:t>__________</w:t>
      </w:r>
    </w:p>
    <w:p w:rsidR="006A2E7F" w:rsidRPr="007309B1" w:rsidRDefault="006A2E7F" w:rsidP="00C90741">
      <w:pPr>
        <w:pStyle w:val="BodyTextL25"/>
        <w:rPr>
          <w:noProof/>
        </w:rPr>
      </w:pPr>
      <w:r w:rsidRPr="007309B1">
        <w:rPr>
          <w:noProof/>
        </w:rPr>
        <w:t>_____________________________________________________________________________</w:t>
      </w:r>
      <w:r w:rsidR="00F66660" w:rsidRPr="007309B1">
        <w:rPr>
          <w:noProof/>
        </w:rPr>
        <w:t>___</w:t>
      </w:r>
      <w:r w:rsidRPr="007309B1">
        <w:rPr>
          <w:noProof/>
        </w:rPr>
        <w:t>_______</w:t>
      </w:r>
    </w:p>
    <w:p w:rsidR="006A2E7F" w:rsidRPr="007309B1" w:rsidRDefault="006A2E7F" w:rsidP="00C90741">
      <w:pPr>
        <w:pStyle w:val="BodyTextL25"/>
        <w:rPr>
          <w:noProof/>
        </w:rPr>
      </w:pPr>
      <w:r w:rsidRPr="007309B1">
        <w:rPr>
          <w:noProof/>
        </w:rPr>
        <w:t>________________________________________________________________________________</w:t>
      </w:r>
      <w:r w:rsidR="00F66660" w:rsidRPr="007309B1">
        <w:rPr>
          <w:noProof/>
        </w:rPr>
        <w:t>___</w:t>
      </w:r>
      <w:r w:rsidRPr="007309B1">
        <w:rPr>
          <w:noProof/>
        </w:rPr>
        <w:t>____</w:t>
      </w:r>
    </w:p>
    <w:p w:rsidR="002D2810" w:rsidRPr="007309B1" w:rsidRDefault="002D2810" w:rsidP="002F437D">
      <w:pPr>
        <w:pStyle w:val="StepHead"/>
        <w:rPr>
          <w:noProof/>
        </w:rPr>
      </w:pPr>
      <w:r w:rsidRPr="007309B1">
        <w:rPr>
          <w:noProof/>
        </w:rPr>
        <w:t>Generate some uninteresting test traffic and observe the results.</w:t>
      </w:r>
    </w:p>
    <w:p w:rsidR="002D2810" w:rsidRPr="007334B1" w:rsidRDefault="002D2810" w:rsidP="002F437D">
      <w:pPr>
        <w:pStyle w:val="SubStepAlpha"/>
      </w:pPr>
      <w:r w:rsidRPr="007309B1">
        <w:rPr>
          <w:noProof/>
        </w:rPr>
        <w:t xml:space="preserve">Ping from R1 to the R3 S0/0/1 interface IP address </w:t>
      </w:r>
      <w:r w:rsidRPr="00A52A3D">
        <w:rPr>
          <w:b/>
        </w:rPr>
        <w:t>10.2.2.1</w:t>
      </w:r>
      <w:r w:rsidRPr="007309B1">
        <w:rPr>
          <w:noProof/>
        </w:rPr>
        <w:t>.</w:t>
      </w:r>
      <w:r w:rsidRPr="007334B1">
        <w:t xml:space="preserve"> </w:t>
      </w:r>
      <w:r w:rsidR="000773EF">
        <w:t>These pings should be successful.</w:t>
      </w:r>
    </w:p>
    <w:p w:rsidR="002D2810" w:rsidRPr="007334B1" w:rsidRDefault="002D2810" w:rsidP="002F437D">
      <w:pPr>
        <w:pStyle w:val="SubStepAlpha"/>
      </w:pPr>
      <w:r w:rsidRPr="007334B1">
        <w:t xml:space="preserve">Issue the </w:t>
      </w:r>
      <w:r w:rsidRPr="009E59A7">
        <w:rPr>
          <w:rStyle w:val="BodyTextBold"/>
          <w:rFonts w:eastAsia="Calibri"/>
        </w:rPr>
        <w:t>show crypto isakmp sa</w:t>
      </w:r>
      <w:r w:rsidRPr="007334B1">
        <w:t xml:space="preserve"> command.</w:t>
      </w:r>
    </w:p>
    <w:p w:rsidR="002D2810" w:rsidRPr="007334B1" w:rsidRDefault="002D2810" w:rsidP="002F437D">
      <w:pPr>
        <w:pStyle w:val="SubStepAlpha"/>
      </w:pPr>
      <w:r w:rsidRPr="007334B1">
        <w:t xml:space="preserve">Ping from R1 to the R3 </w:t>
      </w:r>
      <w:r w:rsidR="007B2F4A">
        <w:t>G0/1</w:t>
      </w:r>
      <w:r w:rsidRPr="007334B1">
        <w:t xml:space="preserve"> interface IP address </w:t>
      </w:r>
      <w:r w:rsidRPr="00A52A3D">
        <w:rPr>
          <w:b/>
        </w:rPr>
        <w:t>192.168.3.1</w:t>
      </w:r>
      <w:r w:rsidRPr="007334B1">
        <w:t xml:space="preserve">. </w:t>
      </w:r>
      <w:r w:rsidR="000773EF">
        <w:t>These pings should be successful.</w:t>
      </w:r>
    </w:p>
    <w:p w:rsidR="00F72F81" w:rsidRDefault="002D2810" w:rsidP="00B26C1E">
      <w:pPr>
        <w:pStyle w:val="SubStepAlpha"/>
      </w:pPr>
      <w:r w:rsidRPr="007309B1">
        <w:rPr>
          <w:noProof/>
        </w:rPr>
        <w:t xml:space="preserve">Issue the </w:t>
      </w:r>
      <w:r w:rsidRPr="007309B1">
        <w:rPr>
          <w:rStyle w:val="BodyTextBold"/>
          <w:rFonts w:eastAsia="Calibri"/>
          <w:noProof/>
        </w:rPr>
        <w:t>show crypto</w:t>
      </w:r>
      <w:r w:rsidRPr="009E59A7">
        <w:rPr>
          <w:rStyle w:val="BodyTextBold"/>
          <w:rFonts w:eastAsia="Calibri"/>
        </w:rPr>
        <w:t xml:space="preserve"> isakmp sa</w:t>
      </w:r>
      <w:r w:rsidRPr="007334B1">
        <w:t xml:space="preserve"> command again. Was an SA created f</w:t>
      </w:r>
      <w:r w:rsidR="006A2E7F">
        <w:t xml:space="preserve">or these pings? </w:t>
      </w:r>
      <w:r w:rsidR="00F72F81">
        <w:t>Explain.</w:t>
      </w:r>
    </w:p>
    <w:p w:rsidR="006A2E7F" w:rsidRDefault="006A2E7F" w:rsidP="008A4061">
      <w:pPr>
        <w:pStyle w:val="BodyTextL50"/>
      </w:pPr>
      <w:r>
        <w:t>____________________________________________________________________________________</w:t>
      </w:r>
    </w:p>
    <w:p w:rsidR="006A2E7F" w:rsidRDefault="006A2E7F" w:rsidP="006A2E7F">
      <w:pPr>
        <w:pStyle w:val="BodyTextL50"/>
      </w:pPr>
      <w:r>
        <w:t>____________________________________________________________________________________</w:t>
      </w:r>
    </w:p>
    <w:p w:rsidR="006A2E7F" w:rsidRPr="007334B1" w:rsidRDefault="006A2E7F" w:rsidP="006A2E7F">
      <w:pPr>
        <w:pStyle w:val="BodyTextL50"/>
      </w:pPr>
      <w:r>
        <w:t>____________________________________________________________________________________</w:t>
      </w:r>
    </w:p>
    <w:p w:rsidR="002D2810" w:rsidRPr="007334B1" w:rsidRDefault="002D2810" w:rsidP="002F437D">
      <w:pPr>
        <w:pStyle w:val="SubStepAlpha"/>
      </w:pPr>
      <w:r w:rsidRPr="007309B1">
        <w:rPr>
          <w:noProof/>
        </w:rPr>
        <w:t>Issue the</w:t>
      </w:r>
      <w:r w:rsidRPr="007334B1">
        <w:t xml:space="preserve"> </w:t>
      </w:r>
      <w:r w:rsidRPr="009E59A7">
        <w:rPr>
          <w:rStyle w:val="BodyTextBold"/>
          <w:rFonts w:eastAsia="Calibri"/>
        </w:rPr>
        <w:t xml:space="preserve">debug </w:t>
      </w:r>
      <w:r w:rsidR="00A97915">
        <w:rPr>
          <w:rStyle w:val="BodyTextBold"/>
          <w:rFonts w:eastAsia="Calibri"/>
        </w:rPr>
        <w:t>ip ospf hello</w:t>
      </w:r>
      <w:r w:rsidR="00A97915">
        <w:rPr>
          <w:rStyle w:val="BodyTextBold"/>
          <w:rFonts w:eastAsia="Calibri"/>
          <w:b w:val="0"/>
        </w:rPr>
        <w:t xml:space="preserve"> command</w:t>
      </w:r>
      <w:r w:rsidRPr="007334B1">
        <w:t xml:space="preserve">. You should see </w:t>
      </w:r>
      <w:r w:rsidR="00A97915">
        <w:t>OSPF</w:t>
      </w:r>
      <w:r w:rsidR="00A97915" w:rsidRPr="007334B1">
        <w:t xml:space="preserve"> </w:t>
      </w:r>
      <w:r w:rsidRPr="007334B1">
        <w:t>hello pac</w:t>
      </w:r>
      <w:r w:rsidR="003A23AA">
        <w:t>kets passing between R1 and R3.</w:t>
      </w:r>
    </w:p>
    <w:p w:rsidR="00A97915" w:rsidRPr="00A97915" w:rsidRDefault="00A97915" w:rsidP="00C8092F">
      <w:pPr>
        <w:pStyle w:val="CMD"/>
      </w:pPr>
      <w:r w:rsidRPr="00A97915">
        <w:t xml:space="preserve">R1# </w:t>
      </w:r>
      <w:r w:rsidRPr="00C90741">
        <w:rPr>
          <w:rStyle w:val="CMDBold"/>
        </w:rPr>
        <w:t>debug ip ospf hello</w:t>
      </w:r>
    </w:p>
    <w:p w:rsidR="00A97915" w:rsidRPr="00A97915" w:rsidRDefault="00A97915" w:rsidP="00C8092F">
      <w:pPr>
        <w:pStyle w:val="CMDOutput"/>
      </w:pPr>
      <w:r w:rsidRPr="00A97915">
        <w:t>OSPF hello events debugging is on</w:t>
      </w:r>
    </w:p>
    <w:p w:rsidR="00A97915" w:rsidRPr="00A97915" w:rsidRDefault="00A97915" w:rsidP="00C8092F">
      <w:pPr>
        <w:pStyle w:val="CMDOutput"/>
      </w:pPr>
      <w:r w:rsidRPr="00A97915">
        <w:t>R1#</w:t>
      </w:r>
    </w:p>
    <w:p w:rsidR="00A97915" w:rsidRPr="00A97915" w:rsidRDefault="00A97915" w:rsidP="00C8092F">
      <w:pPr>
        <w:pStyle w:val="CMDOutput"/>
      </w:pPr>
      <w:r w:rsidRPr="00A97915">
        <w:t xml:space="preserve">*Apr  7 18:04:46.467: OSPF: Send hello to 224.0.0.5 area 0 on </w:t>
      </w:r>
      <w:r w:rsidR="007B2F4A">
        <w:t>Gigabit</w:t>
      </w:r>
      <w:r w:rsidRPr="00A97915">
        <w:t>Ethernet0/1 from 192.168.1.1</w:t>
      </w:r>
    </w:p>
    <w:p w:rsidR="00A97915" w:rsidRPr="00A97915" w:rsidRDefault="00A97915" w:rsidP="00C8092F">
      <w:pPr>
        <w:pStyle w:val="CMDOutput"/>
      </w:pPr>
      <w:r w:rsidRPr="00A97915">
        <w:t>*Apr  7 18:04:50.055: OSPF: Send hello to 224.0.0.5 area 0 on Serial0/0/0 from 10.1.1.1</w:t>
      </w:r>
    </w:p>
    <w:p w:rsidR="00A97915" w:rsidRPr="00A97915" w:rsidRDefault="00A97915" w:rsidP="00C8092F">
      <w:pPr>
        <w:pStyle w:val="CMDOutput"/>
      </w:pPr>
      <w:r w:rsidRPr="00A97915">
        <w:t>*Apr  7 18:04:52.463: OSPF: Rcv hello from 10.2.2.2 area 0 from Serial0/0/0 10.1.1.2</w:t>
      </w:r>
    </w:p>
    <w:p w:rsidR="00A97915" w:rsidRPr="00A97915" w:rsidRDefault="00A97915" w:rsidP="00C8092F">
      <w:pPr>
        <w:pStyle w:val="CMDOutput"/>
      </w:pPr>
      <w:r w:rsidRPr="00A97915">
        <w:t xml:space="preserve">*Apr  </w:t>
      </w:r>
      <w:r w:rsidRPr="007309B1">
        <w:rPr>
          <w:noProof/>
        </w:rPr>
        <w:t>7</w:t>
      </w:r>
      <w:r w:rsidRPr="00A97915">
        <w:t xml:space="preserve"> 18:04:52.463: OSPF: End of hello processing</w:t>
      </w:r>
    </w:p>
    <w:p w:rsidR="00A97915" w:rsidRPr="00A97915" w:rsidRDefault="00A97915" w:rsidP="00C8092F">
      <w:pPr>
        <w:pStyle w:val="CMDOutput"/>
      </w:pPr>
      <w:r w:rsidRPr="00A97915">
        <w:t xml:space="preserve">*Apr  7 18:04:55.675: OSPF: Send hello to 224.0.0.5 area 0 on </w:t>
      </w:r>
      <w:r w:rsidR="007B2F4A">
        <w:t>Gigabit</w:t>
      </w:r>
      <w:r w:rsidRPr="00A97915">
        <w:t>Ethernet0/1 from 192.168.1.1</w:t>
      </w:r>
    </w:p>
    <w:p w:rsidR="00A97915" w:rsidRPr="00A97915" w:rsidRDefault="00A97915" w:rsidP="00C8092F">
      <w:pPr>
        <w:pStyle w:val="CMDOutput"/>
      </w:pPr>
      <w:r w:rsidRPr="00A97915">
        <w:t>*Apr  7 18:04:59.387: OSPF: Send hello to 224.0.0.5 area 0 on Serial0/0/0 from 10.1.1.1</w:t>
      </w:r>
    </w:p>
    <w:p w:rsidR="00A97915" w:rsidRPr="00A97915" w:rsidRDefault="00A97915" w:rsidP="00C8092F">
      <w:pPr>
        <w:pStyle w:val="CMDOutput"/>
      </w:pPr>
      <w:r w:rsidRPr="00A97915">
        <w:t>*Apr  7 18:05:02.431: OSPF: Rcv hello from 10.2.2.2 area 0 from Serial0/0/0 10.1.1.2</w:t>
      </w:r>
    </w:p>
    <w:p w:rsidR="00A97915" w:rsidRPr="00C90741" w:rsidRDefault="00A97915" w:rsidP="00C8092F">
      <w:pPr>
        <w:pStyle w:val="CMDOutput"/>
        <w:rPr>
          <w:rFonts w:ascii="Arial" w:hAnsi="Arial"/>
        </w:rPr>
      </w:pPr>
      <w:r w:rsidRPr="00A97915">
        <w:t xml:space="preserve">*Apr  </w:t>
      </w:r>
      <w:r w:rsidRPr="007309B1">
        <w:rPr>
          <w:noProof/>
        </w:rPr>
        <w:t>7</w:t>
      </w:r>
      <w:r w:rsidRPr="00A97915">
        <w:t xml:space="preserve"> 18:05:02.431: OSPF: End of hello processing</w:t>
      </w:r>
    </w:p>
    <w:p w:rsidR="002D2810" w:rsidRPr="007334B1" w:rsidRDefault="002D2810" w:rsidP="002F437D">
      <w:pPr>
        <w:pStyle w:val="SubStepAlpha"/>
      </w:pPr>
      <w:r w:rsidRPr="007309B1">
        <w:rPr>
          <w:noProof/>
        </w:rPr>
        <w:t xml:space="preserve">Turn off debugging with the </w:t>
      </w:r>
      <w:r w:rsidRPr="007309B1">
        <w:rPr>
          <w:rStyle w:val="BodyTextBold"/>
          <w:rFonts w:eastAsia="Calibri"/>
          <w:noProof/>
        </w:rPr>
        <w:t xml:space="preserve">no debug </w:t>
      </w:r>
      <w:r w:rsidR="00A97915" w:rsidRPr="007309B1">
        <w:rPr>
          <w:rStyle w:val="BodyTextBold"/>
          <w:rFonts w:eastAsia="Calibri"/>
          <w:noProof/>
        </w:rPr>
        <w:t>ip</w:t>
      </w:r>
      <w:r w:rsidR="00A97915">
        <w:rPr>
          <w:rStyle w:val="BodyTextBold"/>
          <w:rFonts w:eastAsia="Calibri"/>
        </w:rPr>
        <w:t xml:space="preserve"> ospf hello</w:t>
      </w:r>
      <w:r w:rsidRPr="003A23AA">
        <w:rPr>
          <w:rFonts w:cs="Courier New"/>
        </w:rPr>
        <w:t xml:space="preserve"> </w:t>
      </w:r>
      <w:r w:rsidRPr="007334B1">
        <w:t xml:space="preserve">or </w:t>
      </w:r>
      <w:r w:rsidRPr="009E59A7">
        <w:rPr>
          <w:rStyle w:val="BodyTextBold"/>
          <w:rFonts w:eastAsia="Calibri"/>
        </w:rPr>
        <w:t>undebug all</w:t>
      </w:r>
      <w:r w:rsidR="003A23AA">
        <w:t xml:space="preserve"> command.</w:t>
      </w:r>
    </w:p>
    <w:p w:rsidR="007B2794" w:rsidRDefault="007B2794">
      <w:pPr>
        <w:spacing w:before="0" w:after="0" w:line="240" w:lineRule="auto"/>
        <w:rPr>
          <w:sz w:val="20"/>
        </w:rPr>
      </w:pPr>
      <w:r>
        <w:br w:type="page"/>
      </w:r>
    </w:p>
    <w:p w:rsidR="003A23AA" w:rsidRDefault="00044F43" w:rsidP="002F437D">
      <w:pPr>
        <w:pStyle w:val="SubStepAlpha"/>
      </w:pPr>
      <w:r>
        <w:t>Re-i</w:t>
      </w:r>
      <w:r w:rsidR="002D2810" w:rsidRPr="007334B1">
        <w:t xml:space="preserve">ssue </w:t>
      </w:r>
      <w:r w:rsidR="002D2810" w:rsidRPr="007309B1">
        <w:rPr>
          <w:noProof/>
        </w:rPr>
        <w:t xml:space="preserve">the </w:t>
      </w:r>
      <w:r w:rsidR="002D2810" w:rsidRPr="007309B1">
        <w:rPr>
          <w:rStyle w:val="BodyTextBold"/>
          <w:rFonts w:eastAsia="Calibri"/>
          <w:noProof/>
        </w:rPr>
        <w:t>show crypto isakmp sa</w:t>
      </w:r>
      <w:r w:rsidR="002D2810" w:rsidRPr="007309B1">
        <w:rPr>
          <w:noProof/>
        </w:rPr>
        <w:t xml:space="preserve"> command. Was an SA created bet</w:t>
      </w:r>
      <w:r w:rsidR="003A23AA" w:rsidRPr="007309B1">
        <w:rPr>
          <w:noProof/>
        </w:rPr>
        <w:t>ween R1 and R3</w:t>
      </w:r>
      <w:r w:rsidR="003A23AA">
        <w:t xml:space="preserve">? </w:t>
      </w:r>
      <w:r w:rsidR="00F72F81">
        <w:t>Explain.</w:t>
      </w:r>
    </w:p>
    <w:p w:rsidR="003A23AA" w:rsidRDefault="003A23AA" w:rsidP="003A23AA">
      <w:pPr>
        <w:pStyle w:val="BodyTextL50"/>
      </w:pPr>
      <w:r>
        <w:t>____________________________________________________________________________________</w:t>
      </w:r>
    </w:p>
    <w:p w:rsidR="003A23AA" w:rsidRDefault="003A23AA" w:rsidP="003A23AA">
      <w:pPr>
        <w:pStyle w:val="BodyTextL50"/>
      </w:pPr>
      <w:r>
        <w:t>____________________________________________________________________________________</w:t>
      </w:r>
    </w:p>
    <w:p w:rsidR="003A23AA" w:rsidRDefault="003A23AA" w:rsidP="003A23AA">
      <w:pPr>
        <w:pStyle w:val="BodyTextL50"/>
      </w:pPr>
      <w:r>
        <w:t>____________________________________________________________________________________</w:t>
      </w:r>
    </w:p>
    <w:p w:rsidR="002D2810" w:rsidRPr="007309B1" w:rsidRDefault="002D2810" w:rsidP="002F437D">
      <w:pPr>
        <w:pStyle w:val="StepHead"/>
        <w:rPr>
          <w:noProof/>
        </w:rPr>
      </w:pPr>
      <w:r w:rsidRPr="007309B1">
        <w:rPr>
          <w:noProof/>
        </w:rPr>
        <w:t>Generate some interesting test traffic and observe the results.</w:t>
      </w:r>
    </w:p>
    <w:p w:rsidR="002D2810" w:rsidRPr="007309B1" w:rsidRDefault="002D2810" w:rsidP="002F437D">
      <w:pPr>
        <w:pStyle w:val="SubStepAlpha"/>
        <w:rPr>
          <w:noProof/>
        </w:rPr>
      </w:pPr>
      <w:r w:rsidRPr="007309B1">
        <w:rPr>
          <w:noProof/>
        </w:rPr>
        <w:t>Use an extended ping from R1 to the R3</w:t>
      </w:r>
      <w:r w:rsidRPr="007334B1">
        <w:t xml:space="preserve"> </w:t>
      </w:r>
      <w:r w:rsidR="007B2F4A">
        <w:t>G</w:t>
      </w:r>
      <w:r w:rsidRPr="007334B1">
        <w:t>0</w:t>
      </w:r>
      <w:r w:rsidR="007B2F4A">
        <w:t>/</w:t>
      </w:r>
      <w:r w:rsidRPr="007334B1">
        <w:t xml:space="preserve">1 </w:t>
      </w:r>
      <w:r w:rsidRPr="007309B1">
        <w:rPr>
          <w:noProof/>
        </w:rPr>
        <w:t xml:space="preserve">interface IP address </w:t>
      </w:r>
      <w:r w:rsidRPr="00A52A3D">
        <w:rPr>
          <w:b/>
        </w:rPr>
        <w:t>192.168.3.1</w:t>
      </w:r>
      <w:r w:rsidRPr="007309B1">
        <w:rPr>
          <w:noProof/>
        </w:rPr>
        <w:t xml:space="preserve">. Extended ping allows you to control the source address of the packets. Respond as shown in the following example. Press </w:t>
      </w:r>
      <w:r w:rsidR="00F72F81" w:rsidRPr="007309B1">
        <w:rPr>
          <w:b/>
          <w:noProof/>
        </w:rPr>
        <w:t>E</w:t>
      </w:r>
      <w:r w:rsidRPr="007309B1">
        <w:rPr>
          <w:b/>
          <w:noProof/>
        </w:rPr>
        <w:t>nter</w:t>
      </w:r>
      <w:r w:rsidRPr="007309B1">
        <w:rPr>
          <w:noProof/>
        </w:rPr>
        <w:t xml:space="preserve"> to accept the defaults, except where a </w:t>
      </w:r>
      <w:r w:rsidR="003A23AA" w:rsidRPr="007309B1">
        <w:rPr>
          <w:noProof/>
        </w:rPr>
        <w:t>specific response is indicated.</w:t>
      </w:r>
    </w:p>
    <w:p w:rsidR="002D2810" w:rsidRPr="007309B1" w:rsidRDefault="002D2810" w:rsidP="00BD61A3">
      <w:pPr>
        <w:pStyle w:val="CMD"/>
        <w:rPr>
          <w:rStyle w:val="CMDBold"/>
          <w:noProof/>
        </w:rPr>
      </w:pPr>
      <w:r w:rsidRPr="00A52A3D">
        <w:rPr>
          <w:noProof/>
        </w:rPr>
        <w:t xml:space="preserve">R1# </w:t>
      </w:r>
      <w:r w:rsidRPr="007309B1">
        <w:rPr>
          <w:rStyle w:val="CMDBold"/>
          <w:noProof/>
        </w:rPr>
        <w:t>ping</w:t>
      </w:r>
    </w:p>
    <w:p w:rsidR="002D2810" w:rsidRPr="007309B1" w:rsidRDefault="002D2810" w:rsidP="00BD61A3">
      <w:pPr>
        <w:pStyle w:val="CMD"/>
        <w:rPr>
          <w:noProof/>
        </w:rPr>
      </w:pPr>
      <w:r w:rsidRPr="007309B1">
        <w:rPr>
          <w:noProof/>
        </w:rPr>
        <w:t>Protocol [ip]:</w:t>
      </w:r>
    </w:p>
    <w:p w:rsidR="002D2810" w:rsidRPr="007309B1" w:rsidRDefault="002D2810" w:rsidP="00BD61A3">
      <w:pPr>
        <w:pStyle w:val="CMD"/>
        <w:rPr>
          <w:rStyle w:val="CMDBold"/>
          <w:noProof/>
        </w:rPr>
      </w:pPr>
      <w:r w:rsidRPr="00A52A3D">
        <w:rPr>
          <w:noProof/>
        </w:rPr>
        <w:t xml:space="preserve">Target IP address: </w:t>
      </w:r>
      <w:r w:rsidRPr="007309B1">
        <w:rPr>
          <w:rStyle w:val="CMDBold"/>
          <w:noProof/>
        </w:rPr>
        <w:t>192.168.3.1</w:t>
      </w:r>
    </w:p>
    <w:p w:rsidR="002D2810" w:rsidRPr="007309B1" w:rsidRDefault="002D2810" w:rsidP="00BD61A3">
      <w:pPr>
        <w:pStyle w:val="CMD"/>
        <w:rPr>
          <w:noProof/>
        </w:rPr>
      </w:pPr>
      <w:r w:rsidRPr="007309B1">
        <w:rPr>
          <w:noProof/>
        </w:rPr>
        <w:t>Repeat count [5]:</w:t>
      </w:r>
    </w:p>
    <w:p w:rsidR="002D2810" w:rsidRPr="007309B1" w:rsidRDefault="002D2810" w:rsidP="00BD61A3">
      <w:pPr>
        <w:pStyle w:val="CMD"/>
        <w:rPr>
          <w:noProof/>
        </w:rPr>
      </w:pPr>
      <w:r w:rsidRPr="007309B1">
        <w:rPr>
          <w:noProof/>
        </w:rPr>
        <w:t>Datagram size [100]:</w:t>
      </w:r>
    </w:p>
    <w:p w:rsidR="002D2810" w:rsidRPr="007309B1" w:rsidRDefault="002D2810" w:rsidP="00BD61A3">
      <w:pPr>
        <w:pStyle w:val="CMD"/>
        <w:rPr>
          <w:noProof/>
        </w:rPr>
      </w:pPr>
      <w:r w:rsidRPr="007309B1">
        <w:rPr>
          <w:noProof/>
        </w:rPr>
        <w:t>Timeout in seconds [2]:</w:t>
      </w:r>
    </w:p>
    <w:p w:rsidR="002D2810" w:rsidRPr="007309B1" w:rsidRDefault="002D2810" w:rsidP="00BD61A3">
      <w:pPr>
        <w:pStyle w:val="CMD"/>
        <w:rPr>
          <w:noProof/>
        </w:rPr>
      </w:pPr>
      <w:r w:rsidRPr="007309B1">
        <w:rPr>
          <w:noProof/>
        </w:rPr>
        <w:t xml:space="preserve">Extended commands [n]: </w:t>
      </w:r>
      <w:r w:rsidRPr="007309B1">
        <w:rPr>
          <w:rStyle w:val="CMDBold"/>
          <w:noProof/>
        </w:rPr>
        <w:t>y</w:t>
      </w:r>
    </w:p>
    <w:p w:rsidR="002D2810" w:rsidRPr="007309B1" w:rsidRDefault="002D2810" w:rsidP="00BD61A3">
      <w:pPr>
        <w:pStyle w:val="CMD"/>
        <w:rPr>
          <w:noProof/>
        </w:rPr>
      </w:pPr>
      <w:r w:rsidRPr="007309B1">
        <w:rPr>
          <w:noProof/>
        </w:rPr>
        <w:t xml:space="preserve">Source address or interface: </w:t>
      </w:r>
      <w:r w:rsidRPr="007309B1">
        <w:rPr>
          <w:rStyle w:val="CMDBold"/>
          <w:noProof/>
        </w:rPr>
        <w:t>192.168.1.1</w:t>
      </w:r>
    </w:p>
    <w:p w:rsidR="002D2810" w:rsidRPr="007309B1" w:rsidRDefault="002D2810" w:rsidP="00BD61A3">
      <w:pPr>
        <w:pStyle w:val="CMD"/>
        <w:rPr>
          <w:noProof/>
        </w:rPr>
      </w:pPr>
      <w:r w:rsidRPr="007309B1">
        <w:rPr>
          <w:noProof/>
        </w:rPr>
        <w:t>Type of service [0]:</w:t>
      </w:r>
    </w:p>
    <w:p w:rsidR="002D2810" w:rsidRPr="007309B1" w:rsidRDefault="002D2810" w:rsidP="00BD61A3">
      <w:pPr>
        <w:pStyle w:val="CMD"/>
        <w:rPr>
          <w:noProof/>
          <w:lang w:val="pt-BR"/>
        </w:rPr>
      </w:pPr>
      <w:r w:rsidRPr="007309B1">
        <w:rPr>
          <w:noProof/>
        </w:rPr>
        <w:t xml:space="preserve">Set DF bit in IP header? </w:t>
      </w:r>
      <w:r w:rsidRPr="007309B1">
        <w:rPr>
          <w:noProof/>
          <w:lang w:val="pt-BR"/>
        </w:rPr>
        <w:t>[no]:</w:t>
      </w:r>
    </w:p>
    <w:p w:rsidR="002D2810" w:rsidRPr="007309B1" w:rsidRDefault="002D2810" w:rsidP="00BD61A3">
      <w:pPr>
        <w:pStyle w:val="CMD"/>
        <w:rPr>
          <w:noProof/>
          <w:lang w:val="pt-BR"/>
        </w:rPr>
      </w:pPr>
      <w:r w:rsidRPr="007309B1">
        <w:rPr>
          <w:noProof/>
          <w:lang w:val="pt-BR"/>
        </w:rPr>
        <w:t>Validate reply data? [no]:</w:t>
      </w:r>
    </w:p>
    <w:p w:rsidR="002D2810" w:rsidRPr="007309B1" w:rsidRDefault="002D2810" w:rsidP="00BD61A3">
      <w:pPr>
        <w:pStyle w:val="CMD"/>
        <w:rPr>
          <w:noProof/>
          <w:lang w:val="it-IT"/>
        </w:rPr>
      </w:pPr>
      <w:r w:rsidRPr="007309B1">
        <w:rPr>
          <w:noProof/>
          <w:lang w:val="it-IT"/>
        </w:rPr>
        <w:t>Data pattern [0xABCD]:</w:t>
      </w:r>
    </w:p>
    <w:p w:rsidR="002D2810" w:rsidRPr="007309B1" w:rsidRDefault="002D2810" w:rsidP="00BD61A3">
      <w:pPr>
        <w:pStyle w:val="CMD"/>
        <w:rPr>
          <w:noProof/>
        </w:rPr>
      </w:pPr>
      <w:r w:rsidRPr="007309B1">
        <w:rPr>
          <w:noProof/>
        </w:rPr>
        <w:t>Loose, Strict, Record, Timestamp, Verbose[none]:</w:t>
      </w:r>
    </w:p>
    <w:p w:rsidR="002D2810" w:rsidRPr="007309B1" w:rsidRDefault="002D2810" w:rsidP="00BD61A3">
      <w:pPr>
        <w:pStyle w:val="CMD"/>
        <w:rPr>
          <w:noProof/>
        </w:rPr>
      </w:pPr>
      <w:r w:rsidRPr="007309B1">
        <w:rPr>
          <w:noProof/>
        </w:rPr>
        <w:t>Sweep range of sizes [n]:</w:t>
      </w:r>
    </w:p>
    <w:p w:rsidR="002D2810" w:rsidRPr="007309B1" w:rsidRDefault="002D2810" w:rsidP="00BD61A3">
      <w:pPr>
        <w:pStyle w:val="CMD"/>
        <w:rPr>
          <w:noProof/>
        </w:rPr>
      </w:pPr>
      <w:r w:rsidRPr="007309B1">
        <w:rPr>
          <w:noProof/>
        </w:rPr>
        <w:t>Type escape sequence to abort.</w:t>
      </w:r>
    </w:p>
    <w:p w:rsidR="002D2810" w:rsidRPr="007309B1" w:rsidRDefault="002D2810" w:rsidP="00BD61A3">
      <w:pPr>
        <w:pStyle w:val="CMD"/>
        <w:rPr>
          <w:noProof/>
        </w:rPr>
      </w:pPr>
      <w:r w:rsidRPr="007309B1">
        <w:rPr>
          <w:noProof/>
        </w:rPr>
        <w:t>Sending 5, 100-byte ICMP Echos to 192.168.3.1, timeout is 2 seconds:</w:t>
      </w:r>
    </w:p>
    <w:p w:rsidR="002D2810" w:rsidRPr="007309B1" w:rsidRDefault="002D2810" w:rsidP="00BD61A3">
      <w:pPr>
        <w:pStyle w:val="CMD"/>
        <w:rPr>
          <w:noProof/>
        </w:rPr>
      </w:pPr>
    </w:p>
    <w:p w:rsidR="002D2810" w:rsidRPr="007309B1" w:rsidRDefault="002D2810" w:rsidP="00BD61A3">
      <w:pPr>
        <w:pStyle w:val="CMD"/>
        <w:rPr>
          <w:noProof/>
        </w:rPr>
      </w:pPr>
      <w:r w:rsidRPr="007309B1">
        <w:rPr>
          <w:noProof/>
        </w:rPr>
        <w:t>Packet sent with a source address of 192.168.1.1</w:t>
      </w:r>
    </w:p>
    <w:p w:rsidR="002D2810" w:rsidRPr="007309B1" w:rsidRDefault="00C8092F" w:rsidP="00BD61A3">
      <w:pPr>
        <w:pStyle w:val="CMD"/>
        <w:rPr>
          <w:noProof/>
        </w:rPr>
      </w:pPr>
      <w:r w:rsidRPr="007309B1">
        <w:rPr>
          <w:noProof/>
        </w:rPr>
        <w:t>..!!!</w:t>
      </w:r>
    </w:p>
    <w:p w:rsidR="002D2810" w:rsidRPr="007334B1" w:rsidRDefault="002D2810" w:rsidP="00BD61A3">
      <w:pPr>
        <w:pStyle w:val="CMD"/>
      </w:pPr>
      <w:r w:rsidRPr="007309B1">
        <w:rPr>
          <w:noProof/>
        </w:rPr>
        <w:t>Success rate is 100 percent</w:t>
      </w:r>
      <w:r w:rsidRPr="007334B1">
        <w:t xml:space="preserve"> (</w:t>
      </w:r>
      <w:r w:rsidR="00C8092F">
        <w:t>3</w:t>
      </w:r>
      <w:r w:rsidRPr="007334B1">
        <w:t>/5), round-trip min/avg/max = 92/92/92 ms</w:t>
      </w:r>
    </w:p>
    <w:p w:rsidR="002D2810" w:rsidRPr="007334B1" w:rsidRDefault="00044F43" w:rsidP="002F437D">
      <w:pPr>
        <w:pStyle w:val="SubStepAlpha"/>
      </w:pPr>
      <w:r>
        <w:t>Re-i</w:t>
      </w:r>
      <w:r w:rsidRPr="007334B1">
        <w:t xml:space="preserve">ssue </w:t>
      </w:r>
      <w:r w:rsidR="002D2810" w:rsidRPr="007334B1">
        <w:t xml:space="preserve">the </w:t>
      </w:r>
      <w:r w:rsidR="002D2810" w:rsidRPr="009E59A7">
        <w:rPr>
          <w:rStyle w:val="BodyTextBold"/>
          <w:rFonts w:eastAsia="Calibri"/>
        </w:rPr>
        <w:t>show crypto isakmp sa</w:t>
      </w:r>
      <w:r w:rsidR="003A23AA">
        <w:t xml:space="preserve"> command.</w:t>
      </w:r>
    </w:p>
    <w:p w:rsidR="002D2810" w:rsidRPr="007334B1" w:rsidRDefault="002D2810" w:rsidP="00BD61A3">
      <w:pPr>
        <w:pStyle w:val="CMD"/>
      </w:pPr>
      <w:r w:rsidRPr="007334B1">
        <w:t xml:space="preserve">R1# </w:t>
      </w:r>
      <w:r w:rsidRPr="009E59A7">
        <w:rPr>
          <w:rStyle w:val="CMDBold"/>
        </w:rPr>
        <w:t>show crypto isakmp sa</w:t>
      </w:r>
    </w:p>
    <w:p w:rsidR="00A97915" w:rsidRPr="00A97915" w:rsidRDefault="00A97915" w:rsidP="00C8092F">
      <w:pPr>
        <w:pStyle w:val="CMDOutput"/>
      </w:pPr>
      <w:r w:rsidRPr="00A97915">
        <w:t>IPv4 Crypto ISAKMP SA</w:t>
      </w:r>
    </w:p>
    <w:p w:rsidR="00A97915" w:rsidRPr="007309B1" w:rsidRDefault="00A97915" w:rsidP="00C8092F">
      <w:pPr>
        <w:pStyle w:val="CMDOutput"/>
        <w:rPr>
          <w:noProof/>
        </w:rPr>
      </w:pPr>
      <w:r w:rsidRPr="00A97915">
        <w:t xml:space="preserve">dst             src             state          conn-id </w:t>
      </w:r>
      <w:r w:rsidRPr="007309B1">
        <w:rPr>
          <w:noProof/>
        </w:rPr>
        <w:t>status</w:t>
      </w:r>
    </w:p>
    <w:p w:rsidR="00A97915" w:rsidRPr="00A97915" w:rsidRDefault="00A97915" w:rsidP="00C8092F">
      <w:pPr>
        <w:pStyle w:val="CMDOutput"/>
      </w:pPr>
      <w:r w:rsidRPr="007309B1">
        <w:rPr>
          <w:noProof/>
        </w:rPr>
        <w:t>10.2.2.1        10.1.1.1        QM_IDLE           1001</w:t>
      </w:r>
      <w:r w:rsidRPr="00A97915">
        <w:t xml:space="preserve"> ACTIVE</w:t>
      </w:r>
    </w:p>
    <w:p w:rsidR="00A97915" w:rsidRPr="00A97915" w:rsidRDefault="00A97915" w:rsidP="00C8092F">
      <w:pPr>
        <w:pStyle w:val="CMDOutput"/>
      </w:pPr>
    </w:p>
    <w:p w:rsidR="00A97915" w:rsidRDefault="00A97915" w:rsidP="00C8092F">
      <w:pPr>
        <w:pStyle w:val="CMDOutput"/>
      </w:pPr>
      <w:r w:rsidRPr="00A97915">
        <w:t>IPv6 Crypto ISAKMP SA</w:t>
      </w:r>
    </w:p>
    <w:p w:rsidR="00A97915" w:rsidRPr="007309B1" w:rsidRDefault="002D2810" w:rsidP="003A23AA">
      <w:pPr>
        <w:pStyle w:val="BodyTextL50"/>
        <w:rPr>
          <w:noProof/>
        </w:rPr>
      </w:pPr>
      <w:r w:rsidRPr="007309B1">
        <w:rPr>
          <w:noProof/>
        </w:rPr>
        <w:t>Why was an SA creat</w:t>
      </w:r>
      <w:r w:rsidR="003A23AA" w:rsidRPr="007309B1">
        <w:rPr>
          <w:noProof/>
        </w:rPr>
        <w:t>ed between R1 and R3 this time?</w:t>
      </w:r>
    </w:p>
    <w:p w:rsidR="003A23AA" w:rsidRPr="007309B1" w:rsidRDefault="003A23AA" w:rsidP="003A23AA">
      <w:pPr>
        <w:pStyle w:val="BodyTextL50"/>
        <w:rPr>
          <w:noProof/>
        </w:rPr>
      </w:pPr>
      <w:r w:rsidRPr="007309B1">
        <w:rPr>
          <w:noProof/>
        </w:rPr>
        <w:t>____________________________________________________________________________________</w:t>
      </w:r>
    </w:p>
    <w:p w:rsidR="003A23AA" w:rsidRPr="007309B1" w:rsidRDefault="003A23AA" w:rsidP="003A23AA">
      <w:pPr>
        <w:pStyle w:val="BodyTextL50"/>
        <w:rPr>
          <w:noProof/>
        </w:rPr>
      </w:pPr>
      <w:r w:rsidRPr="007309B1">
        <w:rPr>
          <w:noProof/>
        </w:rPr>
        <w:t>____________________________________________________________________________________</w:t>
      </w:r>
    </w:p>
    <w:p w:rsidR="003A23AA" w:rsidRPr="007309B1" w:rsidRDefault="003A23AA" w:rsidP="003A23AA">
      <w:pPr>
        <w:pStyle w:val="BodyTextL50"/>
        <w:rPr>
          <w:noProof/>
        </w:rPr>
      </w:pPr>
      <w:r w:rsidRPr="007309B1">
        <w:rPr>
          <w:noProof/>
        </w:rPr>
        <w:t>____________________________________________________________________________________</w:t>
      </w:r>
    </w:p>
    <w:p w:rsidR="007B2794" w:rsidRDefault="007B2794">
      <w:pPr>
        <w:spacing w:before="0" w:after="0" w:line="240" w:lineRule="auto"/>
        <w:rPr>
          <w:noProof/>
          <w:sz w:val="20"/>
        </w:rPr>
      </w:pPr>
      <w:r>
        <w:rPr>
          <w:noProof/>
        </w:rPr>
        <w:br w:type="page"/>
      </w:r>
    </w:p>
    <w:p w:rsidR="00A97915" w:rsidRPr="007309B1" w:rsidRDefault="002D2810">
      <w:pPr>
        <w:pStyle w:val="BodyTextL50"/>
        <w:rPr>
          <w:noProof/>
        </w:rPr>
      </w:pPr>
      <w:r w:rsidRPr="007309B1">
        <w:rPr>
          <w:noProof/>
        </w:rPr>
        <w:t>What are the end</w:t>
      </w:r>
      <w:r w:rsidR="003A23AA" w:rsidRPr="007309B1">
        <w:rPr>
          <w:noProof/>
        </w:rPr>
        <w:t>points of the IPsec VPN tunnel?</w:t>
      </w:r>
    </w:p>
    <w:p w:rsidR="003A23AA" w:rsidRPr="007309B1" w:rsidRDefault="003A23AA">
      <w:pPr>
        <w:pStyle w:val="BodyTextL50"/>
        <w:rPr>
          <w:noProof/>
        </w:rPr>
      </w:pPr>
      <w:r w:rsidRPr="007309B1">
        <w:rPr>
          <w:noProof/>
        </w:rPr>
        <w:t>____________________________________________________________________________________</w:t>
      </w:r>
    </w:p>
    <w:p w:rsidR="003A23AA" w:rsidRPr="007309B1" w:rsidRDefault="003A23AA" w:rsidP="003A23AA">
      <w:pPr>
        <w:pStyle w:val="BodyTextL50"/>
        <w:rPr>
          <w:noProof/>
        </w:rPr>
      </w:pPr>
      <w:r w:rsidRPr="007309B1">
        <w:rPr>
          <w:noProof/>
        </w:rPr>
        <w:t>____________________________________________________________________________________</w:t>
      </w:r>
    </w:p>
    <w:p w:rsidR="003A23AA" w:rsidRPr="007309B1" w:rsidRDefault="003A23AA" w:rsidP="003A23AA">
      <w:pPr>
        <w:pStyle w:val="BodyTextL50"/>
        <w:rPr>
          <w:noProof/>
        </w:rPr>
      </w:pPr>
      <w:r w:rsidRPr="007309B1">
        <w:rPr>
          <w:noProof/>
        </w:rPr>
        <w:t>____________________________________________________________________________________</w:t>
      </w:r>
    </w:p>
    <w:p w:rsidR="006F27D5" w:rsidRDefault="002D2810" w:rsidP="00C90741">
      <w:pPr>
        <w:pStyle w:val="SubStepAlpha"/>
      </w:pPr>
      <w:r w:rsidRPr="007309B1">
        <w:rPr>
          <w:noProof/>
        </w:rPr>
        <w:t>Ping from PC-A to PC-C.</w:t>
      </w:r>
      <w:r w:rsidRPr="007334B1">
        <w:t xml:space="preserve"> </w:t>
      </w:r>
      <w:r w:rsidR="003A23AA">
        <w:t>If the pings were successful, i</w:t>
      </w:r>
      <w:r w:rsidRPr="007334B1">
        <w:t xml:space="preserve">ssue the </w:t>
      </w:r>
      <w:r w:rsidRPr="009E59A7">
        <w:rPr>
          <w:rStyle w:val="BodyTextBold"/>
          <w:rFonts w:eastAsia="Calibri"/>
        </w:rPr>
        <w:t>show crypto ipsec sa</w:t>
      </w:r>
      <w:r w:rsidRPr="007334B1">
        <w:t xml:space="preserve"> command. How many pa</w:t>
      </w:r>
      <w:r w:rsidRPr="003A23AA">
        <w:t>cket</w:t>
      </w:r>
      <w:r w:rsidRPr="007334B1">
        <w:t xml:space="preserve">s have been transformed </w:t>
      </w:r>
      <w:r w:rsidRPr="007309B1">
        <w:rPr>
          <w:noProof/>
        </w:rPr>
        <w:t>between</w:t>
      </w:r>
      <w:r w:rsidRPr="007334B1">
        <w:t xml:space="preserve"> R1 and R</w:t>
      </w:r>
      <w:r w:rsidRPr="006F27D5">
        <w:t>3?</w:t>
      </w:r>
    </w:p>
    <w:p w:rsidR="003A23AA" w:rsidRDefault="003A23AA" w:rsidP="003A23AA">
      <w:pPr>
        <w:pStyle w:val="BodyTextL50"/>
      </w:pPr>
      <w:r w:rsidRPr="006F27D5">
        <w:t>_________________</w:t>
      </w:r>
      <w:r>
        <w:t>_________________________________________________________</w:t>
      </w:r>
      <w:r w:rsidR="006F27D5">
        <w:t>__</w:t>
      </w:r>
      <w:r>
        <w:t>________</w:t>
      </w:r>
    </w:p>
    <w:p w:rsidR="003A23AA" w:rsidRDefault="003A23AA" w:rsidP="003A23AA">
      <w:pPr>
        <w:pStyle w:val="BodyTextL50"/>
      </w:pPr>
      <w:r>
        <w:t>____________________________________________________________________________________</w:t>
      </w:r>
    </w:p>
    <w:p w:rsidR="003A23AA" w:rsidRDefault="003A23AA" w:rsidP="003A23AA">
      <w:pPr>
        <w:pStyle w:val="BodyTextL50"/>
      </w:pPr>
      <w:r>
        <w:t>____________________________________________________________________________________</w:t>
      </w:r>
    </w:p>
    <w:p w:rsidR="002D2810" w:rsidRPr="007309B1" w:rsidRDefault="002D2810" w:rsidP="00BD61A3">
      <w:pPr>
        <w:pStyle w:val="CMD"/>
        <w:rPr>
          <w:noProof/>
        </w:rPr>
      </w:pPr>
      <w:r w:rsidRPr="007309B1">
        <w:rPr>
          <w:noProof/>
        </w:rPr>
        <w:t xml:space="preserve">R1# </w:t>
      </w:r>
      <w:r w:rsidRPr="007309B1">
        <w:rPr>
          <w:rStyle w:val="CMDBold"/>
          <w:noProof/>
        </w:rPr>
        <w:t>show crypto ipsec sa</w:t>
      </w:r>
    </w:p>
    <w:p w:rsidR="002D2810" w:rsidRPr="007309B1" w:rsidRDefault="002D2810" w:rsidP="000C6C63">
      <w:pPr>
        <w:pStyle w:val="CMDOutput"/>
        <w:rPr>
          <w:noProof/>
        </w:rPr>
      </w:pPr>
    </w:p>
    <w:p w:rsidR="002D2810" w:rsidRPr="007309B1" w:rsidRDefault="002D2810" w:rsidP="000C6C63">
      <w:pPr>
        <w:pStyle w:val="CMDOutput"/>
        <w:rPr>
          <w:noProof/>
        </w:rPr>
      </w:pPr>
      <w:r w:rsidRPr="007309B1">
        <w:rPr>
          <w:noProof/>
        </w:rPr>
        <w:t>interface: Serial0/0/0</w:t>
      </w:r>
    </w:p>
    <w:p w:rsidR="002D2810" w:rsidRPr="007309B1" w:rsidRDefault="002D2810" w:rsidP="000C6C63">
      <w:pPr>
        <w:pStyle w:val="CMDOutput"/>
        <w:rPr>
          <w:noProof/>
        </w:rPr>
      </w:pPr>
      <w:r w:rsidRPr="007309B1">
        <w:rPr>
          <w:noProof/>
        </w:rPr>
        <w:t xml:space="preserve">    Crypto map tag: CMAP, local addr 10.1.1.1</w:t>
      </w:r>
    </w:p>
    <w:p w:rsidR="002D2810" w:rsidRPr="007309B1" w:rsidRDefault="002D2810" w:rsidP="000C6C63">
      <w:pPr>
        <w:pStyle w:val="CMDOutput"/>
        <w:rPr>
          <w:noProof/>
        </w:rPr>
      </w:pPr>
    </w:p>
    <w:p w:rsidR="002D2810" w:rsidRPr="007309B1" w:rsidRDefault="002D2810" w:rsidP="000C6C63">
      <w:pPr>
        <w:pStyle w:val="CMDOutput"/>
        <w:rPr>
          <w:noProof/>
        </w:rPr>
      </w:pPr>
      <w:r w:rsidRPr="007309B1">
        <w:rPr>
          <w:noProof/>
        </w:rPr>
        <w:t xml:space="preserve">   protected vrf: (none)</w:t>
      </w:r>
    </w:p>
    <w:p w:rsidR="002D2810" w:rsidRPr="007309B1" w:rsidRDefault="002D2810" w:rsidP="000C6C63">
      <w:pPr>
        <w:pStyle w:val="CMDOutput"/>
        <w:rPr>
          <w:noProof/>
        </w:rPr>
      </w:pPr>
      <w:r w:rsidRPr="007309B1">
        <w:rPr>
          <w:noProof/>
        </w:rPr>
        <w:t xml:space="preserve">   local  ident (addr/mask/prot/port): (192.168.1.0/255.255.255.0/0/0)</w:t>
      </w:r>
    </w:p>
    <w:p w:rsidR="002D2810" w:rsidRPr="007309B1" w:rsidRDefault="002D2810" w:rsidP="000C6C63">
      <w:pPr>
        <w:pStyle w:val="CMDOutput"/>
        <w:rPr>
          <w:noProof/>
        </w:rPr>
      </w:pPr>
      <w:r w:rsidRPr="007309B1">
        <w:rPr>
          <w:noProof/>
        </w:rPr>
        <w:t xml:space="preserve">   remote ident (addr/mask/prot/port): (192.168.3.0/255.255.255.0/0/0)</w:t>
      </w:r>
    </w:p>
    <w:p w:rsidR="002D2810" w:rsidRPr="007309B1" w:rsidRDefault="002D2810" w:rsidP="000C6C63">
      <w:pPr>
        <w:pStyle w:val="CMDOutput"/>
        <w:rPr>
          <w:noProof/>
        </w:rPr>
      </w:pPr>
      <w:r w:rsidRPr="007309B1">
        <w:rPr>
          <w:noProof/>
        </w:rPr>
        <w:t xml:space="preserve">   current_peer 10.2.2.1 port 500</w:t>
      </w:r>
    </w:p>
    <w:p w:rsidR="002D2810" w:rsidRPr="007309B1" w:rsidRDefault="002D2810" w:rsidP="000C6C63">
      <w:pPr>
        <w:pStyle w:val="CMDOutput"/>
        <w:rPr>
          <w:noProof/>
        </w:rPr>
      </w:pPr>
      <w:r w:rsidRPr="007309B1">
        <w:rPr>
          <w:noProof/>
        </w:rPr>
        <w:t xml:space="preserve">     PERMIT, flags={origin_is_acl,}</w:t>
      </w:r>
    </w:p>
    <w:p w:rsidR="002D2810" w:rsidRPr="007334B1" w:rsidRDefault="002D2810" w:rsidP="000C6C63">
      <w:pPr>
        <w:pStyle w:val="CMDOutput"/>
      </w:pPr>
      <w:r w:rsidRPr="007309B1">
        <w:rPr>
          <w:noProof/>
        </w:rPr>
        <w:t xml:space="preserve">    #pkts encaps:</w:t>
      </w:r>
      <w:r w:rsidRPr="007334B1">
        <w:t xml:space="preserve"> </w:t>
      </w:r>
      <w:r w:rsidR="00AE3B1E">
        <w:t>7</w:t>
      </w:r>
      <w:r w:rsidRPr="007334B1">
        <w:t xml:space="preserve">, #pkts encrypt: </w:t>
      </w:r>
      <w:r w:rsidR="00AE3B1E">
        <w:t>7</w:t>
      </w:r>
      <w:r w:rsidRPr="007334B1">
        <w:t xml:space="preserve">, #pkts digest: </w:t>
      </w:r>
      <w:r w:rsidR="00AE3B1E">
        <w:t>7</w:t>
      </w:r>
    </w:p>
    <w:p w:rsidR="002D2810" w:rsidRPr="007334B1" w:rsidRDefault="002D2810" w:rsidP="000C6C63">
      <w:pPr>
        <w:pStyle w:val="CMDOutput"/>
      </w:pPr>
      <w:r w:rsidRPr="007334B1">
        <w:t xml:space="preserve">    #pkts decaps: </w:t>
      </w:r>
      <w:r w:rsidR="00AE3B1E">
        <w:t>7</w:t>
      </w:r>
      <w:r w:rsidRPr="007334B1">
        <w:t xml:space="preserve">, #pkts decrypt: </w:t>
      </w:r>
      <w:r w:rsidR="00AE3B1E">
        <w:t>7</w:t>
      </w:r>
      <w:r w:rsidRPr="007334B1">
        <w:t xml:space="preserve">, #pkts verify: </w:t>
      </w:r>
      <w:r w:rsidR="00AE3B1E">
        <w:t>7</w:t>
      </w:r>
    </w:p>
    <w:p w:rsidR="002D2810" w:rsidRPr="007309B1" w:rsidRDefault="002D2810" w:rsidP="000C6C63">
      <w:pPr>
        <w:pStyle w:val="CMDOutput"/>
        <w:rPr>
          <w:noProof/>
        </w:rPr>
      </w:pPr>
      <w:r w:rsidRPr="007334B1">
        <w:t xml:space="preserve">    #</w:t>
      </w:r>
      <w:r w:rsidRPr="007309B1">
        <w:rPr>
          <w:noProof/>
        </w:rPr>
        <w:t>pkts compressed: 0, #pkts decompressed: 0</w:t>
      </w:r>
    </w:p>
    <w:p w:rsidR="002D2810" w:rsidRPr="007309B1" w:rsidRDefault="002D2810" w:rsidP="000C6C63">
      <w:pPr>
        <w:pStyle w:val="CMDOutput"/>
        <w:rPr>
          <w:noProof/>
        </w:rPr>
      </w:pPr>
      <w:r w:rsidRPr="007309B1">
        <w:rPr>
          <w:noProof/>
        </w:rPr>
        <w:t xml:space="preserve">    #pkts not compressed: 0, #pkts compr. failed: 0</w:t>
      </w:r>
    </w:p>
    <w:p w:rsidR="002D2810" w:rsidRPr="007309B1" w:rsidRDefault="002D2810" w:rsidP="000C6C63">
      <w:pPr>
        <w:pStyle w:val="CMDOutput"/>
        <w:rPr>
          <w:noProof/>
        </w:rPr>
      </w:pPr>
      <w:r w:rsidRPr="007309B1">
        <w:rPr>
          <w:noProof/>
        </w:rPr>
        <w:t xml:space="preserve">    #pkts not decompressed: 0, #pkts decompress failed: 0</w:t>
      </w:r>
    </w:p>
    <w:p w:rsidR="002D2810" w:rsidRPr="007309B1" w:rsidRDefault="002D2810" w:rsidP="000C6C63">
      <w:pPr>
        <w:pStyle w:val="CMDOutput"/>
        <w:rPr>
          <w:noProof/>
        </w:rPr>
      </w:pPr>
      <w:r w:rsidRPr="007309B1">
        <w:rPr>
          <w:noProof/>
        </w:rPr>
        <w:t xml:space="preserve">    #send errors</w:t>
      </w:r>
      <w:r w:rsidRPr="007334B1">
        <w:t xml:space="preserve"> </w:t>
      </w:r>
      <w:r w:rsidR="00AE3B1E">
        <w:t>2</w:t>
      </w:r>
      <w:r w:rsidRPr="007334B1">
        <w:t>, #</w:t>
      </w:r>
      <w:r w:rsidRPr="007309B1">
        <w:rPr>
          <w:noProof/>
        </w:rPr>
        <w:t>recv errors 0</w:t>
      </w:r>
    </w:p>
    <w:p w:rsidR="002D2810" w:rsidRPr="007309B1" w:rsidRDefault="002D2810" w:rsidP="000C6C63">
      <w:pPr>
        <w:pStyle w:val="CMDOutput"/>
        <w:rPr>
          <w:noProof/>
        </w:rPr>
      </w:pPr>
    </w:p>
    <w:p w:rsidR="002D2810" w:rsidRPr="007309B1" w:rsidRDefault="002D2810" w:rsidP="000C6C63">
      <w:pPr>
        <w:pStyle w:val="CMDOutput"/>
        <w:rPr>
          <w:noProof/>
        </w:rPr>
      </w:pPr>
      <w:r w:rsidRPr="007309B1">
        <w:rPr>
          <w:noProof/>
        </w:rPr>
        <w:t xml:space="preserve">     local crypto endpt.: 10.1.1.1, remote crypto endpt.: 10.2.2.1</w:t>
      </w:r>
    </w:p>
    <w:p w:rsidR="002D2810" w:rsidRPr="007309B1" w:rsidRDefault="002D2810" w:rsidP="000C6C63">
      <w:pPr>
        <w:pStyle w:val="CMDOutput"/>
        <w:rPr>
          <w:noProof/>
        </w:rPr>
      </w:pPr>
      <w:r w:rsidRPr="007309B1">
        <w:rPr>
          <w:noProof/>
        </w:rPr>
        <w:t xml:space="preserve">     path mtu 1500, ip mtu 1500, ip mtu idb Serial0/0/0</w:t>
      </w:r>
    </w:p>
    <w:p w:rsidR="002D2810" w:rsidRPr="007309B1" w:rsidRDefault="002D2810" w:rsidP="000C6C63">
      <w:pPr>
        <w:pStyle w:val="CMDOutput"/>
        <w:rPr>
          <w:noProof/>
        </w:rPr>
      </w:pPr>
      <w:r w:rsidRPr="007309B1">
        <w:rPr>
          <w:noProof/>
        </w:rPr>
        <w:t xml:space="preserve">     current outbound spi: 0xC1DD058(203280472)</w:t>
      </w:r>
    </w:p>
    <w:p w:rsidR="002D2810" w:rsidRPr="007309B1" w:rsidRDefault="002D2810" w:rsidP="000C6C63">
      <w:pPr>
        <w:pStyle w:val="CMDOutput"/>
        <w:rPr>
          <w:noProof/>
        </w:rPr>
      </w:pPr>
    </w:p>
    <w:p w:rsidR="002D2810" w:rsidRPr="007309B1" w:rsidRDefault="002D2810" w:rsidP="000C6C63">
      <w:pPr>
        <w:pStyle w:val="CMDOutput"/>
        <w:rPr>
          <w:noProof/>
        </w:rPr>
      </w:pPr>
      <w:r w:rsidRPr="007309B1">
        <w:rPr>
          <w:noProof/>
        </w:rPr>
        <w:t xml:space="preserve">     inbound esp sas:</w:t>
      </w:r>
    </w:p>
    <w:p w:rsidR="002D2810" w:rsidRPr="007309B1" w:rsidRDefault="002D2810" w:rsidP="000C6C63">
      <w:pPr>
        <w:pStyle w:val="CMDOutput"/>
        <w:rPr>
          <w:noProof/>
        </w:rPr>
      </w:pPr>
      <w:r w:rsidRPr="007309B1">
        <w:rPr>
          <w:noProof/>
        </w:rPr>
        <w:t xml:space="preserve">      spi: 0xDF57120F(3747025423)</w:t>
      </w:r>
    </w:p>
    <w:p w:rsidR="002D2810" w:rsidRPr="007309B1" w:rsidRDefault="002D2810" w:rsidP="000C6C63">
      <w:pPr>
        <w:pStyle w:val="CMDOutput"/>
        <w:rPr>
          <w:noProof/>
        </w:rPr>
      </w:pPr>
      <w:r w:rsidRPr="007309B1">
        <w:rPr>
          <w:noProof/>
        </w:rPr>
        <w:t xml:space="preserve">        transform: esp-256-aes esp-sha-hmac ,</w:t>
      </w:r>
    </w:p>
    <w:p w:rsidR="002D2810" w:rsidRPr="007309B1" w:rsidRDefault="002D2810" w:rsidP="000C6C63">
      <w:pPr>
        <w:pStyle w:val="CMDOutput"/>
        <w:rPr>
          <w:noProof/>
        </w:rPr>
      </w:pPr>
      <w:r w:rsidRPr="007309B1">
        <w:rPr>
          <w:noProof/>
        </w:rPr>
        <w:t xml:space="preserve">        in use settings ={Tunnel, }</w:t>
      </w:r>
    </w:p>
    <w:p w:rsidR="002D2810" w:rsidRPr="007309B1" w:rsidRDefault="002D2810" w:rsidP="000C6C63">
      <w:pPr>
        <w:pStyle w:val="CMDOutput"/>
        <w:rPr>
          <w:noProof/>
        </w:rPr>
      </w:pPr>
      <w:r w:rsidRPr="007309B1">
        <w:rPr>
          <w:noProof/>
        </w:rPr>
        <w:t xml:space="preserve">        conn id: 2005, flow_id: FPGA:5, crypto map: CMAP</w:t>
      </w:r>
    </w:p>
    <w:p w:rsidR="002D2810" w:rsidRPr="007309B1" w:rsidRDefault="002D2810" w:rsidP="000C6C63">
      <w:pPr>
        <w:pStyle w:val="CMDOutput"/>
        <w:rPr>
          <w:noProof/>
        </w:rPr>
      </w:pPr>
      <w:r w:rsidRPr="007309B1">
        <w:rPr>
          <w:noProof/>
        </w:rPr>
        <w:t xml:space="preserve">        sa timing: remaining key lifetime (k/sec): (4485195/877)</w:t>
      </w:r>
    </w:p>
    <w:p w:rsidR="002D2810" w:rsidRPr="007309B1" w:rsidRDefault="002D2810" w:rsidP="000C6C63">
      <w:pPr>
        <w:pStyle w:val="CMDOutput"/>
        <w:rPr>
          <w:noProof/>
        </w:rPr>
      </w:pPr>
      <w:r w:rsidRPr="007309B1">
        <w:rPr>
          <w:noProof/>
        </w:rPr>
        <w:t xml:space="preserve">        IV size: 16 bytes</w:t>
      </w:r>
    </w:p>
    <w:p w:rsidR="002D2810" w:rsidRPr="007309B1" w:rsidRDefault="002D2810" w:rsidP="000C6C63">
      <w:pPr>
        <w:pStyle w:val="CMDOutput"/>
        <w:rPr>
          <w:noProof/>
        </w:rPr>
      </w:pPr>
      <w:r w:rsidRPr="007309B1">
        <w:rPr>
          <w:noProof/>
        </w:rPr>
        <w:t xml:space="preserve">        replay detection support: Y</w:t>
      </w:r>
    </w:p>
    <w:p w:rsidR="002D2810" w:rsidRPr="007309B1" w:rsidRDefault="002D2810" w:rsidP="000C6C63">
      <w:pPr>
        <w:pStyle w:val="CMDOutput"/>
        <w:rPr>
          <w:noProof/>
        </w:rPr>
      </w:pPr>
      <w:r w:rsidRPr="007309B1">
        <w:rPr>
          <w:noProof/>
        </w:rPr>
        <w:t xml:space="preserve">        Status: ACTIVE</w:t>
      </w:r>
    </w:p>
    <w:p w:rsidR="002D2810" w:rsidRPr="007309B1" w:rsidRDefault="002D2810" w:rsidP="000C6C63">
      <w:pPr>
        <w:pStyle w:val="CMDOutput"/>
        <w:rPr>
          <w:noProof/>
        </w:rPr>
      </w:pPr>
    </w:p>
    <w:p w:rsidR="002D2810" w:rsidRPr="007309B1" w:rsidRDefault="002D2810" w:rsidP="000C6C63">
      <w:pPr>
        <w:pStyle w:val="CMDOutput"/>
        <w:rPr>
          <w:noProof/>
        </w:rPr>
      </w:pPr>
      <w:r w:rsidRPr="007309B1">
        <w:rPr>
          <w:noProof/>
        </w:rPr>
        <w:t xml:space="preserve">     inbound ah sas:</w:t>
      </w:r>
    </w:p>
    <w:p w:rsidR="002D2810" w:rsidRPr="007309B1" w:rsidRDefault="002D2810" w:rsidP="000C6C63">
      <w:pPr>
        <w:pStyle w:val="CMDOutput"/>
        <w:rPr>
          <w:noProof/>
        </w:rPr>
      </w:pPr>
    </w:p>
    <w:p w:rsidR="002D2810" w:rsidRPr="007309B1" w:rsidRDefault="002D2810" w:rsidP="000C6C63">
      <w:pPr>
        <w:pStyle w:val="CMDOutput"/>
        <w:rPr>
          <w:noProof/>
        </w:rPr>
      </w:pPr>
      <w:r w:rsidRPr="007309B1">
        <w:rPr>
          <w:noProof/>
        </w:rPr>
        <w:t xml:space="preserve">     inbound pcp sas:</w:t>
      </w:r>
    </w:p>
    <w:p w:rsidR="002D2810" w:rsidRPr="007309B1" w:rsidRDefault="002D2810" w:rsidP="000C6C63">
      <w:pPr>
        <w:pStyle w:val="CMDOutput"/>
        <w:rPr>
          <w:noProof/>
        </w:rPr>
      </w:pPr>
    </w:p>
    <w:p w:rsidR="002D2810" w:rsidRPr="007309B1" w:rsidRDefault="002D2810" w:rsidP="000C6C63">
      <w:pPr>
        <w:pStyle w:val="CMDOutput"/>
        <w:rPr>
          <w:noProof/>
        </w:rPr>
      </w:pPr>
      <w:r w:rsidRPr="007309B1">
        <w:rPr>
          <w:noProof/>
        </w:rPr>
        <w:t xml:space="preserve">     outbound esp sas:</w:t>
      </w:r>
    </w:p>
    <w:p w:rsidR="002D2810" w:rsidRPr="007309B1" w:rsidRDefault="002D2810" w:rsidP="000C6C63">
      <w:pPr>
        <w:pStyle w:val="CMDOutput"/>
        <w:rPr>
          <w:noProof/>
        </w:rPr>
      </w:pPr>
      <w:r w:rsidRPr="007309B1">
        <w:rPr>
          <w:noProof/>
        </w:rPr>
        <w:t xml:space="preserve">      spi: 0xC1DD058(203280472)</w:t>
      </w:r>
    </w:p>
    <w:p w:rsidR="002D2810" w:rsidRPr="007309B1" w:rsidRDefault="002D2810" w:rsidP="000C6C63">
      <w:pPr>
        <w:pStyle w:val="CMDOutput"/>
        <w:rPr>
          <w:noProof/>
        </w:rPr>
      </w:pPr>
      <w:r w:rsidRPr="007309B1">
        <w:rPr>
          <w:noProof/>
        </w:rPr>
        <w:t xml:space="preserve">        transform: esp-256-aes esp-sha-hmac ,</w:t>
      </w:r>
    </w:p>
    <w:p w:rsidR="002D2810" w:rsidRPr="007309B1" w:rsidRDefault="002D2810" w:rsidP="000C6C63">
      <w:pPr>
        <w:pStyle w:val="CMDOutput"/>
        <w:rPr>
          <w:noProof/>
        </w:rPr>
      </w:pPr>
      <w:r w:rsidRPr="007309B1">
        <w:rPr>
          <w:noProof/>
        </w:rPr>
        <w:t xml:space="preserve">        in use settings ={Tunnel, }</w:t>
      </w:r>
    </w:p>
    <w:p w:rsidR="002D2810" w:rsidRPr="007309B1" w:rsidRDefault="002D2810" w:rsidP="000C6C63">
      <w:pPr>
        <w:pStyle w:val="CMDOutput"/>
        <w:rPr>
          <w:noProof/>
        </w:rPr>
      </w:pPr>
      <w:r w:rsidRPr="007309B1">
        <w:rPr>
          <w:noProof/>
        </w:rPr>
        <w:t xml:space="preserve">        conn id: 2006, flow_id: FPGA:6, crypto map: CMAP</w:t>
      </w:r>
    </w:p>
    <w:p w:rsidR="002D2810" w:rsidRPr="007309B1" w:rsidRDefault="002D2810" w:rsidP="000C6C63">
      <w:pPr>
        <w:pStyle w:val="CMDOutput"/>
        <w:rPr>
          <w:noProof/>
        </w:rPr>
      </w:pPr>
      <w:r w:rsidRPr="007309B1">
        <w:rPr>
          <w:noProof/>
        </w:rPr>
        <w:t xml:space="preserve">        sa timing: remaining key lifetime (k/sec): (4485195/877)</w:t>
      </w:r>
    </w:p>
    <w:p w:rsidR="002D2810" w:rsidRPr="007309B1" w:rsidRDefault="002D2810" w:rsidP="000C6C63">
      <w:pPr>
        <w:pStyle w:val="CMDOutput"/>
        <w:rPr>
          <w:noProof/>
        </w:rPr>
      </w:pPr>
      <w:r w:rsidRPr="007309B1">
        <w:rPr>
          <w:noProof/>
        </w:rPr>
        <w:t xml:space="preserve">        IV size: 16 bytes</w:t>
      </w:r>
    </w:p>
    <w:p w:rsidR="002D2810" w:rsidRPr="007309B1" w:rsidRDefault="002D2810" w:rsidP="000C6C63">
      <w:pPr>
        <w:pStyle w:val="CMDOutput"/>
        <w:rPr>
          <w:noProof/>
        </w:rPr>
      </w:pPr>
      <w:r w:rsidRPr="007309B1">
        <w:rPr>
          <w:noProof/>
        </w:rPr>
        <w:t xml:space="preserve">        replay detection support: Y</w:t>
      </w:r>
    </w:p>
    <w:p w:rsidR="002D2810" w:rsidRPr="007309B1" w:rsidRDefault="002D2810" w:rsidP="000C6C63">
      <w:pPr>
        <w:pStyle w:val="CMDOutput"/>
        <w:rPr>
          <w:noProof/>
        </w:rPr>
      </w:pPr>
      <w:r w:rsidRPr="007309B1">
        <w:rPr>
          <w:noProof/>
        </w:rPr>
        <w:t xml:space="preserve">        Status: ACTIVE</w:t>
      </w:r>
    </w:p>
    <w:p w:rsidR="002D2810" w:rsidRPr="007309B1" w:rsidRDefault="002D2810" w:rsidP="000C6C63">
      <w:pPr>
        <w:pStyle w:val="CMDOutput"/>
        <w:rPr>
          <w:noProof/>
        </w:rPr>
      </w:pPr>
    </w:p>
    <w:p w:rsidR="002D2810" w:rsidRPr="007309B1" w:rsidRDefault="002D2810" w:rsidP="000C6C63">
      <w:pPr>
        <w:pStyle w:val="CMDOutput"/>
        <w:rPr>
          <w:noProof/>
        </w:rPr>
      </w:pPr>
      <w:r w:rsidRPr="007309B1">
        <w:rPr>
          <w:noProof/>
        </w:rPr>
        <w:t xml:space="preserve">     outbound ah sas:</w:t>
      </w:r>
    </w:p>
    <w:p w:rsidR="002D2810" w:rsidRPr="007309B1" w:rsidRDefault="002D2810" w:rsidP="000C6C63">
      <w:pPr>
        <w:pStyle w:val="CMDOutput"/>
        <w:rPr>
          <w:noProof/>
        </w:rPr>
      </w:pPr>
    </w:p>
    <w:p w:rsidR="002D2810" w:rsidRPr="007309B1" w:rsidRDefault="002D2810" w:rsidP="000C6C63">
      <w:pPr>
        <w:pStyle w:val="CMDOutput"/>
        <w:rPr>
          <w:noProof/>
        </w:rPr>
      </w:pPr>
      <w:r w:rsidRPr="007309B1">
        <w:rPr>
          <w:noProof/>
        </w:rPr>
        <w:t xml:space="preserve">     outbound pcp sas:</w:t>
      </w:r>
    </w:p>
    <w:p w:rsidR="000C6C63" w:rsidRPr="007309B1" w:rsidRDefault="002D2810" w:rsidP="000A3192">
      <w:pPr>
        <w:pStyle w:val="SubStepAlpha"/>
        <w:rPr>
          <w:noProof/>
        </w:rPr>
      </w:pPr>
      <w:r w:rsidRPr="007309B1">
        <w:rPr>
          <w:noProof/>
        </w:rPr>
        <w:t>The previous example used pings to generate interesting traffic. What other types of traffic would result in an SA forming and tunnel establishment?</w:t>
      </w:r>
    </w:p>
    <w:p w:rsidR="000C6C63" w:rsidRPr="007309B1" w:rsidRDefault="000C6C63" w:rsidP="000C6C63">
      <w:pPr>
        <w:pStyle w:val="BodyTextL50"/>
        <w:rPr>
          <w:noProof/>
        </w:rPr>
      </w:pPr>
      <w:r w:rsidRPr="007309B1">
        <w:rPr>
          <w:noProof/>
        </w:rPr>
        <w:t>____________________________________________________________________________________</w:t>
      </w:r>
    </w:p>
    <w:p w:rsidR="000C6C63" w:rsidRPr="007309B1" w:rsidRDefault="000C6C63" w:rsidP="000C6C63">
      <w:pPr>
        <w:pStyle w:val="BodyTextL50"/>
        <w:rPr>
          <w:noProof/>
        </w:rPr>
      </w:pPr>
      <w:r w:rsidRPr="007309B1">
        <w:rPr>
          <w:noProof/>
        </w:rPr>
        <w:t>____________________________________________________________________________________</w:t>
      </w:r>
    </w:p>
    <w:p w:rsidR="000C6C63" w:rsidRPr="007309B1" w:rsidRDefault="000C6C63" w:rsidP="000C6C63">
      <w:pPr>
        <w:pStyle w:val="BodyTextL50"/>
        <w:rPr>
          <w:noProof/>
        </w:rPr>
      </w:pPr>
      <w:r w:rsidRPr="007309B1">
        <w:rPr>
          <w:noProof/>
        </w:rPr>
        <w:t>____________________________________________________________________________________</w:t>
      </w:r>
    </w:p>
    <w:p w:rsidR="000C6C63" w:rsidRPr="007309B1" w:rsidRDefault="000C6C63" w:rsidP="000C6C63">
      <w:pPr>
        <w:pStyle w:val="BodyTextL50"/>
        <w:rPr>
          <w:noProof/>
        </w:rPr>
      </w:pPr>
      <w:r w:rsidRPr="007309B1">
        <w:rPr>
          <w:noProof/>
        </w:rPr>
        <w:t>____________________________________________________________________________________</w:t>
      </w:r>
    </w:p>
    <w:p w:rsidR="000C6C63" w:rsidRPr="007309B1" w:rsidRDefault="000C6C63" w:rsidP="000C6C63">
      <w:pPr>
        <w:pStyle w:val="BodyTextL50"/>
        <w:rPr>
          <w:noProof/>
        </w:rPr>
      </w:pPr>
      <w:r w:rsidRPr="007309B1">
        <w:rPr>
          <w:noProof/>
        </w:rPr>
        <w:t>____________________________________________________________________________________</w:t>
      </w:r>
    </w:p>
    <w:p w:rsidR="000C6C63" w:rsidRPr="007309B1" w:rsidRDefault="000C6C63" w:rsidP="000C6C63">
      <w:pPr>
        <w:pStyle w:val="BodyTextL50"/>
        <w:rPr>
          <w:noProof/>
        </w:rPr>
      </w:pPr>
      <w:r w:rsidRPr="007309B1">
        <w:rPr>
          <w:noProof/>
        </w:rPr>
        <w:t>____________________________________________________________________________________</w:t>
      </w:r>
    </w:p>
    <w:p w:rsidR="002D2810" w:rsidRPr="001806B4" w:rsidRDefault="002D2810" w:rsidP="00532B53">
      <w:pPr>
        <w:pStyle w:val="LabSection"/>
      </w:pPr>
      <w:bookmarkStart w:id="5" w:name="OLE_LINK15"/>
      <w:r w:rsidRPr="001806B4">
        <w:t>Reflection</w:t>
      </w:r>
    </w:p>
    <w:bookmarkEnd w:id="5"/>
    <w:p w:rsidR="00532B53" w:rsidRDefault="002D2810" w:rsidP="00532B53">
      <w:pPr>
        <w:pStyle w:val="ReflectionQ"/>
      </w:pPr>
      <w:r w:rsidRPr="000E1334">
        <w:t xml:space="preserve">Would traffic on the </w:t>
      </w:r>
      <w:r w:rsidR="007B2F4A">
        <w:t>Gigabit</w:t>
      </w:r>
      <w:r w:rsidRPr="000E1334">
        <w:t xml:space="preserve"> Ethernet link between PC-A and the R1 </w:t>
      </w:r>
      <w:r w:rsidR="00FD3106">
        <w:t>G</w:t>
      </w:r>
      <w:r w:rsidRPr="000E1334">
        <w:t xml:space="preserve">0/0 interface be encrypted by the site-to-site IPsec VPN tunnel? </w:t>
      </w:r>
      <w:r w:rsidR="00CA3043">
        <w:t>Explain.</w:t>
      </w:r>
    </w:p>
    <w:p w:rsidR="00532B53" w:rsidRDefault="00532B53" w:rsidP="00532B53">
      <w:pPr>
        <w:pStyle w:val="BodyTextL25"/>
      </w:pPr>
      <w:r>
        <w:t>_______________________________________________________________________________________</w:t>
      </w:r>
    </w:p>
    <w:p w:rsidR="00532B53" w:rsidRDefault="00532B53" w:rsidP="00532B53">
      <w:pPr>
        <w:pStyle w:val="BodyTextL25"/>
      </w:pPr>
      <w:r>
        <w:t>_______________________________________________________________________________________</w:t>
      </w:r>
    </w:p>
    <w:p w:rsidR="00532B53" w:rsidRDefault="00532B53" w:rsidP="00532B53">
      <w:pPr>
        <w:pStyle w:val="BodyTextL25"/>
      </w:pPr>
      <w:r>
        <w:t>_______________________________________________________________________________________</w:t>
      </w:r>
    </w:p>
    <w:p w:rsidR="00097163" w:rsidRPr="004C0909" w:rsidRDefault="000242D6" w:rsidP="0014219C">
      <w:pPr>
        <w:pStyle w:val="LabSection"/>
      </w:pPr>
      <w:r w:rsidRPr="000242D6">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w:t>
            </w:r>
            <w:r w:rsidR="00D00513">
              <w:t>a</w:t>
            </w:r>
            <w:r w:rsidRPr="00763D8B">
              <w:t>0/0)</w:t>
            </w:r>
          </w:p>
        </w:tc>
        <w:tc>
          <w:tcPr>
            <w:tcW w:w="2250" w:type="dxa"/>
          </w:tcPr>
          <w:p w:rsidR="00A47CC2" w:rsidRPr="00763D8B" w:rsidRDefault="00A47CC2" w:rsidP="00F10819">
            <w:pPr>
              <w:pStyle w:val="TableText"/>
            </w:pPr>
            <w:r w:rsidRPr="00763D8B">
              <w:t>Fast Ethernet 0/1 (F</w:t>
            </w:r>
            <w:r w:rsidR="00D00513">
              <w:t>a</w:t>
            </w:r>
            <w:r w:rsidRPr="00763D8B">
              <w:t>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w:t>
            </w:r>
            <w:r w:rsidR="00D00513">
              <w:t>a</w:t>
            </w:r>
            <w:r w:rsidRPr="00763D8B">
              <w:t>0/0)</w:t>
            </w:r>
          </w:p>
        </w:tc>
        <w:tc>
          <w:tcPr>
            <w:tcW w:w="2250" w:type="dxa"/>
          </w:tcPr>
          <w:p w:rsidR="00C07FD9" w:rsidRPr="00763D8B" w:rsidRDefault="00C07FD9" w:rsidP="00F10819">
            <w:pPr>
              <w:pStyle w:val="TableText"/>
            </w:pPr>
            <w:r w:rsidRPr="00763D8B">
              <w:t>Fast Ethernet 0/1 (F</w:t>
            </w:r>
            <w:r w:rsidR="00D00513">
              <w:t>a</w:t>
            </w:r>
            <w:r w:rsidRPr="00763D8B">
              <w:t>0/1)</w:t>
            </w:r>
          </w:p>
        </w:tc>
        <w:tc>
          <w:tcPr>
            <w:tcW w:w="2070" w:type="dxa"/>
          </w:tcPr>
          <w:p w:rsidR="00C07FD9" w:rsidRPr="00763D8B" w:rsidRDefault="00C07FD9" w:rsidP="003233A3">
            <w:pPr>
              <w:pStyle w:val="TableText"/>
            </w:pPr>
            <w:r>
              <w:t>Serial 0/1</w:t>
            </w:r>
            <w:r w:rsidR="00191F00">
              <w:t>/0 (S0/1</w:t>
            </w:r>
            <w:r w:rsidRPr="00763D8B">
              <w:t>/0)</w:t>
            </w:r>
          </w:p>
        </w:tc>
        <w:tc>
          <w:tcPr>
            <w:tcW w:w="2160" w:type="dxa"/>
          </w:tcPr>
          <w:p w:rsidR="00C07FD9" w:rsidRPr="00763D8B" w:rsidRDefault="00C07FD9" w:rsidP="003233A3">
            <w:pPr>
              <w:pStyle w:val="TableText"/>
            </w:pPr>
            <w:r>
              <w:t>Serial 0/1</w:t>
            </w:r>
            <w:r w:rsidR="00191F00">
              <w:t>/1 (S0/1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w:t>
            </w:r>
            <w:r w:rsidR="00D00513">
              <w:t>a</w:t>
            </w:r>
            <w:r w:rsidRPr="00763D8B">
              <w:t>0/0)</w:t>
            </w:r>
          </w:p>
        </w:tc>
        <w:tc>
          <w:tcPr>
            <w:tcW w:w="2250" w:type="dxa"/>
          </w:tcPr>
          <w:p w:rsidR="00C07FD9" w:rsidRPr="00763D8B" w:rsidRDefault="00C07FD9" w:rsidP="00F10819">
            <w:pPr>
              <w:pStyle w:val="TableText"/>
            </w:pPr>
            <w:r w:rsidRPr="00763D8B">
              <w:t>Fast Ethernet 0/1 (F</w:t>
            </w:r>
            <w:r w:rsidR="00D00513">
              <w:t>a</w:t>
            </w:r>
            <w:r w:rsidRPr="00763D8B">
              <w:t>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630301">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w:t>
            </w:r>
            <w:r w:rsidR="00630301">
              <w:t>is</w:t>
            </w:r>
            <w:r w:rsidRPr="00763D8B">
              <w:t xml:space="preserve"> table does not include any other type of interface, even though a specific router may contain one. An example of this might be an ISDN BRI interface. The string in parenthesis is the legal abbreviation that can be used in Cisco IOS comma</w:t>
            </w:r>
            <w:r w:rsidR="008713EA">
              <w:t>nds to represent the interface.</w:t>
            </w:r>
          </w:p>
        </w:tc>
      </w:tr>
    </w:tbl>
    <w:p w:rsidR="00D86D9E" w:rsidRPr="00FC20E5" w:rsidRDefault="00D86D9E" w:rsidP="00890342">
      <w:pPr>
        <w:pStyle w:val="LabSection"/>
        <w:rPr>
          <w:rStyle w:val="DevConfigGray"/>
        </w:rPr>
      </w:pPr>
    </w:p>
    <w:sectPr w:rsidR="00D86D9E" w:rsidRPr="00FC20E5"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09DA" w:rsidRDefault="002109DA" w:rsidP="0090659A">
      <w:pPr>
        <w:spacing w:after="0" w:line="240" w:lineRule="auto"/>
      </w:pPr>
      <w:r>
        <w:separator/>
      </w:r>
    </w:p>
    <w:p w:rsidR="002109DA" w:rsidRDefault="002109DA"/>
    <w:p w:rsidR="002109DA" w:rsidRDefault="002109DA"/>
    <w:p w:rsidR="002109DA" w:rsidRDefault="002109DA"/>
    <w:p w:rsidR="002109DA" w:rsidRDefault="002109DA"/>
    <w:p w:rsidR="002109DA" w:rsidRDefault="002109DA"/>
  </w:endnote>
  <w:endnote w:type="continuationSeparator" w:id="0">
    <w:p w:rsidR="002109DA" w:rsidRDefault="002109DA" w:rsidP="0090659A">
      <w:pPr>
        <w:spacing w:after="0" w:line="240" w:lineRule="auto"/>
      </w:pPr>
      <w:r>
        <w:continuationSeparator/>
      </w:r>
    </w:p>
    <w:p w:rsidR="002109DA" w:rsidRDefault="002109DA"/>
    <w:p w:rsidR="002109DA" w:rsidRDefault="002109DA"/>
    <w:p w:rsidR="002109DA" w:rsidRDefault="002109DA"/>
    <w:p w:rsidR="002109DA" w:rsidRDefault="002109DA"/>
    <w:p w:rsidR="002109DA" w:rsidRDefault="002109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A13" w:rsidRPr="00231DCA" w:rsidRDefault="00590A13" w:rsidP="00231DCA">
    <w:pPr>
      <w:pStyle w:val="Footer"/>
      <w:rPr>
        <w:szCs w:val="16"/>
      </w:rPr>
    </w:pPr>
    <w:r w:rsidRPr="002A244B">
      <w:t xml:space="preserve">© </w:t>
    </w:r>
    <w:r w:rsidR="0089562F">
      <w:fldChar w:fldCharType="begin"/>
    </w:r>
    <w:r w:rsidR="0089562F">
      <w:instrText xml:space="preserve"> DATE  \@ "yyyy"  \* MERGEFORMAT </w:instrText>
    </w:r>
    <w:r w:rsidR="0089562F">
      <w:fldChar w:fldCharType="separate"/>
    </w:r>
    <w:r w:rsidR="00ED7CCF">
      <w:rPr>
        <w:noProof/>
      </w:rPr>
      <w:t>2015</w:t>
    </w:r>
    <w:r w:rsidR="0089562F">
      <w:fldChar w:fldCharType="end"/>
    </w:r>
    <w:r w:rsidR="0089562F">
      <w:t xml:space="preserve"> </w:t>
    </w:r>
    <w:r w:rsidRPr="002A244B">
      <w:t xml:space="preserve">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D937FB">
      <w:rPr>
        <w:b/>
        <w:noProof/>
        <w:szCs w:val="16"/>
      </w:rPr>
      <w:t>3</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D937FB">
      <w:rPr>
        <w:b/>
        <w:noProof/>
        <w:szCs w:val="16"/>
      </w:rPr>
      <w:t>16</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A13" w:rsidRPr="008402F2" w:rsidRDefault="00590A13" w:rsidP="008402F2">
    <w:pPr>
      <w:pStyle w:val="Footer"/>
      <w:rPr>
        <w:szCs w:val="16"/>
      </w:rPr>
    </w:pPr>
    <w:r w:rsidRPr="002A244B">
      <w:t xml:space="preserve">© </w:t>
    </w:r>
    <w:r w:rsidR="0089562F">
      <w:fldChar w:fldCharType="begin"/>
    </w:r>
    <w:r w:rsidR="0089562F">
      <w:instrText xml:space="preserve"> DATE  \@ "yyyy"  \* MERGEFORMAT </w:instrText>
    </w:r>
    <w:r w:rsidR="0089562F">
      <w:fldChar w:fldCharType="separate"/>
    </w:r>
    <w:r w:rsidR="00ED7CCF">
      <w:rPr>
        <w:noProof/>
      </w:rPr>
      <w:t>2015</w:t>
    </w:r>
    <w:r w:rsidR="0089562F">
      <w:fldChar w:fldCharType="end"/>
    </w:r>
    <w:r w:rsidR="0089562F">
      <w:t xml:space="preserve"> </w:t>
    </w:r>
    <w:r w:rsidRPr="002A244B">
      <w:t xml:space="preserve">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2109D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2109DA">
      <w:rPr>
        <w:b/>
        <w:noProof/>
        <w:szCs w:val="16"/>
      </w:rPr>
      <w:t>1</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09DA" w:rsidRDefault="002109DA" w:rsidP="0090659A">
      <w:pPr>
        <w:spacing w:after="0" w:line="240" w:lineRule="auto"/>
      </w:pPr>
      <w:r>
        <w:separator/>
      </w:r>
    </w:p>
    <w:p w:rsidR="002109DA" w:rsidRDefault="002109DA"/>
    <w:p w:rsidR="002109DA" w:rsidRDefault="002109DA"/>
    <w:p w:rsidR="002109DA" w:rsidRDefault="002109DA"/>
    <w:p w:rsidR="002109DA" w:rsidRDefault="002109DA"/>
    <w:p w:rsidR="002109DA" w:rsidRDefault="002109DA"/>
  </w:footnote>
  <w:footnote w:type="continuationSeparator" w:id="0">
    <w:p w:rsidR="002109DA" w:rsidRDefault="002109DA" w:rsidP="0090659A">
      <w:pPr>
        <w:spacing w:after="0" w:line="240" w:lineRule="auto"/>
      </w:pPr>
      <w:r>
        <w:continuationSeparator/>
      </w:r>
    </w:p>
    <w:p w:rsidR="002109DA" w:rsidRDefault="002109DA"/>
    <w:p w:rsidR="002109DA" w:rsidRDefault="002109DA"/>
    <w:p w:rsidR="002109DA" w:rsidRDefault="002109DA"/>
    <w:p w:rsidR="002109DA" w:rsidRDefault="002109DA"/>
    <w:p w:rsidR="002109DA" w:rsidRDefault="002109D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A13" w:rsidRDefault="00590A13" w:rsidP="008402F2">
    <w:pPr>
      <w:pStyle w:val="PageHead"/>
    </w:pPr>
    <w:r w:rsidRPr="00476BA9">
      <w:t>CCNA</w:t>
    </w:r>
    <w:r>
      <w:t xml:space="preserve"> Security</w:t>
    </w:r>
    <w:r w:rsidRPr="00476BA9">
      <w:tab/>
      <w:t xml:space="preserve">Chapter </w:t>
    </w:r>
    <w:r>
      <w:t>8</w:t>
    </w:r>
    <w:r w:rsidRPr="00476BA9">
      <w:t xml:space="preserve"> Lab 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A13" w:rsidRDefault="00590A13">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anchor>
      </w:drawing>
    </w:r>
  </w:p>
  <w:p w:rsidR="00590A13" w:rsidRDefault="00590A1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0CE7842"/>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8C45D4C"/>
    <w:multiLevelType w:val="multilevel"/>
    <w:tmpl w:val="F66637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1D796360"/>
    <w:multiLevelType w:val="multilevel"/>
    <w:tmpl w:val="EF88F392"/>
    <w:styleLink w:val="PartStepSubStepList"/>
    <w:lvl w:ilvl="0">
      <w:start w:val="1"/>
      <w:numFmt w:val="decimal"/>
      <w:pStyle w:val="PartHead"/>
      <w:suff w:val="space"/>
      <w:lvlText w:val="Part %1:"/>
      <w:lvlJc w:val="left"/>
      <w:pPr>
        <w:ind w:left="0" w:firstLine="0"/>
      </w:pPr>
      <w:rPr>
        <w:rFonts w:hint="default"/>
      </w:rPr>
    </w:lvl>
    <w:lvl w:ilvl="1">
      <w:start w:val="1"/>
      <w:numFmt w:val="decimal"/>
      <w:pStyle w:val="TaskHead"/>
      <w:suff w:val="space"/>
      <w:lvlText w:val="Task %2:"/>
      <w:lvlJc w:val="left"/>
      <w:pPr>
        <w:ind w:left="0" w:firstLine="0"/>
      </w:pPr>
      <w:rPr>
        <w:rFonts w:hint="default"/>
      </w:rPr>
    </w:lvl>
    <w:lvl w:ilvl="2">
      <w:start w:val="1"/>
      <w:numFmt w:val="decimal"/>
      <w:pStyle w:val="StepHead"/>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B175D05"/>
    <w:multiLevelType w:val="hybridMultilevel"/>
    <w:tmpl w:val="8168DCF2"/>
    <w:lvl w:ilvl="0" w:tplc="8068B23C">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BF23836"/>
    <w:multiLevelType w:val="multilevel"/>
    <w:tmpl w:val="E424FE76"/>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4"/>
  </w:num>
  <w:num w:numId="2">
    <w:abstractNumId w:val="2"/>
    <w:lvlOverride w:ilvl="0">
      <w:lvl w:ilvl="0">
        <w:start w:val="1"/>
        <w:numFmt w:val="decimal"/>
        <w:pStyle w:val="PartHead"/>
        <w:suff w:val="space"/>
        <w:lvlText w:val="Part %1:"/>
        <w:lvlJc w:val="left"/>
        <w:pPr>
          <w:ind w:left="0" w:firstLine="0"/>
        </w:pPr>
        <w:rPr>
          <w:rFonts w:hint="default"/>
        </w:rPr>
      </w:lvl>
    </w:lvlOverride>
    <w:lvlOverride w:ilvl="1">
      <w:lvl w:ilvl="1">
        <w:start w:val="1"/>
        <w:numFmt w:val="decimal"/>
        <w:pStyle w:val="TaskHead"/>
        <w:suff w:val="space"/>
        <w:lvlText w:val="Task %2:"/>
        <w:lvlJc w:val="left"/>
        <w:pPr>
          <w:ind w:left="0" w:firstLine="0"/>
        </w:pPr>
        <w:rPr>
          <w:rFonts w:hint="default"/>
        </w:rPr>
      </w:lvl>
    </w:lvlOverride>
    <w:lvlOverride w:ilvl="2">
      <w:lvl w:ilvl="2">
        <w:start w:val="1"/>
        <w:numFmt w:val="decimal"/>
        <w:pStyle w:val="StepHead"/>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0"/>
  </w:num>
  <w:num w:numId="4">
    <w:abstractNumId w:val="2"/>
  </w:num>
  <w:num w:numId="5">
    <w:abstractNumId w:val="2"/>
  </w:num>
  <w:num w:numId="6">
    <w:abstractNumId w:val="2"/>
    <w:lvlOverride w:ilvl="0">
      <w:startOverride w:val="1"/>
      <w:lvl w:ilvl="0">
        <w:start w:val="1"/>
        <w:numFmt w:val="decimal"/>
        <w:pStyle w:val="PartHead"/>
        <w:suff w:val="space"/>
        <w:lvlText w:val="Part %1:"/>
        <w:lvlJc w:val="left"/>
        <w:pPr>
          <w:ind w:left="0" w:firstLine="0"/>
        </w:pPr>
        <w:rPr>
          <w:rFonts w:hint="default"/>
        </w:rPr>
      </w:lvl>
    </w:lvlOverride>
    <w:lvlOverride w:ilvl="1">
      <w:startOverride w:val="1"/>
      <w:lvl w:ilvl="1">
        <w:start w:val="1"/>
        <w:numFmt w:val="decimal"/>
        <w:pStyle w:val="TaskHead"/>
        <w:suff w:val="space"/>
        <w:lvlText w:val="Task %2:"/>
        <w:lvlJc w:val="left"/>
        <w:pPr>
          <w:ind w:left="0" w:firstLine="0"/>
        </w:pPr>
        <w:rPr>
          <w:rFonts w:hint="default"/>
        </w:rPr>
      </w:lvl>
    </w:lvlOverride>
    <w:lvlOverride w:ilvl="2">
      <w:startOverride w:val="1"/>
      <w:lvl w:ilvl="2">
        <w:start w:val="1"/>
        <w:numFmt w:val="decimal"/>
        <w:pStyle w:val="StepHead"/>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2"/>
    <w:lvlOverride w:ilvl="3">
      <w:lvl w:ilvl="3">
        <w:start w:val="1"/>
        <w:numFmt w:val="lowerLetter"/>
        <w:pStyle w:val="SubStepAlpha"/>
        <w:lvlText w:val="%4."/>
        <w:lvlJc w:val="left"/>
        <w:pPr>
          <w:tabs>
            <w:tab w:val="num" w:pos="720"/>
          </w:tabs>
          <w:ind w:left="720" w:hanging="360"/>
        </w:pPr>
        <w:rPr>
          <w:rFonts w:hint="default"/>
        </w:rPr>
      </w:lvl>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wNzY1MDczNTM1sTQ1tTRT0lEKTi0uzszPAykwqgUAD9BFtCwAAAA="/>
    <w:docVar w:name="__grammarly61__i" w:val="H4sIAAAAAAAEAKtWckksSQxILCpxzi/NK1GyMqwFAAEhoTITAAAA"/>
    <w:docVar w:name="__grammarly61_1" w:val="H4sIAAAAAAAEAKtWcslPLs1NzSvxTFGyUjJIMrAwN00x1DUzMjDVNUkxTda1SDRL0TU0sTQySkozMjGzsFTSUQpOLS7OzM8DaTGsBQDK2+lLQwAAAA=="/>
  </w:docVars>
  <w:rsids>
    <w:rsidRoot w:val="00CF116C"/>
    <w:rsid w:val="00001BDF"/>
    <w:rsid w:val="0000380F"/>
    <w:rsid w:val="00004175"/>
    <w:rsid w:val="000059C9"/>
    <w:rsid w:val="00007DF3"/>
    <w:rsid w:val="00012806"/>
    <w:rsid w:val="00012C22"/>
    <w:rsid w:val="00015FBF"/>
    <w:rsid w:val="000160F7"/>
    <w:rsid w:val="00016D5B"/>
    <w:rsid w:val="00016F30"/>
    <w:rsid w:val="0002047C"/>
    <w:rsid w:val="00021B9A"/>
    <w:rsid w:val="000242D6"/>
    <w:rsid w:val="00024EE5"/>
    <w:rsid w:val="00040E06"/>
    <w:rsid w:val="00041AF6"/>
    <w:rsid w:val="00044E62"/>
    <w:rsid w:val="00044F43"/>
    <w:rsid w:val="000478C7"/>
    <w:rsid w:val="00050BA4"/>
    <w:rsid w:val="00051738"/>
    <w:rsid w:val="00052548"/>
    <w:rsid w:val="0005603A"/>
    <w:rsid w:val="00060696"/>
    <w:rsid w:val="00067A67"/>
    <w:rsid w:val="000769CF"/>
    <w:rsid w:val="000773EF"/>
    <w:rsid w:val="00077C1F"/>
    <w:rsid w:val="000815D8"/>
    <w:rsid w:val="00084C99"/>
    <w:rsid w:val="00085CC6"/>
    <w:rsid w:val="00090118"/>
    <w:rsid w:val="00090C07"/>
    <w:rsid w:val="0009147A"/>
    <w:rsid w:val="00091E8D"/>
    <w:rsid w:val="0009378D"/>
    <w:rsid w:val="00097163"/>
    <w:rsid w:val="000A22C8"/>
    <w:rsid w:val="000A3192"/>
    <w:rsid w:val="000B1760"/>
    <w:rsid w:val="000B2344"/>
    <w:rsid w:val="000B32A9"/>
    <w:rsid w:val="000B7DE5"/>
    <w:rsid w:val="000C2118"/>
    <w:rsid w:val="000C6C63"/>
    <w:rsid w:val="000C6E6E"/>
    <w:rsid w:val="000D017F"/>
    <w:rsid w:val="000D071B"/>
    <w:rsid w:val="000D55B4"/>
    <w:rsid w:val="000E1289"/>
    <w:rsid w:val="000E65F0"/>
    <w:rsid w:val="000F072C"/>
    <w:rsid w:val="000F6743"/>
    <w:rsid w:val="001006C2"/>
    <w:rsid w:val="00101BE8"/>
    <w:rsid w:val="00103D3A"/>
    <w:rsid w:val="00107B2B"/>
    <w:rsid w:val="00112AC5"/>
    <w:rsid w:val="001133DD"/>
    <w:rsid w:val="00120CBE"/>
    <w:rsid w:val="00121BAE"/>
    <w:rsid w:val="001261C4"/>
    <w:rsid w:val="001314FB"/>
    <w:rsid w:val="001366EC"/>
    <w:rsid w:val="0014219C"/>
    <w:rsid w:val="001425ED"/>
    <w:rsid w:val="00143450"/>
    <w:rsid w:val="00144997"/>
    <w:rsid w:val="00147E27"/>
    <w:rsid w:val="00151615"/>
    <w:rsid w:val="001523C0"/>
    <w:rsid w:val="001535FE"/>
    <w:rsid w:val="00154E3A"/>
    <w:rsid w:val="001577AF"/>
    <w:rsid w:val="00157902"/>
    <w:rsid w:val="00162EEA"/>
    <w:rsid w:val="00163164"/>
    <w:rsid w:val="00165974"/>
    <w:rsid w:val="00166253"/>
    <w:rsid w:val="001704B7"/>
    <w:rsid w:val="001710C0"/>
    <w:rsid w:val="00172AFB"/>
    <w:rsid w:val="001772B8"/>
    <w:rsid w:val="00180FBF"/>
    <w:rsid w:val="00182CF4"/>
    <w:rsid w:val="00186CE1"/>
    <w:rsid w:val="00191F00"/>
    <w:rsid w:val="00192F12"/>
    <w:rsid w:val="00193F14"/>
    <w:rsid w:val="00197614"/>
    <w:rsid w:val="00197D41"/>
    <w:rsid w:val="001A0312"/>
    <w:rsid w:val="001A15DA"/>
    <w:rsid w:val="001A2694"/>
    <w:rsid w:val="001A3CC7"/>
    <w:rsid w:val="001A67A4"/>
    <w:rsid w:val="001A69AC"/>
    <w:rsid w:val="001A787A"/>
    <w:rsid w:val="001B67D8"/>
    <w:rsid w:val="001B6F95"/>
    <w:rsid w:val="001B700A"/>
    <w:rsid w:val="001C05A1"/>
    <w:rsid w:val="001C1D9E"/>
    <w:rsid w:val="001C4DD6"/>
    <w:rsid w:val="001C5998"/>
    <w:rsid w:val="001C7C3B"/>
    <w:rsid w:val="001D1366"/>
    <w:rsid w:val="001D5B6F"/>
    <w:rsid w:val="001E0AB8"/>
    <w:rsid w:val="001E38E0"/>
    <w:rsid w:val="001E4E72"/>
    <w:rsid w:val="001E62B3"/>
    <w:rsid w:val="001F0171"/>
    <w:rsid w:val="001F0D77"/>
    <w:rsid w:val="001F7DD8"/>
    <w:rsid w:val="00201928"/>
    <w:rsid w:val="00203E26"/>
    <w:rsid w:val="0020449C"/>
    <w:rsid w:val="002109DA"/>
    <w:rsid w:val="002113B8"/>
    <w:rsid w:val="00213CF1"/>
    <w:rsid w:val="00215665"/>
    <w:rsid w:val="002163BB"/>
    <w:rsid w:val="0021792C"/>
    <w:rsid w:val="002240AB"/>
    <w:rsid w:val="00225E37"/>
    <w:rsid w:val="00231DCA"/>
    <w:rsid w:val="00241ED7"/>
    <w:rsid w:val="00242E3A"/>
    <w:rsid w:val="002506CF"/>
    <w:rsid w:val="0025107F"/>
    <w:rsid w:val="002551B7"/>
    <w:rsid w:val="00260CD4"/>
    <w:rsid w:val="002639D8"/>
    <w:rsid w:val="00265F77"/>
    <w:rsid w:val="00266C83"/>
    <w:rsid w:val="0027218F"/>
    <w:rsid w:val="002768DC"/>
    <w:rsid w:val="00285030"/>
    <w:rsid w:val="0029246B"/>
    <w:rsid w:val="00294C8F"/>
    <w:rsid w:val="002A6C56"/>
    <w:rsid w:val="002B42B6"/>
    <w:rsid w:val="002C090C"/>
    <w:rsid w:val="002C1243"/>
    <w:rsid w:val="002C1815"/>
    <w:rsid w:val="002C475E"/>
    <w:rsid w:val="002C6AD6"/>
    <w:rsid w:val="002D129F"/>
    <w:rsid w:val="002D2810"/>
    <w:rsid w:val="002D68CB"/>
    <w:rsid w:val="002D6C2A"/>
    <w:rsid w:val="002D7A86"/>
    <w:rsid w:val="002E0B40"/>
    <w:rsid w:val="002F437D"/>
    <w:rsid w:val="002F45FF"/>
    <w:rsid w:val="002F6D17"/>
    <w:rsid w:val="00302887"/>
    <w:rsid w:val="003056EB"/>
    <w:rsid w:val="003071FF"/>
    <w:rsid w:val="00310652"/>
    <w:rsid w:val="0031371D"/>
    <w:rsid w:val="0031789F"/>
    <w:rsid w:val="003206E5"/>
    <w:rsid w:val="00320788"/>
    <w:rsid w:val="003233A3"/>
    <w:rsid w:val="0034455D"/>
    <w:rsid w:val="0034604B"/>
    <w:rsid w:val="00346D17"/>
    <w:rsid w:val="00347972"/>
    <w:rsid w:val="00350B62"/>
    <w:rsid w:val="00352317"/>
    <w:rsid w:val="0035469B"/>
    <w:rsid w:val="003559CC"/>
    <w:rsid w:val="003569D7"/>
    <w:rsid w:val="003608AC"/>
    <w:rsid w:val="00363A23"/>
    <w:rsid w:val="0036465A"/>
    <w:rsid w:val="00390C38"/>
    <w:rsid w:val="00392748"/>
    <w:rsid w:val="00392C65"/>
    <w:rsid w:val="00392ED5"/>
    <w:rsid w:val="003A19DC"/>
    <w:rsid w:val="003A1B45"/>
    <w:rsid w:val="003A220C"/>
    <w:rsid w:val="003A23AA"/>
    <w:rsid w:val="003B1063"/>
    <w:rsid w:val="003B3988"/>
    <w:rsid w:val="003B46FC"/>
    <w:rsid w:val="003B5767"/>
    <w:rsid w:val="003B7605"/>
    <w:rsid w:val="003C08AA"/>
    <w:rsid w:val="003C2A7B"/>
    <w:rsid w:val="003C49EF"/>
    <w:rsid w:val="003C6BCA"/>
    <w:rsid w:val="003C7902"/>
    <w:rsid w:val="003D0BFF"/>
    <w:rsid w:val="003D3E4C"/>
    <w:rsid w:val="003D6EF1"/>
    <w:rsid w:val="003E5BE5"/>
    <w:rsid w:val="003E7A64"/>
    <w:rsid w:val="003F18D1"/>
    <w:rsid w:val="003F20EC"/>
    <w:rsid w:val="003F4F0E"/>
    <w:rsid w:val="003F6096"/>
    <w:rsid w:val="003F6E06"/>
    <w:rsid w:val="0040232F"/>
    <w:rsid w:val="00403C7A"/>
    <w:rsid w:val="004057A6"/>
    <w:rsid w:val="00406554"/>
    <w:rsid w:val="00410CCA"/>
    <w:rsid w:val="004131B0"/>
    <w:rsid w:val="00416C42"/>
    <w:rsid w:val="00422476"/>
    <w:rsid w:val="0042385C"/>
    <w:rsid w:val="00431654"/>
    <w:rsid w:val="00434926"/>
    <w:rsid w:val="004371AD"/>
    <w:rsid w:val="00437CE5"/>
    <w:rsid w:val="00443ACE"/>
    <w:rsid w:val="00444217"/>
    <w:rsid w:val="004472EE"/>
    <w:rsid w:val="004478F4"/>
    <w:rsid w:val="00447ED7"/>
    <w:rsid w:val="00450F7A"/>
    <w:rsid w:val="00452C6D"/>
    <w:rsid w:val="00455D1E"/>
    <w:rsid w:val="00455E0B"/>
    <w:rsid w:val="00462B9F"/>
    <w:rsid w:val="0046414C"/>
    <w:rsid w:val="004659EE"/>
    <w:rsid w:val="00473E34"/>
    <w:rsid w:val="004740E0"/>
    <w:rsid w:val="00476BA9"/>
    <w:rsid w:val="004809DC"/>
    <w:rsid w:val="004936C2"/>
    <w:rsid w:val="0049379C"/>
    <w:rsid w:val="00497CCF"/>
    <w:rsid w:val="004A1CA0"/>
    <w:rsid w:val="004A22E9"/>
    <w:rsid w:val="004A4ACD"/>
    <w:rsid w:val="004A5BC5"/>
    <w:rsid w:val="004B023D"/>
    <w:rsid w:val="004C0909"/>
    <w:rsid w:val="004C399C"/>
    <w:rsid w:val="004C3F97"/>
    <w:rsid w:val="004D01F2"/>
    <w:rsid w:val="004D3339"/>
    <w:rsid w:val="004D34C9"/>
    <w:rsid w:val="004D353F"/>
    <w:rsid w:val="004D36D7"/>
    <w:rsid w:val="004D682B"/>
    <w:rsid w:val="004E6152"/>
    <w:rsid w:val="004F344A"/>
    <w:rsid w:val="00504ED4"/>
    <w:rsid w:val="00510639"/>
    <w:rsid w:val="00513665"/>
    <w:rsid w:val="00515B98"/>
    <w:rsid w:val="00516142"/>
    <w:rsid w:val="00520027"/>
    <w:rsid w:val="0052093C"/>
    <w:rsid w:val="00521B31"/>
    <w:rsid w:val="00522469"/>
    <w:rsid w:val="0052400A"/>
    <w:rsid w:val="00532B53"/>
    <w:rsid w:val="00535124"/>
    <w:rsid w:val="00536277"/>
    <w:rsid w:val="00536F43"/>
    <w:rsid w:val="005510BA"/>
    <w:rsid w:val="005538C8"/>
    <w:rsid w:val="00554B4E"/>
    <w:rsid w:val="00556C02"/>
    <w:rsid w:val="00557630"/>
    <w:rsid w:val="00561BB2"/>
    <w:rsid w:val="00563249"/>
    <w:rsid w:val="00570A65"/>
    <w:rsid w:val="005762B1"/>
    <w:rsid w:val="00580456"/>
    <w:rsid w:val="00580E73"/>
    <w:rsid w:val="00583CCA"/>
    <w:rsid w:val="00590A13"/>
    <w:rsid w:val="00593386"/>
    <w:rsid w:val="00596998"/>
    <w:rsid w:val="005A2CFA"/>
    <w:rsid w:val="005A3C80"/>
    <w:rsid w:val="005A6E62"/>
    <w:rsid w:val="005B2FB3"/>
    <w:rsid w:val="005B6524"/>
    <w:rsid w:val="005D2B29"/>
    <w:rsid w:val="005D354A"/>
    <w:rsid w:val="005D3E53"/>
    <w:rsid w:val="005D506C"/>
    <w:rsid w:val="005E3235"/>
    <w:rsid w:val="005E404D"/>
    <w:rsid w:val="005E4176"/>
    <w:rsid w:val="005E4876"/>
    <w:rsid w:val="005E65B5"/>
    <w:rsid w:val="005F0597"/>
    <w:rsid w:val="005F3AE9"/>
    <w:rsid w:val="005F65CC"/>
    <w:rsid w:val="006007BB"/>
    <w:rsid w:val="00601DC0"/>
    <w:rsid w:val="006034CB"/>
    <w:rsid w:val="006131CE"/>
    <w:rsid w:val="0061336B"/>
    <w:rsid w:val="00617D6E"/>
    <w:rsid w:val="00622D61"/>
    <w:rsid w:val="00624198"/>
    <w:rsid w:val="00630301"/>
    <w:rsid w:val="00636C28"/>
    <w:rsid w:val="006428E5"/>
    <w:rsid w:val="00644958"/>
    <w:rsid w:val="006579CD"/>
    <w:rsid w:val="006671A0"/>
    <w:rsid w:val="00672919"/>
    <w:rsid w:val="006773C6"/>
    <w:rsid w:val="006833BA"/>
    <w:rsid w:val="00686587"/>
    <w:rsid w:val="006904CF"/>
    <w:rsid w:val="00695EE2"/>
    <w:rsid w:val="0069660B"/>
    <w:rsid w:val="006A0011"/>
    <w:rsid w:val="006A1B33"/>
    <w:rsid w:val="006A2E7F"/>
    <w:rsid w:val="006A48F1"/>
    <w:rsid w:val="006A6ABB"/>
    <w:rsid w:val="006A71A3"/>
    <w:rsid w:val="006B03F2"/>
    <w:rsid w:val="006B14C1"/>
    <w:rsid w:val="006B1639"/>
    <w:rsid w:val="006B5CA7"/>
    <w:rsid w:val="006B5E89"/>
    <w:rsid w:val="006B6F59"/>
    <w:rsid w:val="006C19B2"/>
    <w:rsid w:val="006C30A0"/>
    <w:rsid w:val="006C35FF"/>
    <w:rsid w:val="006C57F2"/>
    <w:rsid w:val="006C5949"/>
    <w:rsid w:val="006C6832"/>
    <w:rsid w:val="006C6AD5"/>
    <w:rsid w:val="006D1370"/>
    <w:rsid w:val="006D2C28"/>
    <w:rsid w:val="006D3FC1"/>
    <w:rsid w:val="006D6159"/>
    <w:rsid w:val="006D7590"/>
    <w:rsid w:val="006E372B"/>
    <w:rsid w:val="006E5FE9"/>
    <w:rsid w:val="006E6581"/>
    <w:rsid w:val="006E71DF"/>
    <w:rsid w:val="006F1CC4"/>
    <w:rsid w:val="006F27D5"/>
    <w:rsid w:val="006F2A86"/>
    <w:rsid w:val="006F3163"/>
    <w:rsid w:val="006F347F"/>
    <w:rsid w:val="00702A4C"/>
    <w:rsid w:val="00705FEC"/>
    <w:rsid w:val="0071147A"/>
    <w:rsid w:val="0071185D"/>
    <w:rsid w:val="00721E01"/>
    <w:rsid w:val="007222AD"/>
    <w:rsid w:val="007267CF"/>
    <w:rsid w:val="007309B1"/>
    <w:rsid w:val="0073117B"/>
    <w:rsid w:val="00731F3F"/>
    <w:rsid w:val="00733BAB"/>
    <w:rsid w:val="007436BF"/>
    <w:rsid w:val="007443E9"/>
    <w:rsid w:val="0074523B"/>
    <w:rsid w:val="00745DCE"/>
    <w:rsid w:val="00746CEE"/>
    <w:rsid w:val="00753D89"/>
    <w:rsid w:val="00753DDA"/>
    <w:rsid w:val="007553D8"/>
    <w:rsid w:val="00755C9B"/>
    <w:rsid w:val="00760FE4"/>
    <w:rsid w:val="007636C2"/>
    <w:rsid w:val="00763D8B"/>
    <w:rsid w:val="007657F6"/>
    <w:rsid w:val="00765E47"/>
    <w:rsid w:val="00770DBF"/>
    <w:rsid w:val="0077125A"/>
    <w:rsid w:val="00782D2D"/>
    <w:rsid w:val="0078405B"/>
    <w:rsid w:val="00786F58"/>
    <w:rsid w:val="00787CC1"/>
    <w:rsid w:val="00792F4E"/>
    <w:rsid w:val="0079398D"/>
    <w:rsid w:val="00796C25"/>
    <w:rsid w:val="007A11C4"/>
    <w:rsid w:val="007A287C"/>
    <w:rsid w:val="007A3B2A"/>
    <w:rsid w:val="007B0C9D"/>
    <w:rsid w:val="007B2794"/>
    <w:rsid w:val="007B2F4A"/>
    <w:rsid w:val="007B5522"/>
    <w:rsid w:val="007C0EE0"/>
    <w:rsid w:val="007C1B71"/>
    <w:rsid w:val="007C2FBB"/>
    <w:rsid w:val="007C7164"/>
    <w:rsid w:val="007D1984"/>
    <w:rsid w:val="007D2AFE"/>
    <w:rsid w:val="007D40F6"/>
    <w:rsid w:val="007E3264"/>
    <w:rsid w:val="007E3FEA"/>
    <w:rsid w:val="007F0A0B"/>
    <w:rsid w:val="007F3A60"/>
    <w:rsid w:val="007F3D0B"/>
    <w:rsid w:val="007F5955"/>
    <w:rsid w:val="007F7C94"/>
    <w:rsid w:val="00802FFA"/>
    <w:rsid w:val="00804565"/>
    <w:rsid w:val="0081064B"/>
    <w:rsid w:val="00810E4B"/>
    <w:rsid w:val="00814BAA"/>
    <w:rsid w:val="00824295"/>
    <w:rsid w:val="00827A65"/>
    <w:rsid w:val="00830473"/>
    <w:rsid w:val="008313F3"/>
    <w:rsid w:val="008402F2"/>
    <w:rsid w:val="008405BB"/>
    <w:rsid w:val="00846494"/>
    <w:rsid w:val="00847B20"/>
    <w:rsid w:val="008509D3"/>
    <w:rsid w:val="00853418"/>
    <w:rsid w:val="00857CF6"/>
    <w:rsid w:val="008610ED"/>
    <w:rsid w:val="00861C6A"/>
    <w:rsid w:val="00865199"/>
    <w:rsid w:val="00867EAF"/>
    <w:rsid w:val="00870763"/>
    <w:rsid w:val="008713EA"/>
    <w:rsid w:val="00872246"/>
    <w:rsid w:val="00873C6B"/>
    <w:rsid w:val="0088426A"/>
    <w:rsid w:val="008852BA"/>
    <w:rsid w:val="00890108"/>
    <w:rsid w:val="00890342"/>
    <w:rsid w:val="00893877"/>
    <w:rsid w:val="0089532C"/>
    <w:rsid w:val="0089562F"/>
    <w:rsid w:val="00896165"/>
    <w:rsid w:val="00896681"/>
    <w:rsid w:val="008A2749"/>
    <w:rsid w:val="008A3A90"/>
    <w:rsid w:val="008A4061"/>
    <w:rsid w:val="008B06D4"/>
    <w:rsid w:val="008B4F20"/>
    <w:rsid w:val="008B7FFD"/>
    <w:rsid w:val="008C2920"/>
    <w:rsid w:val="008C4307"/>
    <w:rsid w:val="008D23DF"/>
    <w:rsid w:val="008D73BF"/>
    <w:rsid w:val="008D7F09"/>
    <w:rsid w:val="008E0317"/>
    <w:rsid w:val="008E5B64"/>
    <w:rsid w:val="008E7DAA"/>
    <w:rsid w:val="008F0094"/>
    <w:rsid w:val="008F03EF"/>
    <w:rsid w:val="008F340F"/>
    <w:rsid w:val="00903523"/>
    <w:rsid w:val="00906281"/>
    <w:rsid w:val="0090659A"/>
    <w:rsid w:val="00911080"/>
    <w:rsid w:val="0091350B"/>
    <w:rsid w:val="00915986"/>
    <w:rsid w:val="00917624"/>
    <w:rsid w:val="009208F7"/>
    <w:rsid w:val="00926CB2"/>
    <w:rsid w:val="00927C55"/>
    <w:rsid w:val="00930386"/>
    <w:rsid w:val="009309F5"/>
    <w:rsid w:val="00933237"/>
    <w:rsid w:val="00933F28"/>
    <w:rsid w:val="009476C0"/>
    <w:rsid w:val="00955283"/>
    <w:rsid w:val="00963E34"/>
    <w:rsid w:val="00964DFA"/>
    <w:rsid w:val="00971E87"/>
    <w:rsid w:val="00972CD3"/>
    <w:rsid w:val="0098155C"/>
    <w:rsid w:val="00983B77"/>
    <w:rsid w:val="009854F5"/>
    <w:rsid w:val="009953C2"/>
    <w:rsid w:val="00996053"/>
    <w:rsid w:val="009A0B2F"/>
    <w:rsid w:val="009A1CF4"/>
    <w:rsid w:val="009A37D7"/>
    <w:rsid w:val="009A4E17"/>
    <w:rsid w:val="009A59FC"/>
    <w:rsid w:val="009A6955"/>
    <w:rsid w:val="009B341C"/>
    <w:rsid w:val="009B5747"/>
    <w:rsid w:val="009C1330"/>
    <w:rsid w:val="009C5E37"/>
    <w:rsid w:val="009D2C27"/>
    <w:rsid w:val="009E2309"/>
    <w:rsid w:val="009E42B9"/>
    <w:rsid w:val="009E42BB"/>
    <w:rsid w:val="009E4E17"/>
    <w:rsid w:val="009E59A7"/>
    <w:rsid w:val="009F4C2E"/>
    <w:rsid w:val="00A014A3"/>
    <w:rsid w:val="00A027CC"/>
    <w:rsid w:val="00A0412D"/>
    <w:rsid w:val="00A16D7E"/>
    <w:rsid w:val="00A21211"/>
    <w:rsid w:val="00A2194E"/>
    <w:rsid w:val="00A2647E"/>
    <w:rsid w:val="00A26653"/>
    <w:rsid w:val="00A30F8A"/>
    <w:rsid w:val="00A34E7F"/>
    <w:rsid w:val="00A4009E"/>
    <w:rsid w:val="00A46F0A"/>
    <w:rsid w:val="00A46F25"/>
    <w:rsid w:val="00A47CC2"/>
    <w:rsid w:val="00A502BA"/>
    <w:rsid w:val="00A52A3D"/>
    <w:rsid w:val="00A56820"/>
    <w:rsid w:val="00A60146"/>
    <w:rsid w:val="00A601A9"/>
    <w:rsid w:val="00A622C4"/>
    <w:rsid w:val="00A6283D"/>
    <w:rsid w:val="00A65678"/>
    <w:rsid w:val="00A676FF"/>
    <w:rsid w:val="00A72B51"/>
    <w:rsid w:val="00A73EBA"/>
    <w:rsid w:val="00A754B4"/>
    <w:rsid w:val="00A807C1"/>
    <w:rsid w:val="00A80ED4"/>
    <w:rsid w:val="00A82658"/>
    <w:rsid w:val="00A83374"/>
    <w:rsid w:val="00A96172"/>
    <w:rsid w:val="00A97915"/>
    <w:rsid w:val="00A97C5F"/>
    <w:rsid w:val="00AA1F66"/>
    <w:rsid w:val="00AA27A0"/>
    <w:rsid w:val="00AB0D6A"/>
    <w:rsid w:val="00AB43B3"/>
    <w:rsid w:val="00AB49B9"/>
    <w:rsid w:val="00AB501D"/>
    <w:rsid w:val="00AB758A"/>
    <w:rsid w:val="00AC027E"/>
    <w:rsid w:val="00AC1A55"/>
    <w:rsid w:val="00AC1E7E"/>
    <w:rsid w:val="00AC507D"/>
    <w:rsid w:val="00AC66E4"/>
    <w:rsid w:val="00AD04F2"/>
    <w:rsid w:val="00AD216F"/>
    <w:rsid w:val="00AD4578"/>
    <w:rsid w:val="00AD4D3B"/>
    <w:rsid w:val="00AD68E9"/>
    <w:rsid w:val="00AE3B1E"/>
    <w:rsid w:val="00AE56C0"/>
    <w:rsid w:val="00B00914"/>
    <w:rsid w:val="00B02A8E"/>
    <w:rsid w:val="00B052EE"/>
    <w:rsid w:val="00B1081F"/>
    <w:rsid w:val="00B137FC"/>
    <w:rsid w:val="00B17F95"/>
    <w:rsid w:val="00B2496B"/>
    <w:rsid w:val="00B26C1E"/>
    <w:rsid w:val="00B27499"/>
    <w:rsid w:val="00B3010D"/>
    <w:rsid w:val="00B32A4E"/>
    <w:rsid w:val="00B35151"/>
    <w:rsid w:val="00B36D4E"/>
    <w:rsid w:val="00B433F2"/>
    <w:rsid w:val="00B44AA8"/>
    <w:rsid w:val="00B458E8"/>
    <w:rsid w:val="00B4663F"/>
    <w:rsid w:val="00B5397B"/>
    <w:rsid w:val="00B53EE9"/>
    <w:rsid w:val="00B6183E"/>
    <w:rsid w:val="00B62809"/>
    <w:rsid w:val="00B7675A"/>
    <w:rsid w:val="00B81898"/>
    <w:rsid w:val="00B82DED"/>
    <w:rsid w:val="00B8606B"/>
    <w:rsid w:val="00B878E7"/>
    <w:rsid w:val="00B879CC"/>
    <w:rsid w:val="00B97278"/>
    <w:rsid w:val="00B97943"/>
    <w:rsid w:val="00BA1D0B"/>
    <w:rsid w:val="00BA6972"/>
    <w:rsid w:val="00BB1E0D"/>
    <w:rsid w:val="00BB23AC"/>
    <w:rsid w:val="00BB26C8"/>
    <w:rsid w:val="00BB4D9B"/>
    <w:rsid w:val="00BB6B53"/>
    <w:rsid w:val="00BB73FF"/>
    <w:rsid w:val="00BB7688"/>
    <w:rsid w:val="00BC7423"/>
    <w:rsid w:val="00BC7CAC"/>
    <w:rsid w:val="00BD61A3"/>
    <w:rsid w:val="00BD6D76"/>
    <w:rsid w:val="00BE56B3"/>
    <w:rsid w:val="00BE676D"/>
    <w:rsid w:val="00BF04E8"/>
    <w:rsid w:val="00BF16BF"/>
    <w:rsid w:val="00BF4D1F"/>
    <w:rsid w:val="00BF747F"/>
    <w:rsid w:val="00BF76BE"/>
    <w:rsid w:val="00C02A73"/>
    <w:rsid w:val="00C063D2"/>
    <w:rsid w:val="00C07FD9"/>
    <w:rsid w:val="00C10955"/>
    <w:rsid w:val="00C11C4D"/>
    <w:rsid w:val="00C1712C"/>
    <w:rsid w:val="00C23E16"/>
    <w:rsid w:val="00C27E37"/>
    <w:rsid w:val="00C32713"/>
    <w:rsid w:val="00C32800"/>
    <w:rsid w:val="00C351B8"/>
    <w:rsid w:val="00C410D9"/>
    <w:rsid w:val="00C44DB7"/>
    <w:rsid w:val="00C4510A"/>
    <w:rsid w:val="00C47F2E"/>
    <w:rsid w:val="00C52BA6"/>
    <w:rsid w:val="00C57A1A"/>
    <w:rsid w:val="00C60BBD"/>
    <w:rsid w:val="00C60C45"/>
    <w:rsid w:val="00C6258F"/>
    <w:rsid w:val="00C62C41"/>
    <w:rsid w:val="00C63655"/>
    <w:rsid w:val="00C63DF6"/>
    <w:rsid w:val="00C63E58"/>
    <w:rsid w:val="00C6495E"/>
    <w:rsid w:val="00C670EE"/>
    <w:rsid w:val="00C67E3B"/>
    <w:rsid w:val="00C73E03"/>
    <w:rsid w:val="00C8092F"/>
    <w:rsid w:val="00C8718B"/>
    <w:rsid w:val="00C872E4"/>
    <w:rsid w:val="00C90311"/>
    <w:rsid w:val="00C90741"/>
    <w:rsid w:val="00C91C26"/>
    <w:rsid w:val="00CA3043"/>
    <w:rsid w:val="00CA73D5"/>
    <w:rsid w:val="00CB40F6"/>
    <w:rsid w:val="00CB5068"/>
    <w:rsid w:val="00CC1C87"/>
    <w:rsid w:val="00CC21BA"/>
    <w:rsid w:val="00CC3000"/>
    <w:rsid w:val="00CC4859"/>
    <w:rsid w:val="00CC7A35"/>
    <w:rsid w:val="00CD072A"/>
    <w:rsid w:val="00CD2B65"/>
    <w:rsid w:val="00CD7F73"/>
    <w:rsid w:val="00CE26C5"/>
    <w:rsid w:val="00CE36AF"/>
    <w:rsid w:val="00CE47F3"/>
    <w:rsid w:val="00CE54DD"/>
    <w:rsid w:val="00CF0DA5"/>
    <w:rsid w:val="00CF116C"/>
    <w:rsid w:val="00CF5D31"/>
    <w:rsid w:val="00CF5F3B"/>
    <w:rsid w:val="00CF791A"/>
    <w:rsid w:val="00D00513"/>
    <w:rsid w:val="00D00D7D"/>
    <w:rsid w:val="00D139C8"/>
    <w:rsid w:val="00D17F81"/>
    <w:rsid w:val="00D2758C"/>
    <w:rsid w:val="00D275CA"/>
    <w:rsid w:val="00D2789B"/>
    <w:rsid w:val="00D345AB"/>
    <w:rsid w:val="00D41566"/>
    <w:rsid w:val="00D41DF0"/>
    <w:rsid w:val="00D430AA"/>
    <w:rsid w:val="00D458EC"/>
    <w:rsid w:val="00D501B0"/>
    <w:rsid w:val="00D52582"/>
    <w:rsid w:val="00D56A0E"/>
    <w:rsid w:val="00D57AD3"/>
    <w:rsid w:val="00D60280"/>
    <w:rsid w:val="00D62F25"/>
    <w:rsid w:val="00D635FE"/>
    <w:rsid w:val="00D66A7B"/>
    <w:rsid w:val="00D729DE"/>
    <w:rsid w:val="00D75B6A"/>
    <w:rsid w:val="00D84BDA"/>
    <w:rsid w:val="00D86024"/>
    <w:rsid w:val="00D86D9E"/>
    <w:rsid w:val="00D87013"/>
    <w:rsid w:val="00D876A8"/>
    <w:rsid w:val="00D87F26"/>
    <w:rsid w:val="00D913F0"/>
    <w:rsid w:val="00D93063"/>
    <w:rsid w:val="00D933B0"/>
    <w:rsid w:val="00D937FB"/>
    <w:rsid w:val="00D951FC"/>
    <w:rsid w:val="00D977E8"/>
    <w:rsid w:val="00D97B16"/>
    <w:rsid w:val="00DB1C89"/>
    <w:rsid w:val="00DB3763"/>
    <w:rsid w:val="00DB4029"/>
    <w:rsid w:val="00DB494B"/>
    <w:rsid w:val="00DB5F4D"/>
    <w:rsid w:val="00DB66F2"/>
    <w:rsid w:val="00DB6DA5"/>
    <w:rsid w:val="00DC076B"/>
    <w:rsid w:val="00DC186F"/>
    <w:rsid w:val="00DC252F"/>
    <w:rsid w:val="00DC6050"/>
    <w:rsid w:val="00DD22F7"/>
    <w:rsid w:val="00DD43EA"/>
    <w:rsid w:val="00DD68EE"/>
    <w:rsid w:val="00DE6F44"/>
    <w:rsid w:val="00DE70F4"/>
    <w:rsid w:val="00DE72DD"/>
    <w:rsid w:val="00DF0B26"/>
    <w:rsid w:val="00DF1B58"/>
    <w:rsid w:val="00DF20A6"/>
    <w:rsid w:val="00E009DA"/>
    <w:rsid w:val="00E037D9"/>
    <w:rsid w:val="00E045A1"/>
    <w:rsid w:val="00E04927"/>
    <w:rsid w:val="00E11A48"/>
    <w:rsid w:val="00E12005"/>
    <w:rsid w:val="00E130EB"/>
    <w:rsid w:val="00E162CD"/>
    <w:rsid w:val="00E17046"/>
    <w:rsid w:val="00E17FA5"/>
    <w:rsid w:val="00E21BFE"/>
    <w:rsid w:val="00E26930"/>
    <w:rsid w:val="00E27257"/>
    <w:rsid w:val="00E27F4F"/>
    <w:rsid w:val="00E449D0"/>
    <w:rsid w:val="00E44A34"/>
    <w:rsid w:val="00E4506A"/>
    <w:rsid w:val="00E53F99"/>
    <w:rsid w:val="00E56510"/>
    <w:rsid w:val="00E56CEB"/>
    <w:rsid w:val="00E62EA8"/>
    <w:rsid w:val="00E67A6E"/>
    <w:rsid w:val="00E71B43"/>
    <w:rsid w:val="00E81612"/>
    <w:rsid w:val="00E85200"/>
    <w:rsid w:val="00E87D18"/>
    <w:rsid w:val="00E87D62"/>
    <w:rsid w:val="00E97333"/>
    <w:rsid w:val="00EA486E"/>
    <w:rsid w:val="00EA4FA3"/>
    <w:rsid w:val="00EB001B"/>
    <w:rsid w:val="00EB3082"/>
    <w:rsid w:val="00EB6C33"/>
    <w:rsid w:val="00ED45F2"/>
    <w:rsid w:val="00ED6019"/>
    <w:rsid w:val="00ED75DA"/>
    <w:rsid w:val="00ED7830"/>
    <w:rsid w:val="00ED7CCF"/>
    <w:rsid w:val="00EE3909"/>
    <w:rsid w:val="00EE3CD7"/>
    <w:rsid w:val="00EE5298"/>
    <w:rsid w:val="00EE54D4"/>
    <w:rsid w:val="00EF4205"/>
    <w:rsid w:val="00EF4DDC"/>
    <w:rsid w:val="00EF52C5"/>
    <w:rsid w:val="00EF5939"/>
    <w:rsid w:val="00F01714"/>
    <w:rsid w:val="00F0258F"/>
    <w:rsid w:val="00F02D06"/>
    <w:rsid w:val="00F056E5"/>
    <w:rsid w:val="00F06FDD"/>
    <w:rsid w:val="00F10819"/>
    <w:rsid w:val="00F11219"/>
    <w:rsid w:val="00F13A16"/>
    <w:rsid w:val="00F16F35"/>
    <w:rsid w:val="00F17559"/>
    <w:rsid w:val="00F2099F"/>
    <w:rsid w:val="00F2229D"/>
    <w:rsid w:val="00F25ABB"/>
    <w:rsid w:val="00F2686B"/>
    <w:rsid w:val="00F27963"/>
    <w:rsid w:val="00F30103"/>
    <w:rsid w:val="00F30446"/>
    <w:rsid w:val="00F4135D"/>
    <w:rsid w:val="00F41F1B"/>
    <w:rsid w:val="00F44B25"/>
    <w:rsid w:val="00F46BD9"/>
    <w:rsid w:val="00F531ED"/>
    <w:rsid w:val="00F60BE0"/>
    <w:rsid w:val="00F6280E"/>
    <w:rsid w:val="00F66660"/>
    <w:rsid w:val="00F7050A"/>
    <w:rsid w:val="00F72F81"/>
    <w:rsid w:val="00F75533"/>
    <w:rsid w:val="00F8036D"/>
    <w:rsid w:val="00F803AD"/>
    <w:rsid w:val="00F809DC"/>
    <w:rsid w:val="00F82B32"/>
    <w:rsid w:val="00F86EB0"/>
    <w:rsid w:val="00FA0F4F"/>
    <w:rsid w:val="00FA3811"/>
    <w:rsid w:val="00FA3B9F"/>
    <w:rsid w:val="00FA3F06"/>
    <w:rsid w:val="00FA4A26"/>
    <w:rsid w:val="00FA7084"/>
    <w:rsid w:val="00FA7463"/>
    <w:rsid w:val="00FA7BEF"/>
    <w:rsid w:val="00FB1105"/>
    <w:rsid w:val="00FB1929"/>
    <w:rsid w:val="00FB5FD9"/>
    <w:rsid w:val="00FC20E5"/>
    <w:rsid w:val="00FD3106"/>
    <w:rsid w:val="00FD33AB"/>
    <w:rsid w:val="00FD36EB"/>
    <w:rsid w:val="00FD4724"/>
    <w:rsid w:val="00FD4A68"/>
    <w:rsid w:val="00FD5A84"/>
    <w:rsid w:val="00FD68ED"/>
    <w:rsid w:val="00FE2824"/>
    <w:rsid w:val="00FE2F0E"/>
    <w:rsid w:val="00FE661F"/>
    <w:rsid w:val="00FF0400"/>
    <w:rsid w:val="00FF21C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uiPriority="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uiPriority="22" w:qFormat="1"/>
    <w:lsdException w:name="Emphasis" w:uiPriority="2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9E59A7"/>
    <w:pPr>
      <w:spacing w:before="60" w:after="60" w:line="276" w:lineRule="auto"/>
    </w:pPr>
    <w:rPr>
      <w:sz w:val="22"/>
      <w:szCs w:val="22"/>
    </w:rPr>
  </w:style>
  <w:style w:type="paragraph" w:styleId="Heading1">
    <w:name w:val="heading 1"/>
    <w:basedOn w:val="Normal"/>
    <w:next w:val="Normal"/>
    <w:link w:val="Heading1Char"/>
    <w:autoRedefine/>
    <w:uiPriority w:val="9"/>
    <w:unhideWhenUsed/>
    <w:qFormat/>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qFormat/>
    <w:rsid w:val="006007B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nhideWhenUsed/>
    <w:qFormat/>
    <w:rsid w:val="00231DCA"/>
    <w:pPr>
      <w:keepNext/>
      <w:spacing w:before="240" w:line="240" w:lineRule="auto"/>
      <w:outlineLvl w:val="2"/>
    </w:pPr>
    <w:rPr>
      <w:rFonts w:eastAsia="Times New Roman"/>
      <w:b/>
      <w:bCs/>
      <w:sz w:val="26"/>
      <w:szCs w:val="26"/>
    </w:rPr>
  </w:style>
  <w:style w:type="paragraph" w:styleId="Heading4">
    <w:name w:val="heading 4"/>
    <w:basedOn w:val="Normal"/>
    <w:next w:val="Normal"/>
    <w:link w:val="Heading4Char"/>
    <w:unhideWhenUsed/>
    <w:qFormat/>
    <w:rsid w:val="00231DCA"/>
    <w:pPr>
      <w:keepNext/>
      <w:spacing w:before="240" w:line="240" w:lineRule="auto"/>
      <w:outlineLvl w:val="3"/>
    </w:pPr>
    <w:rPr>
      <w:rFonts w:eastAsia="Times New Roman"/>
      <w:b/>
      <w:bCs/>
      <w:sz w:val="28"/>
      <w:szCs w:val="28"/>
    </w:rPr>
  </w:style>
  <w:style w:type="paragraph" w:styleId="Heading5">
    <w:name w:val="heading 5"/>
    <w:basedOn w:val="Normal"/>
    <w:next w:val="Normal"/>
    <w:link w:val="Heading5Char"/>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semiHidden/>
    <w:rsid w:val="00BF76BE"/>
    <w:rPr>
      <w:rFonts w:ascii="Cambria" w:eastAsia="Times New Roman" w:hAnsi="Cambria"/>
      <w:b/>
      <w:bCs/>
      <w:color w:val="365F91"/>
      <w:sz w:val="28"/>
      <w:szCs w:val="28"/>
    </w:rPr>
  </w:style>
  <w:style w:type="character" w:customStyle="1" w:styleId="Heading2Char">
    <w:name w:val="Heading 2 Char"/>
    <w:link w:val="Heading2"/>
    <w:uiPriority w:val="9"/>
    <w:semiHidden/>
    <w:rsid w:val="00BF76BE"/>
    <w:rPr>
      <w:rFonts w:ascii="Cambria" w:eastAsia="Times New Roman" w:hAnsi="Cambria"/>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Normal"/>
    <w:qFormat/>
    <w:rsid w:val="00596998"/>
    <w:pPr>
      <w:keepNext/>
      <w:numPr>
        <w:numId w:val="3"/>
      </w:numPr>
      <w:spacing w:before="240" w:after="120" w:line="240" w:lineRule="auto"/>
    </w:pPr>
    <w:rPr>
      <w:rFonts w:eastAsia="Times New Roman"/>
      <w:b/>
      <w:bCs/>
      <w:iCs/>
      <w:sz w:val="24"/>
    </w:rPr>
  </w:style>
  <w:style w:type="paragraph" w:customStyle="1" w:styleId="LabTitle">
    <w:name w:val="Lab Title"/>
    <w:basedOn w:val="Normal"/>
    <w:link w:val="LabTitleChar"/>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Heading3"/>
    <w:next w:val="BodyTextL25"/>
    <w:qFormat/>
    <w:rsid w:val="00BF747F"/>
    <w:pPr>
      <w:numPr>
        <w:ilvl w:val="2"/>
        <w:numId w:val="4"/>
      </w:numPr>
      <w:spacing w:after="120"/>
    </w:pPr>
    <w:rPr>
      <w:sz w:val="22"/>
    </w:r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semiHidden/>
    <w:rsid w:val="008402F2"/>
    <w:rPr>
      <w:sz w:val="22"/>
      <w:szCs w:val="22"/>
    </w:rPr>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C63655"/>
    <w:pPr>
      <w:numPr>
        <w:numId w:val="9"/>
      </w:numPr>
      <w:ind w:left="1080"/>
    </w:pPr>
    <w:rPr>
      <w:sz w:val="20"/>
    </w:rPr>
  </w:style>
  <w:style w:type="paragraph" w:customStyle="1" w:styleId="InstNoteRed">
    <w:name w:val="Inst Note Red"/>
    <w:basedOn w:val="Normal"/>
    <w:qFormat/>
    <w:rsid w:val="00231DCA"/>
    <w:pPr>
      <w:spacing w:line="240" w:lineRule="auto"/>
    </w:pPr>
    <w:rPr>
      <w:color w:val="FF0000"/>
      <w:sz w:val="20"/>
    </w:rPr>
  </w:style>
  <w:style w:type="paragraph" w:customStyle="1" w:styleId="PartHead">
    <w:name w:val="Part Head"/>
    <w:basedOn w:val="Heading1"/>
    <w:next w:val="BodyTextL25"/>
    <w:qFormat/>
    <w:rsid w:val="00BF747F"/>
    <w:pPr>
      <w:numPr>
        <w:numId w:val="4"/>
      </w:numPr>
      <w:spacing w:before="240"/>
    </w:pPr>
    <w:rPr>
      <w:rFonts w:ascii="Arial" w:hAnsi="Arial"/>
      <w:color w:val="auto"/>
    </w:rPr>
  </w:style>
  <w:style w:type="paragraph" w:customStyle="1" w:styleId="SubStepAlpha">
    <w:name w:val="SubStep Alpha"/>
    <w:basedOn w:val="Normal"/>
    <w:qFormat/>
    <w:rsid w:val="00BF747F"/>
    <w:pPr>
      <w:numPr>
        <w:ilvl w:val="3"/>
        <w:numId w:val="4"/>
      </w:numPr>
      <w:spacing w:before="120" w:after="120" w:line="240" w:lineRule="auto"/>
    </w:pPr>
    <w:rPr>
      <w:sz w:val="20"/>
    </w:rPr>
  </w:style>
  <w:style w:type="paragraph" w:customStyle="1" w:styleId="CMD">
    <w:name w:val="CMD"/>
    <w:basedOn w:val="Normal"/>
    <w:link w:val="CMDChar"/>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231DCA"/>
    <w:pPr>
      <w:spacing w:before="120" w:after="120" w:line="240" w:lineRule="auto"/>
      <w:ind w:left="360"/>
    </w:pPr>
    <w:rPr>
      <w:sz w:val="20"/>
    </w:rPr>
  </w:style>
  <w:style w:type="paragraph" w:customStyle="1" w:styleId="InstNoteRedL50">
    <w:name w:val="Inst Note Red L50"/>
    <w:basedOn w:val="InstNoteRed"/>
    <w:next w:val="Normal"/>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012C22"/>
    <w:pPr>
      <w:numPr>
        <w:ilvl w:val="4"/>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BF747F"/>
    <w:pPr>
      <w:numPr>
        <w:numId w:val="4"/>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3"/>
      </w:numPr>
    </w:pPr>
  </w:style>
  <w:style w:type="numbering" w:customStyle="1" w:styleId="SectionList">
    <w:name w:val="Section_List"/>
    <w:basedOn w:val="NoList"/>
    <w:uiPriority w:val="99"/>
    <w:rsid w:val="00596998"/>
    <w:pPr>
      <w:numPr>
        <w:numId w:val="3"/>
      </w:numPr>
    </w:pPr>
  </w:style>
  <w:style w:type="paragraph" w:customStyle="1" w:styleId="TaskHead">
    <w:name w:val="Task Head"/>
    <w:basedOn w:val="Heading2"/>
    <w:next w:val="BodyTextL25"/>
    <w:rsid w:val="00BF747F"/>
    <w:pPr>
      <w:numPr>
        <w:ilvl w:val="1"/>
        <w:numId w:val="4"/>
      </w:numPr>
    </w:pPr>
    <w:rPr>
      <w:rFonts w:ascii="Arial" w:hAnsi="Arial"/>
      <w:color w:val="auto"/>
      <w:sz w:val="24"/>
    </w:rPr>
  </w:style>
  <w:style w:type="character" w:customStyle="1" w:styleId="Heading4Char">
    <w:name w:val="Heading 4 Char"/>
    <w:basedOn w:val="DefaultParagraphFont"/>
    <w:link w:val="Heading4"/>
    <w:semiHidden/>
    <w:rsid w:val="00BF76BE"/>
    <w:rPr>
      <w:rFonts w:eastAsia="Times New Roman"/>
      <w:b/>
      <w:bCs/>
      <w:sz w:val="28"/>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semiHidden/>
    <w:rsid w:val="00BF76BE"/>
    <w:rPr>
      <w:rFonts w:eastAsia="Times New Roman"/>
      <w:b/>
      <w:bCs/>
      <w:sz w:val="26"/>
      <w:szCs w:val="26"/>
    </w:rPr>
  </w:style>
  <w:style w:type="character" w:customStyle="1" w:styleId="LabTitleChar">
    <w:name w:val="Lab Title Char"/>
    <w:link w:val="LabTitle"/>
    <w:rsid w:val="00231DCA"/>
    <w:rPr>
      <w:b/>
      <w:sz w:val="32"/>
      <w:szCs w:val="22"/>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1"/>
    <w:rsid w:val="00231DCA"/>
    <w:pPr>
      <w:spacing w:before="0" w:after="120" w:line="240" w:lineRule="auto"/>
    </w:pPr>
    <w:rPr>
      <w:rFonts w:eastAsia="Times New Roman"/>
      <w:sz w:val="20"/>
      <w:szCs w:val="24"/>
    </w:rPr>
  </w:style>
  <w:style w:type="character" w:customStyle="1" w:styleId="BodyTextChar">
    <w:name w:val="Body Text Char"/>
    <w:basedOn w:val="DefaultParagraphFont"/>
    <w:rsid w:val="00231DCA"/>
    <w:rPr>
      <w:sz w:val="22"/>
      <w:szCs w:val="22"/>
    </w:rPr>
  </w:style>
  <w:style w:type="character" w:customStyle="1" w:styleId="BodyTextChar1">
    <w:name w:val="Body Text Char1"/>
    <w:link w:val="BodyText"/>
    <w:rsid w:val="00231DCA"/>
    <w:rPr>
      <w:rFonts w:eastAsia="Times New Roman" w:cs="Arial"/>
      <w:szCs w:val="24"/>
    </w:rPr>
  </w:style>
  <w:style w:type="paragraph" w:customStyle="1" w:styleId="ColorfulShading-Accent11">
    <w:name w:val="Colorful Shading - Accent 11"/>
    <w:hidden/>
    <w:semiHidden/>
    <w:rsid w:val="00231DCA"/>
    <w:rPr>
      <w:rFonts w:eastAsia="Times New Roman" w:cs="Arial"/>
    </w:rPr>
  </w:style>
  <w:style w:type="character" w:customStyle="1" w:styleId="BodyTextBold">
    <w:name w:val="Body Text Bold"/>
    <w:basedOn w:val="DefaultParagraphFont"/>
    <w:uiPriority w:val="1"/>
    <w:qFormat/>
    <w:rsid w:val="009E59A7"/>
    <w:rPr>
      <w:rFonts w:ascii="Arial" w:eastAsia="Times New Roman" w:hAnsi="Arial" w:cs="Arial"/>
      <w:b/>
      <w:sz w:val="20"/>
      <w:szCs w:val="24"/>
    </w:rPr>
  </w:style>
  <w:style w:type="character" w:customStyle="1" w:styleId="CMDChar">
    <w:name w:val="CMD Char"/>
    <w:basedOn w:val="DefaultParagraphFont"/>
    <w:link w:val="CMD"/>
    <w:rsid w:val="00C73E03"/>
    <w:rPr>
      <w:rFonts w:ascii="Courier New" w:hAnsi="Courier New"/>
      <w:szCs w:val="22"/>
    </w:rPr>
  </w:style>
  <w:style w:type="character" w:styleId="Hyperlink">
    <w:name w:val="Hyperlink"/>
    <w:semiHidden/>
    <w:rsid w:val="002D2810"/>
    <w:rPr>
      <w:rFonts w:cs="Times New Roman"/>
      <w:color w:val="0000FF"/>
      <w:u w:val="single"/>
    </w:rPr>
  </w:style>
  <w:style w:type="character" w:customStyle="1" w:styleId="CMDBold">
    <w:name w:val="CMD Bold"/>
    <w:basedOn w:val="DefaultParagraphFont"/>
    <w:uiPriority w:val="1"/>
    <w:qFormat/>
    <w:rsid w:val="009E59A7"/>
    <w:rPr>
      <w:rFonts w:ascii="Courier New" w:hAnsi="Courier New"/>
      <w:b/>
      <w:sz w:val="20"/>
      <w:szCs w:val="22"/>
    </w:rPr>
  </w:style>
  <w:style w:type="paragraph" w:styleId="Revision">
    <w:name w:val="Revision"/>
    <w:hidden/>
    <w:uiPriority w:val="99"/>
    <w:semiHidden/>
    <w:rsid w:val="00F531ED"/>
    <w:rPr>
      <w:sz w:val="22"/>
      <w:szCs w:val="22"/>
    </w:rPr>
  </w:style>
  <w:style w:type="paragraph" w:styleId="ListParagraph">
    <w:name w:val="List Paragraph"/>
    <w:basedOn w:val="Normal"/>
    <w:uiPriority w:val="34"/>
    <w:semiHidden/>
    <w:unhideWhenUsed/>
    <w:qFormat/>
    <w:rsid w:val="00A72B5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uiPriority="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uiPriority="22" w:qFormat="1"/>
    <w:lsdException w:name="Emphasis" w:uiPriority="2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9E59A7"/>
    <w:pPr>
      <w:spacing w:before="60" w:after="60" w:line="276" w:lineRule="auto"/>
    </w:pPr>
    <w:rPr>
      <w:sz w:val="22"/>
      <w:szCs w:val="22"/>
    </w:rPr>
  </w:style>
  <w:style w:type="paragraph" w:styleId="Heading1">
    <w:name w:val="heading 1"/>
    <w:basedOn w:val="Normal"/>
    <w:next w:val="Normal"/>
    <w:link w:val="Heading1Char"/>
    <w:autoRedefine/>
    <w:uiPriority w:val="9"/>
    <w:unhideWhenUsed/>
    <w:qFormat/>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qFormat/>
    <w:rsid w:val="006007B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nhideWhenUsed/>
    <w:qFormat/>
    <w:rsid w:val="00231DCA"/>
    <w:pPr>
      <w:keepNext/>
      <w:spacing w:before="240" w:line="240" w:lineRule="auto"/>
      <w:outlineLvl w:val="2"/>
    </w:pPr>
    <w:rPr>
      <w:rFonts w:eastAsia="Times New Roman"/>
      <w:b/>
      <w:bCs/>
      <w:sz w:val="26"/>
      <w:szCs w:val="26"/>
    </w:rPr>
  </w:style>
  <w:style w:type="paragraph" w:styleId="Heading4">
    <w:name w:val="heading 4"/>
    <w:basedOn w:val="Normal"/>
    <w:next w:val="Normal"/>
    <w:link w:val="Heading4Char"/>
    <w:unhideWhenUsed/>
    <w:qFormat/>
    <w:rsid w:val="00231DCA"/>
    <w:pPr>
      <w:keepNext/>
      <w:spacing w:before="240" w:line="240" w:lineRule="auto"/>
      <w:outlineLvl w:val="3"/>
    </w:pPr>
    <w:rPr>
      <w:rFonts w:eastAsia="Times New Roman"/>
      <w:b/>
      <w:bCs/>
      <w:sz w:val="28"/>
      <w:szCs w:val="28"/>
    </w:rPr>
  </w:style>
  <w:style w:type="paragraph" w:styleId="Heading5">
    <w:name w:val="heading 5"/>
    <w:basedOn w:val="Normal"/>
    <w:next w:val="Normal"/>
    <w:link w:val="Heading5Char"/>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semiHidden/>
    <w:rsid w:val="00BF76BE"/>
    <w:rPr>
      <w:rFonts w:ascii="Cambria" w:eastAsia="Times New Roman" w:hAnsi="Cambria"/>
      <w:b/>
      <w:bCs/>
      <w:color w:val="365F91"/>
      <w:sz w:val="28"/>
      <w:szCs w:val="28"/>
    </w:rPr>
  </w:style>
  <w:style w:type="character" w:customStyle="1" w:styleId="Heading2Char">
    <w:name w:val="Heading 2 Char"/>
    <w:link w:val="Heading2"/>
    <w:uiPriority w:val="9"/>
    <w:semiHidden/>
    <w:rsid w:val="00BF76BE"/>
    <w:rPr>
      <w:rFonts w:ascii="Cambria" w:eastAsia="Times New Roman" w:hAnsi="Cambria"/>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Normal"/>
    <w:qFormat/>
    <w:rsid w:val="00596998"/>
    <w:pPr>
      <w:keepNext/>
      <w:numPr>
        <w:numId w:val="3"/>
      </w:numPr>
      <w:spacing w:before="240" w:after="120" w:line="240" w:lineRule="auto"/>
    </w:pPr>
    <w:rPr>
      <w:rFonts w:eastAsia="Times New Roman"/>
      <w:b/>
      <w:bCs/>
      <w:iCs/>
      <w:sz w:val="24"/>
    </w:rPr>
  </w:style>
  <w:style w:type="paragraph" w:customStyle="1" w:styleId="LabTitle">
    <w:name w:val="Lab Title"/>
    <w:basedOn w:val="Normal"/>
    <w:link w:val="LabTitleChar"/>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Heading3"/>
    <w:next w:val="BodyTextL25"/>
    <w:qFormat/>
    <w:rsid w:val="00BF747F"/>
    <w:pPr>
      <w:numPr>
        <w:ilvl w:val="2"/>
        <w:numId w:val="4"/>
      </w:numPr>
      <w:spacing w:after="120"/>
    </w:pPr>
    <w:rPr>
      <w:sz w:val="22"/>
    </w:r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semiHidden/>
    <w:rsid w:val="008402F2"/>
    <w:rPr>
      <w:sz w:val="22"/>
      <w:szCs w:val="22"/>
    </w:rPr>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C63655"/>
    <w:pPr>
      <w:numPr>
        <w:numId w:val="9"/>
      </w:numPr>
      <w:ind w:left="1080"/>
    </w:pPr>
    <w:rPr>
      <w:sz w:val="20"/>
    </w:rPr>
  </w:style>
  <w:style w:type="paragraph" w:customStyle="1" w:styleId="InstNoteRed">
    <w:name w:val="Inst Note Red"/>
    <w:basedOn w:val="Normal"/>
    <w:qFormat/>
    <w:rsid w:val="00231DCA"/>
    <w:pPr>
      <w:spacing w:line="240" w:lineRule="auto"/>
    </w:pPr>
    <w:rPr>
      <w:color w:val="FF0000"/>
      <w:sz w:val="20"/>
    </w:rPr>
  </w:style>
  <w:style w:type="paragraph" w:customStyle="1" w:styleId="PartHead">
    <w:name w:val="Part Head"/>
    <w:basedOn w:val="Heading1"/>
    <w:next w:val="BodyTextL25"/>
    <w:qFormat/>
    <w:rsid w:val="00BF747F"/>
    <w:pPr>
      <w:numPr>
        <w:numId w:val="4"/>
      </w:numPr>
      <w:spacing w:before="240"/>
    </w:pPr>
    <w:rPr>
      <w:rFonts w:ascii="Arial" w:hAnsi="Arial"/>
      <w:color w:val="auto"/>
    </w:rPr>
  </w:style>
  <w:style w:type="paragraph" w:customStyle="1" w:styleId="SubStepAlpha">
    <w:name w:val="SubStep Alpha"/>
    <w:basedOn w:val="Normal"/>
    <w:qFormat/>
    <w:rsid w:val="00BF747F"/>
    <w:pPr>
      <w:numPr>
        <w:ilvl w:val="3"/>
        <w:numId w:val="4"/>
      </w:numPr>
      <w:spacing w:before="120" w:after="120" w:line="240" w:lineRule="auto"/>
    </w:pPr>
    <w:rPr>
      <w:sz w:val="20"/>
    </w:rPr>
  </w:style>
  <w:style w:type="paragraph" w:customStyle="1" w:styleId="CMD">
    <w:name w:val="CMD"/>
    <w:basedOn w:val="Normal"/>
    <w:link w:val="CMDChar"/>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231DCA"/>
    <w:pPr>
      <w:spacing w:before="120" w:after="120" w:line="240" w:lineRule="auto"/>
      <w:ind w:left="360"/>
    </w:pPr>
    <w:rPr>
      <w:sz w:val="20"/>
    </w:rPr>
  </w:style>
  <w:style w:type="paragraph" w:customStyle="1" w:styleId="InstNoteRedL50">
    <w:name w:val="Inst Note Red L50"/>
    <w:basedOn w:val="InstNoteRed"/>
    <w:next w:val="Normal"/>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012C22"/>
    <w:pPr>
      <w:numPr>
        <w:ilvl w:val="4"/>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BF747F"/>
    <w:pPr>
      <w:numPr>
        <w:numId w:val="4"/>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3"/>
      </w:numPr>
    </w:pPr>
  </w:style>
  <w:style w:type="numbering" w:customStyle="1" w:styleId="SectionList">
    <w:name w:val="Section_List"/>
    <w:basedOn w:val="NoList"/>
    <w:uiPriority w:val="99"/>
    <w:rsid w:val="00596998"/>
    <w:pPr>
      <w:numPr>
        <w:numId w:val="3"/>
      </w:numPr>
    </w:pPr>
  </w:style>
  <w:style w:type="paragraph" w:customStyle="1" w:styleId="TaskHead">
    <w:name w:val="Task Head"/>
    <w:basedOn w:val="Heading2"/>
    <w:next w:val="BodyTextL25"/>
    <w:rsid w:val="00BF747F"/>
    <w:pPr>
      <w:numPr>
        <w:ilvl w:val="1"/>
        <w:numId w:val="4"/>
      </w:numPr>
    </w:pPr>
    <w:rPr>
      <w:rFonts w:ascii="Arial" w:hAnsi="Arial"/>
      <w:color w:val="auto"/>
      <w:sz w:val="24"/>
    </w:rPr>
  </w:style>
  <w:style w:type="character" w:customStyle="1" w:styleId="Heading4Char">
    <w:name w:val="Heading 4 Char"/>
    <w:basedOn w:val="DefaultParagraphFont"/>
    <w:link w:val="Heading4"/>
    <w:semiHidden/>
    <w:rsid w:val="00BF76BE"/>
    <w:rPr>
      <w:rFonts w:eastAsia="Times New Roman"/>
      <w:b/>
      <w:bCs/>
      <w:sz w:val="28"/>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semiHidden/>
    <w:rsid w:val="00BF76BE"/>
    <w:rPr>
      <w:rFonts w:eastAsia="Times New Roman"/>
      <w:b/>
      <w:bCs/>
      <w:sz w:val="26"/>
      <w:szCs w:val="26"/>
    </w:rPr>
  </w:style>
  <w:style w:type="character" w:customStyle="1" w:styleId="LabTitleChar">
    <w:name w:val="Lab Title Char"/>
    <w:link w:val="LabTitle"/>
    <w:rsid w:val="00231DCA"/>
    <w:rPr>
      <w:b/>
      <w:sz w:val="32"/>
      <w:szCs w:val="22"/>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1"/>
    <w:rsid w:val="00231DCA"/>
    <w:pPr>
      <w:spacing w:before="0" w:after="120" w:line="240" w:lineRule="auto"/>
    </w:pPr>
    <w:rPr>
      <w:rFonts w:eastAsia="Times New Roman"/>
      <w:sz w:val="20"/>
      <w:szCs w:val="24"/>
    </w:rPr>
  </w:style>
  <w:style w:type="character" w:customStyle="1" w:styleId="BodyTextChar">
    <w:name w:val="Body Text Char"/>
    <w:basedOn w:val="DefaultParagraphFont"/>
    <w:rsid w:val="00231DCA"/>
    <w:rPr>
      <w:sz w:val="22"/>
      <w:szCs w:val="22"/>
    </w:rPr>
  </w:style>
  <w:style w:type="character" w:customStyle="1" w:styleId="BodyTextChar1">
    <w:name w:val="Body Text Char1"/>
    <w:link w:val="BodyText"/>
    <w:rsid w:val="00231DCA"/>
    <w:rPr>
      <w:rFonts w:eastAsia="Times New Roman" w:cs="Arial"/>
      <w:szCs w:val="24"/>
    </w:rPr>
  </w:style>
  <w:style w:type="paragraph" w:customStyle="1" w:styleId="ColorfulShading-Accent11">
    <w:name w:val="Colorful Shading - Accent 11"/>
    <w:hidden/>
    <w:semiHidden/>
    <w:rsid w:val="00231DCA"/>
    <w:rPr>
      <w:rFonts w:eastAsia="Times New Roman" w:cs="Arial"/>
    </w:rPr>
  </w:style>
  <w:style w:type="character" w:customStyle="1" w:styleId="BodyTextBold">
    <w:name w:val="Body Text Bold"/>
    <w:basedOn w:val="DefaultParagraphFont"/>
    <w:uiPriority w:val="1"/>
    <w:qFormat/>
    <w:rsid w:val="009E59A7"/>
    <w:rPr>
      <w:rFonts w:ascii="Arial" w:eastAsia="Times New Roman" w:hAnsi="Arial" w:cs="Arial"/>
      <w:b/>
      <w:sz w:val="20"/>
      <w:szCs w:val="24"/>
    </w:rPr>
  </w:style>
  <w:style w:type="character" w:customStyle="1" w:styleId="CMDChar">
    <w:name w:val="CMD Char"/>
    <w:basedOn w:val="DefaultParagraphFont"/>
    <w:link w:val="CMD"/>
    <w:rsid w:val="00C73E03"/>
    <w:rPr>
      <w:rFonts w:ascii="Courier New" w:hAnsi="Courier New"/>
      <w:szCs w:val="22"/>
    </w:rPr>
  </w:style>
  <w:style w:type="character" w:styleId="Hyperlink">
    <w:name w:val="Hyperlink"/>
    <w:semiHidden/>
    <w:rsid w:val="002D2810"/>
    <w:rPr>
      <w:rFonts w:cs="Times New Roman"/>
      <w:color w:val="0000FF"/>
      <w:u w:val="single"/>
    </w:rPr>
  </w:style>
  <w:style w:type="character" w:customStyle="1" w:styleId="CMDBold">
    <w:name w:val="CMD Bold"/>
    <w:basedOn w:val="DefaultParagraphFont"/>
    <w:uiPriority w:val="1"/>
    <w:qFormat/>
    <w:rsid w:val="009E59A7"/>
    <w:rPr>
      <w:rFonts w:ascii="Courier New" w:hAnsi="Courier New"/>
      <w:b/>
      <w:sz w:val="20"/>
      <w:szCs w:val="22"/>
    </w:rPr>
  </w:style>
  <w:style w:type="paragraph" w:styleId="Revision">
    <w:name w:val="Revision"/>
    <w:hidden/>
    <w:uiPriority w:val="99"/>
    <w:semiHidden/>
    <w:rsid w:val="00F531ED"/>
    <w:rPr>
      <w:sz w:val="22"/>
      <w:szCs w:val="22"/>
    </w:rPr>
  </w:style>
  <w:style w:type="paragraph" w:styleId="ListParagraph">
    <w:name w:val="List Paragraph"/>
    <w:basedOn w:val="Normal"/>
    <w:uiPriority w:val="34"/>
    <w:semiHidden/>
    <w:unhideWhenUsed/>
    <w:qFormat/>
    <w:rsid w:val="00A72B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C9BD05-92EF-4F0A-9413-D75877E07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4770</Words>
  <Characters>27194</Characters>
  <Application>Microsoft Office Word</Application>
  <DocSecurity>0</DocSecurity>
  <Lines>226</Lines>
  <Paragraphs>63</Paragraphs>
  <ScaleCrop>false</ScaleCrop>
  <HeadingPairs>
    <vt:vector size="4" baseType="variant">
      <vt:variant>
        <vt:lpstr>Title</vt:lpstr>
      </vt:variant>
      <vt:variant>
        <vt:i4>1</vt:i4>
      </vt:variant>
      <vt:variant>
        <vt:lpstr>Headings</vt:lpstr>
      </vt:variant>
      <vt:variant>
        <vt:i4>27</vt:i4>
      </vt:variant>
    </vt:vector>
  </HeadingPairs>
  <TitlesOfParts>
    <vt:vector size="28" baseType="lpstr">
      <vt:lpstr/>
      <vt:lpstr>Configure Basic Device Settings</vt:lpstr>
      <vt:lpstr>        Cable the network as shown in the topology.</vt:lpstr>
      <vt:lpstr>        Configure basic settings for each router.</vt:lpstr>
      <vt:lpstr>        Disable DNS lookup.</vt:lpstr>
      <vt:lpstr>        Configure the OSPF routing protocol on R1, R2, and R3.</vt:lpstr>
      <vt:lpstr>        Configure PC host IP settings.</vt:lpstr>
      <vt:lpstr>        Verify basic network connectivity.</vt:lpstr>
      <vt:lpstr>        Configure and encrypt passwords.</vt:lpstr>
      <vt:lpstr>        Configure the console line.</vt:lpstr>
      <vt:lpstr>        Configure SSH Server.</vt:lpstr>
      <vt:lpstr>        Save the basic running configuration for all three routers.</vt:lpstr>
      <vt:lpstr>Configure a Site-to-Site VPN with Cisco IOS</vt:lpstr>
      <vt:lpstr>    Configure IPsec VPN Settings on R1 and R3.</vt:lpstr>
      <vt:lpstr>        Verify connectivity from the R1 LAN to the R3 LAN.</vt:lpstr>
      <vt:lpstr>        Enable IKE policies on R1 and R3.</vt:lpstr>
      <vt:lpstr>        Configure the IKE Phase 1 ISAKMP policy on R1 and R3.</vt:lpstr>
      <vt:lpstr>        Configure pre-shared keys.</vt:lpstr>
      <vt:lpstr>        Configure the IPsec transform set and lifetime.</vt:lpstr>
      <vt:lpstr>        Define interesting traffic.</vt:lpstr>
      <vt:lpstr>        Create and apply a crypto map.</vt:lpstr>
      <vt:lpstr>    Verify the Site-to-Site IPsec VPN Configuration.</vt:lpstr>
      <vt:lpstr>        Verify the IPsec configuration on R1 and R3.</vt:lpstr>
      <vt:lpstr>    Verify the IPsec VPN Operation.</vt:lpstr>
      <vt:lpstr>        Display ISAKMP security associations.</vt:lpstr>
      <vt:lpstr>        Display IPsec security associations.</vt:lpstr>
      <vt:lpstr>        Generate some uninteresting test traffic and observe the results.</vt:lpstr>
      <vt:lpstr>        Generate some interesting test traffic and observe the results.</vt:lpstr>
    </vt:vector>
  </TitlesOfParts>
  <Company>Microsoft</Company>
  <LinksUpToDate>false</LinksUpToDate>
  <CharactersWithSpaces>31901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spennock</dc:creator>
  <cp:lastModifiedBy>dholzing</cp:lastModifiedBy>
  <cp:revision>5</cp:revision>
  <dcterms:created xsi:type="dcterms:W3CDTF">2015-07-07T21:06:00Z</dcterms:created>
  <dcterms:modified xsi:type="dcterms:W3CDTF">2015-07-07T21:10:00Z</dcterms:modified>
</cp:coreProperties>
</file>