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ACA23" w14:textId="1E73123A" w:rsidR="004D36D7" w:rsidRPr="00FD4A68" w:rsidRDefault="00AF18E5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A7DC8ACA22CF440D9780444251A6E77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C24B2" w:rsidRPr="000C24B2">
            <w:t>Packet Tracer - DHCP for IPv4 and Routing Between VLANs</w:t>
          </w:r>
        </w:sdtContent>
      </w:sdt>
    </w:p>
    <w:p w14:paraId="75D4470B" w14:textId="77777777" w:rsidR="00D778DF" w:rsidRPr="00E70096" w:rsidRDefault="00D778DF" w:rsidP="00D452F4">
      <w:pPr>
        <w:pStyle w:val="Heading1"/>
      </w:pPr>
      <w:r w:rsidRPr="00E70096">
        <w:t>Addressing Table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 Subnet Mask and default gateway."/>
      </w:tblPr>
      <w:tblGrid>
        <w:gridCol w:w="1707"/>
        <w:gridCol w:w="1890"/>
        <w:gridCol w:w="2250"/>
        <w:gridCol w:w="2341"/>
        <w:gridCol w:w="1862"/>
      </w:tblGrid>
      <w:tr w:rsidR="00C32041" w:rsidRPr="00A71E85" w14:paraId="24B5E5DC" w14:textId="77777777" w:rsidTr="00465DFB">
        <w:trPr>
          <w:cantSplit/>
          <w:tblHeader/>
          <w:jc w:val="center"/>
        </w:trPr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C64415B" w14:textId="77777777" w:rsidR="00C32041" w:rsidRPr="00A71E85" w:rsidRDefault="00C32041" w:rsidP="004D2AD2">
            <w:pPr>
              <w:pStyle w:val="TableHeading"/>
            </w:pPr>
            <w:r w:rsidRPr="00A71E85">
              <w:t>Device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D2C2729" w14:textId="77777777" w:rsidR="00C32041" w:rsidRPr="00A71E85" w:rsidRDefault="00C32041" w:rsidP="004D2AD2">
            <w:pPr>
              <w:pStyle w:val="TableHeading"/>
            </w:pPr>
            <w:r w:rsidRPr="00A71E85">
              <w:t>Interface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1E72756" w14:textId="77777777" w:rsidR="00C32041" w:rsidRPr="00A71E85" w:rsidRDefault="00C32041" w:rsidP="004D2AD2">
            <w:pPr>
              <w:pStyle w:val="TableHeading"/>
            </w:pPr>
            <w:r w:rsidRPr="00A71E85">
              <w:t>IP Address</w:t>
            </w:r>
          </w:p>
        </w:tc>
        <w:tc>
          <w:tcPr>
            <w:tcW w:w="2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BDCE71B" w14:textId="77777777" w:rsidR="00C32041" w:rsidRPr="00A71E85" w:rsidRDefault="00C32041" w:rsidP="004D2AD2">
            <w:pPr>
              <w:pStyle w:val="TableHeading"/>
            </w:pPr>
            <w:r w:rsidRPr="00A71E85">
              <w:t>Subnet Mask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49AE0FB" w14:textId="77777777" w:rsidR="00C32041" w:rsidRPr="00A71E85" w:rsidRDefault="00C32041" w:rsidP="004D2AD2">
            <w:pPr>
              <w:pStyle w:val="TableHeading"/>
            </w:pPr>
            <w:r w:rsidRPr="00A71E85">
              <w:t>Default Gateway</w:t>
            </w:r>
          </w:p>
        </w:tc>
      </w:tr>
      <w:tr w:rsidR="00C32041" w:rsidRPr="00E87D62" w14:paraId="33C0D69E" w14:textId="77777777" w:rsidTr="00465DFB">
        <w:trPr>
          <w:cantSplit/>
          <w:jc w:val="center"/>
        </w:trPr>
        <w:tc>
          <w:tcPr>
            <w:tcW w:w="1707" w:type="dxa"/>
            <w:tcBorders>
              <w:bottom w:val="nil"/>
            </w:tcBorders>
            <w:vAlign w:val="center"/>
          </w:tcPr>
          <w:p w14:paraId="713FF93E" w14:textId="77777777" w:rsidR="00C32041" w:rsidRPr="00465DFB" w:rsidRDefault="00C32041" w:rsidP="00465DFB">
            <w:pPr>
              <w:pStyle w:val="TableText"/>
            </w:pPr>
            <w:r>
              <w:t>R1</w:t>
            </w:r>
          </w:p>
        </w:tc>
        <w:tc>
          <w:tcPr>
            <w:tcW w:w="1890" w:type="dxa"/>
            <w:vAlign w:val="bottom"/>
          </w:tcPr>
          <w:p w14:paraId="3E49B4F0" w14:textId="77777777" w:rsidR="00C32041" w:rsidRPr="00465DFB" w:rsidRDefault="00C32041" w:rsidP="00465DFB">
            <w:pPr>
              <w:pStyle w:val="TableText"/>
            </w:pPr>
            <w:r w:rsidRPr="00465DFB">
              <w:t>G0/0.10</w:t>
            </w:r>
          </w:p>
        </w:tc>
        <w:tc>
          <w:tcPr>
            <w:tcW w:w="2250" w:type="dxa"/>
            <w:vAlign w:val="bottom"/>
          </w:tcPr>
          <w:p w14:paraId="2CAF26F1" w14:textId="77777777" w:rsidR="00C32041" w:rsidRPr="00465DFB" w:rsidRDefault="00C32041" w:rsidP="00465DFB">
            <w:pPr>
              <w:pStyle w:val="TableText"/>
            </w:pPr>
            <w:r w:rsidRPr="00465DFB">
              <w:t>172.31.10.1</w:t>
            </w:r>
          </w:p>
        </w:tc>
        <w:tc>
          <w:tcPr>
            <w:tcW w:w="2341" w:type="dxa"/>
            <w:vAlign w:val="bottom"/>
          </w:tcPr>
          <w:p w14:paraId="5675B787" w14:textId="77777777" w:rsidR="00C32041" w:rsidRPr="00465DFB" w:rsidRDefault="00C32041" w:rsidP="00465DFB">
            <w:pPr>
              <w:pStyle w:val="TableText"/>
            </w:pPr>
            <w:r w:rsidRPr="00465DFB">
              <w:t>255.255.255.224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14:paraId="7D0E96EC" w14:textId="77777777" w:rsidR="00C32041" w:rsidRPr="00E87D62" w:rsidRDefault="00C32041" w:rsidP="004D2AD2">
            <w:pPr>
              <w:pStyle w:val="TableText"/>
            </w:pPr>
            <w:r w:rsidRPr="00E87D62">
              <w:t>N/A</w:t>
            </w:r>
          </w:p>
        </w:tc>
      </w:tr>
      <w:tr w:rsidR="00C32041" w:rsidRPr="00E87D62" w14:paraId="4D4A37B7" w14:textId="77777777" w:rsidTr="00465DFB">
        <w:trPr>
          <w:cantSplit/>
          <w:jc w:val="center"/>
        </w:trPr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14:paraId="07F6410C" w14:textId="77777777" w:rsidR="00C32041" w:rsidRPr="00746538" w:rsidRDefault="00C32041" w:rsidP="00465DFB">
            <w:pPr>
              <w:pStyle w:val="ConfigWindow"/>
            </w:pPr>
            <w:r w:rsidRPr="00746538">
              <w:t>R1</w:t>
            </w:r>
          </w:p>
        </w:tc>
        <w:tc>
          <w:tcPr>
            <w:tcW w:w="1890" w:type="dxa"/>
            <w:vAlign w:val="bottom"/>
          </w:tcPr>
          <w:p w14:paraId="0D2A0E14" w14:textId="77777777" w:rsidR="00C32041" w:rsidRPr="00465DFB" w:rsidRDefault="00C32041" w:rsidP="00465DFB">
            <w:pPr>
              <w:pStyle w:val="TableText"/>
            </w:pPr>
            <w:r w:rsidRPr="00465DFB">
              <w:t>G0/0.20</w:t>
            </w:r>
          </w:p>
        </w:tc>
        <w:tc>
          <w:tcPr>
            <w:tcW w:w="2250" w:type="dxa"/>
            <w:vAlign w:val="bottom"/>
          </w:tcPr>
          <w:p w14:paraId="216AC8E5" w14:textId="77777777" w:rsidR="00C32041" w:rsidRPr="00465DFB" w:rsidRDefault="00C32041" w:rsidP="00465DFB">
            <w:pPr>
              <w:pStyle w:val="TableText"/>
            </w:pPr>
            <w:r w:rsidRPr="00465DFB">
              <w:t>172.31.20.1</w:t>
            </w:r>
          </w:p>
        </w:tc>
        <w:tc>
          <w:tcPr>
            <w:tcW w:w="2341" w:type="dxa"/>
            <w:vAlign w:val="bottom"/>
          </w:tcPr>
          <w:p w14:paraId="18A9B270" w14:textId="77777777" w:rsidR="00C32041" w:rsidRPr="00465DFB" w:rsidRDefault="00C32041" w:rsidP="00465DFB">
            <w:pPr>
              <w:pStyle w:val="TableText"/>
            </w:pPr>
            <w:r w:rsidRPr="00465DFB">
              <w:t>255.255.255.240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14:paraId="412F43D6" w14:textId="77777777" w:rsidR="00C32041" w:rsidRPr="00E87D62" w:rsidRDefault="00C32041" w:rsidP="00465DFB">
            <w:pPr>
              <w:pStyle w:val="ConfigWindow"/>
            </w:pPr>
            <w:r>
              <w:t>N/A</w:t>
            </w:r>
          </w:p>
        </w:tc>
      </w:tr>
      <w:tr w:rsidR="00C32041" w14:paraId="191B2C71" w14:textId="77777777" w:rsidTr="00465DFB">
        <w:trPr>
          <w:cantSplit/>
          <w:jc w:val="center"/>
        </w:trPr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14:paraId="3348528E" w14:textId="77777777" w:rsidR="00C32041" w:rsidRPr="00746538" w:rsidRDefault="00C32041" w:rsidP="00465DFB">
            <w:pPr>
              <w:pStyle w:val="ConfigWindow"/>
            </w:pPr>
            <w:r w:rsidRPr="00746538">
              <w:t>R1</w:t>
            </w:r>
          </w:p>
        </w:tc>
        <w:tc>
          <w:tcPr>
            <w:tcW w:w="1890" w:type="dxa"/>
            <w:vAlign w:val="bottom"/>
          </w:tcPr>
          <w:p w14:paraId="7893DAB6" w14:textId="77777777" w:rsidR="00C32041" w:rsidRPr="00465DFB" w:rsidRDefault="00C32041" w:rsidP="00465DFB">
            <w:pPr>
              <w:pStyle w:val="TableText"/>
            </w:pPr>
            <w:r w:rsidRPr="00465DFB">
              <w:t>G0/0.30</w:t>
            </w:r>
          </w:p>
        </w:tc>
        <w:tc>
          <w:tcPr>
            <w:tcW w:w="2250" w:type="dxa"/>
            <w:vAlign w:val="bottom"/>
          </w:tcPr>
          <w:p w14:paraId="5B3A831C" w14:textId="77777777" w:rsidR="00C32041" w:rsidRPr="00465DFB" w:rsidRDefault="00C32041" w:rsidP="00465DFB">
            <w:pPr>
              <w:pStyle w:val="TableText"/>
            </w:pPr>
            <w:r w:rsidRPr="00465DFB">
              <w:t>172.31.30.1</w:t>
            </w:r>
          </w:p>
        </w:tc>
        <w:tc>
          <w:tcPr>
            <w:tcW w:w="2341" w:type="dxa"/>
            <w:vAlign w:val="bottom"/>
          </w:tcPr>
          <w:p w14:paraId="6EC4A0E9" w14:textId="77777777" w:rsidR="00C32041" w:rsidRPr="00465DFB" w:rsidRDefault="00C32041" w:rsidP="00465DFB">
            <w:pPr>
              <w:pStyle w:val="TableText"/>
            </w:pPr>
            <w:r w:rsidRPr="00465DFB">
              <w:t>255.255.255.128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14:paraId="085DFF63" w14:textId="77777777" w:rsidR="00C32041" w:rsidRDefault="00C32041" w:rsidP="00465DFB">
            <w:pPr>
              <w:pStyle w:val="ConfigWindow"/>
            </w:pPr>
            <w:r>
              <w:t>N/A</w:t>
            </w:r>
          </w:p>
        </w:tc>
      </w:tr>
      <w:tr w:rsidR="00C32041" w14:paraId="564E0F3A" w14:textId="77777777" w:rsidTr="00465DFB">
        <w:trPr>
          <w:cantSplit/>
          <w:jc w:val="center"/>
        </w:trPr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14:paraId="4284BCB9" w14:textId="77777777" w:rsidR="00C32041" w:rsidRPr="00746538" w:rsidRDefault="00C32041" w:rsidP="00465DFB">
            <w:pPr>
              <w:pStyle w:val="ConfigWindow"/>
            </w:pPr>
            <w:r w:rsidRPr="00746538">
              <w:t>R1</w:t>
            </w:r>
          </w:p>
        </w:tc>
        <w:tc>
          <w:tcPr>
            <w:tcW w:w="1890" w:type="dxa"/>
            <w:vAlign w:val="bottom"/>
          </w:tcPr>
          <w:p w14:paraId="7948DE98" w14:textId="77777777" w:rsidR="00C32041" w:rsidRPr="00465DFB" w:rsidRDefault="00C32041" w:rsidP="00465DFB">
            <w:pPr>
              <w:pStyle w:val="TableText"/>
            </w:pPr>
            <w:r w:rsidRPr="00465DFB">
              <w:t>G0/0.40</w:t>
            </w:r>
          </w:p>
        </w:tc>
        <w:tc>
          <w:tcPr>
            <w:tcW w:w="2250" w:type="dxa"/>
            <w:vAlign w:val="bottom"/>
          </w:tcPr>
          <w:p w14:paraId="7B9061CE" w14:textId="77777777" w:rsidR="00C32041" w:rsidRPr="00465DFB" w:rsidRDefault="00C32041" w:rsidP="00465DFB">
            <w:pPr>
              <w:pStyle w:val="TableText"/>
            </w:pPr>
            <w:r w:rsidRPr="00465DFB">
              <w:t>172.31.40.1</w:t>
            </w:r>
          </w:p>
        </w:tc>
        <w:tc>
          <w:tcPr>
            <w:tcW w:w="2341" w:type="dxa"/>
            <w:vAlign w:val="bottom"/>
          </w:tcPr>
          <w:p w14:paraId="6D050DF3" w14:textId="77777777" w:rsidR="00C32041" w:rsidRPr="00465DFB" w:rsidRDefault="00C32041" w:rsidP="00465DFB">
            <w:pPr>
              <w:pStyle w:val="TableText"/>
            </w:pPr>
            <w:r w:rsidRPr="00465DFB">
              <w:t>255.255.255.192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14:paraId="75F515B1" w14:textId="77777777" w:rsidR="00C32041" w:rsidRDefault="00C32041" w:rsidP="00465DFB">
            <w:pPr>
              <w:pStyle w:val="ConfigWindow"/>
            </w:pPr>
            <w:r>
              <w:t>N/A</w:t>
            </w:r>
          </w:p>
        </w:tc>
      </w:tr>
      <w:tr w:rsidR="00C32041" w:rsidRPr="00E87D62" w14:paraId="6DB5C4C7" w14:textId="77777777" w:rsidTr="00465DFB">
        <w:trPr>
          <w:cantSplit/>
          <w:jc w:val="center"/>
        </w:trPr>
        <w:tc>
          <w:tcPr>
            <w:tcW w:w="1707" w:type="dxa"/>
            <w:tcBorders>
              <w:top w:val="nil"/>
            </w:tcBorders>
            <w:vAlign w:val="bottom"/>
          </w:tcPr>
          <w:p w14:paraId="0BAAFB84" w14:textId="77777777" w:rsidR="00C32041" w:rsidRPr="00746538" w:rsidRDefault="00C32041" w:rsidP="00465DFB">
            <w:pPr>
              <w:pStyle w:val="ConfigWindow"/>
            </w:pPr>
            <w:r w:rsidRPr="00746538">
              <w:t>R1</w:t>
            </w:r>
          </w:p>
        </w:tc>
        <w:tc>
          <w:tcPr>
            <w:tcW w:w="1890" w:type="dxa"/>
            <w:vAlign w:val="bottom"/>
          </w:tcPr>
          <w:p w14:paraId="397FA975" w14:textId="77777777" w:rsidR="00C32041" w:rsidRPr="00465DFB" w:rsidRDefault="00C32041" w:rsidP="00465DFB">
            <w:pPr>
              <w:pStyle w:val="TableText"/>
            </w:pPr>
            <w:r w:rsidRPr="00465DFB">
              <w:t>G0/1</w:t>
            </w:r>
          </w:p>
        </w:tc>
        <w:tc>
          <w:tcPr>
            <w:tcW w:w="2250" w:type="dxa"/>
            <w:vAlign w:val="bottom"/>
          </w:tcPr>
          <w:p w14:paraId="7194B150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2341" w:type="dxa"/>
            <w:vAlign w:val="bottom"/>
          </w:tcPr>
          <w:p w14:paraId="706332A9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1862" w:type="dxa"/>
            <w:tcBorders>
              <w:top w:val="nil"/>
            </w:tcBorders>
            <w:vAlign w:val="bottom"/>
          </w:tcPr>
          <w:p w14:paraId="289B6D1D" w14:textId="77777777" w:rsidR="00C32041" w:rsidRPr="00E87D62" w:rsidRDefault="00C32041" w:rsidP="00465DFB">
            <w:pPr>
              <w:pStyle w:val="ConfigWindow"/>
            </w:pPr>
            <w:r w:rsidRPr="00E87D62">
              <w:t>N/A</w:t>
            </w:r>
          </w:p>
        </w:tc>
      </w:tr>
      <w:tr w:rsidR="00C32041" w:rsidRPr="00E87D62" w14:paraId="022395B7" w14:textId="77777777" w:rsidTr="00465DFB">
        <w:trPr>
          <w:cantSplit/>
          <w:jc w:val="center"/>
        </w:trPr>
        <w:tc>
          <w:tcPr>
            <w:tcW w:w="1707" w:type="dxa"/>
            <w:vAlign w:val="bottom"/>
          </w:tcPr>
          <w:p w14:paraId="714AFEED" w14:textId="77777777" w:rsidR="00C32041" w:rsidRPr="00465DFB" w:rsidRDefault="00C32041" w:rsidP="00465DFB">
            <w:pPr>
              <w:pStyle w:val="TableText"/>
            </w:pPr>
            <w:r w:rsidRPr="00465DFB">
              <w:t>PC1</w:t>
            </w:r>
          </w:p>
        </w:tc>
        <w:tc>
          <w:tcPr>
            <w:tcW w:w="1890" w:type="dxa"/>
            <w:vAlign w:val="bottom"/>
          </w:tcPr>
          <w:p w14:paraId="6522B505" w14:textId="77777777" w:rsidR="00C32041" w:rsidRPr="00465DFB" w:rsidRDefault="00C32041" w:rsidP="00465DFB">
            <w:pPr>
              <w:pStyle w:val="TableText"/>
            </w:pPr>
            <w:r w:rsidRPr="00465DFB">
              <w:t>NIC</w:t>
            </w:r>
          </w:p>
        </w:tc>
        <w:tc>
          <w:tcPr>
            <w:tcW w:w="2250" w:type="dxa"/>
            <w:vAlign w:val="bottom"/>
          </w:tcPr>
          <w:p w14:paraId="7F876272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2341" w:type="dxa"/>
            <w:vAlign w:val="bottom"/>
          </w:tcPr>
          <w:p w14:paraId="07D8A342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1862" w:type="dxa"/>
            <w:vAlign w:val="bottom"/>
          </w:tcPr>
          <w:p w14:paraId="1CFBC790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</w:tr>
      <w:tr w:rsidR="00C32041" w:rsidRPr="00ED1D1A" w14:paraId="382FF23F" w14:textId="77777777" w:rsidTr="00465DFB">
        <w:trPr>
          <w:cantSplit/>
          <w:jc w:val="center"/>
        </w:trPr>
        <w:tc>
          <w:tcPr>
            <w:tcW w:w="1707" w:type="dxa"/>
            <w:vAlign w:val="bottom"/>
          </w:tcPr>
          <w:p w14:paraId="2A333C03" w14:textId="77777777" w:rsidR="00C32041" w:rsidRPr="00465DFB" w:rsidRDefault="00C32041" w:rsidP="00465DFB">
            <w:pPr>
              <w:pStyle w:val="TableText"/>
            </w:pPr>
            <w:r w:rsidRPr="00465DFB">
              <w:t>PC2</w:t>
            </w:r>
          </w:p>
        </w:tc>
        <w:tc>
          <w:tcPr>
            <w:tcW w:w="1890" w:type="dxa"/>
            <w:vAlign w:val="bottom"/>
          </w:tcPr>
          <w:p w14:paraId="0A921138" w14:textId="77777777" w:rsidR="00C32041" w:rsidRPr="00465DFB" w:rsidRDefault="00C32041" w:rsidP="00465DFB">
            <w:pPr>
              <w:pStyle w:val="TableText"/>
            </w:pPr>
            <w:r w:rsidRPr="00465DFB">
              <w:t>NIC</w:t>
            </w:r>
          </w:p>
        </w:tc>
        <w:tc>
          <w:tcPr>
            <w:tcW w:w="2250" w:type="dxa"/>
          </w:tcPr>
          <w:p w14:paraId="20AB3875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2341" w:type="dxa"/>
          </w:tcPr>
          <w:p w14:paraId="63A1B34C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1862" w:type="dxa"/>
          </w:tcPr>
          <w:p w14:paraId="4D685FCC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</w:tr>
      <w:tr w:rsidR="00C32041" w:rsidRPr="00ED1D1A" w14:paraId="0A76D4C7" w14:textId="77777777" w:rsidTr="00465DFB">
        <w:trPr>
          <w:cantSplit/>
          <w:jc w:val="center"/>
        </w:trPr>
        <w:tc>
          <w:tcPr>
            <w:tcW w:w="1707" w:type="dxa"/>
            <w:vAlign w:val="bottom"/>
          </w:tcPr>
          <w:p w14:paraId="226D2C43" w14:textId="77777777" w:rsidR="00C32041" w:rsidRPr="00465DFB" w:rsidRDefault="00C32041" w:rsidP="00465DFB">
            <w:pPr>
              <w:pStyle w:val="TableText"/>
            </w:pPr>
            <w:r w:rsidRPr="00465DFB">
              <w:t>PC3</w:t>
            </w:r>
          </w:p>
        </w:tc>
        <w:tc>
          <w:tcPr>
            <w:tcW w:w="1890" w:type="dxa"/>
            <w:vAlign w:val="bottom"/>
          </w:tcPr>
          <w:p w14:paraId="5147C3DB" w14:textId="77777777" w:rsidR="00C32041" w:rsidRPr="00465DFB" w:rsidRDefault="00C32041" w:rsidP="00465DFB">
            <w:pPr>
              <w:pStyle w:val="TableText"/>
            </w:pPr>
            <w:r w:rsidRPr="00465DFB">
              <w:t>NIC</w:t>
            </w:r>
          </w:p>
        </w:tc>
        <w:tc>
          <w:tcPr>
            <w:tcW w:w="2250" w:type="dxa"/>
          </w:tcPr>
          <w:p w14:paraId="49318745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2341" w:type="dxa"/>
          </w:tcPr>
          <w:p w14:paraId="0C1F2C53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1862" w:type="dxa"/>
          </w:tcPr>
          <w:p w14:paraId="22F41FDB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</w:tr>
      <w:tr w:rsidR="00C32041" w:rsidRPr="00ED1D1A" w14:paraId="08687B63" w14:textId="77777777" w:rsidTr="00465DFB">
        <w:trPr>
          <w:cantSplit/>
          <w:jc w:val="center"/>
        </w:trPr>
        <w:tc>
          <w:tcPr>
            <w:tcW w:w="1707" w:type="dxa"/>
            <w:vAlign w:val="bottom"/>
          </w:tcPr>
          <w:p w14:paraId="0BCD7CF6" w14:textId="77777777" w:rsidR="00C32041" w:rsidRPr="00465DFB" w:rsidRDefault="00C32041" w:rsidP="00465DFB">
            <w:pPr>
              <w:pStyle w:val="TableText"/>
            </w:pPr>
            <w:r w:rsidRPr="00465DFB">
              <w:t>PC4</w:t>
            </w:r>
          </w:p>
        </w:tc>
        <w:tc>
          <w:tcPr>
            <w:tcW w:w="1890" w:type="dxa"/>
            <w:vAlign w:val="bottom"/>
          </w:tcPr>
          <w:p w14:paraId="653F925A" w14:textId="77777777" w:rsidR="00C32041" w:rsidRPr="00465DFB" w:rsidRDefault="00C32041" w:rsidP="00465DFB">
            <w:pPr>
              <w:pStyle w:val="TableText"/>
            </w:pPr>
            <w:r w:rsidRPr="00465DFB">
              <w:t>NIC</w:t>
            </w:r>
          </w:p>
        </w:tc>
        <w:tc>
          <w:tcPr>
            <w:tcW w:w="2250" w:type="dxa"/>
          </w:tcPr>
          <w:p w14:paraId="52DE6E3F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2341" w:type="dxa"/>
          </w:tcPr>
          <w:p w14:paraId="3A3841C7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  <w:tc>
          <w:tcPr>
            <w:tcW w:w="1862" w:type="dxa"/>
          </w:tcPr>
          <w:p w14:paraId="1B402F6F" w14:textId="77777777" w:rsidR="00C32041" w:rsidRPr="00465DFB" w:rsidRDefault="00C32041" w:rsidP="00465DFB">
            <w:pPr>
              <w:pStyle w:val="TableText"/>
            </w:pPr>
            <w:r w:rsidRPr="00465DFB">
              <w:t>DHCP Assigned</w:t>
            </w:r>
          </w:p>
        </w:tc>
      </w:tr>
    </w:tbl>
    <w:p w14:paraId="2B523213" w14:textId="77777777" w:rsidR="00465DFB" w:rsidRDefault="00465DFB" w:rsidP="00D452F4">
      <w:pPr>
        <w:pStyle w:val="Heading1"/>
      </w:pPr>
      <w:r>
        <w:t>VLAN Port Assignments and DHCP Information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lists Ports, VLAN Number - Name, DHCP Pool Name, and Network.&#10;"/>
      </w:tblPr>
      <w:tblGrid>
        <w:gridCol w:w="2067"/>
        <w:gridCol w:w="3330"/>
        <w:gridCol w:w="2430"/>
        <w:gridCol w:w="2120"/>
      </w:tblGrid>
      <w:tr w:rsidR="00465DFB" w:rsidRPr="00796E49" w14:paraId="5DC6FA92" w14:textId="77777777" w:rsidTr="00465DFB">
        <w:trPr>
          <w:cantSplit/>
          <w:tblHeader/>
          <w:jc w:val="center"/>
        </w:trPr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B57C3B8" w14:textId="77777777" w:rsidR="00465DFB" w:rsidRPr="00465DFB" w:rsidRDefault="00465DFB" w:rsidP="00465DFB">
            <w:pPr>
              <w:pStyle w:val="TableHeading"/>
            </w:pPr>
            <w:r w:rsidRPr="00465DFB">
              <w:t>Ports</w:t>
            </w:r>
          </w:p>
        </w:tc>
        <w:tc>
          <w:tcPr>
            <w:tcW w:w="3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FC21E4" w14:textId="77777777" w:rsidR="00465DFB" w:rsidRPr="00465DFB" w:rsidRDefault="00465DFB" w:rsidP="00465DFB">
            <w:pPr>
              <w:pStyle w:val="TableHeading"/>
            </w:pPr>
            <w:r w:rsidRPr="00465DFB">
              <w:t>VLAN Number - Name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23ACFC93" w14:textId="77777777" w:rsidR="00465DFB" w:rsidRPr="00465DFB" w:rsidRDefault="00465DFB" w:rsidP="00465DFB">
            <w:pPr>
              <w:pStyle w:val="TableHeading"/>
            </w:pPr>
            <w:r w:rsidRPr="00465DFB">
              <w:t>DHCP Pool Name</w:t>
            </w:r>
          </w:p>
        </w:tc>
        <w:tc>
          <w:tcPr>
            <w:tcW w:w="2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E625796" w14:textId="77777777" w:rsidR="00465DFB" w:rsidRPr="00465DFB" w:rsidRDefault="00465DFB" w:rsidP="00465DFB">
            <w:pPr>
              <w:pStyle w:val="TableHeading"/>
            </w:pPr>
            <w:r w:rsidRPr="00465DFB">
              <w:t>Network</w:t>
            </w:r>
          </w:p>
        </w:tc>
      </w:tr>
      <w:tr w:rsidR="00465DFB" w14:paraId="72FB26A9" w14:textId="77777777" w:rsidTr="00465DFB">
        <w:trPr>
          <w:cantSplit/>
          <w:jc w:val="center"/>
        </w:trPr>
        <w:tc>
          <w:tcPr>
            <w:tcW w:w="2067" w:type="dxa"/>
            <w:shd w:val="clear" w:color="auto" w:fill="auto"/>
            <w:vAlign w:val="bottom"/>
          </w:tcPr>
          <w:p w14:paraId="35878E27" w14:textId="77777777" w:rsidR="00465DFB" w:rsidRPr="00465DFB" w:rsidRDefault="00465DFB" w:rsidP="00465DFB">
            <w:pPr>
              <w:pStyle w:val="TableText"/>
            </w:pPr>
            <w:r w:rsidRPr="00465DFB">
              <w:t>F0/5 - F0/9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2C654337" w14:textId="77777777" w:rsidR="00465DFB" w:rsidRPr="00465DFB" w:rsidRDefault="00465DFB" w:rsidP="00465DFB">
            <w:pPr>
              <w:pStyle w:val="TableText"/>
            </w:pPr>
            <w:r w:rsidRPr="00465DFB">
              <w:t>VLAN 10 - Sales</w:t>
            </w:r>
          </w:p>
        </w:tc>
        <w:tc>
          <w:tcPr>
            <w:tcW w:w="2430" w:type="dxa"/>
          </w:tcPr>
          <w:p w14:paraId="43D04EAD" w14:textId="77777777" w:rsidR="00465DFB" w:rsidRPr="00465DFB" w:rsidRDefault="00465DFB" w:rsidP="00465DFB">
            <w:pPr>
              <w:pStyle w:val="TableText"/>
            </w:pPr>
            <w:r w:rsidRPr="00465DFB">
              <w:t>VLAN_10</w:t>
            </w:r>
          </w:p>
        </w:tc>
        <w:tc>
          <w:tcPr>
            <w:tcW w:w="2120" w:type="dxa"/>
            <w:shd w:val="clear" w:color="auto" w:fill="auto"/>
            <w:vAlign w:val="bottom"/>
          </w:tcPr>
          <w:p w14:paraId="29671772" w14:textId="77777777" w:rsidR="00465DFB" w:rsidRPr="00465DFB" w:rsidRDefault="00465DFB" w:rsidP="00465DFB">
            <w:pPr>
              <w:pStyle w:val="TableText"/>
            </w:pPr>
            <w:r w:rsidRPr="00465DFB">
              <w:t>172.31.10.0/27</w:t>
            </w:r>
          </w:p>
        </w:tc>
      </w:tr>
      <w:tr w:rsidR="00465DFB" w14:paraId="01439AD4" w14:textId="77777777" w:rsidTr="00465DFB">
        <w:trPr>
          <w:cantSplit/>
          <w:jc w:val="center"/>
        </w:trPr>
        <w:tc>
          <w:tcPr>
            <w:tcW w:w="2067" w:type="dxa"/>
            <w:shd w:val="clear" w:color="auto" w:fill="auto"/>
            <w:vAlign w:val="bottom"/>
          </w:tcPr>
          <w:p w14:paraId="28070EB7" w14:textId="77777777" w:rsidR="00465DFB" w:rsidRPr="00465DFB" w:rsidRDefault="00465DFB" w:rsidP="00465DFB">
            <w:pPr>
              <w:pStyle w:val="TableText"/>
            </w:pPr>
            <w:r w:rsidRPr="00465DFB">
              <w:t>F0/10 - F0/14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31CC5CEC" w14:textId="77777777" w:rsidR="00465DFB" w:rsidRPr="00465DFB" w:rsidRDefault="00465DFB" w:rsidP="00465DFB">
            <w:pPr>
              <w:pStyle w:val="TableText"/>
            </w:pPr>
            <w:r w:rsidRPr="00465DFB">
              <w:t>VLAN 20 - Production</w:t>
            </w:r>
          </w:p>
        </w:tc>
        <w:tc>
          <w:tcPr>
            <w:tcW w:w="2430" w:type="dxa"/>
          </w:tcPr>
          <w:p w14:paraId="0815866E" w14:textId="77777777" w:rsidR="00465DFB" w:rsidRPr="00465DFB" w:rsidRDefault="00465DFB" w:rsidP="00465DFB">
            <w:pPr>
              <w:pStyle w:val="TableText"/>
            </w:pPr>
            <w:r w:rsidRPr="00465DFB">
              <w:t>VLAN_20</w:t>
            </w:r>
          </w:p>
        </w:tc>
        <w:tc>
          <w:tcPr>
            <w:tcW w:w="2120" w:type="dxa"/>
            <w:shd w:val="clear" w:color="auto" w:fill="auto"/>
            <w:vAlign w:val="bottom"/>
          </w:tcPr>
          <w:p w14:paraId="3CD2E262" w14:textId="77777777" w:rsidR="00465DFB" w:rsidRPr="00465DFB" w:rsidRDefault="00465DFB" w:rsidP="00465DFB">
            <w:pPr>
              <w:pStyle w:val="TableText"/>
            </w:pPr>
            <w:r w:rsidRPr="00465DFB">
              <w:t>172.31.20.0/28</w:t>
            </w:r>
          </w:p>
        </w:tc>
      </w:tr>
      <w:tr w:rsidR="00465DFB" w14:paraId="16192088" w14:textId="77777777" w:rsidTr="00465DFB">
        <w:trPr>
          <w:cantSplit/>
          <w:jc w:val="center"/>
        </w:trPr>
        <w:tc>
          <w:tcPr>
            <w:tcW w:w="2067" w:type="dxa"/>
            <w:shd w:val="clear" w:color="auto" w:fill="auto"/>
            <w:vAlign w:val="bottom"/>
          </w:tcPr>
          <w:p w14:paraId="19976699" w14:textId="77777777" w:rsidR="00465DFB" w:rsidRPr="00465DFB" w:rsidRDefault="00465DFB" w:rsidP="00465DFB">
            <w:pPr>
              <w:pStyle w:val="TableText"/>
            </w:pPr>
            <w:r w:rsidRPr="00465DFB">
              <w:t>F0/15 - F0/19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6047BC2B" w14:textId="77777777" w:rsidR="00465DFB" w:rsidRPr="00465DFB" w:rsidRDefault="00465DFB" w:rsidP="00465DFB">
            <w:pPr>
              <w:pStyle w:val="TableText"/>
            </w:pPr>
            <w:r w:rsidRPr="00465DFB">
              <w:t>VLAN 30 - Marketing</w:t>
            </w:r>
          </w:p>
        </w:tc>
        <w:tc>
          <w:tcPr>
            <w:tcW w:w="2430" w:type="dxa"/>
          </w:tcPr>
          <w:p w14:paraId="3B0AB8FE" w14:textId="77777777" w:rsidR="00465DFB" w:rsidRPr="00465DFB" w:rsidRDefault="00465DFB" w:rsidP="00465DFB">
            <w:pPr>
              <w:pStyle w:val="TableText"/>
            </w:pPr>
            <w:r w:rsidRPr="00465DFB">
              <w:t>VLAN_30</w:t>
            </w:r>
          </w:p>
        </w:tc>
        <w:tc>
          <w:tcPr>
            <w:tcW w:w="2120" w:type="dxa"/>
            <w:shd w:val="clear" w:color="auto" w:fill="auto"/>
            <w:vAlign w:val="bottom"/>
          </w:tcPr>
          <w:p w14:paraId="2567B1B5" w14:textId="77777777" w:rsidR="00465DFB" w:rsidRPr="00465DFB" w:rsidRDefault="00465DFB" w:rsidP="00465DFB">
            <w:pPr>
              <w:pStyle w:val="TableText"/>
            </w:pPr>
            <w:r w:rsidRPr="00465DFB">
              <w:t>172.31.30.0/25</w:t>
            </w:r>
          </w:p>
        </w:tc>
      </w:tr>
      <w:tr w:rsidR="00465DFB" w14:paraId="4AFD2B40" w14:textId="77777777" w:rsidTr="00465DFB">
        <w:trPr>
          <w:cantSplit/>
          <w:jc w:val="center"/>
        </w:trPr>
        <w:tc>
          <w:tcPr>
            <w:tcW w:w="2067" w:type="dxa"/>
            <w:shd w:val="clear" w:color="auto" w:fill="auto"/>
            <w:vAlign w:val="bottom"/>
          </w:tcPr>
          <w:p w14:paraId="5D01C896" w14:textId="77777777" w:rsidR="00465DFB" w:rsidRPr="00465DFB" w:rsidRDefault="00465DFB" w:rsidP="00465DFB">
            <w:pPr>
              <w:pStyle w:val="TableText"/>
            </w:pPr>
            <w:r w:rsidRPr="00465DFB">
              <w:t>F0/20 - F0/24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287911C3" w14:textId="77777777" w:rsidR="00465DFB" w:rsidRPr="00465DFB" w:rsidRDefault="00465DFB" w:rsidP="00465DFB">
            <w:pPr>
              <w:pStyle w:val="TableText"/>
            </w:pPr>
            <w:r w:rsidRPr="00465DFB">
              <w:t>VLAN 40 - HR</w:t>
            </w:r>
          </w:p>
        </w:tc>
        <w:tc>
          <w:tcPr>
            <w:tcW w:w="2430" w:type="dxa"/>
          </w:tcPr>
          <w:p w14:paraId="47AB3590" w14:textId="77777777" w:rsidR="00465DFB" w:rsidRPr="00465DFB" w:rsidRDefault="00465DFB" w:rsidP="00465DFB">
            <w:pPr>
              <w:pStyle w:val="TableText"/>
            </w:pPr>
            <w:r w:rsidRPr="00465DFB">
              <w:t>VLAN_40</w:t>
            </w:r>
          </w:p>
        </w:tc>
        <w:tc>
          <w:tcPr>
            <w:tcW w:w="2120" w:type="dxa"/>
            <w:shd w:val="clear" w:color="auto" w:fill="auto"/>
            <w:vAlign w:val="bottom"/>
          </w:tcPr>
          <w:p w14:paraId="0E32B958" w14:textId="77777777" w:rsidR="00465DFB" w:rsidRPr="00465DFB" w:rsidRDefault="00465DFB" w:rsidP="00465DFB">
            <w:pPr>
              <w:pStyle w:val="TableText"/>
            </w:pPr>
            <w:r w:rsidRPr="00465DFB">
              <w:t>172.31.40.0/26</w:t>
            </w:r>
          </w:p>
        </w:tc>
      </w:tr>
    </w:tbl>
    <w:p w14:paraId="6D711E9F" w14:textId="77777777" w:rsidR="00D778DF" w:rsidRPr="00E70096" w:rsidRDefault="00465DFB" w:rsidP="00D452F4">
      <w:pPr>
        <w:pStyle w:val="Heading1"/>
      </w:pPr>
      <w:r>
        <w:t>Scenario</w:t>
      </w:r>
    </w:p>
    <w:p w14:paraId="27B0BAF1" w14:textId="77777777" w:rsidR="00465DFB" w:rsidRDefault="00465DFB" w:rsidP="00465DFB">
      <w:pPr>
        <w:pStyle w:val="BodyTextL25"/>
      </w:pPr>
      <w:r>
        <w:t>In this activity, you will configure VLANs, trunks, DHCP Server pools, and configure a router as a DHCP client.</w:t>
      </w:r>
    </w:p>
    <w:p w14:paraId="420068B9" w14:textId="77777777" w:rsidR="00D778DF" w:rsidRDefault="00465DFB" w:rsidP="00465DFB">
      <w:pPr>
        <w:pStyle w:val="Heading1"/>
      </w:pPr>
      <w:r>
        <w:t>Requirements</w:t>
      </w:r>
    </w:p>
    <w:p w14:paraId="24BE4B63" w14:textId="77777777" w:rsidR="00465DFB" w:rsidRDefault="00465DFB" w:rsidP="00465DFB">
      <w:pPr>
        <w:pStyle w:val="BodyTextL25"/>
      </w:pPr>
      <w:r>
        <w:t>Using the information in the tables above, implement the following requirements:</w:t>
      </w:r>
    </w:p>
    <w:p w14:paraId="335EE810" w14:textId="77777777" w:rsidR="00465DFB" w:rsidRDefault="00465DFB" w:rsidP="00465DFB">
      <w:pPr>
        <w:pStyle w:val="Bulletlevel1"/>
      </w:pPr>
      <w:r>
        <w:t xml:space="preserve">Configure VLANs and </w:t>
      </w:r>
      <w:proofErr w:type="spellStart"/>
      <w:r>
        <w:t>trunking</w:t>
      </w:r>
      <w:proofErr w:type="spellEnd"/>
      <w:r>
        <w:t>.</w:t>
      </w:r>
    </w:p>
    <w:p w14:paraId="5AF97225" w14:textId="77777777" w:rsidR="00465DFB" w:rsidRDefault="00465DFB" w:rsidP="00465DFB">
      <w:pPr>
        <w:pStyle w:val="Bulletlevel2"/>
      </w:pPr>
      <w:r>
        <w:t xml:space="preserve">Create VLANs on </w:t>
      </w:r>
      <w:r w:rsidRPr="00011039">
        <w:rPr>
          <w:b/>
        </w:rPr>
        <w:t>S2</w:t>
      </w:r>
      <w:r>
        <w:t xml:space="preserve"> and assign VLANs to appropriate ports. Names are case-sensitive</w:t>
      </w:r>
    </w:p>
    <w:p w14:paraId="2E9CE875" w14:textId="77777777" w:rsidR="00465DFB" w:rsidRDefault="00465DFB" w:rsidP="00465DFB">
      <w:pPr>
        <w:pStyle w:val="Bulletlevel2"/>
      </w:pPr>
      <w:r>
        <w:t xml:space="preserve">Configure </w:t>
      </w:r>
      <w:r w:rsidRPr="00011039">
        <w:rPr>
          <w:b/>
        </w:rPr>
        <w:t>S2</w:t>
      </w:r>
      <w:r>
        <w:t xml:space="preserve"> ports for static </w:t>
      </w:r>
      <w:proofErr w:type="spellStart"/>
      <w:r>
        <w:t>trunking</w:t>
      </w:r>
      <w:proofErr w:type="spellEnd"/>
      <w:r>
        <w:t>.</w:t>
      </w:r>
    </w:p>
    <w:p w14:paraId="548EA360" w14:textId="77777777" w:rsidR="00465DFB" w:rsidRDefault="00465DFB" w:rsidP="00465DFB">
      <w:pPr>
        <w:pStyle w:val="Bulletlevel2"/>
      </w:pPr>
      <w:r>
        <w:t xml:space="preserve">Configure all non-trunk ports on </w:t>
      </w:r>
      <w:r>
        <w:rPr>
          <w:b/>
        </w:rPr>
        <w:t>S2</w:t>
      </w:r>
      <w:r>
        <w:t xml:space="preserve"> as static access ports.</w:t>
      </w:r>
    </w:p>
    <w:p w14:paraId="7F1E6FAA" w14:textId="77777777" w:rsidR="00465DFB" w:rsidRDefault="00465DFB" w:rsidP="00465DFB">
      <w:pPr>
        <w:pStyle w:val="Bulletlevel1"/>
      </w:pPr>
      <w:r>
        <w:t xml:space="preserve">Configure </w:t>
      </w:r>
      <w:r w:rsidRPr="007D4A76">
        <w:rPr>
          <w:b/>
        </w:rPr>
        <w:t>R1</w:t>
      </w:r>
      <w:r>
        <w:t xml:space="preserve"> to route between VLANs. </w:t>
      </w:r>
      <w:proofErr w:type="spellStart"/>
      <w:r>
        <w:t>Subinterface</w:t>
      </w:r>
      <w:proofErr w:type="spellEnd"/>
      <w:r>
        <w:t xml:space="preserve"> numbers should match the VLAN number.</w:t>
      </w:r>
    </w:p>
    <w:p w14:paraId="4DAECC23" w14:textId="77777777" w:rsidR="00465DFB" w:rsidRDefault="00465DFB" w:rsidP="00465DFB">
      <w:pPr>
        <w:pStyle w:val="Bulletlevel1"/>
      </w:pPr>
      <w:r>
        <w:t xml:space="preserve">Configure </w:t>
      </w:r>
      <w:r w:rsidRPr="00011039">
        <w:rPr>
          <w:b/>
        </w:rPr>
        <w:t>R1</w:t>
      </w:r>
      <w:r>
        <w:t xml:space="preserve"> to act as a DHCP server for the VLANs attached to S2.</w:t>
      </w:r>
    </w:p>
    <w:p w14:paraId="45DA2C76" w14:textId="77777777" w:rsidR="00465DFB" w:rsidRPr="00465DFB" w:rsidRDefault="00465DFB" w:rsidP="00465DFB">
      <w:pPr>
        <w:pStyle w:val="Bulletlevel2"/>
      </w:pPr>
      <w:r>
        <w:lastRenderedPageBreak/>
        <w:t>Create a DHCP pool for ea</w:t>
      </w:r>
      <w:r w:rsidRPr="00465DFB">
        <w:t>ch VLAN as shown in the VLAN Port Assignments and DHCP Information table. Names are case-sensitive.</w:t>
      </w:r>
    </w:p>
    <w:p w14:paraId="5DE88B39" w14:textId="77777777" w:rsidR="00465DFB" w:rsidRPr="00465DFB" w:rsidRDefault="00465DFB" w:rsidP="00465DFB">
      <w:pPr>
        <w:pStyle w:val="Bulletlevel2"/>
      </w:pPr>
      <w:r w:rsidRPr="00465DFB">
        <w:t>Assign the appropriate addresses to each pool.</w:t>
      </w:r>
    </w:p>
    <w:p w14:paraId="3D31FA2D" w14:textId="77777777" w:rsidR="00465DFB" w:rsidRPr="00465DFB" w:rsidRDefault="00465DFB" w:rsidP="00465DFB">
      <w:pPr>
        <w:pStyle w:val="Bulletlevel2"/>
      </w:pPr>
      <w:r w:rsidRPr="00465DFB">
        <w:t>Configure DHCP to provide the default gateway address</w:t>
      </w:r>
    </w:p>
    <w:p w14:paraId="41575C7A" w14:textId="77777777" w:rsidR="00465DFB" w:rsidRPr="00465DFB" w:rsidRDefault="00465DFB" w:rsidP="00465DFB">
      <w:pPr>
        <w:pStyle w:val="Bulletlevel2"/>
      </w:pPr>
      <w:r w:rsidRPr="00465DFB">
        <w:t>Configure the DNS server address of 209.165.201.14 for each pool.</w:t>
      </w:r>
    </w:p>
    <w:p w14:paraId="4F837CC6" w14:textId="77777777" w:rsidR="00465DFB" w:rsidRDefault="00465DFB" w:rsidP="00465DFB">
      <w:pPr>
        <w:pStyle w:val="Bulletlevel2"/>
      </w:pPr>
      <w:r w:rsidRPr="00465DFB">
        <w:t>Prevent the first 10 addresses fro</w:t>
      </w:r>
      <w:r>
        <w:t>m each pool from being distributed to end devices.</w:t>
      </w:r>
    </w:p>
    <w:p w14:paraId="0256AA93" w14:textId="77777777" w:rsidR="00465DFB" w:rsidRDefault="00465DFB" w:rsidP="00465DFB">
      <w:pPr>
        <w:pStyle w:val="Bulletlevel1"/>
      </w:pPr>
      <w:r>
        <w:t xml:space="preserve">Configure </w:t>
      </w:r>
      <w:r w:rsidRPr="00011039">
        <w:rPr>
          <w:b/>
        </w:rPr>
        <w:t>R1</w:t>
      </w:r>
      <w:r>
        <w:t xml:space="preserve"> as a DHCP client so that it receives an IP address from the ISP network.</w:t>
      </w:r>
    </w:p>
    <w:p w14:paraId="51DA796E" w14:textId="77777777" w:rsidR="00465DFB" w:rsidRDefault="00465DFB" w:rsidP="00465DFB">
      <w:pPr>
        <w:pStyle w:val="Bulletlevel1"/>
      </w:pPr>
      <w:r>
        <w:t>Verify that each PC has an address assigned from the correct DHCP pool.</w:t>
      </w:r>
    </w:p>
    <w:p w14:paraId="45715B5D" w14:textId="77777777" w:rsidR="00465DFB" w:rsidRPr="00465DFB" w:rsidRDefault="00465DFB" w:rsidP="00465DFB">
      <w:pPr>
        <w:pStyle w:val="BodyTextL50"/>
      </w:pPr>
      <w:r w:rsidRPr="002A1F97">
        <w:rPr>
          <w:b/>
        </w:rPr>
        <w:t>Note</w:t>
      </w:r>
      <w:r w:rsidRPr="00465DFB">
        <w:rPr>
          <w:bCs/>
        </w:rPr>
        <w:t>:</w:t>
      </w:r>
      <w:r>
        <w:t xml:space="preserve"> DHCP address assignments may take some time. Click </w:t>
      </w:r>
      <w:r>
        <w:rPr>
          <w:b/>
        </w:rPr>
        <w:t xml:space="preserve">Fast Forward Time </w:t>
      </w:r>
      <w:r>
        <w:t>to speed up the process.</w:t>
      </w:r>
    </w:p>
    <w:p w14:paraId="28CAC691" w14:textId="77777777" w:rsidR="00465DFB" w:rsidRDefault="00465DFB" w:rsidP="00465DFB">
      <w:pPr>
        <w:pStyle w:val="Bulletlevel1"/>
      </w:pPr>
      <w:r>
        <w:t xml:space="preserve">Verify all devices can now ping each other and </w:t>
      </w:r>
      <w:r w:rsidRPr="00011039">
        <w:rPr>
          <w:b/>
        </w:rPr>
        <w:t>www.cisco.pka</w:t>
      </w:r>
      <w:r>
        <w:t>.</w:t>
      </w:r>
    </w:p>
    <w:p w14:paraId="129CA2CC" w14:textId="1B8575CF" w:rsidR="00465DFB" w:rsidRPr="00465DFB" w:rsidRDefault="00465DFB" w:rsidP="00465DFB">
      <w:pPr>
        <w:pStyle w:val="ConfigWindow"/>
      </w:pPr>
      <w:r w:rsidRPr="00465DFB">
        <w:t>End of document</w:t>
      </w:r>
      <w:bookmarkStart w:id="0" w:name="_GoBack"/>
      <w:bookmarkEnd w:id="0"/>
    </w:p>
    <w:sectPr w:rsidR="00465DFB" w:rsidRPr="00465DF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B410" w14:textId="77777777" w:rsidR="00AF18E5" w:rsidRDefault="00AF18E5" w:rsidP="00710659">
      <w:pPr>
        <w:spacing w:after="0" w:line="240" w:lineRule="auto"/>
      </w:pPr>
      <w:r>
        <w:separator/>
      </w:r>
    </w:p>
    <w:p w14:paraId="05A7AFF2" w14:textId="77777777" w:rsidR="00AF18E5" w:rsidRDefault="00AF18E5"/>
  </w:endnote>
  <w:endnote w:type="continuationSeparator" w:id="0">
    <w:p w14:paraId="0BFE0BF0" w14:textId="77777777" w:rsidR="00AF18E5" w:rsidRDefault="00AF18E5" w:rsidP="00710659">
      <w:pPr>
        <w:spacing w:after="0" w:line="240" w:lineRule="auto"/>
      </w:pPr>
      <w:r>
        <w:continuationSeparator/>
      </w:r>
    </w:p>
    <w:p w14:paraId="2C1CB102" w14:textId="77777777" w:rsidR="00AF18E5" w:rsidRDefault="00AF18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53BF0" w14:textId="240FEA78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660D7">
          <w:t>2016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F37459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8A0CC" w14:textId="46A4285C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660D7">
          <w:t>2016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F37459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26F87" w14:textId="77777777" w:rsidR="00AF18E5" w:rsidRDefault="00AF18E5" w:rsidP="00710659">
      <w:pPr>
        <w:spacing w:after="0" w:line="240" w:lineRule="auto"/>
      </w:pPr>
      <w:r>
        <w:separator/>
      </w:r>
    </w:p>
    <w:p w14:paraId="120D59B9" w14:textId="77777777" w:rsidR="00AF18E5" w:rsidRDefault="00AF18E5"/>
  </w:footnote>
  <w:footnote w:type="continuationSeparator" w:id="0">
    <w:p w14:paraId="69AEC9FB" w14:textId="77777777" w:rsidR="00AF18E5" w:rsidRDefault="00AF18E5" w:rsidP="00710659">
      <w:pPr>
        <w:spacing w:after="0" w:line="240" w:lineRule="auto"/>
      </w:pPr>
      <w:r>
        <w:continuationSeparator/>
      </w:r>
    </w:p>
    <w:p w14:paraId="71879CB0" w14:textId="77777777" w:rsidR="00AF18E5" w:rsidRDefault="00AF18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A7DC8ACA22CF440D9780444251A6E77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BFF7506" w14:textId="77777777" w:rsidR="00926CB2" w:rsidRDefault="000C24B2" w:rsidP="008402F2">
        <w:pPr>
          <w:pStyle w:val="PageHead"/>
        </w:pPr>
        <w:r>
          <w:t>Packet Tracer - DHCP for IPv4 and Routing Between VLANs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5EA9E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58AC1DF" wp14:editId="773C6A3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bullet"/>
        <w:pStyle w:val="Bulletlevel1"/>
        <w:lvlText w:val="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B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24B2"/>
    <w:rsid w:val="000C333E"/>
    <w:rsid w:val="000C35DA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58AF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245D"/>
    <w:rsid w:val="00294C8F"/>
    <w:rsid w:val="002A0B2E"/>
    <w:rsid w:val="002A0DC1"/>
    <w:rsid w:val="002A6C56"/>
    <w:rsid w:val="002C04C4"/>
    <w:rsid w:val="002C090C"/>
    <w:rsid w:val="002C111B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5DFB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5236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660D7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18E5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0A7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041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55B7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7459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FA6F2"/>
  <w15:docId w15:val="{DB655D13-595C-4EA4-899E-70A7665C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D523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65DFB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Section">
    <w:name w:val="Lab Section"/>
    <w:basedOn w:val="Normal"/>
    <w:next w:val="Normal"/>
    <w:qFormat/>
    <w:rsid w:val="00465DFB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Pv8\ENARSI\Lab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C8ACA22CF440D9780444251A6E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1E045-22E8-435D-B41E-5B35F9DED114}"/>
      </w:docPartPr>
      <w:docPartBody>
        <w:p w:rsidR="00AD526F" w:rsidRDefault="00317A5C">
          <w:pPr>
            <w:pStyle w:val="A7DC8ACA22CF440D9780444251A6E77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5C"/>
    <w:rsid w:val="00317A5C"/>
    <w:rsid w:val="00AD526F"/>
    <w:rsid w:val="00B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7DC8ACA22CF440D9780444251A6E775">
    <w:name w:val="A7DC8ACA22CF440D9780444251A6E7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86C9C-5E66-4175-B69F-B2E6DE16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DHCP for IPv4 and Routing Between VLANs</vt:lpstr>
    </vt:vector>
  </TitlesOfParts>
  <Company>Cisco Systems, Inc.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DHCP for IPv4 and Routing Between VLANs</dc:title>
  <dc:creator>SP</dc:creator>
  <dc:description>2016</dc:description>
  <cp:lastModifiedBy>Suk-Yi Pennock -X (spennock - UNICON INC at Cisco)</cp:lastModifiedBy>
  <cp:revision>3</cp:revision>
  <cp:lastPrinted>2020-03-23T15:49:00Z</cp:lastPrinted>
  <dcterms:created xsi:type="dcterms:W3CDTF">2020-03-23T15:49:00Z</dcterms:created>
  <dcterms:modified xsi:type="dcterms:W3CDTF">2020-03-23T15:50:00Z</dcterms:modified>
</cp:coreProperties>
</file>