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879A1" w14:textId="5E8652DA" w:rsidR="004D36D7" w:rsidRPr="00FD4A68" w:rsidRDefault="0006274D" w:rsidP="00B47940">
      <w:pPr>
        <w:pStyle w:val="Title"/>
        <w:rPr>
          <w:rStyle w:val="LabTitleInstVersred"/>
          <w:b/>
          <w:color w:val="auto"/>
        </w:rPr>
      </w:pPr>
      <w:sdt>
        <w:sdtPr>
          <w:rPr>
            <w:b w:val="0"/>
            <w:color w:val="EE0000"/>
          </w:rPr>
          <w:alias w:val="Title"/>
          <w:tag w:val=""/>
          <w:id w:val="-487021785"/>
          <w:placeholder>
            <w:docPart w:val="B38445D558EE46DA8052A287B511ECC2"/>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316F2">
            <w:t>Lab - Configure CDP, LLDP, and NTP</w:t>
          </w:r>
        </w:sdtContent>
      </w:sdt>
    </w:p>
    <w:p w14:paraId="0A855D72" w14:textId="77777777" w:rsidR="00D778DF" w:rsidRPr="00E70096" w:rsidRDefault="00D778DF" w:rsidP="00D452F4">
      <w:pPr>
        <w:pStyle w:val="Heading1"/>
      </w:pPr>
      <w:r w:rsidRPr="00E70096">
        <w:t>Topology</w:t>
      </w:r>
    </w:p>
    <w:p w14:paraId="395E9CAE" w14:textId="77777777" w:rsidR="00C15491" w:rsidRDefault="00C15491" w:rsidP="00D778DF">
      <w:pPr>
        <w:pStyle w:val="Visual"/>
      </w:pPr>
      <w:r>
        <w:rPr>
          <w:noProof/>
        </w:rPr>
        <w:drawing>
          <wp:inline distT="0" distB="0" distL="0" distR="0" wp14:anchorId="34B51D25" wp14:editId="232BDCC0">
            <wp:extent cx="4511675" cy="676910"/>
            <wp:effectExtent l="0" t="0" r="3175" b="0"/>
            <wp:docPr id="7" name="Picture 7" descr="This topology has 1 router and 2 switches. R1 G0/0/1 is connected S1 F0/5. S1 F0/1 is connected S2 F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11675" cy="676910"/>
                    </a:xfrm>
                    <a:prstGeom prst="rect">
                      <a:avLst/>
                    </a:prstGeom>
                    <a:noFill/>
                  </pic:spPr>
                </pic:pic>
              </a:graphicData>
            </a:graphic>
          </wp:inline>
        </w:drawing>
      </w:r>
    </w:p>
    <w:p w14:paraId="7DAD96E0" w14:textId="77777777" w:rsidR="00421963" w:rsidRPr="00BB73FF" w:rsidRDefault="00421963" w:rsidP="00421963">
      <w:pPr>
        <w:pStyle w:val="Heading1"/>
      </w:pPr>
      <w:r w:rsidRPr="00BB73FF">
        <w:t>Addressing Table</w:t>
      </w:r>
    </w:p>
    <w:tbl>
      <w:tblPr>
        <w:tblW w:w="1008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here applicable."/>
      </w:tblPr>
      <w:tblGrid>
        <w:gridCol w:w="2017"/>
        <w:gridCol w:w="2017"/>
        <w:gridCol w:w="2017"/>
        <w:gridCol w:w="2017"/>
        <w:gridCol w:w="2018"/>
      </w:tblGrid>
      <w:tr w:rsidR="00421963" w14:paraId="73299D67" w14:textId="77777777" w:rsidTr="005F40C0">
        <w:trPr>
          <w:cantSplit/>
          <w:jc w:val="center"/>
        </w:trPr>
        <w:tc>
          <w:tcPr>
            <w:tcW w:w="201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781FD26" w14:textId="77777777" w:rsidR="00421963" w:rsidRPr="00E87D62" w:rsidRDefault="00421963" w:rsidP="00421963">
            <w:pPr>
              <w:pStyle w:val="TableHeading"/>
            </w:pPr>
            <w:r w:rsidRPr="00E87D62">
              <w:t>Device</w:t>
            </w:r>
          </w:p>
        </w:tc>
        <w:tc>
          <w:tcPr>
            <w:tcW w:w="201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0D95254" w14:textId="77777777" w:rsidR="00421963" w:rsidRPr="00E87D62" w:rsidRDefault="00421963" w:rsidP="00421963">
            <w:pPr>
              <w:pStyle w:val="TableHeading"/>
            </w:pPr>
            <w:r w:rsidRPr="00E87D62">
              <w:t>Interface</w:t>
            </w:r>
          </w:p>
        </w:tc>
        <w:tc>
          <w:tcPr>
            <w:tcW w:w="201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C382AD8" w14:textId="77777777" w:rsidR="00421963" w:rsidRPr="00E87D62" w:rsidRDefault="00421963" w:rsidP="00421963">
            <w:pPr>
              <w:pStyle w:val="TableHeading"/>
            </w:pPr>
            <w:r w:rsidRPr="00E87D62">
              <w:t>IP Address</w:t>
            </w:r>
          </w:p>
        </w:tc>
        <w:tc>
          <w:tcPr>
            <w:tcW w:w="201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D08181" w14:textId="77777777" w:rsidR="00421963" w:rsidRPr="00E87D62" w:rsidRDefault="00421963" w:rsidP="00421963">
            <w:pPr>
              <w:pStyle w:val="TableHeading"/>
            </w:pPr>
            <w:r w:rsidRPr="00E87D62">
              <w:t>Subnet Mask</w:t>
            </w:r>
          </w:p>
        </w:tc>
        <w:tc>
          <w:tcPr>
            <w:tcW w:w="2018"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5704EDF4" w14:textId="77777777" w:rsidR="00421963" w:rsidRPr="00E87D62" w:rsidRDefault="00421963" w:rsidP="00421963">
            <w:pPr>
              <w:pStyle w:val="TableHeading"/>
            </w:pPr>
            <w:r>
              <w:t>Default Gateway</w:t>
            </w:r>
          </w:p>
        </w:tc>
      </w:tr>
      <w:tr w:rsidR="00421963" w14:paraId="2F34587B" w14:textId="77777777" w:rsidTr="005F40C0">
        <w:trPr>
          <w:cantSplit/>
          <w:jc w:val="center"/>
        </w:trPr>
        <w:tc>
          <w:tcPr>
            <w:tcW w:w="2017" w:type="dxa"/>
            <w:tcBorders>
              <w:bottom w:val="nil"/>
            </w:tcBorders>
            <w:vAlign w:val="center"/>
          </w:tcPr>
          <w:p w14:paraId="1E886A9C" w14:textId="77777777" w:rsidR="00421963" w:rsidRPr="00840FC2" w:rsidRDefault="00421963" w:rsidP="00421963">
            <w:pPr>
              <w:pStyle w:val="TableText"/>
            </w:pPr>
            <w:r>
              <w:t>R1</w:t>
            </w:r>
          </w:p>
        </w:tc>
        <w:tc>
          <w:tcPr>
            <w:tcW w:w="2017" w:type="dxa"/>
            <w:vAlign w:val="bottom"/>
          </w:tcPr>
          <w:p w14:paraId="726EB59D" w14:textId="77777777" w:rsidR="00421963" w:rsidRDefault="00421963" w:rsidP="00421963">
            <w:pPr>
              <w:pStyle w:val="TableText"/>
            </w:pPr>
            <w:r>
              <w:t>Loopback1</w:t>
            </w:r>
          </w:p>
        </w:tc>
        <w:tc>
          <w:tcPr>
            <w:tcW w:w="2017" w:type="dxa"/>
            <w:vAlign w:val="bottom"/>
          </w:tcPr>
          <w:p w14:paraId="1C3A4B2A" w14:textId="77777777" w:rsidR="00421963" w:rsidRDefault="00421963" w:rsidP="00421963">
            <w:pPr>
              <w:pStyle w:val="TableText"/>
            </w:pPr>
            <w:r>
              <w:t>172.16.1.1</w:t>
            </w:r>
          </w:p>
        </w:tc>
        <w:tc>
          <w:tcPr>
            <w:tcW w:w="2017" w:type="dxa"/>
            <w:vAlign w:val="bottom"/>
          </w:tcPr>
          <w:p w14:paraId="036238F1" w14:textId="77777777" w:rsidR="00421963" w:rsidRDefault="00421963" w:rsidP="00421963">
            <w:pPr>
              <w:pStyle w:val="TableText"/>
            </w:pPr>
            <w:r>
              <w:t>255.255.255.0</w:t>
            </w:r>
          </w:p>
        </w:tc>
        <w:tc>
          <w:tcPr>
            <w:tcW w:w="2018" w:type="dxa"/>
            <w:tcBorders>
              <w:bottom w:val="nil"/>
            </w:tcBorders>
          </w:tcPr>
          <w:p w14:paraId="6A2F2F3E" w14:textId="77777777" w:rsidR="00421963" w:rsidRDefault="00421963" w:rsidP="00421963">
            <w:pPr>
              <w:pStyle w:val="TableText"/>
            </w:pPr>
            <w:r>
              <w:t>N/A</w:t>
            </w:r>
          </w:p>
        </w:tc>
      </w:tr>
      <w:tr w:rsidR="00421963" w14:paraId="72999887" w14:textId="77777777" w:rsidTr="005F40C0">
        <w:trPr>
          <w:cantSplit/>
          <w:jc w:val="center"/>
        </w:trPr>
        <w:tc>
          <w:tcPr>
            <w:tcW w:w="2017" w:type="dxa"/>
            <w:tcBorders>
              <w:top w:val="nil"/>
            </w:tcBorders>
            <w:vAlign w:val="bottom"/>
          </w:tcPr>
          <w:p w14:paraId="0633434C" w14:textId="0EA39A99" w:rsidR="00421963" w:rsidRPr="00840FC2" w:rsidRDefault="005F40C0" w:rsidP="005F40C0">
            <w:pPr>
              <w:pStyle w:val="ConfigWindow"/>
            </w:pPr>
            <w:r>
              <w:t>R1</w:t>
            </w:r>
          </w:p>
        </w:tc>
        <w:tc>
          <w:tcPr>
            <w:tcW w:w="2017" w:type="dxa"/>
            <w:vAlign w:val="bottom"/>
          </w:tcPr>
          <w:p w14:paraId="77A98190" w14:textId="77777777" w:rsidR="00421963" w:rsidRDefault="00421963" w:rsidP="00421963">
            <w:pPr>
              <w:pStyle w:val="TableText"/>
            </w:pPr>
            <w:r>
              <w:t>G0/0/1</w:t>
            </w:r>
          </w:p>
        </w:tc>
        <w:tc>
          <w:tcPr>
            <w:tcW w:w="2017" w:type="dxa"/>
            <w:vAlign w:val="bottom"/>
          </w:tcPr>
          <w:p w14:paraId="3CDC720A" w14:textId="77777777" w:rsidR="00421963" w:rsidRDefault="00421963" w:rsidP="00421963">
            <w:pPr>
              <w:pStyle w:val="TableText"/>
            </w:pPr>
            <w:r>
              <w:t>10.22.0.1</w:t>
            </w:r>
          </w:p>
        </w:tc>
        <w:tc>
          <w:tcPr>
            <w:tcW w:w="2017" w:type="dxa"/>
            <w:vAlign w:val="bottom"/>
          </w:tcPr>
          <w:p w14:paraId="700FC5DE" w14:textId="77777777" w:rsidR="00421963" w:rsidRDefault="00421963" w:rsidP="00421963">
            <w:pPr>
              <w:pStyle w:val="TableText"/>
            </w:pPr>
            <w:r>
              <w:t>255.255.255.0</w:t>
            </w:r>
          </w:p>
        </w:tc>
        <w:tc>
          <w:tcPr>
            <w:tcW w:w="2018" w:type="dxa"/>
            <w:tcBorders>
              <w:top w:val="nil"/>
            </w:tcBorders>
          </w:tcPr>
          <w:p w14:paraId="2826C67E" w14:textId="77777777" w:rsidR="00421963" w:rsidRDefault="00421963" w:rsidP="005F40C0">
            <w:pPr>
              <w:pStyle w:val="ConfigWindow"/>
            </w:pPr>
            <w:r>
              <w:t>N/A</w:t>
            </w:r>
          </w:p>
        </w:tc>
      </w:tr>
      <w:tr w:rsidR="00421963" w14:paraId="5FFBB419" w14:textId="77777777" w:rsidTr="005F40C0">
        <w:trPr>
          <w:cantSplit/>
          <w:jc w:val="center"/>
        </w:trPr>
        <w:tc>
          <w:tcPr>
            <w:tcW w:w="2017" w:type="dxa"/>
            <w:vAlign w:val="bottom"/>
          </w:tcPr>
          <w:p w14:paraId="097D5B32" w14:textId="77777777" w:rsidR="00421963" w:rsidRPr="00840FC2" w:rsidRDefault="00421963" w:rsidP="00421963">
            <w:pPr>
              <w:pStyle w:val="TableText"/>
            </w:pPr>
            <w:r>
              <w:t>S1</w:t>
            </w:r>
          </w:p>
        </w:tc>
        <w:tc>
          <w:tcPr>
            <w:tcW w:w="2017" w:type="dxa"/>
            <w:vAlign w:val="bottom"/>
          </w:tcPr>
          <w:p w14:paraId="29205339" w14:textId="77777777" w:rsidR="00421963" w:rsidRDefault="00421963" w:rsidP="00421963">
            <w:pPr>
              <w:pStyle w:val="TableText"/>
            </w:pPr>
            <w:r>
              <w:t>SVI VLAN 1</w:t>
            </w:r>
          </w:p>
        </w:tc>
        <w:tc>
          <w:tcPr>
            <w:tcW w:w="2017" w:type="dxa"/>
            <w:vAlign w:val="bottom"/>
          </w:tcPr>
          <w:p w14:paraId="5825852D" w14:textId="77777777" w:rsidR="00421963" w:rsidRDefault="00421963" w:rsidP="00421963">
            <w:pPr>
              <w:pStyle w:val="TableText"/>
            </w:pPr>
            <w:r>
              <w:t>10.22.0.2</w:t>
            </w:r>
          </w:p>
        </w:tc>
        <w:tc>
          <w:tcPr>
            <w:tcW w:w="2017" w:type="dxa"/>
            <w:vAlign w:val="bottom"/>
          </w:tcPr>
          <w:p w14:paraId="3272F686" w14:textId="77777777" w:rsidR="00421963" w:rsidRDefault="00421963" w:rsidP="00421963">
            <w:pPr>
              <w:pStyle w:val="TableText"/>
            </w:pPr>
            <w:r>
              <w:t>255.255.255.0</w:t>
            </w:r>
          </w:p>
        </w:tc>
        <w:tc>
          <w:tcPr>
            <w:tcW w:w="2018" w:type="dxa"/>
          </w:tcPr>
          <w:p w14:paraId="7F685116" w14:textId="77777777" w:rsidR="00421963" w:rsidRDefault="00421963" w:rsidP="00421963">
            <w:pPr>
              <w:pStyle w:val="TableText"/>
            </w:pPr>
            <w:r>
              <w:t>10.22.0.1</w:t>
            </w:r>
          </w:p>
        </w:tc>
      </w:tr>
      <w:tr w:rsidR="00421963" w14:paraId="37BDF69C" w14:textId="77777777" w:rsidTr="005F40C0">
        <w:trPr>
          <w:cantSplit/>
          <w:jc w:val="center"/>
        </w:trPr>
        <w:tc>
          <w:tcPr>
            <w:tcW w:w="2017" w:type="dxa"/>
            <w:vAlign w:val="bottom"/>
          </w:tcPr>
          <w:p w14:paraId="56390DB4" w14:textId="77777777" w:rsidR="00421963" w:rsidRDefault="00421963" w:rsidP="00421963">
            <w:pPr>
              <w:pStyle w:val="TableText"/>
            </w:pPr>
            <w:r>
              <w:t>S2</w:t>
            </w:r>
          </w:p>
        </w:tc>
        <w:tc>
          <w:tcPr>
            <w:tcW w:w="2017" w:type="dxa"/>
            <w:vAlign w:val="bottom"/>
          </w:tcPr>
          <w:p w14:paraId="65CF9E6F" w14:textId="77777777" w:rsidR="00421963" w:rsidRDefault="00421963" w:rsidP="00421963">
            <w:pPr>
              <w:pStyle w:val="TableText"/>
            </w:pPr>
            <w:r>
              <w:t>SVI VLAN 1</w:t>
            </w:r>
          </w:p>
        </w:tc>
        <w:tc>
          <w:tcPr>
            <w:tcW w:w="2017" w:type="dxa"/>
            <w:vAlign w:val="bottom"/>
          </w:tcPr>
          <w:p w14:paraId="68FE05AD" w14:textId="77777777" w:rsidR="00421963" w:rsidRDefault="00421963" w:rsidP="00421963">
            <w:pPr>
              <w:pStyle w:val="TableText"/>
            </w:pPr>
            <w:r>
              <w:t>10.22.0.3</w:t>
            </w:r>
          </w:p>
        </w:tc>
        <w:tc>
          <w:tcPr>
            <w:tcW w:w="2017" w:type="dxa"/>
            <w:vAlign w:val="bottom"/>
          </w:tcPr>
          <w:p w14:paraId="742CB9A0" w14:textId="77777777" w:rsidR="00421963" w:rsidRDefault="00421963" w:rsidP="00421963">
            <w:pPr>
              <w:pStyle w:val="TableText"/>
            </w:pPr>
            <w:r>
              <w:t>255.255.255.0</w:t>
            </w:r>
          </w:p>
        </w:tc>
        <w:tc>
          <w:tcPr>
            <w:tcW w:w="2018" w:type="dxa"/>
          </w:tcPr>
          <w:p w14:paraId="72DA3206" w14:textId="77777777" w:rsidR="00421963" w:rsidRDefault="00421963" w:rsidP="00421963">
            <w:pPr>
              <w:pStyle w:val="TableText"/>
            </w:pPr>
            <w:r>
              <w:t>10.22.0.1</w:t>
            </w:r>
          </w:p>
        </w:tc>
      </w:tr>
    </w:tbl>
    <w:p w14:paraId="0DAA7DD7" w14:textId="77777777" w:rsidR="00421963" w:rsidRPr="00BB73FF" w:rsidRDefault="00421963" w:rsidP="00421963">
      <w:pPr>
        <w:pStyle w:val="Heading1"/>
      </w:pPr>
      <w:r w:rsidRPr="00BB73FF">
        <w:t>Objective</w:t>
      </w:r>
      <w:r>
        <w:t>s</w:t>
      </w:r>
    </w:p>
    <w:p w14:paraId="60AA594D" w14:textId="77777777" w:rsidR="00421963" w:rsidRDefault="00421963" w:rsidP="00421963">
      <w:pPr>
        <w:pStyle w:val="BodyTextL25Bold"/>
      </w:pPr>
      <w:r>
        <w:t>Part 1: Build the Network and Configure Basic Device Settings</w:t>
      </w:r>
    </w:p>
    <w:p w14:paraId="0230C1A8" w14:textId="77777777" w:rsidR="00421963" w:rsidRDefault="00421963" w:rsidP="00421963">
      <w:pPr>
        <w:pStyle w:val="BodyTextL25Bold"/>
      </w:pPr>
      <w:r>
        <w:t>Part 2: Network Discovery with CDP</w:t>
      </w:r>
    </w:p>
    <w:p w14:paraId="238205FA" w14:textId="77777777" w:rsidR="00421963" w:rsidRDefault="00421963" w:rsidP="00421963">
      <w:pPr>
        <w:pStyle w:val="BodyTextL25Bold"/>
      </w:pPr>
      <w:r>
        <w:t>Part 3: Network Discovery with LLDP</w:t>
      </w:r>
    </w:p>
    <w:p w14:paraId="4E2C0749" w14:textId="77777777" w:rsidR="00421963" w:rsidRDefault="00421963" w:rsidP="00421963">
      <w:pPr>
        <w:pStyle w:val="BodyTextL25Bold"/>
      </w:pPr>
      <w:r>
        <w:t>Part 4: Configure and Verify NTP</w:t>
      </w:r>
    </w:p>
    <w:p w14:paraId="0A206698" w14:textId="77777777" w:rsidR="00421963" w:rsidRPr="00C07FD9" w:rsidRDefault="00421963" w:rsidP="00421963">
      <w:pPr>
        <w:pStyle w:val="Heading1"/>
      </w:pPr>
      <w:r>
        <w:t>Background / Scenario</w:t>
      </w:r>
    </w:p>
    <w:p w14:paraId="180C9E5A" w14:textId="77777777" w:rsidR="00421963" w:rsidRDefault="00421963" w:rsidP="00421963">
      <w:pPr>
        <w:pStyle w:val="BodyTextL25"/>
        <w:rPr>
          <w:rFonts w:eastAsia="Arial"/>
        </w:rPr>
      </w:pPr>
      <w:r>
        <w:rPr>
          <w:rFonts w:eastAsia="Arial"/>
        </w:rPr>
        <w:t>Cisco Discovery Protocol (CDP) is a Cisco proprietary protocol for network discovery on the data link layer. It can share information such as device names and IOS versions with other physically connected Cisco devices. Link Layer Discovery Protocol (LLDP) is vendor-neutral protocol using on the data link layer for network discovery. It is mainly used with network devices in the local area network (LAN). The network devices advertise information, such as their identities and capabilities to their neighbors.</w:t>
      </w:r>
    </w:p>
    <w:p w14:paraId="3723A0F6" w14:textId="77777777" w:rsidR="00421963" w:rsidRDefault="00421963" w:rsidP="00421963">
      <w:pPr>
        <w:pStyle w:val="BodyTextL25"/>
        <w:rPr>
          <w:rFonts w:eastAsia="Arial"/>
        </w:rPr>
      </w:pPr>
      <w:r>
        <w:rPr>
          <w:rFonts w:eastAsia="Arial"/>
        </w:rPr>
        <w:t>Network Time Protocol (NTP) synchronizes the time of day among a set of distributed time servers and clients. NTP uses the User Datagram Protocol (UDP) as its transport protocol. By default, NTP communications use Coordinated Universal Time (UTC).</w:t>
      </w:r>
    </w:p>
    <w:p w14:paraId="6CE2D508" w14:textId="77777777" w:rsidR="00421963" w:rsidRDefault="00421963" w:rsidP="00421963">
      <w:pPr>
        <w:pStyle w:val="BodyTextL25"/>
        <w:rPr>
          <w:rFonts w:eastAsia="Arial"/>
        </w:rPr>
      </w:pPr>
      <w:r>
        <w:rPr>
          <w:rFonts w:eastAsia="Arial"/>
        </w:rPr>
        <w:t>An NTP server usually receives its time from an authoritative time source, such as an atomic clock attached to a time server. It then distributes this time across the network. NTP is extremely efficient; no more than one packet per minute is necessary to synchronize two machines to within a millisecond of each other.</w:t>
      </w:r>
    </w:p>
    <w:p w14:paraId="551381AD" w14:textId="77777777" w:rsidR="00421963" w:rsidRPr="00071488" w:rsidRDefault="00421963" w:rsidP="00421963">
      <w:pPr>
        <w:pStyle w:val="BodyTextL25"/>
        <w:rPr>
          <w:rFonts w:eastAsia="Arial"/>
        </w:rPr>
      </w:pPr>
      <w:r w:rsidRPr="00071488">
        <w:rPr>
          <w:rFonts w:eastAsia="Arial"/>
        </w:rPr>
        <w:t xml:space="preserve">In this lab, you must document the ports that are connected to other switches using CDP and LLDP. You will document your findings in a network topology diagram. </w:t>
      </w:r>
    </w:p>
    <w:p w14:paraId="6862A7BB" w14:textId="2DAEFD33" w:rsidR="00421963" w:rsidRDefault="00421963" w:rsidP="00421963">
      <w:pPr>
        <w:pStyle w:val="BodyTextL25"/>
        <w:rPr>
          <w:b/>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5F40C0">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2BC9A1A1" w14:textId="77777777" w:rsidR="00421963" w:rsidRDefault="00421963" w:rsidP="00421963">
      <w:pPr>
        <w:pStyle w:val="BodyTextL25"/>
      </w:pPr>
      <w:r w:rsidRPr="00BF16BF">
        <w:rPr>
          <w:b/>
        </w:rPr>
        <w:lastRenderedPageBreak/>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4C24D8FD" w14:textId="77777777" w:rsidR="00421963" w:rsidRDefault="00421963" w:rsidP="00421963">
      <w:pPr>
        <w:pStyle w:val="Heading1"/>
      </w:pPr>
      <w:r>
        <w:t>Required Resources</w:t>
      </w:r>
    </w:p>
    <w:p w14:paraId="3CA52F76" w14:textId="4D04231D" w:rsidR="00421963" w:rsidRDefault="00421963" w:rsidP="00421963">
      <w:pPr>
        <w:pStyle w:val="Bulletlevel1"/>
        <w:spacing w:before="60" w:after="60" w:line="276" w:lineRule="auto"/>
      </w:pPr>
      <w:r>
        <w:t>1 Router (Cisco 4221 with Cisco IOS XE Release 16.9.</w:t>
      </w:r>
      <w:r w:rsidR="005F40C0">
        <w:t>4</w:t>
      </w:r>
      <w:r>
        <w:t xml:space="preserve"> universal image or comparable)</w:t>
      </w:r>
    </w:p>
    <w:p w14:paraId="281A9BA2" w14:textId="77777777" w:rsidR="00421963" w:rsidRDefault="00421963" w:rsidP="00421963">
      <w:pPr>
        <w:pStyle w:val="Bulletlevel1"/>
        <w:spacing w:before="60" w:after="60" w:line="276" w:lineRule="auto"/>
      </w:pPr>
      <w:r>
        <w:t>2 Switches (Cisco 2960 with Cisco IOS Release 15.2(2) lanbasek9 image or comparable)</w:t>
      </w:r>
    </w:p>
    <w:p w14:paraId="1FD1608F" w14:textId="77777777" w:rsidR="00421963" w:rsidRDefault="00421963" w:rsidP="00421963">
      <w:pPr>
        <w:pStyle w:val="Bulletlevel1"/>
        <w:spacing w:before="60" w:after="60" w:line="276" w:lineRule="auto"/>
      </w:pPr>
      <w:r>
        <w:t>1 PC (Windows with a terminal emulation program, such as Tera Term)</w:t>
      </w:r>
    </w:p>
    <w:p w14:paraId="46F09461" w14:textId="77777777" w:rsidR="000741E3" w:rsidRDefault="000741E3" w:rsidP="000741E3">
      <w:pPr>
        <w:pStyle w:val="Bulletlevel1"/>
      </w:pPr>
      <w:r>
        <w:t>Console cables to configure the Cisco IOS devices via the console ports</w:t>
      </w:r>
    </w:p>
    <w:p w14:paraId="55326919" w14:textId="77777777" w:rsidR="00421963" w:rsidRDefault="00421963" w:rsidP="00421963">
      <w:pPr>
        <w:pStyle w:val="Bulletlevel1"/>
        <w:spacing w:before="60" w:after="60" w:line="276" w:lineRule="auto"/>
      </w:pPr>
      <w:r>
        <w:t>Ethernet cables as shown in the topology</w:t>
      </w:r>
    </w:p>
    <w:p w14:paraId="09F6C4AB" w14:textId="77777777" w:rsidR="00421963" w:rsidRPr="004C0909" w:rsidRDefault="00421963" w:rsidP="00421963">
      <w:pPr>
        <w:pStyle w:val="Heading2"/>
      </w:pPr>
      <w:r>
        <w:t>Build the Network and Configure Basic Device Settings</w:t>
      </w:r>
    </w:p>
    <w:p w14:paraId="5AE38CC4" w14:textId="77777777" w:rsidR="00421963" w:rsidRDefault="00421963" w:rsidP="00421963">
      <w:pPr>
        <w:pStyle w:val="BodyTextL25"/>
      </w:pPr>
      <w:r>
        <w:t>In Part 1, you will set up the network topology and configure basic settings on the router and switches.</w:t>
      </w:r>
    </w:p>
    <w:p w14:paraId="669C2154" w14:textId="77777777" w:rsidR="00421963" w:rsidRDefault="00421963" w:rsidP="00421963">
      <w:pPr>
        <w:pStyle w:val="Heading3"/>
      </w:pPr>
      <w:r>
        <w:t>Cable the network as shown in the topology.</w:t>
      </w:r>
    </w:p>
    <w:p w14:paraId="0EB78376" w14:textId="77777777" w:rsidR="00421963" w:rsidRDefault="00421963" w:rsidP="00421963">
      <w:pPr>
        <w:pStyle w:val="BodyTextL25"/>
      </w:pPr>
      <w:r>
        <w:t>Attach the devices as shown in the topology diagram, and cable as necessary.</w:t>
      </w:r>
    </w:p>
    <w:p w14:paraId="313B0795" w14:textId="0E5E820C" w:rsidR="00421963" w:rsidRDefault="00421963" w:rsidP="00421963">
      <w:pPr>
        <w:pStyle w:val="Heading3"/>
      </w:pPr>
      <w:r>
        <w:t>Configure basic settings for the router.</w:t>
      </w:r>
    </w:p>
    <w:p w14:paraId="5AAFC8D2" w14:textId="3D227BB1" w:rsidR="00EC27C2" w:rsidRPr="00EC27C2" w:rsidRDefault="00EC27C2" w:rsidP="00EC27C2">
      <w:pPr>
        <w:pStyle w:val="ConfigWindow"/>
      </w:pPr>
      <w:r>
        <w:t>Open configuration window</w:t>
      </w:r>
    </w:p>
    <w:p w14:paraId="4DC713C6" w14:textId="77777777" w:rsidR="00421963" w:rsidRDefault="00421963" w:rsidP="00EC27C2">
      <w:pPr>
        <w:pStyle w:val="SubStepAlpha"/>
        <w:spacing w:before="0"/>
      </w:pPr>
      <w:r>
        <w:t>Assign a device name to the router.</w:t>
      </w:r>
    </w:p>
    <w:p w14:paraId="7EA18AE7" w14:textId="77777777" w:rsidR="00421963" w:rsidRDefault="00421963" w:rsidP="00421963">
      <w:pPr>
        <w:pStyle w:val="SubStepAlpha"/>
      </w:pPr>
      <w:r>
        <w:t>Disable DNS lookup to prevent the router from attempting to translate incorrectly entered commands as though they were host names.</w:t>
      </w:r>
    </w:p>
    <w:p w14:paraId="3080EE7E" w14:textId="77777777" w:rsidR="00421963" w:rsidRDefault="00421963" w:rsidP="00421963">
      <w:pPr>
        <w:pStyle w:val="SubStepAlpha"/>
      </w:pPr>
      <w:r>
        <w:t xml:space="preserve">Assign </w:t>
      </w:r>
      <w:r w:rsidRPr="00960AFB">
        <w:rPr>
          <w:b/>
        </w:rPr>
        <w:t>class</w:t>
      </w:r>
      <w:r>
        <w:t xml:space="preserve"> as the privileged EXEC encrypted password.</w:t>
      </w:r>
    </w:p>
    <w:p w14:paraId="0130534A" w14:textId="77777777" w:rsidR="00421963" w:rsidRDefault="00421963" w:rsidP="00421963">
      <w:pPr>
        <w:pStyle w:val="SubStepAlpha"/>
      </w:pPr>
      <w:r>
        <w:t xml:space="preserve">Assign </w:t>
      </w:r>
      <w:r w:rsidRPr="00960AFB">
        <w:rPr>
          <w:b/>
        </w:rPr>
        <w:t>cisco</w:t>
      </w:r>
      <w:r>
        <w:t xml:space="preserve"> as the console password and enable login.</w:t>
      </w:r>
    </w:p>
    <w:p w14:paraId="1CF78A64" w14:textId="77777777" w:rsidR="00421963" w:rsidRDefault="00421963" w:rsidP="00421963">
      <w:pPr>
        <w:pStyle w:val="SubStepAlpha"/>
      </w:pPr>
      <w:r>
        <w:t xml:space="preserve">Assign </w:t>
      </w:r>
      <w:r w:rsidRPr="00960AFB">
        <w:rPr>
          <w:b/>
        </w:rPr>
        <w:t>cisco</w:t>
      </w:r>
      <w:r>
        <w:t xml:space="preserve"> as the VTY password and enable login.</w:t>
      </w:r>
    </w:p>
    <w:p w14:paraId="2543E51B" w14:textId="77777777" w:rsidR="00421963" w:rsidRDefault="00421963" w:rsidP="00421963">
      <w:pPr>
        <w:pStyle w:val="SubStepAlpha"/>
      </w:pPr>
      <w:r>
        <w:t>Encrypt the plaintext passwords.</w:t>
      </w:r>
    </w:p>
    <w:p w14:paraId="2C7654B5" w14:textId="77777777" w:rsidR="00421963" w:rsidRDefault="00421963" w:rsidP="00421963">
      <w:pPr>
        <w:pStyle w:val="SubStepAlpha"/>
      </w:pPr>
      <w:r>
        <w:t>Create a banner that warns anyone accessing the device that unauthorized access is prohibited.</w:t>
      </w:r>
    </w:p>
    <w:p w14:paraId="55A56341" w14:textId="77777777" w:rsidR="00421963" w:rsidRDefault="00421963" w:rsidP="00421963">
      <w:pPr>
        <w:pStyle w:val="SubStepAlpha"/>
      </w:pPr>
      <w:r>
        <w:t>Configure interfaces as listed in the table above</w:t>
      </w:r>
    </w:p>
    <w:p w14:paraId="3835243D" w14:textId="77777777" w:rsidR="00421963" w:rsidRDefault="00421963" w:rsidP="00421963">
      <w:pPr>
        <w:pStyle w:val="SubStepAlpha"/>
      </w:pPr>
      <w:r>
        <w:t>Save the running configuration to the startup configuration file.</w:t>
      </w:r>
    </w:p>
    <w:p w14:paraId="2FCD3D0C" w14:textId="3960982A" w:rsidR="00EC27C2" w:rsidRPr="00EC27C2" w:rsidRDefault="00EC27C2" w:rsidP="00EC27C2">
      <w:pPr>
        <w:pStyle w:val="ConfigWindow"/>
      </w:pPr>
      <w:r>
        <w:t>Close configuration window</w:t>
      </w:r>
    </w:p>
    <w:p w14:paraId="70A6692D" w14:textId="13E62E02" w:rsidR="00421963" w:rsidRDefault="00421963" w:rsidP="00EC27C2">
      <w:pPr>
        <w:pStyle w:val="Heading3"/>
        <w:spacing w:before="120"/>
      </w:pPr>
      <w:r>
        <w:t>Configure basic settings for each switch.</w:t>
      </w:r>
    </w:p>
    <w:p w14:paraId="409A2240" w14:textId="77777777" w:rsidR="00EC27C2" w:rsidRPr="00EC27C2" w:rsidRDefault="00EC27C2" w:rsidP="00EC27C2">
      <w:pPr>
        <w:pStyle w:val="ConfigWindow"/>
      </w:pPr>
      <w:r>
        <w:t>Open configuration window</w:t>
      </w:r>
    </w:p>
    <w:p w14:paraId="68683755" w14:textId="77777777" w:rsidR="00421963" w:rsidRDefault="00421963" w:rsidP="00EC27C2">
      <w:pPr>
        <w:pStyle w:val="SubStepAlpha"/>
        <w:spacing w:before="0"/>
      </w:pPr>
      <w:r>
        <w:t>Assign a device name to the switch.</w:t>
      </w:r>
    </w:p>
    <w:p w14:paraId="3BEE84E9" w14:textId="77777777" w:rsidR="00421963" w:rsidRDefault="00421963" w:rsidP="00421963">
      <w:pPr>
        <w:pStyle w:val="SubStepAlpha"/>
      </w:pPr>
      <w:r>
        <w:t>Disable DNS lookup to prevent the router from attempting to translate incorrectly entered commands as though they were host names.</w:t>
      </w:r>
    </w:p>
    <w:p w14:paraId="2444C730" w14:textId="77777777" w:rsidR="00421963" w:rsidRDefault="00421963" w:rsidP="00421963">
      <w:pPr>
        <w:pStyle w:val="SubStepAlpha"/>
      </w:pPr>
      <w:r>
        <w:t xml:space="preserve">Assign </w:t>
      </w:r>
      <w:r w:rsidRPr="00960AFB">
        <w:rPr>
          <w:b/>
        </w:rPr>
        <w:t>class</w:t>
      </w:r>
      <w:r>
        <w:t xml:space="preserve"> as the privileged EXEC encrypted password.</w:t>
      </w:r>
    </w:p>
    <w:p w14:paraId="3BE9C154" w14:textId="77777777" w:rsidR="00421963" w:rsidRDefault="00421963" w:rsidP="000741E3">
      <w:pPr>
        <w:pStyle w:val="SubStepAlpha"/>
      </w:pPr>
      <w:r>
        <w:t xml:space="preserve">Assign </w:t>
      </w:r>
      <w:r w:rsidRPr="00960AFB">
        <w:rPr>
          <w:b/>
        </w:rPr>
        <w:t>cisco</w:t>
      </w:r>
      <w:r>
        <w:t xml:space="preserve"> as the console password and enable login.</w:t>
      </w:r>
    </w:p>
    <w:p w14:paraId="73D33F2C" w14:textId="77777777" w:rsidR="00421963" w:rsidRDefault="00421963" w:rsidP="00421963">
      <w:pPr>
        <w:pStyle w:val="SubStepAlpha"/>
      </w:pPr>
      <w:r>
        <w:t xml:space="preserve">Assign </w:t>
      </w:r>
      <w:r w:rsidRPr="00960AFB">
        <w:rPr>
          <w:b/>
        </w:rPr>
        <w:t>cisco</w:t>
      </w:r>
      <w:r>
        <w:t xml:space="preserve"> as the VTY password and enable login.</w:t>
      </w:r>
    </w:p>
    <w:p w14:paraId="5FBE838A" w14:textId="77777777" w:rsidR="00421963" w:rsidRDefault="00421963" w:rsidP="00421963">
      <w:pPr>
        <w:pStyle w:val="SubStepAlpha"/>
      </w:pPr>
      <w:r>
        <w:t>Encrypt the plaintext passwords.</w:t>
      </w:r>
    </w:p>
    <w:p w14:paraId="7B08A0AB" w14:textId="77777777" w:rsidR="000741E3" w:rsidRPr="000741E3" w:rsidRDefault="00421963" w:rsidP="000741E3">
      <w:pPr>
        <w:pStyle w:val="SubStepAlpha"/>
      </w:pPr>
      <w:r>
        <w:t xml:space="preserve">Create a banner that warns anyone accessing the device sees the banner message “Authorized Users </w:t>
      </w:r>
      <w:proofErr w:type="gramStart"/>
      <w:r>
        <w:t>Only !</w:t>
      </w:r>
      <w:proofErr w:type="gramEnd"/>
      <w:r>
        <w:t>”.</w:t>
      </w:r>
      <w:r w:rsidDel="003B7061">
        <w:t xml:space="preserve"> </w:t>
      </w:r>
    </w:p>
    <w:p w14:paraId="7D2D4505" w14:textId="77777777" w:rsidR="00421963" w:rsidRDefault="00421963" w:rsidP="000741E3">
      <w:pPr>
        <w:pStyle w:val="SubStepAlpha"/>
      </w:pPr>
      <w:r>
        <w:t>Shut down all unused interfaces.</w:t>
      </w:r>
    </w:p>
    <w:p w14:paraId="183E5CBD" w14:textId="77777777" w:rsidR="00421963" w:rsidRDefault="00421963" w:rsidP="00421963">
      <w:pPr>
        <w:pStyle w:val="SubStepAlpha"/>
      </w:pPr>
      <w:r>
        <w:t>Save the running configuration to the startup configuration file.</w:t>
      </w:r>
    </w:p>
    <w:p w14:paraId="5423D12C" w14:textId="5ABA0F42" w:rsidR="00EC27C2" w:rsidRPr="00EC27C2" w:rsidRDefault="00EC27C2" w:rsidP="00EC27C2">
      <w:pPr>
        <w:pStyle w:val="ConfigWindow"/>
      </w:pPr>
      <w:r>
        <w:t>Close configuration window</w:t>
      </w:r>
    </w:p>
    <w:p w14:paraId="39A9021E" w14:textId="77777777" w:rsidR="00421963" w:rsidRDefault="00421963" w:rsidP="00EC27C2">
      <w:pPr>
        <w:pStyle w:val="Heading2"/>
        <w:spacing w:before="120"/>
      </w:pPr>
      <w:r>
        <w:lastRenderedPageBreak/>
        <w:t>Network Discovery with CDP</w:t>
      </w:r>
    </w:p>
    <w:p w14:paraId="23C31822" w14:textId="046B8DDA" w:rsidR="00421963" w:rsidRDefault="00421963" w:rsidP="00421963">
      <w:pPr>
        <w:pStyle w:val="BodyTextL25"/>
      </w:pPr>
      <w:r>
        <w:t>On Cisco devices, CDP is enabled by default. You will use CDP to discover the ports that are currently connected.</w:t>
      </w:r>
    </w:p>
    <w:p w14:paraId="473AA903" w14:textId="77777777" w:rsidR="00EC27C2" w:rsidRPr="00EC27C2" w:rsidRDefault="00EC27C2" w:rsidP="00EC27C2">
      <w:pPr>
        <w:pStyle w:val="ConfigWindow"/>
      </w:pPr>
      <w:r>
        <w:t>Open configuration window</w:t>
      </w:r>
    </w:p>
    <w:p w14:paraId="0E81A506" w14:textId="77777777" w:rsidR="00421963" w:rsidRDefault="00421963" w:rsidP="00EC27C2">
      <w:pPr>
        <w:pStyle w:val="SubStepAlpha"/>
        <w:spacing w:before="0"/>
      </w:pPr>
      <w:r>
        <w:t xml:space="preserve">On R1, use the appropriate </w:t>
      </w:r>
      <w:r w:rsidRPr="00901929">
        <w:rPr>
          <w:b/>
          <w:bCs/>
        </w:rPr>
        <w:t>show</w:t>
      </w:r>
      <w:r>
        <w:rPr>
          <w:b/>
          <w:bCs/>
        </w:rPr>
        <w:t xml:space="preserve"> </w:t>
      </w:r>
      <w:proofErr w:type="spellStart"/>
      <w:r>
        <w:rPr>
          <w:b/>
          <w:bCs/>
        </w:rPr>
        <w:t>cdp</w:t>
      </w:r>
      <w:proofErr w:type="spellEnd"/>
      <w:r>
        <w:t xml:space="preserve"> command to determine how many interfaces are CDP enabled, and of those how many are up and how many are down.</w:t>
      </w:r>
    </w:p>
    <w:p w14:paraId="545870DB" w14:textId="6F0F281D" w:rsidR="00DD7DC5" w:rsidRDefault="00DD7DC5" w:rsidP="00DD7DC5">
      <w:pPr>
        <w:pStyle w:val="Heading4"/>
      </w:pPr>
      <w:r>
        <w:t>Question:</w:t>
      </w:r>
    </w:p>
    <w:p w14:paraId="3BA1AC60" w14:textId="4B81F9C9" w:rsidR="00421963" w:rsidRDefault="00421963" w:rsidP="00DD7DC5">
      <w:pPr>
        <w:pStyle w:val="BodyTextL50"/>
        <w:spacing w:before="0"/>
      </w:pPr>
      <w:r>
        <w:t>How many interfaces are participating in the CDP advertisement? Which interfaces are up?</w:t>
      </w:r>
    </w:p>
    <w:p w14:paraId="445EA6BB" w14:textId="60424CEC" w:rsidR="00421963" w:rsidRDefault="00DD7DC5" w:rsidP="00DD7DC5">
      <w:pPr>
        <w:pStyle w:val="AnswerLineL50"/>
      </w:pPr>
      <w:r>
        <w:t>Type your answers here.</w:t>
      </w:r>
    </w:p>
    <w:p w14:paraId="741869CC" w14:textId="77777777" w:rsidR="00421963" w:rsidRDefault="00421963" w:rsidP="00421963">
      <w:pPr>
        <w:pStyle w:val="SubStepAlpha"/>
      </w:pPr>
      <w:r>
        <w:t xml:space="preserve">On R1, use the appropriate </w:t>
      </w:r>
      <w:r w:rsidRPr="00901929">
        <w:rPr>
          <w:b/>
          <w:bCs/>
        </w:rPr>
        <w:t>show</w:t>
      </w:r>
      <w:r>
        <w:rPr>
          <w:b/>
          <w:bCs/>
        </w:rPr>
        <w:t xml:space="preserve"> </w:t>
      </w:r>
      <w:proofErr w:type="spellStart"/>
      <w:r>
        <w:rPr>
          <w:b/>
          <w:bCs/>
        </w:rPr>
        <w:t>cdp</w:t>
      </w:r>
      <w:proofErr w:type="spellEnd"/>
      <w:r>
        <w:t xml:space="preserve"> command to determine the IOS version used on S1.</w:t>
      </w:r>
    </w:p>
    <w:p w14:paraId="679F9E95" w14:textId="77777777" w:rsidR="00421963" w:rsidRPr="005F40C0" w:rsidRDefault="00421963" w:rsidP="00F41645">
      <w:pPr>
        <w:pStyle w:val="CMD"/>
      </w:pPr>
      <w:r w:rsidRPr="005F40C0">
        <w:t xml:space="preserve">R1# </w:t>
      </w:r>
      <w:r w:rsidRPr="00F41645">
        <w:rPr>
          <w:b/>
        </w:rPr>
        <w:t xml:space="preserve">show </w:t>
      </w:r>
      <w:proofErr w:type="spellStart"/>
      <w:r w:rsidRPr="00F41645">
        <w:rPr>
          <w:b/>
        </w:rPr>
        <w:t>cdp</w:t>
      </w:r>
      <w:proofErr w:type="spellEnd"/>
      <w:r w:rsidRPr="00F41645">
        <w:rPr>
          <w:b/>
        </w:rPr>
        <w:t xml:space="preserve"> entry S1</w:t>
      </w:r>
    </w:p>
    <w:p w14:paraId="7193B47C" w14:textId="77777777" w:rsidR="00421963" w:rsidRPr="005F40C0" w:rsidRDefault="00421963" w:rsidP="00F41645">
      <w:pPr>
        <w:pStyle w:val="CMDOutput"/>
      </w:pPr>
      <w:r w:rsidRPr="005F40C0">
        <w:t>-------------------------</w:t>
      </w:r>
    </w:p>
    <w:p w14:paraId="4A7FEAA3" w14:textId="77777777" w:rsidR="00421963" w:rsidRPr="005F40C0" w:rsidRDefault="00421963" w:rsidP="00F41645">
      <w:pPr>
        <w:pStyle w:val="CMDOutput"/>
      </w:pPr>
      <w:r w:rsidRPr="005F40C0">
        <w:t>Device ID: S1</w:t>
      </w:r>
    </w:p>
    <w:p w14:paraId="28595724" w14:textId="77777777" w:rsidR="00421963" w:rsidRPr="005F40C0" w:rsidRDefault="00421963" w:rsidP="00F41645">
      <w:pPr>
        <w:pStyle w:val="CMDOutput"/>
      </w:pPr>
      <w:r w:rsidRPr="005F40C0">
        <w:t>Entry address(es):</w:t>
      </w:r>
    </w:p>
    <w:p w14:paraId="0670D773" w14:textId="77777777" w:rsidR="00421963" w:rsidRPr="005F40C0" w:rsidRDefault="00421963" w:rsidP="00F41645">
      <w:pPr>
        <w:pStyle w:val="CMDOutput"/>
      </w:pPr>
      <w:r w:rsidRPr="005F40C0">
        <w:t>Platform: cisco WS-C2960+24LC-</w:t>
      </w:r>
      <w:proofErr w:type="gramStart"/>
      <w:r w:rsidRPr="005F40C0">
        <w:t>L,  Capabilities</w:t>
      </w:r>
      <w:proofErr w:type="gramEnd"/>
      <w:r w:rsidRPr="005F40C0">
        <w:t>: Switch IGMP</w:t>
      </w:r>
    </w:p>
    <w:p w14:paraId="32060250" w14:textId="77777777" w:rsidR="00421963" w:rsidRPr="005F40C0" w:rsidRDefault="00421963" w:rsidP="00F41645">
      <w:pPr>
        <w:pStyle w:val="CMDOutput"/>
      </w:pPr>
      <w:r w:rsidRPr="005F40C0">
        <w:t>Interface: GigabitEthernet0/0/</w:t>
      </w:r>
      <w:proofErr w:type="gramStart"/>
      <w:r w:rsidRPr="005F40C0">
        <w:t>1,  Port</w:t>
      </w:r>
      <w:proofErr w:type="gramEnd"/>
      <w:r w:rsidRPr="005F40C0">
        <w:t xml:space="preserve"> ID (outgoing port): FastEthernet0/5</w:t>
      </w:r>
    </w:p>
    <w:p w14:paraId="2B937EFF" w14:textId="77777777" w:rsidR="00421963" w:rsidRPr="005F40C0" w:rsidRDefault="00421963" w:rsidP="00F41645">
      <w:pPr>
        <w:pStyle w:val="CMDOutput"/>
      </w:pPr>
      <w:proofErr w:type="spellStart"/>
      <w:proofErr w:type="gramStart"/>
      <w:r w:rsidRPr="005F40C0">
        <w:t>Holdtime</w:t>
      </w:r>
      <w:proofErr w:type="spellEnd"/>
      <w:r w:rsidRPr="005F40C0">
        <w:t xml:space="preserve"> :</w:t>
      </w:r>
      <w:proofErr w:type="gramEnd"/>
      <w:r w:rsidRPr="005F40C0">
        <w:t xml:space="preserve"> 125 sec</w:t>
      </w:r>
    </w:p>
    <w:p w14:paraId="547BBE7F" w14:textId="77777777" w:rsidR="00421963" w:rsidRPr="005F40C0" w:rsidRDefault="00421963" w:rsidP="00F41645">
      <w:pPr>
        <w:pStyle w:val="CMDOutput"/>
      </w:pPr>
    </w:p>
    <w:p w14:paraId="2A480161" w14:textId="77777777" w:rsidR="00421963" w:rsidRPr="005F40C0" w:rsidRDefault="00421963" w:rsidP="00F41645">
      <w:pPr>
        <w:pStyle w:val="CMDOutput"/>
      </w:pPr>
      <w:proofErr w:type="gramStart"/>
      <w:r w:rsidRPr="005F40C0">
        <w:t>Version :</w:t>
      </w:r>
      <w:proofErr w:type="gramEnd"/>
    </w:p>
    <w:p w14:paraId="2769A7A7" w14:textId="77777777" w:rsidR="00421963" w:rsidRPr="005F40C0" w:rsidRDefault="00421963" w:rsidP="00F41645">
      <w:pPr>
        <w:pStyle w:val="CMDOutput"/>
      </w:pPr>
      <w:r w:rsidRPr="005F40C0">
        <w:t>Cisco IOS Software, C2960 Software (C2960-LANBASEK9-M), Version 15.2(4)E8, RELEASE SOFTWARE (fc3)</w:t>
      </w:r>
    </w:p>
    <w:p w14:paraId="1B517B1A" w14:textId="77777777" w:rsidR="00421963" w:rsidRPr="005F40C0" w:rsidRDefault="00421963" w:rsidP="00F41645">
      <w:pPr>
        <w:pStyle w:val="CMDOutput"/>
      </w:pPr>
      <w:r w:rsidRPr="005F40C0">
        <w:t>Technical Support: http://www.cisco.com/techsupport</w:t>
      </w:r>
    </w:p>
    <w:p w14:paraId="1FEC4839" w14:textId="77777777" w:rsidR="00421963" w:rsidRPr="005F40C0" w:rsidRDefault="00421963" w:rsidP="00F41645">
      <w:pPr>
        <w:pStyle w:val="CMDOutput"/>
      </w:pPr>
      <w:r w:rsidRPr="005F40C0">
        <w:t>Copyright (c) 1986-2019 by Cisco Systems, Inc.</w:t>
      </w:r>
    </w:p>
    <w:p w14:paraId="469B79E4" w14:textId="77777777" w:rsidR="00421963" w:rsidRPr="005F40C0" w:rsidRDefault="00421963" w:rsidP="00F41645">
      <w:pPr>
        <w:pStyle w:val="CMDOutput"/>
      </w:pPr>
      <w:r w:rsidRPr="005F40C0">
        <w:t xml:space="preserve">Compiled Fri 15-Mar-19 17:28 by </w:t>
      </w:r>
      <w:proofErr w:type="spellStart"/>
      <w:r w:rsidRPr="005F40C0">
        <w:t>prod_rel_team</w:t>
      </w:r>
      <w:proofErr w:type="spellEnd"/>
    </w:p>
    <w:p w14:paraId="559FE8BB" w14:textId="77777777" w:rsidR="00421963" w:rsidRPr="005F40C0" w:rsidRDefault="00421963" w:rsidP="00F41645">
      <w:pPr>
        <w:pStyle w:val="CMDOutput"/>
      </w:pPr>
    </w:p>
    <w:p w14:paraId="72B04405" w14:textId="77777777" w:rsidR="00421963" w:rsidRPr="005F40C0" w:rsidRDefault="00421963" w:rsidP="00F41645">
      <w:pPr>
        <w:pStyle w:val="CMDOutput"/>
      </w:pPr>
      <w:r w:rsidRPr="005F40C0">
        <w:t>advertisement version: 2</w:t>
      </w:r>
    </w:p>
    <w:p w14:paraId="6F2E57D8" w14:textId="77777777" w:rsidR="00421963" w:rsidRPr="005F40C0" w:rsidRDefault="00421963" w:rsidP="00F41645">
      <w:pPr>
        <w:pStyle w:val="CMDOutput"/>
      </w:pPr>
      <w:r w:rsidRPr="005F40C0">
        <w:t>VTP Management Domain: ''</w:t>
      </w:r>
    </w:p>
    <w:p w14:paraId="5FECE630" w14:textId="77777777" w:rsidR="00421963" w:rsidRPr="005F40C0" w:rsidRDefault="00421963" w:rsidP="00F41645">
      <w:pPr>
        <w:pStyle w:val="CMDOutput"/>
      </w:pPr>
      <w:r w:rsidRPr="005F40C0">
        <w:t>Native VLAN: 1</w:t>
      </w:r>
    </w:p>
    <w:p w14:paraId="3F0BE538" w14:textId="57F19DCE" w:rsidR="00421963" w:rsidRDefault="00421963" w:rsidP="00F41645">
      <w:pPr>
        <w:pStyle w:val="CMDOutput"/>
      </w:pPr>
      <w:r w:rsidRPr="005F40C0">
        <w:t>Duplex: full</w:t>
      </w:r>
    </w:p>
    <w:p w14:paraId="3CAF6B90" w14:textId="77777777" w:rsidR="005F40C0" w:rsidRDefault="005F40C0" w:rsidP="005F40C0">
      <w:pPr>
        <w:pStyle w:val="Heading4"/>
      </w:pPr>
      <w:r>
        <w:t>Question:</w:t>
      </w:r>
    </w:p>
    <w:p w14:paraId="46657121" w14:textId="6E653BAE" w:rsidR="00421963" w:rsidRDefault="00421963" w:rsidP="005F40C0">
      <w:pPr>
        <w:pStyle w:val="SubStepAlpha"/>
        <w:numPr>
          <w:ilvl w:val="0"/>
          <w:numId w:val="0"/>
        </w:numPr>
        <w:spacing w:before="0"/>
        <w:ind w:left="720"/>
      </w:pPr>
      <w:r>
        <w:t>What IOS version is S1 using?</w:t>
      </w:r>
    </w:p>
    <w:p w14:paraId="3CB1EC62" w14:textId="72DAC99B" w:rsidR="00421963" w:rsidRDefault="005F40C0" w:rsidP="005F40C0">
      <w:pPr>
        <w:pStyle w:val="AnswerLineL50"/>
      </w:pPr>
      <w:r>
        <w:t>Type your answers here.</w:t>
      </w:r>
    </w:p>
    <w:p w14:paraId="228244CB" w14:textId="77777777" w:rsidR="00421963" w:rsidRDefault="00421963" w:rsidP="00421963">
      <w:pPr>
        <w:pStyle w:val="SubStepAlpha"/>
      </w:pPr>
      <w:r>
        <w:t xml:space="preserve">On S1, use the appropriate </w:t>
      </w:r>
      <w:r w:rsidRPr="00901929">
        <w:rPr>
          <w:b/>
          <w:bCs/>
        </w:rPr>
        <w:t>show</w:t>
      </w:r>
      <w:r>
        <w:rPr>
          <w:b/>
          <w:bCs/>
        </w:rPr>
        <w:t xml:space="preserve"> </w:t>
      </w:r>
      <w:proofErr w:type="spellStart"/>
      <w:r>
        <w:rPr>
          <w:b/>
          <w:bCs/>
        </w:rPr>
        <w:t>cdp</w:t>
      </w:r>
      <w:proofErr w:type="spellEnd"/>
      <w:r>
        <w:t xml:space="preserve"> command to determine how many CDP packets have been output.</w:t>
      </w:r>
    </w:p>
    <w:p w14:paraId="7A95DCA9" w14:textId="77777777" w:rsidR="00421963" w:rsidRPr="00DD7DC5" w:rsidRDefault="00421963" w:rsidP="00F41645">
      <w:pPr>
        <w:pStyle w:val="CMD"/>
      </w:pPr>
      <w:r w:rsidRPr="00DD7DC5">
        <w:t xml:space="preserve">S1# </w:t>
      </w:r>
      <w:r w:rsidRPr="00F41645">
        <w:rPr>
          <w:b/>
        </w:rPr>
        <w:t xml:space="preserve">show </w:t>
      </w:r>
      <w:proofErr w:type="spellStart"/>
      <w:r w:rsidRPr="00F41645">
        <w:rPr>
          <w:b/>
        </w:rPr>
        <w:t>cdp</w:t>
      </w:r>
      <w:proofErr w:type="spellEnd"/>
      <w:r w:rsidRPr="00F41645">
        <w:rPr>
          <w:b/>
        </w:rPr>
        <w:t xml:space="preserve"> traffic</w:t>
      </w:r>
    </w:p>
    <w:p w14:paraId="623F3315" w14:textId="77777777" w:rsidR="00421963" w:rsidRPr="00DD7DC5" w:rsidRDefault="00421963" w:rsidP="00F41645">
      <w:pPr>
        <w:pStyle w:val="CMDOutput"/>
      </w:pPr>
      <w:r w:rsidRPr="00DD7DC5">
        <w:t xml:space="preserve">CDP </w:t>
      </w:r>
      <w:proofErr w:type="gramStart"/>
      <w:r w:rsidRPr="00DD7DC5">
        <w:t>counters :</w:t>
      </w:r>
      <w:proofErr w:type="gramEnd"/>
    </w:p>
    <w:p w14:paraId="2D9797DA" w14:textId="77777777" w:rsidR="00421963" w:rsidRPr="00DD7DC5" w:rsidRDefault="00421963" w:rsidP="00F41645">
      <w:pPr>
        <w:pStyle w:val="CMDOutput"/>
      </w:pPr>
      <w:r w:rsidRPr="00DD7DC5">
        <w:t xml:space="preserve">        Total packets output: 179, Input: 148</w:t>
      </w:r>
    </w:p>
    <w:p w14:paraId="2BA95D43" w14:textId="77777777" w:rsidR="00421963" w:rsidRPr="00DD7DC5" w:rsidRDefault="00421963" w:rsidP="00F41645">
      <w:pPr>
        <w:pStyle w:val="CMDOutput"/>
      </w:pPr>
      <w:r w:rsidRPr="00DD7DC5">
        <w:t xml:space="preserve">        </w:t>
      </w:r>
      <w:proofErr w:type="spellStart"/>
      <w:r w:rsidRPr="00DD7DC5">
        <w:t>Hdr</w:t>
      </w:r>
      <w:proofErr w:type="spellEnd"/>
      <w:r w:rsidRPr="00DD7DC5">
        <w:t xml:space="preserve"> syntax: 0, </w:t>
      </w:r>
      <w:proofErr w:type="spellStart"/>
      <w:r w:rsidRPr="00DD7DC5">
        <w:t>Chksum</w:t>
      </w:r>
      <w:proofErr w:type="spellEnd"/>
      <w:r w:rsidRPr="00DD7DC5">
        <w:t xml:space="preserve"> error: 0, </w:t>
      </w:r>
      <w:proofErr w:type="spellStart"/>
      <w:r w:rsidRPr="00DD7DC5">
        <w:t>Encaps</w:t>
      </w:r>
      <w:proofErr w:type="spellEnd"/>
      <w:r w:rsidRPr="00DD7DC5">
        <w:t xml:space="preserve"> failed: 0</w:t>
      </w:r>
    </w:p>
    <w:p w14:paraId="1B6BAFBB" w14:textId="77777777" w:rsidR="00421963" w:rsidRPr="00DD7DC5" w:rsidRDefault="00421963" w:rsidP="00F41645">
      <w:pPr>
        <w:pStyle w:val="CMDOutput"/>
      </w:pPr>
      <w:r w:rsidRPr="00DD7DC5">
        <w:t xml:space="preserve">        No memory: 0, Invalid packet: 0,</w:t>
      </w:r>
    </w:p>
    <w:p w14:paraId="0D414AFD" w14:textId="77777777" w:rsidR="00421963" w:rsidRPr="00DD7DC5" w:rsidRDefault="00421963" w:rsidP="00F41645">
      <w:pPr>
        <w:pStyle w:val="CMDOutput"/>
      </w:pPr>
      <w:r w:rsidRPr="00DD7DC5">
        <w:t xml:space="preserve">        CDP version 1 advertisements output: 0, Input: 0</w:t>
      </w:r>
    </w:p>
    <w:p w14:paraId="1CE68C47" w14:textId="77777777" w:rsidR="00421963" w:rsidRPr="00DD7DC5" w:rsidRDefault="00421963" w:rsidP="00F41645">
      <w:pPr>
        <w:pStyle w:val="CMDOutput"/>
      </w:pPr>
      <w:r w:rsidRPr="00DD7DC5">
        <w:t xml:space="preserve">        CDP version 2 advertisements output: 179, Input: 148</w:t>
      </w:r>
    </w:p>
    <w:p w14:paraId="53A03464" w14:textId="4819FAB8" w:rsidR="00421963" w:rsidRPr="00DD7DC5" w:rsidRDefault="00DD7DC5" w:rsidP="00DD7DC5">
      <w:pPr>
        <w:pStyle w:val="Heading4"/>
      </w:pPr>
      <w:r w:rsidRPr="00DD7DC5">
        <w:t>Question:</w:t>
      </w:r>
    </w:p>
    <w:p w14:paraId="4406CDCC" w14:textId="77777777" w:rsidR="00421963" w:rsidRDefault="00421963" w:rsidP="00DD7DC5">
      <w:pPr>
        <w:pStyle w:val="SubStepAlpha"/>
        <w:numPr>
          <w:ilvl w:val="0"/>
          <w:numId w:val="0"/>
        </w:numPr>
        <w:spacing w:before="0"/>
        <w:ind w:left="720"/>
      </w:pPr>
      <w:r>
        <w:t>How many packets has CDP output since the last counter reset?</w:t>
      </w:r>
    </w:p>
    <w:p w14:paraId="5411F369" w14:textId="09330C33" w:rsidR="00421963" w:rsidRDefault="00DD7DC5" w:rsidP="00DD7DC5">
      <w:pPr>
        <w:pStyle w:val="AnswerLineL50"/>
      </w:pPr>
      <w:r>
        <w:t>Type your answers here.</w:t>
      </w:r>
    </w:p>
    <w:p w14:paraId="0221CA05" w14:textId="0B61C066" w:rsidR="00DD7DC5" w:rsidRDefault="00421963" w:rsidP="00421963">
      <w:pPr>
        <w:pStyle w:val="SubStepAlpha"/>
      </w:pPr>
      <w:r>
        <w:t xml:space="preserve">Configure the SVI for VLAN 1 on S1 and S2 using the IP addresses specified in the Addressing Table above. Configure the </w:t>
      </w:r>
      <w:r w:rsidR="00DD7DC5">
        <w:t>default gateway</w:t>
      </w:r>
      <w:r>
        <w:t xml:space="preserve"> on each switch based on the Address Table.</w:t>
      </w:r>
    </w:p>
    <w:p w14:paraId="25675D9C" w14:textId="77777777" w:rsidR="000741E3" w:rsidRDefault="00421963" w:rsidP="00421963">
      <w:pPr>
        <w:pStyle w:val="SubStepAlpha"/>
        <w:keepNext/>
      </w:pPr>
      <w:r>
        <w:lastRenderedPageBreak/>
        <w:t xml:space="preserve">On R1, issue the </w:t>
      </w:r>
      <w:r>
        <w:rPr>
          <w:b/>
        </w:rPr>
        <w:t xml:space="preserve">show </w:t>
      </w:r>
      <w:proofErr w:type="spellStart"/>
      <w:r>
        <w:rPr>
          <w:b/>
        </w:rPr>
        <w:t>cdp</w:t>
      </w:r>
      <w:proofErr w:type="spellEnd"/>
      <w:r>
        <w:rPr>
          <w:b/>
        </w:rPr>
        <w:t xml:space="preserve"> entry S1 </w:t>
      </w:r>
      <w:r>
        <w:t>command.</w:t>
      </w:r>
    </w:p>
    <w:p w14:paraId="3E7E9744" w14:textId="77777777" w:rsidR="000741E3" w:rsidRDefault="000741E3" w:rsidP="000741E3">
      <w:pPr>
        <w:pStyle w:val="Heading4"/>
      </w:pPr>
      <w:r>
        <w:t>Question:</w:t>
      </w:r>
    </w:p>
    <w:p w14:paraId="2416B789" w14:textId="097EEB2A" w:rsidR="00421963" w:rsidRDefault="00421963" w:rsidP="00DD7DC5">
      <w:pPr>
        <w:pStyle w:val="BodyTextL50"/>
        <w:spacing w:before="0"/>
      </w:pPr>
      <w:r>
        <w:t>What additional information is now available?</w:t>
      </w:r>
    </w:p>
    <w:p w14:paraId="168BCB14" w14:textId="5908B0D3" w:rsidR="00421963" w:rsidRDefault="000741E3" w:rsidP="000741E3">
      <w:pPr>
        <w:pStyle w:val="AnswerLineL50"/>
      </w:pPr>
      <w:r>
        <w:t>Type your answers here.</w:t>
      </w:r>
    </w:p>
    <w:p w14:paraId="238B24F2" w14:textId="77777777" w:rsidR="00421963" w:rsidRPr="00DD7DC5" w:rsidRDefault="00421963" w:rsidP="00484032">
      <w:pPr>
        <w:pStyle w:val="CMD"/>
      </w:pPr>
      <w:r w:rsidRPr="00DD7DC5">
        <w:t xml:space="preserve">R1# </w:t>
      </w:r>
      <w:r w:rsidRPr="00F41645">
        <w:rPr>
          <w:b/>
        </w:rPr>
        <w:t xml:space="preserve">show </w:t>
      </w:r>
      <w:proofErr w:type="spellStart"/>
      <w:r w:rsidRPr="00F41645">
        <w:rPr>
          <w:b/>
        </w:rPr>
        <w:t>cdp</w:t>
      </w:r>
      <w:proofErr w:type="spellEnd"/>
      <w:r w:rsidRPr="00F41645">
        <w:rPr>
          <w:b/>
        </w:rPr>
        <w:t xml:space="preserve"> entry S1</w:t>
      </w:r>
    </w:p>
    <w:p w14:paraId="2C151B34" w14:textId="77777777" w:rsidR="00421963" w:rsidRPr="00DD7DC5" w:rsidRDefault="00421963" w:rsidP="00484032">
      <w:pPr>
        <w:pStyle w:val="CMDOutput"/>
      </w:pPr>
      <w:r w:rsidRPr="00DD7DC5">
        <w:t>-------------------------</w:t>
      </w:r>
    </w:p>
    <w:p w14:paraId="40C151B6" w14:textId="77777777" w:rsidR="00421963" w:rsidRPr="00DD7DC5" w:rsidRDefault="00421963" w:rsidP="00484032">
      <w:pPr>
        <w:pStyle w:val="CMDOutput"/>
      </w:pPr>
      <w:r w:rsidRPr="00DD7DC5">
        <w:t>Device ID: S1</w:t>
      </w:r>
    </w:p>
    <w:p w14:paraId="53689952" w14:textId="77777777" w:rsidR="00421963" w:rsidRPr="00DD7DC5" w:rsidRDefault="00421963" w:rsidP="00484032">
      <w:pPr>
        <w:pStyle w:val="CMDOutput"/>
      </w:pPr>
      <w:r w:rsidRPr="00DD7DC5">
        <w:t>Entry address(es):</w:t>
      </w:r>
    </w:p>
    <w:p w14:paraId="6ECEAF56" w14:textId="77777777" w:rsidR="00421963" w:rsidRPr="00DD7DC5" w:rsidRDefault="00421963" w:rsidP="00484032">
      <w:pPr>
        <w:pStyle w:val="CMDOutput"/>
      </w:pPr>
      <w:r w:rsidRPr="00DD7DC5">
        <w:t xml:space="preserve">  IP address: 10.22.0.2</w:t>
      </w:r>
    </w:p>
    <w:p w14:paraId="0A295A33" w14:textId="77777777" w:rsidR="00421963" w:rsidRPr="00DD7DC5" w:rsidRDefault="00421963" w:rsidP="00484032">
      <w:pPr>
        <w:pStyle w:val="CMDOutput"/>
      </w:pPr>
      <w:r w:rsidRPr="00DD7DC5">
        <w:t>Platform: cisco WS-C2960+24LC-</w:t>
      </w:r>
      <w:proofErr w:type="gramStart"/>
      <w:r w:rsidRPr="00DD7DC5">
        <w:t>L,  Capabilities</w:t>
      </w:r>
      <w:proofErr w:type="gramEnd"/>
      <w:r w:rsidRPr="00DD7DC5">
        <w:t>: Switch IGMP</w:t>
      </w:r>
    </w:p>
    <w:p w14:paraId="6F7615FD" w14:textId="77777777" w:rsidR="00421963" w:rsidRPr="00DD7DC5" w:rsidRDefault="00421963" w:rsidP="00484032">
      <w:pPr>
        <w:pStyle w:val="CMDOutput"/>
      </w:pPr>
      <w:r w:rsidRPr="00DD7DC5">
        <w:t>Interface: GigabitEthernet0/0/</w:t>
      </w:r>
      <w:proofErr w:type="gramStart"/>
      <w:r w:rsidRPr="00DD7DC5">
        <w:t>1,  Port</w:t>
      </w:r>
      <w:proofErr w:type="gramEnd"/>
      <w:r w:rsidRPr="00DD7DC5">
        <w:t xml:space="preserve"> ID (outgoing port): FastEthernet0/5</w:t>
      </w:r>
    </w:p>
    <w:p w14:paraId="20368558" w14:textId="77777777" w:rsidR="00421963" w:rsidRPr="00DD7DC5" w:rsidRDefault="00421963" w:rsidP="00484032">
      <w:pPr>
        <w:pStyle w:val="CMDOutput"/>
      </w:pPr>
      <w:proofErr w:type="spellStart"/>
      <w:proofErr w:type="gramStart"/>
      <w:r w:rsidRPr="00DD7DC5">
        <w:t>Holdtime</w:t>
      </w:r>
      <w:proofErr w:type="spellEnd"/>
      <w:r w:rsidRPr="00DD7DC5">
        <w:t xml:space="preserve"> :</w:t>
      </w:r>
      <w:proofErr w:type="gramEnd"/>
      <w:r w:rsidRPr="00DD7DC5">
        <w:t xml:space="preserve"> 133 sec</w:t>
      </w:r>
    </w:p>
    <w:p w14:paraId="66A65350" w14:textId="77777777" w:rsidR="00421963" w:rsidRPr="00DD7DC5" w:rsidRDefault="00421963" w:rsidP="00484032">
      <w:pPr>
        <w:pStyle w:val="CMDOutput"/>
      </w:pPr>
    </w:p>
    <w:p w14:paraId="15D715CE" w14:textId="77777777" w:rsidR="00421963" w:rsidRPr="00DD7DC5" w:rsidRDefault="00421963" w:rsidP="00484032">
      <w:pPr>
        <w:pStyle w:val="CMDOutput"/>
      </w:pPr>
      <w:proofErr w:type="gramStart"/>
      <w:r w:rsidRPr="00DD7DC5">
        <w:t>Version :</w:t>
      </w:r>
      <w:proofErr w:type="gramEnd"/>
    </w:p>
    <w:p w14:paraId="776C4F55" w14:textId="77777777" w:rsidR="00421963" w:rsidRPr="00DD7DC5" w:rsidRDefault="00421963" w:rsidP="00484032">
      <w:pPr>
        <w:pStyle w:val="CMDOutput"/>
      </w:pPr>
      <w:r w:rsidRPr="00DD7DC5">
        <w:t>Cisco IOS Software, C2960 Software (C2960-LANBASEK9-M), Version 15.2(4)E8, RELEASE SOFTWARE (fc3)</w:t>
      </w:r>
    </w:p>
    <w:p w14:paraId="112C655F" w14:textId="77777777" w:rsidR="00421963" w:rsidRPr="00DD7DC5" w:rsidRDefault="00421963" w:rsidP="00484032">
      <w:pPr>
        <w:pStyle w:val="CMDOutput"/>
      </w:pPr>
      <w:r w:rsidRPr="00DD7DC5">
        <w:t>Technical Support: http://www.cisco.com/techsupport</w:t>
      </w:r>
    </w:p>
    <w:p w14:paraId="6F3999CB" w14:textId="77777777" w:rsidR="00421963" w:rsidRPr="00DD7DC5" w:rsidRDefault="00421963" w:rsidP="00484032">
      <w:pPr>
        <w:pStyle w:val="CMDOutput"/>
      </w:pPr>
      <w:r w:rsidRPr="00DD7DC5">
        <w:t>Copyright (c) 1986-2019 by Cisco Systems, Inc.</w:t>
      </w:r>
    </w:p>
    <w:p w14:paraId="0FCDE800" w14:textId="77777777" w:rsidR="00421963" w:rsidRPr="00DD7DC5" w:rsidRDefault="00421963" w:rsidP="00484032">
      <w:pPr>
        <w:pStyle w:val="CMDOutput"/>
      </w:pPr>
      <w:r w:rsidRPr="00DD7DC5">
        <w:t xml:space="preserve">Compiled Fri 15-Mar-19 17:28 by </w:t>
      </w:r>
      <w:proofErr w:type="spellStart"/>
      <w:r w:rsidRPr="00DD7DC5">
        <w:t>prod_rel_team</w:t>
      </w:r>
      <w:proofErr w:type="spellEnd"/>
    </w:p>
    <w:p w14:paraId="694A072A" w14:textId="77777777" w:rsidR="00421963" w:rsidRPr="00DD7DC5" w:rsidRDefault="00421963" w:rsidP="00484032">
      <w:pPr>
        <w:pStyle w:val="CMDOutput"/>
      </w:pPr>
    </w:p>
    <w:p w14:paraId="5801B4D1" w14:textId="77777777" w:rsidR="00421963" w:rsidRPr="00DD7DC5" w:rsidRDefault="00421963" w:rsidP="00484032">
      <w:pPr>
        <w:pStyle w:val="CMDOutput"/>
      </w:pPr>
      <w:r w:rsidRPr="00DD7DC5">
        <w:t>advertisement version: 2</w:t>
      </w:r>
    </w:p>
    <w:p w14:paraId="5482989B" w14:textId="77777777" w:rsidR="00421963" w:rsidRPr="00DD7DC5" w:rsidRDefault="00421963" w:rsidP="00484032">
      <w:pPr>
        <w:pStyle w:val="CMDOutput"/>
      </w:pPr>
      <w:r w:rsidRPr="00DD7DC5">
        <w:t>VTP Management Domain: ''</w:t>
      </w:r>
    </w:p>
    <w:p w14:paraId="3125549E" w14:textId="77777777" w:rsidR="00421963" w:rsidRPr="00DD7DC5" w:rsidRDefault="00421963" w:rsidP="00484032">
      <w:pPr>
        <w:pStyle w:val="CMDOutput"/>
      </w:pPr>
      <w:r w:rsidRPr="00DD7DC5">
        <w:t>Native VLAN: 1</w:t>
      </w:r>
    </w:p>
    <w:p w14:paraId="002BF0DE" w14:textId="77777777" w:rsidR="00421963" w:rsidRPr="00DD7DC5" w:rsidRDefault="00421963" w:rsidP="00484032">
      <w:pPr>
        <w:pStyle w:val="CMDOutput"/>
      </w:pPr>
      <w:r w:rsidRPr="00DD7DC5">
        <w:t>Duplex: full</w:t>
      </w:r>
    </w:p>
    <w:p w14:paraId="30C4225B" w14:textId="77777777" w:rsidR="00421963" w:rsidRPr="00DD7DC5" w:rsidRDefault="00421963" w:rsidP="00484032">
      <w:pPr>
        <w:pStyle w:val="CMDOutput"/>
      </w:pPr>
      <w:r w:rsidRPr="00DD7DC5">
        <w:t>Management address(es):</w:t>
      </w:r>
    </w:p>
    <w:p w14:paraId="6F66CF41" w14:textId="77777777" w:rsidR="00421963" w:rsidRPr="00DD7DC5" w:rsidRDefault="00421963" w:rsidP="00484032">
      <w:pPr>
        <w:pStyle w:val="CMDOutput"/>
      </w:pPr>
      <w:r w:rsidRPr="00DD7DC5">
        <w:t xml:space="preserve">  IP address: 10.22.0.2</w:t>
      </w:r>
    </w:p>
    <w:p w14:paraId="2C5D6C65" w14:textId="77777777" w:rsidR="00DD7DC5" w:rsidRPr="00DD7DC5" w:rsidRDefault="00421963" w:rsidP="00F678BB">
      <w:pPr>
        <w:pStyle w:val="SubStepAlpha"/>
      </w:pPr>
      <w:r>
        <w:t>Disable CDP globally on all devices</w:t>
      </w:r>
      <w:r w:rsidR="00DD7DC5">
        <w:t>.</w:t>
      </w:r>
    </w:p>
    <w:p w14:paraId="492893C3" w14:textId="09BF6BB1" w:rsidR="00EC27C2" w:rsidRPr="00EC27C2" w:rsidRDefault="00EC27C2" w:rsidP="00EC27C2">
      <w:pPr>
        <w:pStyle w:val="ConfigWindow"/>
      </w:pPr>
      <w:r>
        <w:t>Close configuration window</w:t>
      </w:r>
    </w:p>
    <w:p w14:paraId="44036F69" w14:textId="77777777" w:rsidR="00421963" w:rsidRDefault="00421963" w:rsidP="00EC27C2">
      <w:pPr>
        <w:pStyle w:val="Heading2"/>
        <w:spacing w:before="120"/>
      </w:pPr>
      <w:r>
        <w:t>Network Discovery with LLDP</w:t>
      </w:r>
    </w:p>
    <w:p w14:paraId="52D5EE61" w14:textId="09528EF1" w:rsidR="00421963" w:rsidRDefault="00421963" w:rsidP="00421963">
      <w:pPr>
        <w:pStyle w:val="BodyTextL25"/>
      </w:pPr>
      <w:r>
        <w:t>On Cisco devices, LLDP maybe enabled by default. You will use LLDP to discover the ports that are currently connected.</w:t>
      </w:r>
    </w:p>
    <w:p w14:paraId="706355A1" w14:textId="77777777" w:rsidR="00EC27C2" w:rsidRPr="00EC27C2" w:rsidRDefault="00EC27C2" w:rsidP="00EC27C2">
      <w:pPr>
        <w:pStyle w:val="ConfigWindow"/>
      </w:pPr>
      <w:r>
        <w:t>Open configuration window</w:t>
      </w:r>
    </w:p>
    <w:p w14:paraId="7426D3E8" w14:textId="77777777" w:rsidR="00421963" w:rsidRDefault="00421963" w:rsidP="00EC27C2">
      <w:pPr>
        <w:pStyle w:val="SubStepAlpha"/>
        <w:spacing w:before="0"/>
      </w:pPr>
      <w:r>
        <w:t xml:space="preserve">Enter the appropriate </w:t>
      </w:r>
      <w:proofErr w:type="spellStart"/>
      <w:r w:rsidRPr="00D57B8D">
        <w:rPr>
          <w:b/>
        </w:rPr>
        <w:t>lldp</w:t>
      </w:r>
      <w:proofErr w:type="spellEnd"/>
      <w:r w:rsidRPr="00D57B8D">
        <w:rPr>
          <w:b/>
        </w:rPr>
        <w:t xml:space="preserve"> </w:t>
      </w:r>
      <w:r>
        <w:t>command to enable LLDP on all devices in the topology.</w:t>
      </w:r>
    </w:p>
    <w:p w14:paraId="46CEF175" w14:textId="77777777" w:rsidR="00421963" w:rsidRPr="00971E61" w:rsidRDefault="00421963" w:rsidP="00421963">
      <w:pPr>
        <w:pStyle w:val="SubStepAlpha"/>
      </w:pPr>
      <w:r>
        <w:t xml:space="preserve">On S1, issue the appropriate </w:t>
      </w:r>
      <w:proofErr w:type="spellStart"/>
      <w:r>
        <w:rPr>
          <w:b/>
        </w:rPr>
        <w:t>lldp</w:t>
      </w:r>
      <w:proofErr w:type="spellEnd"/>
      <w:r>
        <w:rPr>
          <w:b/>
        </w:rPr>
        <w:t xml:space="preserve"> </w:t>
      </w:r>
      <w:r>
        <w:t>command to give you detailed information on S2.</w:t>
      </w:r>
    </w:p>
    <w:p w14:paraId="0C11E442" w14:textId="77777777" w:rsidR="00421963" w:rsidRPr="00DD7DC5" w:rsidRDefault="00421963" w:rsidP="00F41645">
      <w:pPr>
        <w:pStyle w:val="CMD"/>
      </w:pPr>
      <w:r w:rsidRPr="00DD7DC5">
        <w:t xml:space="preserve">S1# </w:t>
      </w:r>
      <w:r w:rsidRPr="00F41645">
        <w:rPr>
          <w:b/>
        </w:rPr>
        <w:t xml:space="preserve">show </w:t>
      </w:r>
      <w:proofErr w:type="spellStart"/>
      <w:r w:rsidRPr="00F41645">
        <w:rPr>
          <w:b/>
        </w:rPr>
        <w:t>lldp</w:t>
      </w:r>
      <w:proofErr w:type="spellEnd"/>
      <w:r w:rsidRPr="00F41645">
        <w:rPr>
          <w:b/>
        </w:rPr>
        <w:t xml:space="preserve"> entry S2</w:t>
      </w:r>
    </w:p>
    <w:p w14:paraId="256E67C8" w14:textId="77777777" w:rsidR="00421963" w:rsidRPr="00DD7DC5" w:rsidRDefault="00421963" w:rsidP="00F41645">
      <w:pPr>
        <w:pStyle w:val="CMDOutput"/>
      </w:pPr>
    </w:p>
    <w:p w14:paraId="17903927" w14:textId="77777777" w:rsidR="00421963" w:rsidRPr="00DD7DC5" w:rsidRDefault="00421963" w:rsidP="00F41645">
      <w:pPr>
        <w:pStyle w:val="CMDOutput"/>
      </w:pPr>
      <w:r w:rsidRPr="00DD7DC5">
        <w:t>Capability codes:</w:t>
      </w:r>
    </w:p>
    <w:p w14:paraId="12ED4A50" w14:textId="77777777" w:rsidR="00421963" w:rsidRPr="00DD7DC5" w:rsidRDefault="00421963" w:rsidP="00F41645">
      <w:pPr>
        <w:pStyle w:val="CMDOutput"/>
      </w:pPr>
      <w:r w:rsidRPr="00DD7DC5">
        <w:t xml:space="preserve">    (R) Router, (B) Bridge, (T) Telephone, (C) DOCSIS Cable Device</w:t>
      </w:r>
    </w:p>
    <w:p w14:paraId="34489AEE" w14:textId="77777777" w:rsidR="00421963" w:rsidRPr="00DD7DC5" w:rsidRDefault="00421963" w:rsidP="00F41645">
      <w:pPr>
        <w:pStyle w:val="CMDOutput"/>
      </w:pPr>
      <w:r w:rsidRPr="00DD7DC5">
        <w:t xml:space="preserve">    (W) WLAN Access Point, (P) Repeater, (S) Station, (O) Other</w:t>
      </w:r>
    </w:p>
    <w:p w14:paraId="606C7B52" w14:textId="77777777" w:rsidR="00421963" w:rsidRPr="00DD7DC5" w:rsidRDefault="00421963" w:rsidP="00F41645">
      <w:pPr>
        <w:pStyle w:val="CMDOutput"/>
      </w:pPr>
      <w:r w:rsidRPr="00DD7DC5">
        <w:t>------------------------------------------------</w:t>
      </w:r>
    </w:p>
    <w:p w14:paraId="3CC3D0FB" w14:textId="77777777" w:rsidR="00421963" w:rsidRPr="00DD7DC5" w:rsidRDefault="00421963" w:rsidP="00F41645">
      <w:pPr>
        <w:pStyle w:val="CMDOutput"/>
      </w:pPr>
      <w:r w:rsidRPr="00DD7DC5">
        <w:t xml:space="preserve">Local </w:t>
      </w:r>
      <w:proofErr w:type="spellStart"/>
      <w:r w:rsidRPr="00DD7DC5">
        <w:t>Intf</w:t>
      </w:r>
      <w:proofErr w:type="spellEnd"/>
      <w:r w:rsidRPr="00DD7DC5">
        <w:t>: Fa0/1</w:t>
      </w:r>
    </w:p>
    <w:p w14:paraId="3F34FF01" w14:textId="77777777" w:rsidR="00421963" w:rsidRPr="00DD7DC5" w:rsidRDefault="00421963" w:rsidP="00F41645">
      <w:pPr>
        <w:pStyle w:val="CMDOutput"/>
      </w:pPr>
      <w:r w:rsidRPr="00DD7DC5">
        <w:t>Chassis id: c</w:t>
      </w:r>
      <w:proofErr w:type="gramStart"/>
      <w:r w:rsidRPr="00DD7DC5">
        <w:t>025.5cd7.ef</w:t>
      </w:r>
      <w:proofErr w:type="gramEnd"/>
      <w:r w:rsidRPr="00DD7DC5">
        <w:t>00</w:t>
      </w:r>
    </w:p>
    <w:p w14:paraId="6F27B0B0" w14:textId="77777777" w:rsidR="00421963" w:rsidRPr="00DD7DC5" w:rsidRDefault="00421963" w:rsidP="00F41645">
      <w:pPr>
        <w:pStyle w:val="CMDOutput"/>
      </w:pPr>
      <w:r w:rsidRPr="00DD7DC5">
        <w:t>Port id: Fa0/1</w:t>
      </w:r>
    </w:p>
    <w:p w14:paraId="60B23C48" w14:textId="77777777" w:rsidR="00421963" w:rsidRPr="00DD7DC5" w:rsidRDefault="00421963" w:rsidP="00F41645">
      <w:pPr>
        <w:pStyle w:val="CMDOutput"/>
      </w:pPr>
      <w:r w:rsidRPr="00DD7DC5">
        <w:t>Port Description: FastEthernet0/1</w:t>
      </w:r>
    </w:p>
    <w:p w14:paraId="30BF892C" w14:textId="77777777" w:rsidR="00421963" w:rsidRPr="00DD7DC5" w:rsidRDefault="00421963" w:rsidP="00F41645">
      <w:pPr>
        <w:pStyle w:val="CMDOutput"/>
      </w:pPr>
      <w:r w:rsidRPr="00DD7DC5">
        <w:t>System Name: S2</w:t>
      </w:r>
    </w:p>
    <w:p w14:paraId="3EFE2FDB" w14:textId="77777777" w:rsidR="00421963" w:rsidRPr="00DD7DC5" w:rsidRDefault="00421963" w:rsidP="00F41645">
      <w:pPr>
        <w:pStyle w:val="CMDOutput"/>
      </w:pPr>
    </w:p>
    <w:p w14:paraId="387EBA5A" w14:textId="77777777" w:rsidR="00421963" w:rsidRPr="00DD7DC5" w:rsidRDefault="00421963" w:rsidP="00F41645">
      <w:pPr>
        <w:pStyle w:val="CMDOutput"/>
      </w:pPr>
      <w:r w:rsidRPr="00DD7DC5">
        <w:t>System Description:</w:t>
      </w:r>
    </w:p>
    <w:p w14:paraId="70BFE7B5" w14:textId="77777777" w:rsidR="00421963" w:rsidRPr="00DD7DC5" w:rsidRDefault="00421963" w:rsidP="00F41645">
      <w:pPr>
        <w:pStyle w:val="CMDOutput"/>
      </w:pPr>
      <w:r w:rsidRPr="00DD7DC5">
        <w:lastRenderedPageBreak/>
        <w:t>Cisco IOS Software, C2960 Software (C2960-LANBASEK9-M), Version 15.2(4)E8, RELEASE SOFTWARE (fc3)</w:t>
      </w:r>
    </w:p>
    <w:p w14:paraId="0D2902DE" w14:textId="77777777" w:rsidR="00421963" w:rsidRPr="00DD7DC5" w:rsidRDefault="00421963" w:rsidP="00F41645">
      <w:pPr>
        <w:pStyle w:val="CMDOutput"/>
      </w:pPr>
      <w:r w:rsidRPr="00DD7DC5">
        <w:t>Technical Support: http://www.cisco.com/techsupport</w:t>
      </w:r>
    </w:p>
    <w:p w14:paraId="795FB8B7" w14:textId="77777777" w:rsidR="00421963" w:rsidRPr="00DD7DC5" w:rsidRDefault="00421963" w:rsidP="00F41645">
      <w:pPr>
        <w:pStyle w:val="CMDOutput"/>
      </w:pPr>
      <w:r w:rsidRPr="00DD7DC5">
        <w:t>Copyright (c) 1986-2019 by Cisco Systems, Inc.</w:t>
      </w:r>
    </w:p>
    <w:p w14:paraId="683E3BEA" w14:textId="77777777" w:rsidR="00421963" w:rsidRPr="00DD7DC5" w:rsidRDefault="00421963" w:rsidP="00F41645">
      <w:pPr>
        <w:pStyle w:val="CMDOutput"/>
      </w:pPr>
      <w:r w:rsidRPr="00DD7DC5">
        <w:t xml:space="preserve">Compiled Fri 15-Mar-19 17:28 by </w:t>
      </w:r>
      <w:proofErr w:type="spellStart"/>
      <w:r w:rsidRPr="00DD7DC5">
        <w:t>prod_rel_team</w:t>
      </w:r>
      <w:proofErr w:type="spellEnd"/>
    </w:p>
    <w:p w14:paraId="368D6E87" w14:textId="77777777" w:rsidR="00421963" w:rsidRPr="00DD7DC5" w:rsidRDefault="00421963" w:rsidP="00F41645">
      <w:pPr>
        <w:pStyle w:val="CMDOutput"/>
      </w:pPr>
    </w:p>
    <w:p w14:paraId="6AD607CF" w14:textId="77777777" w:rsidR="00421963" w:rsidRPr="00DD7DC5" w:rsidRDefault="00421963" w:rsidP="00F41645">
      <w:pPr>
        <w:pStyle w:val="CMDOutput"/>
      </w:pPr>
      <w:r w:rsidRPr="00DD7DC5">
        <w:t>Time remaining: 109 seconds</w:t>
      </w:r>
    </w:p>
    <w:p w14:paraId="2FF67714" w14:textId="77777777" w:rsidR="00421963" w:rsidRPr="00DD7DC5" w:rsidRDefault="00421963" w:rsidP="00F41645">
      <w:pPr>
        <w:pStyle w:val="CMDOutput"/>
      </w:pPr>
      <w:r w:rsidRPr="00DD7DC5">
        <w:t>System Capabilities: B</w:t>
      </w:r>
    </w:p>
    <w:p w14:paraId="1D42FCE1" w14:textId="77777777" w:rsidR="00421963" w:rsidRPr="00DD7DC5" w:rsidRDefault="00421963" w:rsidP="00F41645">
      <w:pPr>
        <w:pStyle w:val="CMDOutput"/>
      </w:pPr>
      <w:r w:rsidRPr="00DD7DC5">
        <w:t>Enabled Capabilities: B</w:t>
      </w:r>
    </w:p>
    <w:p w14:paraId="2DEC0993" w14:textId="77777777" w:rsidR="00421963" w:rsidRPr="00DD7DC5" w:rsidRDefault="00421963" w:rsidP="00F41645">
      <w:pPr>
        <w:pStyle w:val="CMDOutput"/>
      </w:pPr>
      <w:r w:rsidRPr="00DD7DC5">
        <w:t>Management Addresses:</w:t>
      </w:r>
    </w:p>
    <w:p w14:paraId="53380AF7" w14:textId="77777777" w:rsidR="00421963" w:rsidRPr="00DD7DC5" w:rsidRDefault="00421963" w:rsidP="00F41645">
      <w:pPr>
        <w:pStyle w:val="CMDOutput"/>
      </w:pPr>
      <w:r w:rsidRPr="00DD7DC5">
        <w:t xml:space="preserve">    IP: 10.22.0.3</w:t>
      </w:r>
    </w:p>
    <w:p w14:paraId="28099946" w14:textId="77777777" w:rsidR="00421963" w:rsidRPr="00DD7DC5" w:rsidRDefault="00421963" w:rsidP="00F41645">
      <w:pPr>
        <w:pStyle w:val="CMDOutput"/>
      </w:pPr>
      <w:r w:rsidRPr="00DD7DC5">
        <w:t>Auto Negotiation - supported, enabled</w:t>
      </w:r>
    </w:p>
    <w:p w14:paraId="1349C95B" w14:textId="77777777" w:rsidR="00421963" w:rsidRPr="00DD7DC5" w:rsidRDefault="00421963" w:rsidP="00F41645">
      <w:pPr>
        <w:pStyle w:val="CMDOutput"/>
      </w:pPr>
      <w:r w:rsidRPr="00DD7DC5">
        <w:t>Physical media capabilities:</w:t>
      </w:r>
    </w:p>
    <w:p w14:paraId="10BE6102" w14:textId="77777777" w:rsidR="00421963" w:rsidRPr="00DD7DC5" w:rsidRDefault="00421963" w:rsidP="00F41645">
      <w:pPr>
        <w:pStyle w:val="CMDOutput"/>
      </w:pPr>
      <w:r w:rsidRPr="00DD7DC5">
        <w:t xml:space="preserve">    100base-TX(FD)</w:t>
      </w:r>
    </w:p>
    <w:p w14:paraId="729C3EFF" w14:textId="77777777" w:rsidR="00421963" w:rsidRPr="00DD7DC5" w:rsidRDefault="00421963" w:rsidP="00F41645">
      <w:pPr>
        <w:pStyle w:val="CMDOutput"/>
      </w:pPr>
      <w:r w:rsidRPr="00DD7DC5">
        <w:t xml:space="preserve">    100base-TX(HD)</w:t>
      </w:r>
    </w:p>
    <w:p w14:paraId="6F29C275" w14:textId="77777777" w:rsidR="00421963" w:rsidRPr="00DD7DC5" w:rsidRDefault="00421963" w:rsidP="00F41645">
      <w:pPr>
        <w:pStyle w:val="CMDOutput"/>
      </w:pPr>
      <w:r w:rsidRPr="00DD7DC5">
        <w:t xml:space="preserve">    10base-T(FD)</w:t>
      </w:r>
    </w:p>
    <w:p w14:paraId="3015EC3B" w14:textId="77777777" w:rsidR="00421963" w:rsidRPr="00DD7DC5" w:rsidRDefault="00421963" w:rsidP="00F41645">
      <w:pPr>
        <w:pStyle w:val="CMDOutput"/>
      </w:pPr>
      <w:r w:rsidRPr="00DD7DC5">
        <w:t xml:space="preserve">    10base-T(HD)</w:t>
      </w:r>
    </w:p>
    <w:p w14:paraId="5414524C" w14:textId="77777777" w:rsidR="00421963" w:rsidRPr="00DD7DC5" w:rsidRDefault="00421963" w:rsidP="00F41645">
      <w:pPr>
        <w:pStyle w:val="CMDOutput"/>
      </w:pPr>
      <w:r w:rsidRPr="00DD7DC5">
        <w:t>Media Attachment Unit type: 16</w:t>
      </w:r>
    </w:p>
    <w:p w14:paraId="2AA616A9" w14:textId="77777777" w:rsidR="00421963" w:rsidRPr="00DD7DC5" w:rsidRDefault="00421963" w:rsidP="00F41645">
      <w:pPr>
        <w:pStyle w:val="CMDOutput"/>
      </w:pPr>
      <w:proofErr w:type="spellStart"/>
      <w:r w:rsidRPr="00DD7DC5">
        <w:t>Vlan</w:t>
      </w:r>
      <w:proofErr w:type="spellEnd"/>
      <w:r w:rsidRPr="00DD7DC5">
        <w:t xml:space="preserve"> ID: 1</w:t>
      </w:r>
    </w:p>
    <w:p w14:paraId="40C01E32" w14:textId="77777777" w:rsidR="00421963" w:rsidRPr="00DD7DC5" w:rsidRDefault="00421963" w:rsidP="00F41645">
      <w:pPr>
        <w:pStyle w:val="CMDOutput"/>
      </w:pPr>
    </w:p>
    <w:p w14:paraId="255344F9" w14:textId="77777777" w:rsidR="00421963" w:rsidRPr="00DD7DC5" w:rsidRDefault="00421963" w:rsidP="00F41645">
      <w:pPr>
        <w:pStyle w:val="CMDOutput"/>
      </w:pPr>
    </w:p>
    <w:p w14:paraId="704A707D" w14:textId="2D641498" w:rsidR="00421963" w:rsidRPr="00DD7DC5" w:rsidRDefault="00421963" w:rsidP="00F41645">
      <w:pPr>
        <w:pStyle w:val="CMDOutput"/>
      </w:pPr>
      <w:r w:rsidRPr="00DD7DC5">
        <w:t>Total entries displayed: 1</w:t>
      </w:r>
    </w:p>
    <w:p w14:paraId="72CA5C79" w14:textId="5AAB3F78" w:rsidR="00421963" w:rsidRDefault="000741E3" w:rsidP="000741E3">
      <w:pPr>
        <w:pStyle w:val="Heading4"/>
      </w:pPr>
      <w:r>
        <w:t>Question:</w:t>
      </w:r>
    </w:p>
    <w:p w14:paraId="584A91E8" w14:textId="77777777" w:rsidR="00421963" w:rsidRDefault="00421963" w:rsidP="000741E3">
      <w:pPr>
        <w:pStyle w:val="BodyTextL50"/>
        <w:spacing w:before="0"/>
      </w:pPr>
      <w:r>
        <w:t>What is the chassis ID for switch S2?</w:t>
      </w:r>
    </w:p>
    <w:p w14:paraId="3FCC462D" w14:textId="01F5BB63" w:rsidR="00421963" w:rsidRDefault="000741E3" w:rsidP="000741E3">
      <w:pPr>
        <w:pStyle w:val="AnswerLineL50"/>
      </w:pPr>
      <w:r>
        <w:t>Type your answers here.</w:t>
      </w:r>
    </w:p>
    <w:p w14:paraId="0DBA8E25" w14:textId="6A0702EA" w:rsidR="00EC27C2" w:rsidRPr="00EC27C2" w:rsidRDefault="00EC27C2" w:rsidP="00EC27C2">
      <w:pPr>
        <w:pStyle w:val="ConfigWindow"/>
      </w:pPr>
      <w:r>
        <w:t>Close configuration window</w:t>
      </w:r>
    </w:p>
    <w:p w14:paraId="79AB1E6D" w14:textId="77777777" w:rsidR="00421963" w:rsidRDefault="00421963" w:rsidP="00EC27C2">
      <w:pPr>
        <w:pStyle w:val="SubStepAlpha"/>
        <w:spacing w:before="0"/>
      </w:pPr>
      <w:r>
        <w:t>Console into all the devices and use the LLDP commands necessary for you to draw the physical network topology from only the show command output.</w:t>
      </w:r>
    </w:p>
    <w:p w14:paraId="0E3F95CE" w14:textId="77777777" w:rsidR="00421963" w:rsidRPr="00A60146" w:rsidRDefault="00421963" w:rsidP="00421963">
      <w:pPr>
        <w:pStyle w:val="Heading2"/>
      </w:pPr>
      <w:r w:rsidRPr="004C0909">
        <w:t xml:space="preserve">Configure </w:t>
      </w:r>
      <w:r>
        <w:t>NTP</w:t>
      </w:r>
    </w:p>
    <w:p w14:paraId="3862C49F" w14:textId="77777777" w:rsidR="00421963" w:rsidRDefault="00421963" w:rsidP="00421963">
      <w:pPr>
        <w:pStyle w:val="BodyTextL25"/>
      </w:pPr>
      <w:r>
        <w:t>In Part 4, you will configure R1 as the NTP server and S1 and S2 as NTP clients of R1. Synchronized time is important for syslog and debug functions. If the time is not synchronized, it is difficult to determine what network event caused the message.</w:t>
      </w:r>
    </w:p>
    <w:p w14:paraId="401DD7DC" w14:textId="042008A0" w:rsidR="00421963" w:rsidRDefault="00421963" w:rsidP="00421963">
      <w:pPr>
        <w:pStyle w:val="Heading3"/>
      </w:pPr>
      <w:r>
        <w:t>Display the current time.</w:t>
      </w:r>
    </w:p>
    <w:p w14:paraId="420DFF52" w14:textId="77777777" w:rsidR="00EC27C2" w:rsidRPr="00EC27C2" w:rsidRDefault="00EC27C2" w:rsidP="00EC27C2">
      <w:pPr>
        <w:pStyle w:val="ConfigWindow"/>
      </w:pPr>
      <w:r>
        <w:t>Open configuration window</w:t>
      </w:r>
    </w:p>
    <w:p w14:paraId="53EEF36E" w14:textId="7376C9EE" w:rsidR="00421963" w:rsidRDefault="00421963" w:rsidP="00EC27C2">
      <w:pPr>
        <w:pStyle w:val="BodyTextL25"/>
        <w:spacing w:before="0"/>
      </w:pPr>
      <w:r>
        <w:t xml:space="preserve">Issue the </w:t>
      </w:r>
      <w:r>
        <w:rPr>
          <w:b/>
        </w:rPr>
        <w:t xml:space="preserve">show clock detail </w:t>
      </w:r>
      <w:r>
        <w:t>command to display the current time on R1. Record the information regarding the current time displayed in the following table.</w:t>
      </w:r>
    </w:p>
    <w:tbl>
      <w:tblPr>
        <w:tblStyle w:val="LabTableStyle"/>
        <w:tblW w:w="0" w:type="auto"/>
        <w:tblLook w:val="04A0" w:firstRow="1" w:lastRow="0" w:firstColumn="1" w:lastColumn="0" w:noHBand="0" w:noVBand="1"/>
        <w:tblDescription w:val="This table allows you to record infromation about the current time. Type your answers in the cells that are marked &quot;blank&quot;."/>
      </w:tblPr>
      <w:tblGrid>
        <w:gridCol w:w="2517"/>
        <w:gridCol w:w="2517"/>
        <w:gridCol w:w="2518"/>
        <w:gridCol w:w="2518"/>
      </w:tblGrid>
      <w:tr w:rsidR="00DD7DC5" w14:paraId="7B4D73ED" w14:textId="77777777" w:rsidTr="00697B85">
        <w:trPr>
          <w:cnfStyle w:val="100000000000" w:firstRow="1" w:lastRow="0" w:firstColumn="0" w:lastColumn="0" w:oddVBand="0" w:evenVBand="0" w:oddHBand="0" w:evenHBand="0" w:firstRowFirstColumn="0" w:firstRowLastColumn="0" w:lastRowFirstColumn="0" w:lastRowLastColumn="0"/>
          <w:tblHeader/>
        </w:trPr>
        <w:tc>
          <w:tcPr>
            <w:tcW w:w="2517" w:type="dxa"/>
          </w:tcPr>
          <w:p w14:paraId="15B69BB2" w14:textId="28F5ACBB" w:rsidR="00DD7DC5" w:rsidRDefault="00DD7DC5" w:rsidP="00DD7DC5">
            <w:pPr>
              <w:pStyle w:val="TableHeading"/>
            </w:pPr>
            <w:r>
              <w:t>Date</w:t>
            </w:r>
          </w:p>
        </w:tc>
        <w:tc>
          <w:tcPr>
            <w:tcW w:w="2517" w:type="dxa"/>
          </w:tcPr>
          <w:p w14:paraId="197FC58C" w14:textId="0A8D029A" w:rsidR="00DD7DC5" w:rsidRDefault="00DD7DC5" w:rsidP="00DD7DC5">
            <w:pPr>
              <w:pStyle w:val="TableHeading"/>
            </w:pPr>
            <w:r>
              <w:t>Time</w:t>
            </w:r>
          </w:p>
        </w:tc>
        <w:tc>
          <w:tcPr>
            <w:tcW w:w="2518" w:type="dxa"/>
          </w:tcPr>
          <w:p w14:paraId="55CA4315" w14:textId="2D77D78F" w:rsidR="00DD7DC5" w:rsidRDefault="00DD7DC5" w:rsidP="00DD7DC5">
            <w:pPr>
              <w:pStyle w:val="TableHeading"/>
            </w:pPr>
            <w:r>
              <w:t>Time Zone</w:t>
            </w:r>
          </w:p>
        </w:tc>
        <w:tc>
          <w:tcPr>
            <w:tcW w:w="2518" w:type="dxa"/>
          </w:tcPr>
          <w:p w14:paraId="4B7C5173" w14:textId="6105E7B2" w:rsidR="00DD7DC5" w:rsidRDefault="00DD7DC5" w:rsidP="00DD7DC5">
            <w:pPr>
              <w:pStyle w:val="TableHeading"/>
            </w:pPr>
            <w:r>
              <w:t>Time Source</w:t>
            </w:r>
          </w:p>
        </w:tc>
      </w:tr>
      <w:tr w:rsidR="00DD7DC5" w14:paraId="6DC10FC3" w14:textId="77777777" w:rsidTr="00DD7DC5">
        <w:tc>
          <w:tcPr>
            <w:tcW w:w="2517" w:type="dxa"/>
          </w:tcPr>
          <w:p w14:paraId="6565526B" w14:textId="747DD1F3" w:rsidR="00DD7DC5" w:rsidRPr="00FB05DA" w:rsidRDefault="00FB05DA" w:rsidP="00FB05DA">
            <w:pPr>
              <w:pStyle w:val="ConfigWindow"/>
              <w:spacing w:after="360"/>
              <w:rPr>
                <w:sz w:val="20"/>
                <w:szCs w:val="20"/>
              </w:rPr>
            </w:pPr>
            <w:r w:rsidRPr="00FB05DA">
              <w:rPr>
                <w:sz w:val="20"/>
                <w:szCs w:val="20"/>
              </w:rPr>
              <w:t>Blank</w:t>
            </w:r>
          </w:p>
        </w:tc>
        <w:tc>
          <w:tcPr>
            <w:tcW w:w="2517" w:type="dxa"/>
          </w:tcPr>
          <w:p w14:paraId="7B17AE81" w14:textId="7CDF708F" w:rsidR="00DD7DC5" w:rsidRPr="00FB05DA" w:rsidRDefault="00FB05DA" w:rsidP="00FB05DA">
            <w:pPr>
              <w:pStyle w:val="ConfigWindow"/>
              <w:spacing w:after="360"/>
              <w:rPr>
                <w:sz w:val="20"/>
                <w:szCs w:val="20"/>
              </w:rPr>
            </w:pPr>
            <w:r w:rsidRPr="00FB05DA">
              <w:rPr>
                <w:sz w:val="20"/>
                <w:szCs w:val="20"/>
              </w:rPr>
              <w:t>Blank</w:t>
            </w:r>
          </w:p>
        </w:tc>
        <w:tc>
          <w:tcPr>
            <w:tcW w:w="2518" w:type="dxa"/>
          </w:tcPr>
          <w:p w14:paraId="568E90AF" w14:textId="32BF09DA" w:rsidR="00DD7DC5" w:rsidRPr="00FB05DA" w:rsidRDefault="00FB05DA" w:rsidP="00FB05DA">
            <w:pPr>
              <w:pStyle w:val="ConfigWindow"/>
              <w:spacing w:after="360"/>
              <w:rPr>
                <w:sz w:val="20"/>
                <w:szCs w:val="20"/>
              </w:rPr>
            </w:pPr>
            <w:r w:rsidRPr="00FB05DA">
              <w:rPr>
                <w:sz w:val="20"/>
                <w:szCs w:val="20"/>
              </w:rPr>
              <w:t>Blank</w:t>
            </w:r>
          </w:p>
        </w:tc>
        <w:tc>
          <w:tcPr>
            <w:tcW w:w="2518" w:type="dxa"/>
          </w:tcPr>
          <w:p w14:paraId="3651734D" w14:textId="2CCA5E74" w:rsidR="00DD7DC5" w:rsidRPr="00FB05DA" w:rsidRDefault="00FB05DA" w:rsidP="00FB05DA">
            <w:pPr>
              <w:pStyle w:val="ConfigWindow"/>
              <w:spacing w:after="360"/>
              <w:rPr>
                <w:sz w:val="20"/>
                <w:szCs w:val="20"/>
              </w:rPr>
            </w:pPr>
            <w:r w:rsidRPr="00FB05DA">
              <w:rPr>
                <w:sz w:val="20"/>
                <w:szCs w:val="20"/>
              </w:rPr>
              <w:t>blank</w:t>
            </w:r>
          </w:p>
        </w:tc>
      </w:tr>
    </w:tbl>
    <w:p w14:paraId="4616C646" w14:textId="10E09E5A" w:rsidR="00421963" w:rsidRDefault="00421963" w:rsidP="00421963">
      <w:pPr>
        <w:pStyle w:val="Heading3"/>
      </w:pPr>
      <w:r>
        <w:t>Set the time.</w:t>
      </w:r>
    </w:p>
    <w:p w14:paraId="72C13E73" w14:textId="77777777" w:rsidR="00421963" w:rsidRDefault="00421963" w:rsidP="00421963">
      <w:pPr>
        <w:pStyle w:val="BodyTextL25"/>
      </w:pPr>
      <w:r>
        <w:t xml:space="preserve">Use the appropriate command to set the time on R1. The time entered should be in UTC. </w:t>
      </w:r>
    </w:p>
    <w:p w14:paraId="39D2DB71" w14:textId="77777777" w:rsidR="00421963" w:rsidRDefault="00421963" w:rsidP="00421963">
      <w:pPr>
        <w:pStyle w:val="Heading3"/>
      </w:pPr>
      <w:r>
        <w:t>Configure the NTP master.</w:t>
      </w:r>
    </w:p>
    <w:p w14:paraId="69395A49" w14:textId="77777777" w:rsidR="00421963" w:rsidRDefault="00421963" w:rsidP="00421963">
      <w:pPr>
        <w:pStyle w:val="BodyTextL25"/>
      </w:pPr>
      <w:r>
        <w:t>Configure R1 as the NTP master with a stratum level of 4.</w:t>
      </w:r>
    </w:p>
    <w:p w14:paraId="19A71F65" w14:textId="77777777" w:rsidR="00421963" w:rsidRDefault="00421963" w:rsidP="00421963">
      <w:pPr>
        <w:pStyle w:val="Heading3"/>
      </w:pPr>
      <w:r>
        <w:lastRenderedPageBreak/>
        <w:t>Configure the NTP client.</w:t>
      </w:r>
    </w:p>
    <w:p w14:paraId="3B6C198B" w14:textId="012709AA" w:rsidR="00421963" w:rsidRDefault="00421963" w:rsidP="00421963">
      <w:pPr>
        <w:pStyle w:val="SubStepAlpha"/>
      </w:pPr>
      <w:r>
        <w:t xml:space="preserve">Issue </w:t>
      </w:r>
      <w:r>
        <w:rPr>
          <w:bCs/>
        </w:rPr>
        <w:t>the appropriate</w:t>
      </w:r>
      <w:r>
        <w:t xml:space="preserve"> command on S1 and S2 to see the configured time. Record the current time displayed in the following table.</w:t>
      </w:r>
    </w:p>
    <w:tbl>
      <w:tblPr>
        <w:tblStyle w:val="LabTableStyle"/>
        <w:tblW w:w="0" w:type="auto"/>
        <w:tblLook w:val="04A0" w:firstRow="1" w:lastRow="0" w:firstColumn="1" w:lastColumn="0" w:noHBand="0" w:noVBand="1"/>
        <w:tblDescription w:val="This table allows you to record infromation about the current time. Type your answers in the cells that are marked &quot;blank&quot;."/>
      </w:tblPr>
      <w:tblGrid>
        <w:gridCol w:w="3356"/>
        <w:gridCol w:w="3357"/>
        <w:gridCol w:w="3357"/>
      </w:tblGrid>
      <w:tr w:rsidR="00DD7DC5" w14:paraId="5BA7463C" w14:textId="77777777" w:rsidTr="00697B85">
        <w:trPr>
          <w:cnfStyle w:val="100000000000" w:firstRow="1" w:lastRow="0" w:firstColumn="0" w:lastColumn="0" w:oddVBand="0" w:evenVBand="0" w:oddHBand="0" w:evenHBand="0" w:firstRowFirstColumn="0" w:firstRowLastColumn="0" w:lastRowFirstColumn="0" w:lastRowLastColumn="0"/>
          <w:tblHeader/>
        </w:trPr>
        <w:tc>
          <w:tcPr>
            <w:tcW w:w="3356" w:type="dxa"/>
          </w:tcPr>
          <w:p w14:paraId="460DA720" w14:textId="03CAFB40" w:rsidR="00DD7DC5" w:rsidRDefault="00DD7DC5" w:rsidP="00DD7DC5">
            <w:pPr>
              <w:pStyle w:val="TableHeading"/>
            </w:pPr>
            <w:r>
              <w:t>Date</w:t>
            </w:r>
          </w:p>
        </w:tc>
        <w:tc>
          <w:tcPr>
            <w:tcW w:w="3357" w:type="dxa"/>
          </w:tcPr>
          <w:p w14:paraId="14D13F62" w14:textId="6FEFEEB2" w:rsidR="00DD7DC5" w:rsidRDefault="00DD7DC5" w:rsidP="00DD7DC5">
            <w:pPr>
              <w:pStyle w:val="TableHeading"/>
            </w:pPr>
            <w:r>
              <w:t>Time</w:t>
            </w:r>
          </w:p>
        </w:tc>
        <w:tc>
          <w:tcPr>
            <w:tcW w:w="3357" w:type="dxa"/>
          </w:tcPr>
          <w:p w14:paraId="3A795464" w14:textId="1FF52A5D" w:rsidR="00DD7DC5" w:rsidRPr="00DD7DC5" w:rsidRDefault="00DD7DC5" w:rsidP="00DD7DC5">
            <w:pPr>
              <w:pStyle w:val="TableHeading"/>
            </w:pPr>
            <w:r>
              <w:t>Time Zone</w:t>
            </w:r>
          </w:p>
        </w:tc>
      </w:tr>
      <w:tr w:rsidR="00FB05DA" w14:paraId="48FC70A6" w14:textId="77777777" w:rsidTr="00DD7DC5">
        <w:tc>
          <w:tcPr>
            <w:tcW w:w="3356" w:type="dxa"/>
          </w:tcPr>
          <w:p w14:paraId="3B3E57B2" w14:textId="60BD016B" w:rsidR="00FB05DA" w:rsidRPr="00FB05DA" w:rsidRDefault="00FB05DA" w:rsidP="00FB05DA">
            <w:pPr>
              <w:pStyle w:val="ConfigWindow"/>
              <w:spacing w:after="360"/>
              <w:rPr>
                <w:rStyle w:val="AnswerGray"/>
                <w:szCs w:val="20"/>
              </w:rPr>
            </w:pPr>
            <w:r w:rsidRPr="00FB05DA">
              <w:rPr>
                <w:sz w:val="20"/>
                <w:szCs w:val="20"/>
              </w:rPr>
              <w:t>Blank</w:t>
            </w:r>
          </w:p>
        </w:tc>
        <w:tc>
          <w:tcPr>
            <w:tcW w:w="3357" w:type="dxa"/>
          </w:tcPr>
          <w:p w14:paraId="61B710B8" w14:textId="7F31CE4C" w:rsidR="00FB05DA" w:rsidRPr="00FB05DA" w:rsidRDefault="00FB05DA" w:rsidP="00FB05DA">
            <w:pPr>
              <w:pStyle w:val="ConfigWindow"/>
              <w:spacing w:after="360"/>
              <w:rPr>
                <w:rStyle w:val="AnswerGray"/>
                <w:szCs w:val="20"/>
              </w:rPr>
            </w:pPr>
            <w:r w:rsidRPr="00FB05DA">
              <w:rPr>
                <w:sz w:val="20"/>
                <w:szCs w:val="20"/>
              </w:rPr>
              <w:t>Blank</w:t>
            </w:r>
          </w:p>
        </w:tc>
        <w:tc>
          <w:tcPr>
            <w:tcW w:w="3357" w:type="dxa"/>
          </w:tcPr>
          <w:p w14:paraId="47094081" w14:textId="671E6FFB" w:rsidR="00FB05DA" w:rsidRPr="00FB05DA" w:rsidRDefault="00FB05DA" w:rsidP="00FB05DA">
            <w:pPr>
              <w:pStyle w:val="ConfigWindow"/>
              <w:spacing w:after="360"/>
              <w:rPr>
                <w:rStyle w:val="AnswerGray"/>
                <w:szCs w:val="20"/>
              </w:rPr>
            </w:pPr>
            <w:r w:rsidRPr="00FB05DA">
              <w:rPr>
                <w:sz w:val="20"/>
                <w:szCs w:val="20"/>
              </w:rPr>
              <w:t>Blank</w:t>
            </w:r>
          </w:p>
        </w:tc>
      </w:tr>
    </w:tbl>
    <w:p w14:paraId="4A662B94" w14:textId="77777777" w:rsidR="00421963" w:rsidRDefault="00421963" w:rsidP="00421963">
      <w:pPr>
        <w:pStyle w:val="SubStepAlpha"/>
      </w:pPr>
      <w:r>
        <w:t>Configure S1 and S2 as NTP clients. Use the appropriate NTP commands to obtain time from R1’s G0/0/1 interface, as well as to periodically update the calendar or hardware clock on the switch.</w:t>
      </w:r>
    </w:p>
    <w:p w14:paraId="5A2FE63D" w14:textId="77777777" w:rsidR="00421963" w:rsidRDefault="00421963" w:rsidP="00421963">
      <w:pPr>
        <w:pStyle w:val="Heading3"/>
      </w:pPr>
      <w:r>
        <w:t>Verify NTP configuration.</w:t>
      </w:r>
    </w:p>
    <w:p w14:paraId="7AA08CAC" w14:textId="77777777" w:rsidR="00421963" w:rsidRDefault="00421963" w:rsidP="00421963">
      <w:pPr>
        <w:pStyle w:val="SubStepAlpha"/>
      </w:pPr>
      <w:r>
        <w:t xml:space="preserve">Use the appropriate </w:t>
      </w:r>
      <w:r>
        <w:rPr>
          <w:b/>
        </w:rPr>
        <w:t xml:space="preserve">show </w:t>
      </w:r>
      <w:r>
        <w:t>command to verify that S1 and S2 are synchronized with R1.</w:t>
      </w:r>
    </w:p>
    <w:p w14:paraId="7C418C81" w14:textId="77777777" w:rsidR="00421963" w:rsidRPr="00697B85" w:rsidRDefault="00421963" w:rsidP="00697B85">
      <w:pPr>
        <w:pStyle w:val="BodyTextL50"/>
      </w:pPr>
      <w:r w:rsidRPr="00697B85">
        <w:rPr>
          <w:b/>
        </w:rPr>
        <w:t>Note</w:t>
      </w:r>
      <w:r w:rsidRPr="00697B85">
        <w:t>: It could take a few minutes before the switches are synchronized with R1.</w:t>
      </w:r>
    </w:p>
    <w:p w14:paraId="5A280CF7" w14:textId="6D1466C8" w:rsidR="00421963" w:rsidRDefault="00421963" w:rsidP="00421963">
      <w:pPr>
        <w:pStyle w:val="SubStepAlpha"/>
      </w:pPr>
      <w:r>
        <w:t xml:space="preserve">Issue </w:t>
      </w:r>
      <w:r>
        <w:rPr>
          <w:bCs/>
        </w:rPr>
        <w:t>the appropriate</w:t>
      </w:r>
      <w:r>
        <w:t xml:space="preserve"> command on S1 and S2 to see the configured time and compare the time recorded earlier.</w:t>
      </w:r>
    </w:p>
    <w:p w14:paraId="42B7F4BA" w14:textId="26FE2722" w:rsidR="00EC27C2" w:rsidRDefault="00EC27C2" w:rsidP="00EC27C2">
      <w:pPr>
        <w:pStyle w:val="ConfigWindow"/>
      </w:pPr>
      <w:r>
        <w:t>Open configuration window</w:t>
      </w:r>
    </w:p>
    <w:p w14:paraId="4D8656CB" w14:textId="77777777" w:rsidR="00421963" w:rsidRDefault="00421963" w:rsidP="00EC27C2">
      <w:pPr>
        <w:pStyle w:val="Heading1"/>
        <w:spacing w:before="120"/>
      </w:pPr>
      <w:r>
        <w:t>Reflection</w:t>
      </w:r>
      <w:r w:rsidR="00C15491">
        <w:t xml:space="preserve"> Question</w:t>
      </w:r>
    </w:p>
    <w:p w14:paraId="35BC7546" w14:textId="77777777" w:rsidR="00421963" w:rsidRDefault="00421963" w:rsidP="00421963">
      <w:pPr>
        <w:pStyle w:val="BodyTextL25"/>
        <w:keepNext/>
      </w:pPr>
      <w:r>
        <w:t>Within a network, on which interfaces should you not use discovery protocols? Explain.</w:t>
      </w:r>
    </w:p>
    <w:p w14:paraId="19EBDBDE" w14:textId="77777777" w:rsidR="00421963" w:rsidRDefault="00C15491" w:rsidP="00C61940">
      <w:pPr>
        <w:pStyle w:val="AnswerLineL25"/>
        <w:spacing w:after="1200"/>
      </w:pPr>
      <w:r>
        <w:t>Type your answers here.</w:t>
      </w:r>
      <w:bookmarkStart w:id="0" w:name="_GoBack"/>
      <w:bookmarkEnd w:id="0"/>
    </w:p>
    <w:p w14:paraId="305B26CD" w14:textId="77777777" w:rsidR="00C15491" w:rsidRPr="004C0909" w:rsidRDefault="00C15491" w:rsidP="00C15491">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C15491" w14:paraId="5640161D" w14:textId="77777777" w:rsidTr="0010072F">
        <w:trPr>
          <w:cnfStyle w:val="100000000000" w:firstRow="1" w:lastRow="0" w:firstColumn="0" w:lastColumn="0" w:oddVBand="0" w:evenVBand="0" w:oddHBand="0" w:evenHBand="0" w:firstRowFirstColumn="0" w:firstRowLastColumn="0" w:lastRowFirstColumn="0" w:lastRowLastColumn="0"/>
          <w:tblHeader/>
        </w:trPr>
        <w:tc>
          <w:tcPr>
            <w:tcW w:w="1530" w:type="dxa"/>
          </w:tcPr>
          <w:p w14:paraId="33EC66AF" w14:textId="77777777" w:rsidR="00C15491" w:rsidRPr="00763D8B" w:rsidRDefault="00C15491" w:rsidP="0010072F">
            <w:pPr>
              <w:pStyle w:val="TableHeading"/>
            </w:pPr>
            <w:r w:rsidRPr="00763D8B">
              <w:t>Router Model</w:t>
            </w:r>
          </w:p>
        </w:tc>
        <w:tc>
          <w:tcPr>
            <w:tcW w:w="2250" w:type="dxa"/>
          </w:tcPr>
          <w:p w14:paraId="0F2C03BF" w14:textId="77777777" w:rsidR="00C15491" w:rsidRPr="00763D8B" w:rsidRDefault="00C15491" w:rsidP="0010072F">
            <w:pPr>
              <w:pStyle w:val="TableHeading"/>
            </w:pPr>
            <w:r w:rsidRPr="00763D8B">
              <w:t>Ethernet Interface #1</w:t>
            </w:r>
          </w:p>
        </w:tc>
        <w:tc>
          <w:tcPr>
            <w:tcW w:w="2250" w:type="dxa"/>
          </w:tcPr>
          <w:p w14:paraId="26986465" w14:textId="77777777" w:rsidR="00C15491" w:rsidRPr="00763D8B" w:rsidRDefault="00C15491" w:rsidP="0010072F">
            <w:pPr>
              <w:pStyle w:val="TableHeading"/>
            </w:pPr>
            <w:r w:rsidRPr="00763D8B">
              <w:t>Ethernet Interface #2</w:t>
            </w:r>
          </w:p>
        </w:tc>
        <w:tc>
          <w:tcPr>
            <w:tcW w:w="2070" w:type="dxa"/>
          </w:tcPr>
          <w:p w14:paraId="3F503E66" w14:textId="77777777" w:rsidR="00C15491" w:rsidRPr="00763D8B" w:rsidRDefault="00C15491" w:rsidP="0010072F">
            <w:pPr>
              <w:pStyle w:val="TableHeading"/>
            </w:pPr>
            <w:r w:rsidRPr="00763D8B">
              <w:t>Serial Interface #1</w:t>
            </w:r>
          </w:p>
        </w:tc>
        <w:tc>
          <w:tcPr>
            <w:tcW w:w="2160" w:type="dxa"/>
          </w:tcPr>
          <w:p w14:paraId="0476A261" w14:textId="77777777" w:rsidR="00C15491" w:rsidRPr="00763D8B" w:rsidRDefault="00C15491" w:rsidP="0010072F">
            <w:pPr>
              <w:pStyle w:val="TableHeading"/>
            </w:pPr>
            <w:r w:rsidRPr="00763D8B">
              <w:t>Serial Interface #2</w:t>
            </w:r>
          </w:p>
        </w:tc>
      </w:tr>
      <w:tr w:rsidR="00C15491" w14:paraId="6489A8F9" w14:textId="77777777" w:rsidTr="0010072F">
        <w:tc>
          <w:tcPr>
            <w:tcW w:w="1530" w:type="dxa"/>
          </w:tcPr>
          <w:p w14:paraId="739D3D2F" w14:textId="77777777" w:rsidR="00C15491" w:rsidRPr="009453F7" w:rsidRDefault="00C15491" w:rsidP="0010072F">
            <w:pPr>
              <w:pStyle w:val="TableText"/>
            </w:pPr>
            <w:r w:rsidRPr="009453F7">
              <w:t>1800</w:t>
            </w:r>
          </w:p>
        </w:tc>
        <w:tc>
          <w:tcPr>
            <w:tcW w:w="2250" w:type="dxa"/>
          </w:tcPr>
          <w:p w14:paraId="72412E6E" w14:textId="77777777" w:rsidR="00C15491" w:rsidRPr="009453F7" w:rsidRDefault="00C15491" w:rsidP="0010072F">
            <w:pPr>
              <w:pStyle w:val="TableText"/>
            </w:pPr>
            <w:r w:rsidRPr="009453F7">
              <w:t>Fast Ethernet 0/0 (F0/0)</w:t>
            </w:r>
          </w:p>
        </w:tc>
        <w:tc>
          <w:tcPr>
            <w:tcW w:w="2250" w:type="dxa"/>
          </w:tcPr>
          <w:p w14:paraId="499F23A0" w14:textId="77777777" w:rsidR="00C15491" w:rsidRPr="009453F7" w:rsidRDefault="00C15491" w:rsidP="0010072F">
            <w:pPr>
              <w:pStyle w:val="TableText"/>
            </w:pPr>
            <w:r w:rsidRPr="009453F7">
              <w:t>Fast Ethernet 0/1 (F0/1)</w:t>
            </w:r>
          </w:p>
        </w:tc>
        <w:tc>
          <w:tcPr>
            <w:tcW w:w="2070" w:type="dxa"/>
          </w:tcPr>
          <w:p w14:paraId="7926A017" w14:textId="77777777" w:rsidR="00C15491" w:rsidRPr="009453F7" w:rsidRDefault="00C15491" w:rsidP="0010072F">
            <w:pPr>
              <w:pStyle w:val="TableText"/>
            </w:pPr>
            <w:r w:rsidRPr="009453F7">
              <w:t>Serial 0/0/0 (S0/0/0)</w:t>
            </w:r>
          </w:p>
        </w:tc>
        <w:tc>
          <w:tcPr>
            <w:tcW w:w="2160" w:type="dxa"/>
          </w:tcPr>
          <w:p w14:paraId="59D892EE" w14:textId="77777777" w:rsidR="00C15491" w:rsidRPr="009453F7" w:rsidRDefault="00C15491" w:rsidP="0010072F">
            <w:pPr>
              <w:pStyle w:val="TableText"/>
            </w:pPr>
            <w:r w:rsidRPr="009453F7">
              <w:t>Serial 0/0/1 (S0/0</w:t>
            </w:r>
            <w:r>
              <w:t>/</w:t>
            </w:r>
            <w:r w:rsidRPr="009453F7">
              <w:t>1)</w:t>
            </w:r>
          </w:p>
        </w:tc>
      </w:tr>
      <w:tr w:rsidR="00C15491" w14:paraId="33BCB4E7" w14:textId="77777777" w:rsidTr="0010072F">
        <w:tc>
          <w:tcPr>
            <w:tcW w:w="1530" w:type="dxa"/>
          </w:tcPr>
          <w:p w14:paraId="1024439C" w14:textId="77777777" w:rsidR="00C15491" w:rsidRPr="009453F7" w:rsidRDefault="00C15491" w:rsidP="0010072F">
            <w:pPr>
              <w:pStyle w:val="TableText"/>
            </w:pPr>
            <w:r w:rsidRPr="009453F7">
              <w:t>1900</w:t>
            </w:r>
          </w:p>
        </w:tc>
        <w:tc>
          <w:tcPr>
            <w:tcW w:w="2250" w:type="dxa"/>
          </w:tcPr>
          <w:p w14:paraId="5A426168" w14:textId="77777777" w:rsidR="00C15491" w:rsidRPr="009453F7" w:rsidRDefault="00C15491" w:rsidP="0010072F">
            <w:pPr>
              <w:pStyle w:val="TableText"/>
            </w:pPr>
            <w:r w:rsidRPr="009453F7">
              <w:t>Gigabit Ethernet 0/0 (G0/0)</w:t>
            </w:r>
          </w:p>
        </w:tc>
        <w:tc>
          <w:tcPr>
            <w:tcW w:w="2250" w:type="dxa"/>
          </w:tcPr>
          <w:p w14:paraId="3F9FB34A" w14:textId="77777777" w:rsidR="00C15491" w:rsidRPr="009453F7" w:rsidRDefault="00C15491" w:rsidP="0010072F">
            <w:pPr>
              <w:pStyle w:val="TableText"/>
            </w:pPr>
            <w:r w:rsidRPr="009453F7">
              <w:t>Gigabit Ethernet 0/1 (G0/1)</w:t>
            </w:r>
          </w:p>
        </w:tc>
        <w:tc>
          <w:tcPr>
            <w:tcW w:w="2070" w:type="dxa"/>
          </w:tcPr>
          <w:p w14:paraId="6CADF5EC" w14:textId="77777777" w:rsidR="00C15491" w:rsidRPr="009453F7" w:rsidRDefault="00C15491" w:rsidP="0010072F">
            <w:pPr>
              <w:pStyle w:val="TableText"/>
            </w:pPr>
            <w:r w:rsidRPr="009453F7">
              <w:t>Serial 0/0/0 (S0/0/0)</w:t>
            </w:r>
          </w:p>
        </w:tc>
        <w:tc>
          <w:tcPr>
            <w:tcW w:w="2160" w:type="dxa"/>
          </w:tcPr>
          <w:p w14:paraId="68C048FB" w14:textId="77777777" w:rsidR="00C15491" w:rsidRPr="009453F7" w:rsidRDefault="00C15491" w:rsidP="0010072F">
            <w:pPr>
              <w:pStyle w:val="TableText"/>
            </w:pPr>
            <w:r w:rsidRPr="009453F7">
              <w:t>Serial 0/0/1 (S0/0/1)</w:t>
            </w:r>
          </w:p>
        </w:tc>
      </w:tr>
      <w:tr w:rsidR="00C15491" w14:paraId="443C9CEF" w14:textId="77777777" w:rsidTr="0010072F">
        <w:tc>
          <w:tcPr>
            <w:tcW w:w="1530" w:type="dxa"/>
          </w:tcPr>
          <w:p w14:paraId="6974D516" w14:textId="77777777" w:rsidR="00C15491" w:rsidRPr="009453F7" w:rsidRDefault="00C15491" w:rsidP="0010072F">
            <w:pPr>
              <w:pStyle w:val="TableText"/>
            </w:pPr>
            <w:r w:rsidRPr="009453F7">
              <w:t>2801</w:t>
            </w:r>
          </w:p>
        </w:tc>
        <w:tc>
          <w:tcPr>
            <w:tcW w:w="2250" w:type="dxa"/>
          </w:tcPr>
          <w:p w14:paraId="421F9EA9" w14:textId="77777777" w:rsidR="00C15491" w:rsidRPr="009453F7" w:rsidRDefault="00C15491" w:rsidP="0010072F">
            <w:pPr>
              <w:pStyle w:val="TableText"/>
            </w:pPr>
            <w:r w:rsidRPr="009453F7">
              <w:t>Fast Ethernet 0/0 (F0/0)</w:t>
            </w:r>
          </w:p>
        </w:tc>
        <w:tc>
          <w:tcPr>
            <w:tcW w:w="2250" w:type="dxa"/>
          </w:tcPr>
          <w:p w14:paraId="521681ED" w14:textId="77777777" w:rsidR="00C15491" w:rsidRPr="009453F7" w:rsidRDefault="00C15491" w:rsidP="0010072F">
            <w:pPr>
              <w:pStyle w:val="TableText"/>
            </w:pPr>
            <w:r w:rsidRPr="009453F7">
              <w:t>Fast Ethernet 0/1 (F0/1)</w:t>
            </w:r>
          </w:p>
        </w:tc>
        <w:tc>
          <w:tcPr>
            <w:tcW w:w="2070" w:type="dxa"/>
          </w:tcPr>
          <w:p w14:paraId="44833458" w14:textId="77777777" w:rsidR="00C15491" w:rsidRPr="009453F7" w:rsidRDefault="00C15491" w:rsidP="0010072F">
            <w:pPr>
              <w:pStyle w:val="TableText"/>
            </w:pPr>
            <w:r w:rsidRPr="009453F7">
              <w:t>Serial 0/1/0 (S0/1/0)</w:t>
            </w:r>
          </w:p>
        </w:tc>
        <w:tc>
          <w:tcPr>
            <w:tcW w:w="2160" w:type="dxa"/>
          </w:tcPr>
          <w:p w14:paraId="787BE63D" w14:textId="77777777" w:rsidR="00C15491" w:rsidRPr="009453F7" w:rsidRDefault="00C15491" w:rsidP="0010072F">
            <w:pPr>
              <w:pStyle w:val="TableText"/>
            </w:pPr>
            <w:r w:rsidRPr="009453F7">
              <w:t>Serial 0/1/1 (S0/1/1)</w:t>
            </w:r>
          </w:p>
        </w:tc>
      </w:tr>
      <w:tr w:rsidR="00C15491" w14:paraId="227B03F4" w14:textId="77777777" w:rsidTr="0010072F">
        <w:tc>
          <w:tcPr>
            <w:tcW w:w="1530" w:type="dxa"/>
          </w:tcPr>
          <w:p w14:paraId="645D5084" w14:textId="77777777" w:rsidR="00C15491" w:rsidRPr="009453F7" w:rsidRDefault="00C15491" w:rsidP="0010072F">
            <w:pPr>
              <w:pStyle w:val="TableText"/>
            </w:pPr>
            <w:r w:rsidRPr="009453F7">
              <w:t>2811</w:t>
            </w:r>
          </w:p>
        </w:tc>
        <w:tc>
          <w:tcPr>
            <w:tcW w:w="2250" w:type="dxa"/>
          </w:tcPr>
          <w:p w14:paraId="6AE6D408" w14:textId="77777777" w:rsidR="00C15491" w:rsidRPr="009453F7" w:rsidRDefault="00C15491" w:rsidP="0010072F">
            <w:pPr>
              <w:pStyle w:val="TableText"/>
            </w:pPr>
            <w:r w:rsidRPr="009453F7">
              <w:t>Fast Ethernet 0/0 (F0/0)</w:t>
            </w:r>
          </w:p>
        </w:tc>
        <w:tc>
          <w:tcPr>
            <w:tcW w:w="2250" w:type="dxa"/>
          </w:tcPr>
          <w:p w14:paraId="34612F51" w14:textId="77777777" w:rsidR="00C15491" w:rsidRPr="009453F7" w:rsidRDefault="00C15491" w:rsidP="0010072F">
            <w:pPr>
              <w:pStyle w:val="TableText"/>
            </w:pPr>
            <w:r w:rsidRPr="009453F7">
              <w:t>Fast Ethernet 0/1 (F0/1)</w:t>
            </w:r>
          </w:p>
        </w:tc>
        <w:tc>
          <w:tcPr>
            <w:tcW w:w="2070" w:type="dxa"/>
          </w:tcPr>
          <w:p w14:paraId="0F610C5F" w14:textId="77777777" w:rsidR="00C15491" w:rsidRPr="009453F7" w:rsidRDefault="00C15491" w:rsidP="0010072F">
            <w:pPr>
              <w:pStyle w:val="TableText"/>
            </w:pPr>
            <w:r w:rsidRPr="009453F7">
              <w:t>Serial 0/0/0 (S0/0/0)</w:t>
            </w:r>
          </w:p>
        </w:tc>
        <w:tc>
          <w:tcPr>
            <w:tcW w:w="2160" w:type="dxa"/>
          </w:tcPr>
          <w:p w14:paraId="1924591A" w14:textId="77777777" w:rsidR="00C15491" w:rsidRPr="009453F7" w:rsidRDefault="00C15491" w:rsidP="0010072F">
            <w:pPr>
              <w:pStyle w:val="TableText"/>
            </w:pPr>
            <w:r w:rsidRPr="009453F7">
              <w:t>Serial 0/0/1 (S0/0/1)</w:t>
            </w:r>
          </w:p>
        </w:tc>
      </w:tr>
      <w:tr w:rsidR="00C15491" w14:paraId="4D24655B" w14:textId="77777777" w:rsidTr="0010072F">
        <w:tc>
          <w:tcPr>
            <w:tcW w:w="1530" w:type="dxa"/>
          </w:tcPr>
          <w:p w14:paraId="64536262" w14:textId="77777777" w:rsidR="00C15491" w:rsidRPr="009453F7" w:rsidRDefault="00C15491" w:rsidP="0010072F">
            <w:pPr>
              <w:pStyle w:val="TableText"/>
            </w:pPr>
            <w:r w:rsidRPr="009453F7">
              <w:t>2900</w:t>
            </w:r>
          </w:p>
        </w:tc>
        <w:tc>
          <w:tcPr>
            <w:tcW w:w="2250" w:type="dxa"/>
          </w:tcPr>
          <w:p w14:paraId="6DF23306" w14:textId="77777777" w:rsidR="00C15491" w:rsidRPr="009453F7" w:rsidRDefault="00C15491" w:rsidP="0010072F">
            <w:pPr>
              <w:pStyle w:val="TableText"/>
            </w:pPr>
            <w:r w:rsidRPr="009453F7">
              <w:t>Gigabit Ethernet 0/0 (G0/0)</w:t>
            </w:r>
          </w:p>
        </w:tc>
        <w:tc>
          <w:tcPr>
            <w:tcW w:w="2250" w:type="dxa"/>
          </w:tcPr>
          <w:p w14:paraId="7F9C5CD2" w14:textId="77777777" w:rsidR="00C15491" w:rsidRPr="009453F7" w:rsidRDefault="00C15491" w:rsidP="0010072F">
            <w:pPr>
              <w:pStyle w:val="TableText"/>
            </w:pPr>
            <w:r w:rsidRPr="009453F7">
              <w:t>Gigabit Ethernet 0/1 (G0/1)</w:t>
            </w:r>
          </w:p>
        </w:tc>
        <w:tc>
          <w:tcPr>
            <w:tcW w:w="2070" w:type="dxa"/>
          </w:tcPr>
          <w:p w14:paraId="2CA1D701" w14:textId="77777777" w:rsidR="00C15491" w:rsidRPr="009453F7" w:rsidRDefault="00C15491" w:rsidP="0010072F">
            <w:pPr>
              <w:pStyle w:val="TableText"/>
            </w:pPr>
            <w:r w:rsidRPr="009453F7">
              <w:t>Serial 0/0/0 (S0/0/0)</w:t>
            </w:r>
          </w:p>
        </w:tc>
        <w:tc>
          <w:tcPr>
            <w:tcW w:w="2160" w:type="dxa"/>
          </w:tcPr>
          <w:p w14:paraId="57C21ECC" w14:textId="77777777" w:rsidR="00C15491" w:rsidRPr="009453F7" w:rsidRDefault="00C15491" w:rsidP="0010072F">
            <w:pPr>
              <w:pStyle w:val="TableText"/>
            </w:pPr>
            <w:r w:rsidRPr="009453F7">
              <w:t>Serial 0/0/1 (S0/0/1)</w:t>
            </w:r>
          </w:p>
        </w:tc>
      </w:tr>
      <w:tr w:rsidR="00C15491" w14:paraId="7437A0CB" w14:textId="77777777" w:rsidTr="0010072F">
        <w:tc>
          <w:tcPr>
            <w:tcW w:w="1530" w:type="dxa"/>
          </w:tcPr>
          <w:p w14:paraId="08512775" w14:textId="77777777" w:rsidR="00C15491" w:rsidRPr="009453F7" w:rsidRDefault="00C15491" w:rsidP="0010072F">
            <w:pPr>
              <w:pStyle w:val="TableText"/>
            </w:pPr>
            <w:r>
              <w:t>4221</w:t>
            </w:r>
          </w:p>
        </w:tc>
        <w:tc>
          <w:tcPr>
            <w:tcW w:w="2250" w:type="dxa"/>
          </w:tcPr>
          <w:p w14:paraId="2C636D5A" w14:textId="77777777" w:rsidR="00C15491" w:rsidRPr="009453F7" w:rsidRDefault="00C15491" w:rsidP="0010072F">
            <w:pPr>
              <w:pStyle w:val="TableText"/>
            </w:pPr>
            <w:r w:rsidRPr="009453F7">
              <w:t>Gigabit Ethernet 0/0</w:t>
            </w:r>
            <w:r>
              <w:t>/0</w:t>
            </w:r>
            <w:r w:rsidRPr="009453F7">
              <w:t xml:space="preserve"> (G0/0</w:t>
            </w:r>
            <w:r>
              <w:t>/0</w:t>
            </w:r>
            <w:r w:rsidRPr="009453F7">
              <w:t>)</w:t>
            </w:r>
          </w:p>
        </w:tc>
        <w:tc>
          <w:tcPr>
            <w:tcW w:w="2250" w:type="dxa"/>
          </w:tcPr>
          <w:p w14:paraId="7D66D1DC" w14:textId="77777777" w:rsidR="00C15491" w:rsidRPr="009453F7" w:rsidRDefault="00C15491" w:rsidP="0010072F">
            <w:pPr>
              <w:pStyle w:val="TableText"/>
            </w:pPr>
            <w:r w:rsidRPr="009453F7">
              <w:t>Gigabit Ethernet 0/0</w:t>
            </w:r>
            <w:r>
              <w:t>/1</w:t>
            </w:r>
            <w:r w:rsidRPr="009453F7">
              <w:t xml:space="preserve"> (G0/0</w:t>
            </w:r>
            <w:r>
              <w:t>/1</w:t>
            </w:r>
            <w:r w:rsidRPr="009453F7">
              <w:t>)</w:t>
            </w:r>
          </w:p>
        </w:tc>
        <w:tc>
          <w:tcPr>
            <w:tcW w:w="2070" w:type="dxa"/>
          </w:tcPr>
          <w:p w14:paraId="6C8DDFA7" w14:textId="77777777" w:rsidR="00C15491" w:rsidRPr="009453F7" w:rsidRDefault="00C15491" w:rsidP="0010072F">
            <w:pPr>
              <w:pStyle w:val="TableText"/>
            </w:pPr>
            <w:r>
              <w:t>Serial 0/1/0 (S0/1</w:t>
            </w:r>
            <w:r w:rsidRPr="009453F7">
              <w:t>/0)</w:t>
            </w:r>
          </w:p>
        </w:tc>
        <w:tc>
          <w:tcPr>
            <w:tcW w:w="2160" w:type="dxa"/>
          </w:tcPr>
          <w:p w14:paraId="19C9F7E4" w14:textId="77777777" w:rsidR="00C15491" w:rsidRPr="009453F7" w:rsidRDefault="00C15491" w:rsidP="0010072F">
            <w:pPr>
              <w:pStyle w:val="TableText"/>
            </w:pPr>
            <w:r>
              <w:t>Serial 0/1/1</w:t>
            </w:r>
            <w:r w:rsidRPr="009453F7">
              <w:t xml:space="preserve"> (S0/</w:t>
            </w:r>
            <w:r>
              <w:t>1/1</w:t>
            </w:r>
            <w:r w:rsidRPr="009453F7">
              <w:t>)</w:t>
            </w:r>
          </w:p>
        </w:tc>
      </w:tr>
      <w:tr w:rsidR="00C15491" w14:paraId="20B31F0C" w14:textId="77777777" w:rsidTr="0010072F">
        <w:tc>
          <w:tcPr>
            <w:tcW w:w="1530" w:type="dxa"/>
          </w:tcPr>
          <w:p w14:paraId="15208A14" w14:textId="77777777" w:rsidR="00C15491" w:rsidRDefault="00C15491" w:rsidP="0010072F">
            <w:pPr>
              <w:pStyle w:val="TableText"/>
            </w:pPr>
            <w:r>
              <w:t>4300</w:t>
            </w:r>
          </w:p>
        </w:tc>
        <w:tc>
          <w:tcPr>
            <w:tcW w:w="2250" w:type="dxa"/>
          </w:tcPr>
          <w:p w14:paraId="1C5DDE56" w14:textId="77777777" w:rsidR="00C15491" w:rsidRPr="009453F7" w:rsidRDefault="00C15491" w:rsidP="0010072F">
            <w:pPr>
              <w:pStyle w:val="TableText"/>
            </w:pPr>
            <w:r w:rsidRPr="009453F7">
              <w:t>Gigabit Ethernet 0/0</w:t>
            </w:r>
            <w:r>
              <w:t>/0</w:t>
            </w:r>
            <w:r w:rsidRPr="009453F7">
              <w:t xml:space="preserve"> (G0/0</w:t>
            </w:r>
            <w:r>
              <w:t>/0</w:t>
            </w:r>
            <w:r w:rsidRPr="009453F7">
              <w:t>)</w:t>
            </w:r>
          </w:p>
        </w:tc>
        <w:tc>
          <w:tcPr>
            <w:tcW w:w="2250" w:type="dxa"/>
          </w:tcPr>
          <w:p w14:paraId="58273E24" w14:textId="77777777" w:rsidR="00C15491" w:rsidRPr="009453F7" w:rsidRDefault="00C15491" w:rsidP="0010072F">
            <w:pPr>
              <w:pStyle w:val="TableText"/>
            </w:pPr>
            <w:r w:rsidRPr="009453F7">
              <w:t>Gigabit Ethernet 0/0</w:t>
            </w:r>
            <w:r>
              <w:t>/1</w:t>
            </w:r>
            <w:r w:rsidRPr="009453F7">
              <w:t xml:space="preserve"> (G0/0</w:t>
            </w:r>
            <w:r>
              <w:t>/1</w:t>
            </w:r>
            <w:r w:rsidRPr="009453F7">
              <w:t>)</w:t>
            </w:r>
          </w:p>
        </w:tc>
        <w:tc>
          <w:tcPr>
            <w:tcW w:w="2070" w:type="dxa"/>
          </w:tcPr>
          <w:p w14:paraId="7487CE0E" w14:textId="77777777" w:rsidR="00C15491" w:rsidRDefault="00C15491" w:rsidP="0010072F">
            <w:pPr>
              <w:pStyle w:val="TableText"/>
            </w:pPr>
            <w:r>
              <w:t>Serial 0/1/0 (S0/1</w:t>
            </w:r>
            <w:r w:rsidRPr="009453F7">
              <w:t>/0)</w:t>
            </w:r>
          </w:p>
        </w:tc>
        <w:tc>
          <w:tcPr>
            <w:tcW w:w="2160" w:type="dxa"/>
          </w:tcPr>
          <w:p w14:paraId="18F8ED45" w14:textId="77777777" w:rsidR="00C15491" w:rsidRDefault="00C15491" w:rsidP="0010072F">
            <w:pPr>
              <w:pStyle w:val="TableText"/>
            </w:pPr>
            <w:r>
              <w:t>Serial 0/1/1</w:t>
            </w:r>
            <w:r w:rsidRPr="009453F7">
              <w:t xml:space="preserve"> (S0/</w:t>
            </w:r>
            <w:r>
              <w:t>1/1</w:t>
            </w:r>
            <w:r w:rsidRPr="009453F7">
              <w:t>)</w:t>
            </w:r>
          </w:p>
        </w:tc>
      </w:tr>
    </w:tbl>
    <w:p w14:paraId="12BAE4EE" w14:textId="77777777" w:rsidR="00C15491" w:rsidRDefault="00C15491" w:rsidP="00C15491">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w:t>
      </w:r>
      <w:r w:rsidRPr="00763D8B">
        <w:lastRenderedPageBreak/>
        <w:t>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6ED4293" w14:textId="77777777" w:rsidR="00C15491" w:rsidRPr="00603503" w:rsidRDefault="00C15491" w:rsidP="00C15491">
      <w:pPr>
        <w:pStyle w:val="ConfigWindow"/>
      </w:pPr>
      <w:r>
        <w:t>End of document</w:t>
      </w:r>
    </w:p>
    <w:sectPr w:rsidR="00C15491" w:rsidRPr="0060350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5379D7" w14:textId="77777777" w:rsidR="0006274D" w:rsidRDefault="0006274D" w:rsidP="00710659">
      <w:pPr>
        <w:spacing w:after="0" w:line="240" w:lineRule="auto"/>
      </w:pPr>
      <w:r>
        <w:separator/>
      </w:r>
    </w:p>
    <w:p w14:paraId="40761A0D" w14:textId="77777777" w:rsidR="0006274D" w:rsidRDefault="0006274D"/>
  </w:endnote>
  <w:endnote w:type="continuationSeparator" w:id="0">
    <w:p w14:paraId="5657E4BE" w14:textId="77777777" w:rsidR="0006274D" w:rsidRDefault="0006274D" w:rsidP="00710659">
      <w:pPr>
        <w:spacing w:after="0" w:line="240" w:lineRule="auto"/>
      </w:pPr>
      <w:r>
        <w:continuationSeparator/>
      </w:r>
    </w:p>
    <w:p w14:paraId="04EF25D1" w14:textId="77777777" w:rsidR="0006274D" w:rsidRDefault="000627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78C48" w14:textId="5F59B0CF" w:rsidR="00421963" w:rsidRPr="00882B63" w:rsidRDefault="00421963"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5F40C0">
          <w:t>2016</w:t>
        </w:r>
      </w:sdtContent>
    </w:sdt>
    <w:r>
      <w:t xml:space="preserve"> - </w:t>
    </w:r>
    <w:r>
      <w:fldChar w:fldCharType="begin"/>
    </w:r>
    <w:r>
      <w:instrText xml:space="preserve"> SAVEDATE  \@ "yyyy"  \* MERGEFORMAT </w:instrText>
    </w:r>
    <w:r>
      <w:fldChar w:fldCharType="separate"/>
    </w:r>
    <w:r w:rsidR="00E42B5E">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DD0D9" w14:textId="56296132" w:rsidR="00421963" w:rsidRPr="00882B63" w:rsidRDefault="00421963"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5F40C0">
          <w:t>2016</w:t>
        </w:r>
      </w:sdtContent>
    </w:sdt>
    <w:r>
      <w:t xml:space="preserve"> - </w:t>
    </w:r>
    <w:r>
      <w:fldChar w:fldCharType="begin"/>
    </w:r>
    <w:r>
      <w:instrText xml:space="preserve"> SAVEDATE  \@ "yyyy"  \* MERGEFORMAT </w:instrText>
    </w:r>
    <w:r>
      <w:fldChar w:fldCharType="separate"/>
    </w:r>
    <w:r w:rsidR="00E42B5E">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FA74B7" w14:textId="77777777" w:rsidR="0006274D" w:rsidRDefault="0006274D" w:rsidP="00710659">
      <w:pPr>
        <w:spacing w:after="0" w:line="240" w:lineRule="auto"/>
      </w:pPr>
      <w:r>
        <w:separator/>
      </w:r>
    </w:p>
    <w:p w14:paraId="245C8E36" w14:textId="77777777" w:rsidR="0006274D" w:rsidRDefault="0006274D"/>
  </w:footnote>
  <w:footnote w:type="continuationSeparator" w:id="0">
    <w:p w14:paraId="5FD672A0" w14:textId="77777777" w:rsidR="0006274D" w:rsidRDefault="0006274D" w:rsidP="00710659">
      <w:pPr>
        <w:spacing w:after="0" w:line="240" w:lineRule="auto"/>
      </w:pPr>
      <w:r>
        <w:continuationSeparator/>
      </w:r>
    </w:p>
    <w:p w14:paraId="40F8441C" w14:textId="77777777" w:rsidR="0006274D" w:rsidRDefault="000627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B38445D558EE46DA8052A287B511ECC2"/>
      </w:placeholder>
      <w:dataBinding w:prefixMappings="xmlns:ns0='http://purl.org/dc/elements/1.1/' xmlns:ns1='http://schemas.openxmlformats.org/package/2006/metadata/core-properties' " w:xpath="/ns1:coreProperties[1]/ns0:title[1]" w:storeItemID="{6C3C8BC8-F283-45AE-878A-BAB7291924A1}"/>
      <w:text/>
    </w:sdtPr>
    <w:sdtEndPr/>
    <w:sdtContent>
      <w:p w14:paraId="3EAB9A0F" w14:textId="77777777" w:rsidR="00421963" w:rsidRDefault="00421963" w:rsidP="008402F2">
        <w:pPr>
          <w:pStyle w:val="PageHead"/>
        </w:pPr>
        <w:r>
          <w:t>Lab - Configure CDP, LLDP, and NTP</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E4A89" w14:textId="77777777" w:rsidR="00421963" w:rsidRDefault="00421963" w:rsidP="006C3FCF">
    <w:pPr>
      <w:ind w:left="-288"/>
    </w:pPr>
    <w:r>
      <w:rPr>
        <w:noProof/>
      </w:rPr>
      <w:drawing>
        <wp:inline distT="0" distB="0" distL="0" distR="0" wp14:anchorId="53CC79A8" wp14:editId="6663F3DA">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 w:ilvl="0">
        <w:start w:val="1"/>
        <w:numFmt w:val="decimal"/>
        <w:lvlText w:val="Part %1:"/>
        <w:lvlJc w:val="left"/>
        <w:pPr>
          <w:tabs>
            <w:tab w:val="num" w:pos="1080"/>
          </w:tabs>
          <w:snapToGrid w:val="0"/>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Step %2:"/>
        <w:lvlJc w:val="left"/>
        <w:pPr>
          <w:tabs>
            <w:tab w:val="num" w:pos="936"/>
          </w:tabs>
          <w:ind w:left="936" w:hanging="936"/>
        </w:pPr>
      </w:lvl>
    </w:lvlOverride>
    <w:lvlOverride w:ilvl="2">
      <w:lvl w:ilvl="2">
        <w:start w:val="1"/>
        <w:numFmt w:val="lowerLetter"/>
        <w:lvlText w:val="%3."/>
        <w:lvlJc w:val="left"/>
        <w:pPr>
          <w:tabs>
            <w:tab w:val="num" w:pos="720"/>
          </w:tabs>
          <w:ind w:left="720" w:hanging="360"/>
        </w:pPr>
      </w:lvl>
    </w:lvlOverride>
    <w:lvlOverride w:ilvl="3">
      <w:lvl w:ilvl="3">
        <w:start w:val="1"/>
        <w:numFmt w:val="decimal"/>
        <w:lvlText w:val="%4)"/>
        <w:lvlJc w:val="left"/>
        <w:pPr>
          <w:tabs>
            <w:tab w:val="num" w:pos="1080"/>
          </w:tabs>
          <w:ind w:left="1080" w:hanging="360"/>
        </w:pPr>
      </w:lvl>
    </w:lvlOverride>
    <w:lvlOverride w:ilvl="4">
      <w:lvl w:ilvl="4">
        <w:start w:val="1"/>
        <w:numFmt w:val="none"/>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6F2"/>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74D"/>
    <w:rsid w:val="00062D89"/>
    <w:rsid w:val="00067A67"/>
    <w:rsid w:val="00070C16"/>
    <w:rsid w:val="000741E3"/>
    <w:rsid w:val="00075EA9"/>
    <w:rsid w:val="000769CF"/>
    <w:rsid w:val="00080A4D"/>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16F2"/>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21BC"/>
    <w:rsid w:val="001D5B6F"/>
    <w:rsid w:val="001D5E6B"/>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A44"/>
    <w:rsid w:val="003F4F0E"/>
    <w:rsid w:val="003F6096"/>
    <w:rsid w:val="003F6E06"/>
    <w:rsid w:val="00403C7A"/>
    <w:rsid w:val="004057A6"/>
    <w:rsid w:val="00406554"/>
    <w:rsid w:val="00407755"/>
    <w:rsid w:val="0041293B"/>
    <w:rsid w:val="004131B0"/>
    <w:rsid w:val="00416C42"/>
    <w:rsid w:val="00421963"/>
    <w:rsid w:val="00422476"/>
    <w:rsid w:val="0042385C"/>
    <w:rsid w:val="00426FA5"/>
    <w:rsid w:val="00431654"/>
    <w:rsid w:val="004342C0"/>
    <w:rsid w:val="00434926"/>
    <w:rsid w:val="00443ACE"/>
    <w:rsid w:val="00444217"/>
    <w:rsid w:val="0044637C"/>
    <w:rsid w:val="004478F4"/>
    <w:rsid w:val="00450F7A"/>
    <w:rsid w:val="00452C6D"/>
    <w:rsid w:val="00455E0B"/>
    <w:rsid w:val="0045724D"/>
    <w:rsid w:val="00457934"/>
    <w:rsid w:val="00462B9F"/>
    <w:rsid w:val="004659EE"/>
    <w:rsid w:val="00473E34"/>
    <w:rsid w:val="004750A6"/>
    <w:rsid w:val="00476BA9"/>
    <w:rsid w:val="00481650"/>
    <w:rsid w:val="00484032"/>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1118"/>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5F40C0"/>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3817"/>
    <w:rsid w:val="00675B6B"/>
    <w:rsid w:val="00677544"/>
    <w:rsid w:val="00681687"/>
    <w:rsid w:val="00686295"/>
    <w:rsid w:val="00686587"/>
    <w:rsid w:val="006904CF"/>
    <w:rsid w:val="00695EE2"/>
    <w:rsid w:val="0069660B"/>
    <w:rsid w:val="00697B85"/>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C2A"/>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337B"/>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678D6"/>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5FE6"/>
    <w:rsid w:val="00A76665"/>
    <w:rsid w:val="00A76749"/>
    <w:rsid w:val="00A807C1"/>
    <w:rsid w:val="00A82658"/>
    <w:rsid w:val="00A83374"/>
    <w:rsid w:val="00A833DD"/>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047"/>
    <w:rsid w:val="00B00914"/>
    <w:rsid w:val="00B02A8E"/>
    <w:rsid w:val="00B052EE"/>
    <w:rsid w:val="00B1081F"/>
    <w:rsid w:val="00B2496B"/>
    <w:rsid w:val="00B27499"/>
    <w:rsid w:val="00B3010D"/>
    <w:rsid w:val="00B35151"/>
    <w:rsid w:val="00B4129C"/>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37A8"/>
    <w:rsid w:val="00BD6D76"/>
    <w:rsid w:val="00BE3A73"/>
    <w:rsid w:val="00BE56B3"/>
    <w:rsid w:val="00BE676D"/>
    <w:rsid w:val="00BF04E8"/>
    <w:rsid w:val="00BF16BF"/>
    <w:rsid w:val="00BF4D1F"/>
    <w:rsid w:val="00BF76BE"/>
    <w:rsid w:val="00C02A73"/>
    <w:rsid w:val="00C063D2"/>
    <w:rsid w:val="00C07FD9"/>
    <w:rsid w:val="00C10955"/>
    <w:rsid w:val="00C11C4D"/>
    <w:rsid w:val="00C1509A"/>
    <w:rsid w:val="00C15491"/>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1940"/>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D7DC5"/>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2B5E"/>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27C2"/>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647C"/>
    <w:rsid w:val="00F4135D"/>
    <w:rsid w:val="00F41645"/>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05DA"/>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06B19A"/>
  <w15:docId w15:val="{1964C99A-9DF1-4EEE-9CB2-A91D351EE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675B6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44637C"/>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44637C"/>
    <w:pPr>
      <w:spacing w:after="360"/>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4637C"/>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15491"/>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675B6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421963"/>
    <w:rPr>
      <w:b/>
      <w:sz w:val="32"/>
    </w:rPr>
  </w:style>
  <w:style w:type="numbering" w:customStyle="1" w:styleId="PartStepSubStepList">
    <w:name w:val="Part_Step_SubStep_List"/>
    <w:basedOn w:val="NoList"/>
    <w:uiPriority w:val="99"/>
    <w:rsid w:val="00421963"/>
    <w:pPr>
      <w:numPr>
        <w:numId w:val="10"/>
      </w:numPr>
    </w:pPr>
  </w:style>
  <w:style w:type="paragraph" w:styleId="ListParagraph">
    <w:name w:val="List Paragraph"/>
    <w:basedOn w:val="Normal"/>
    <w:uiPriority w:val="34"/>
    <w:unhideWhenUsed/>
    <w:qFormat/>
    <w:rsid w:val="00421963"/>
    <w:pPr>
      <w:ind w:left="720"/>
    </w:pPr>
  </w:style>
  <w:style w:type="paragraph" w:styleId="NormalWeb">
    <w:name w:val="Normal (Web)"/>
    <w:basedOn w:val="Normal"/>
    <w:uiPriority w:val="99"/>
    <w:semiHidden/>
    <w:unhideWhenUsed/>
    <w:rsid w:val="00421963"/>
    <w:pPr>
      <w:spacing w:before="100" w:beforeAutospacing="1" w:after="100" w:afterAutospacing="1" w:line="240" w:lineRule="auto"/>
    </w:pPr>
    <w:rPr>
      <w:rFonts w:ascii="Times New Roman" w:eastAsiaTheme="minorEastAsia" w:hAnsi="Times New Roman"/>
      <w:sz w:val="24"/>
      <w:szCs w:val="24"/>
    </w:rPr>
  </w:style>
  <w:style w:type="paragraph" w:styleId="Revision">
    <w:name w:val="Revision"/>
    <w:hidden/>
    <w:uiPriority w:val="99"/>
    <w:semiHidden/>
    <w:rsid w:val="00421963"/>
    <w:rPr>
      <w:sz w:val="22"/>
      <w:szCs w:val="22"/>
    </w:rPr>
  </w:style>
  <w:style w:type="character" w:styleId="Hyperlink">
    <w:name w:val="Hyperlink"/>
    <w:uiPriority w:val="99"/>
    <w:unhideWhenUsed/>
    <w:rsid w:val="004219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38445D558EE46DA8052A287B511ECC2"/>
        <w:category>
          <w:name w:val="General"/>
          <w:gallery w:val="placeholder"/>
        </w:category>
        <w:types>
          <w:type w:val="bbPlcHdr"/>
        </w:types>
        <w:behaviors>
          <w:behavior w:val="content"/>
        </w:behaviors>
        <w:guid w:val="{7FA3DD58-8D74-4274-9761-D00A27855BB5}"/>
      </w:docPartPr>
      <w:docPartBody>
        <w:p w:rsidR="00760B9B" w:rsidRDefault="00CD3DD1">
          <w:pPr>
            <w:pStyle w:val="B38445D558EE46DA8052A287B511ECC2"/>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DD1"/>
    <w:rsid w:val="00760B9B"/>
    <w:rsid w:val="0079703C"/>
    <w:rsid w:val="00890D54"/>
    <w:rsid w:val="00CD3DD1"/>
    <w:rsid w:val="00E26A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38445D558EE46DA8052A287B511ECC2">
    <w:name w:val="B38445D558EE46DA8052A287B511EC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1D9B78-AB39-475B-85A6-BD7805459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6</TotalTime>
  <Pages>7</Pages>
  <Words>1732</Words>
  <Characters>9875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Lab - Configure CDP, LLDP, and NTP</vt:lpstr>
    </vt:vector>
  </TitlesOfParts>
  <Company>Cisco Systems, Inc.</Company>
  <LinksUpToDate>false</LinksUpToDate>
  <CharactersWithSpaces>11584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CDP, LLDP, and NTP</dc:title>
  <dc:creator>SP</dc:creator>
  <dc:description>2016</dc:description>
  <cp:lastModifiedBy>Suk-Yi Pennock -X (spennock - UNICON INC at Cisco)</cp:lastModifiedBy>
  <cp:revision>6</cp:revision>
  <cp:lastPrinted>2019-11-30T00:04:00Z</cp:lastPrinted>
  <dcterms:created xsi:type="dcterms:W3CDTF">2019-11-29T23:58:00Z</dcterms:created>
  <dcterms:modified xsi:type="dcterms:W3CDTF">2019-11-30T00:04:00Z</dcterms:modified>
</cp:coreProperties>
</file>