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31A86" w14:textId="5D715A00" w:rsidR="00F77EF9" w:rsidRDefault="002D6C2A" w:rsidP="00F77EF9">
      <w:pPr>
        <w:pStyle w:val="LabTitle"/>
        <w:rPr>
          <w:rStyle w:val="LabTitleInstVersred"/>
          <w:b/>
        </w:rPr>
      </w:pPr>
      <w:r w:rsidRPr="00FD4A68">
        <w:t>Lab</w:t>
      </w:r>
      <w:r w:rsidR="00B97943">
        <w:t xml:space="preserve"> </w:t>
      </w:r>
      <w:r w:rsidR="001F5C0C">
        <w:t>–</w:t>
      </w:r>
      <w:r w:rsidRPr="00FD4A68">
        <w:t xml:space="preserve"> </w:t>
      </w:r>
      <w:r w:rsidR="001F5C0C">
        <w:t>Configuring Dynamic and Static NAT</w:t>
      </w:r>
      <w:r w:rsidR="004D36D7" w:rsidRPr="00FD4A68">
        <w:t xml:space="preserve"> </w:t>
      </w:r>
    </w:p>
    <w:p w14:paraId="37C21F6A" w14:textId="77777777" w:rsidR="003C6BCA" w:rsidRDefault="001E38E0" w:rsidP="0014219C">
      <w:pPr>
        <w:pStyle w:val="LabSection"/>
      </w:pPr>
      <w:r>
        <w:t>Topology</w:t>
      </w:r>
    </w:p>
    <w:p w14:paraId="2D3C02DF" w14:textId="0C8B48FB" w:rsidR="008C4307" w:rsidRDefault="00602479" w:rsidP="00A6283D">
      <w:pPr>
        <w:pStyle w:val="Visual"/>
      </w:pPr>
      <w:r>
        <w:rPr>
          <w:noProof/>
        </w:rPr>
        <w:drawing>
          <wp:inline distT="0" distB="0" distL="0" distR="0" wp14:anchorId="44897454" wp14:editId="504F4808">
            <wp:extent cx="6070600" cy="2675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0600" cy="2675255"/>
                    </a:xfrm>
                    <a:prstGeom prst="rect">
                      <a:avLst/>
                    </a:prstGeom>
                    <a:noFill/>
                    <a:ln>
                      <a:noFill/>
                    </a:ln>
                  </pic:spPr>
                </pic:pic>
              </a:graphicData>
            </a:graphic>
          </wp:inline>
        </w:drawing>
      </w:r>
    </w:p>
    <w:p w14:paraId="7246E4EC" w14:textId="77777777" w:rsidR="00AE56C0" w:rsidRPr="00BB73FF" w:rsidRDefault="00AE56C0" w:rsidP="0014219C">
      <w:pPr>
        <w:pStyle w:val="LabSection"/>
      </w:pPr>
      <w:r w:rsidRPr="00BB73FF">
        <w:t>Addressing Table</w:t>
      </w:r>
    </w:p>
    <w:tbl>
      <w:tblPr>
        <w:tblW w:w="85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833"/>
        <w:gridCol w:w="1440"/>
        <w:gridCol w:w="1710"/>
        <w:gridCol w:w="1800"/>
        <w:gridCol w:w="1800"/>
      </w:tblGrid>
      <w:tr w:rsidR="00E6347B" w14:paraId="49095618" w14:textId="77777777" w:rsidTr="005B76C8">
        <w:trPr>
          <w:cantSplit/>
          <w:jc w:val="center"/>
        </w:trPr>
        <w:tc>
          <w:tcPr>
            <w:tcW w:w="18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4C92F9E" w14:textId="77777777" w:rsidR="00E6347B" w:rsidRPr="00E87D62" w:rsidRDefault="00E6347B"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53479DE" w14:textId="77777777" w:rsidR="00E6347B" w:rsidRPr="00E87D62" w:rsidRDefault="00E6347B"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9341FB3" w14:textId="77777777" w:rsidR="00E6347B" w:rsidRPr="00E87D62" w:rsidRDefault="00E634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FB0FF01" w14:textId="77777777" w:rsidR="00E6347B" w:rsidRPr="00E87D62" w:rsidRDefault="00E6347B"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4338F33" w14:textId="77777777" w:rsidR="00E6347B" w:rsidRPr="00E87D62" w:rsidRDefault="00E6347B" w:rsidP="00E87D62">
            <w:pPr>
              <w:pStyle w:val="TableHeading"/>
            </w:pPr>
            <w:r w:rsidRPr="00E87D62">
              <w:t>Default Gateway</w:t>
            </w:r>
          </w:p>
        </w:tc>
      </w:tr>
      <w:tr w:rsidR="00E6347B" w14:paraId="46304234" w14:textId="77777777" w:rsidTr="005B76C8">
        <w:trPr>
          <w:cantSplit/>
          <w:jc w:val="center"/>
        </w:trPr>
        <w:tc>
          <w:tcPr>
            <w:tcW w:w="1833" w:type="dxa"/>
            <w:vAlign w:val="bottom"/>
          </w:tcPr>
          <w:p w14:paraId="0638A3E6" w14:textId="77777777" w:rsidR="00E6347B" w:rsidRPr="00E87D62" w:rsidRDefault="00E6347B" w:rsidP="00E87D62">
            <w:pPr>
              <w:pStyle w:val="TableText"/>
            </w:pPr>
            <w:r>
              <w:t>Gateway</w:t>
            </w:r>
          </w:p>
        </w:tc>
        <w:tc>
          <w:tcPr>
            <w:tcW w:w="1440" w:type="dxa"/>
            <w:vAlign w:val="bottom"/>
          </w:tcPr>
          <w:p w14:paraId="45F4657A" w14:textId="77777777" w:rsidR="00E6347B" w:rsidRPr="00E87D62" w:rsidRDefault="00E6347B" w:rsidP="009F4C2E">
            <w:pPr>
              <w:pStyle w:val="TableText"/>
            </w:pPr>
            <w:r>
              <w:t>G</w:t>
            </w:r>
            <w:r w:rsidRPr="00E87D62">
              <w:t>0/1</w:t>
            </w:r>
          </w:p>
        </w:tc>
        <w:tc>
          <w:tcPr>
            <w:tcW w:w="1710" w:type="dxa"/>
            <w:vAlign w:val="bottom"/>
          </w:tcPr>
          <w:p w14:paraId="4BE5D8A1" w14:textId="77777777" w:rsidR="00E6347B" w:rsidRPr="00E87D62" w:rsidRDefault="00E6347B" w:rsidP="009F4C2E">
            <w:pPr>
              <w:pStyle w:val="TableText"/>
            </w:pPr>
            <w:r w:rsidRPr="00E87D62">
              <w:t>192.168.1.1</w:t>
            </w:r>
          </w:p>
        </w:tc>
        <w:tc>
          <w:tcPr>
            <w:tcW w:w="1800" w:type="dxa"/>
            <w:vAlign w:val="bottom"/>
          </w:tcPr>
          <w:p w14:paraId="4BB47420" w14:textId="77777777" w:rsidR="00E6347B" w:rsidRPr="00E87D62" w:rsidRDefault="00E6347B" w:rsidP="009F4C2E">
            <w:pPr>
              <w:pStyle w:val="TableText"/>
            </w:pPr>
            <w:r w:rsidRPr="00E87D62">
              <w:t>255.255.255.0</w:t>
            </w:r>
          </w:p>
        </w:tc>
        <w:tc>
          <w:tcPr>
            <w:tcW w:w="1800" w:type="dxa"/>
            <w:vAlign w:val="bottom"/>
          </w:tcPr>
          <w:p w14:paraId="64D7CF15" w14:textId="77777777" w:rsidR="00E6347B" w:rsidRPr="00E87D62" w:rsidRDefault="00E6347B" w:rsidP="009F4C2E">
            <w:pPr>
              <w:pStyle w:val="TableText"/>
            </w:pPr>
            <w:r w:rsidRPr="00E87D62">
              <w:t>N/A</w:t>
            </w:r>
          </w:p>
        </w:tc>
      </w:tr>
      <w:tr w:rsidR="00E6347B" w14:paraId="5B73EA2E" w14:textId="77777777" w:rsidTr="005B76C8">
        <w:trPr>
          <w:cantSplit/>
          <w:jc w:val="center"/>
        </w:trPr>
        <w:tc>
          <w:tcPr>
            <w:tcW w:w="1833" w:type="dxa"/>
            <w:vAlign w:val="bottom"/>
          </w:tcPr>
          <w:p w14:paraId="44689C1B" w14:textId="77777777" w:rsidR="00E6347B" w:rsidRPr="00E87D62" w:rsidRDefault="00E6347B" w:rsidP="00E87D62">
            <w:pPr>
              <w:pStyle w:val="TableText"/>
            </w:pPr>
          </w:p>
        </w:tc>
        <w:tc>
          <w:tcPr>
            <w:tcW w:w="1440" w:type="dxa"/>
            <w:vAlign w:val="bottom"/>
          </w:tcPr>
          <w:p w14:paraId="7C39A221" w14:textId="77777777" w:rsidR="00E6347B" w:rsidRPr="00E87D62" w:rsidRDefault="00E6347B" w:rsidP="00E87D62">
            <w:pPr>
              <w:pStyle w:val="TableText"/>
            </w:pPr>
            <w:r>
              <w:t>S0/0/1</w:t>
            </w:r>
          </w:p>
        </w:tc>
        <w:tc>
          <w:tcPr>
            <w:tcW w:w="1710" w:type="dxa"/>
            <w:vAlign w:val="bottom"/>
          </w:tcPr>
          <w:p w14:paraId="4A0DC286" w14:textId="77777777" w:rsidR="00E6347B" w:rsidRPr="00E87D62" w:rsidRDefault="00E6347B" w:rsidP="00E87D62">
            <w:pPr>
              <w:pStyle w:val="TableText"/>
            </w:pPr>
            <w:r>
              <w:t>209.165.201.18</w:t>
            </w:r>
          </w:p>
        </w:tc>
        <w:tc>
          <w:tcPr>
            <w:tcW w:w="1800" w:type="dxa"/>
            <w:vAlign w:val="bottom"/>
          </w:tcPr>
          <w:p w14:paraId="0CEC764F" w14:textId="77777777" w:rsidR="00E6347B" w:rsidRPr="00E87D62" w:rsidRDefault="00E6347B" w:rsidP="00E87D62">
            <w:pPr>
              <w:pStyle w:val="TableText"/>
            </w:pPr>
            <w:r w:rsidRPr="00E87D62">
              <w:t>255.255.255.252</w:t>
            </w:r>
          </w:p>
        </w:tc>
        <w:tc>
          <w:tcPr>
            <w:tcW w:w="1800" w:type="dxa"/>
            <w:vAlign w:val="bottom"/>
          </w:tcPr>
          <w:p w14:paraId="66837031" w14:textId="77777777" w:rsidR="00E6347B" w:rsidRPr="00E87D62" w:rsidRDefault="00E6347B" w:rsidP="00E87D62">
            <w:pPr>
              <w:pStyle w:val="TableText"/>
            </w:pPr>
            <w:r w:rsidRPr="00E87D62">
              <w:t>N/A</w:t>
            </w:r>
          </w:p>
        </w:tc>
      </w:tr>
      <w:tr w:rsidR="00E6347B" w14:paraId="7AEAE2DE" w14:textId="77777777" w:rsidTr="005B76C8">
        <w:trPr>
          <w:cantSplit/>
          <w:jc w:val="center"/>
        </w:trPr>
        <w:tc>
          <w:tcPr>
            <w:tcW w:w="1833" w:type="dxa"/>
            <w:vAlign w:val="bottom"/>
          </w:tcPr>
          <w:p w14:paraId="08EBD383" w14:textId="77777777" w:rsidR="00E6347B" w:rsidRPr="00E87D62" w:rsidRDefault="00E6347B" w:rsidP="00E87D62">
            <w:pPr>
              <w:pStyle w:val="TableText"/>
            </w:pPr>
            <w:r>
              <w:t>ISP</w:t>
            </w:r>
          </w:p>
        </w:tc>
        <w:tc>
          <w:tcPr>
            <w:tcW w:w="1440" w:type="dxa"/>
            <w:vAlign w:val="bottom"/>
          </w:tcPr>
          <w:p w14:paraId="5A1DF22C" w14:textId="77777777" w:rsidR="00E6347B" w:rsidRPr="00E87D62" w:rsidRDefault="00E6347B" w:rsidP="00E87D62">
            <w:pPr>
              <w:pStyle w:val="TableText"/>
            </w:pPr>
            <w:r>
              <w:t>S0/0/0 (DCE)</w:t>
            </w:r>
          </w:p>
        </w:tc>
        <w:tc>
          <w:tcPr>
            <w:tcW w:w="1710" w:type="dxa"/>
            <w:vAlign w:val="bottom"/>
          </w:tcPr>
          <w:p w14:paraId="49E07AEB" w14:textId="77777777" w:rsidR="00E6347B" w:rsidRPr="00E87D62" w:rsidRDefault="00E6347B" w:rsidP="00E87D62">
            <w:pPr>
              <w:pStyle w:val="TableText"/>
            </w:pPr>
            <w:r>
              <w:t>209.165.201.17</w:t>
            </w:r>
          </w:p>
        </w:tc>
        <w:tc>
          <w:tcPr>
            <w:tcW w:w="1800" w:type="dxa"/>
            <w:vAlign w:val="bottom"/>
          </w:tcPr>
          <w:p w14:paraId="43D869A7" w14:textId="77777777" w:rsidR="00E6347B" w:rsidRPr="00E87D62" w:rsidRDefault="00E6347B" w:rsidP="00E87D62">
            <w:pPr>
              <w:pStyle w:val="TableText"/>
            </w:pPr>
            <w:r w:rsidRPr="00E87D62">
              <w:t>255.255.255.252</w:t>
            </w:r>
          </w:p>
        </w:tc>
        <w:tc>
          <w:tcPr>
            <w:tcW w:w="1800" w:type="dxa"/>
            <w:vAlign w:val="bottom"/>
          </w:tcPr>
          <w:p w14:paraId="605A152A" w14:textId="77777777" w:rsidR="00E6347B" w:rsidRPr="00E87D62" w:rsidRDefault="00E6347B" w:rsidP="00E87D62">
            <w:pPr>
              <w:pStyle w:val="TableText"/>
            </w:pPr>
            <w:r w:rsidRPr="00E87D62">
              <w:t>N/A</w:t>
            </w:r>
          </w:p>
        </w:tc>
      </w:tr>
      <w:tr w:rsidR="00E6347B" w14:paraId="71139ABC" w14:textId="77777777" w:rsidTr="005B76C8">
        <w:trPr>
          <w:cantSplit/>
          <w:jc w:val="center"/>
        </w:trPr>
        <w:tc>
          <w:tcPr>
            <w:tcW w:w="1833" w:type="dxa"/>
            <w:vAlign w:val="bottom"/>
          </w:tcPr>
          <w:p w14:paraId="200E4D18" w14:textId="77777777" w:rsidR="00E6347B" w:rsidRDefault="00E6347B" w:rsidP="00E87D62">
            <w:pPr>
              <w:pStyle w:val="TableText"/>
            </w:pPr>
          </w:p>
        </w:tc>
        <w:tc>
          <w:tcPr>
            <w:tcW w:w="1440" w:type="dxa"/>
            <w:vAlign w:val="bottom"/>
          </w:tcPr>
          <w:p w14:paraId="5FB061AA" w14:textId="77777777" w:rsidR="00E6347B" w:rsidRDefault="00E6347B" w:rsidP="0091383D">
            <w:pPr>
              <w:pStyle w:val="TableText"/>
            </w:pPr>
            <w:r>
              <w:t>Lo0</w:t>
            </w:r>
          </w:p>
        </w:tc>
        <w:tc>
          <w:tcPr>
            <w:tcW w:w="1710" w:type="dxa"/>
            <w:vAlign w:val="bottom"/>
          </w:tcPr>
          <w:p w14:paraId="0C9FAFB2" w14:textId="77777777" w:rsidR="00E6347B" w:rsidRDefault="00AC0A20" w:rsidP="00E87D62">
            <w:pPr>
              <w:pStyle w:val="TableText"/>
            </w:pPr>
            <w:r>
              <w:t>192.31.7.1</w:t>
            </w:r>
          </w:p>
        </w:tc>
        <w:tc>
          <w:tcPr>
            <w:tcW w:w="1800" w:type="dxa"/>
            <w:vAlign w:val="bottom"/>
          </w:tcPr>
          <w:p w14:paraId="6523F995" w14:textId="77777777" w:rsidR="00E6347B" w:rsidRPr="00E87D62" w:rsidRDefault="00E6347B" w:rsidP="00E87D62">
            <w:pPr>
              <w:pStyle w:val="TableText"/>
            </w:pPr>
            <w:r>
              <w:t>255.255.255.255</w:t>
            </w:r>
          </w:p>
        </w:tc>
        <w:tc>
          <w:tcPr>
            <w:tcW w:w="1800" w:type="dxa"/>
            <w:vAlign w:val="bottom"/>
          </w:tcPr>
          <w:p w14:paraId="302AB2A1" w14:textId="77777777" w:rsidR="00E6347B" w:rsidRPr="00E87D62" w:rsidRDefault="00E6347B" w:rsidP="00E87D62">
            <w:pPr>
              <w:pStyle w:val="TableText"/>
            </w:pPr>
            <w:r>
              <w:t>N/A</w:t>
            </w:r>
          </w:p>
        </w:tc>
      </w:tr>
      <w:tr w:rsidR="00E6347B" w14:paraId="7EC7EF6A" w14:textId="77777777" w:rsidTr="005B76C8">
        <w:trPr>
          <w:cantSplit/>
          <w:jc w:val="center"/>
        </w:trPr>
        <w:tc>
          <w:tcPr>
            <w:tcW w:w="1833" w:type="dxa"/>
            <w:vAlign w:val="bottom"/>
          </w:tcPr>
          <w:p w14:paraId="18240CBE" w14:textId="77777777" w:rsidR="00E6347B" w:rsidRPr="00E87D62" w:rsidRDefault="00E6347B" w:rsidP="00E87D62">
            <w:pPr>
              <w:pStyle w:val="TableText"/>
            </w:pPr>
            <w:r w:rsidRPr="00E87D62">
              <w:t>PC-A</w:t>
            </w:r>
            <w:r w:rsidR="003105A0">
              <w:t xml:space="preserve"> (Simulated Server)</w:t>
            </w:r>
          </w:p>
        </w:tc>
        <w:tc>
          <w:tcPr>
            <w:tcW w:w="1440" w:type="dxa"/>
            <w:vAlign w:val="bottom"/>
          </w:tcPr>
          <w:p w14:paraId="3A09A4F9" w14:textId="77777777" w:rsidR="00E6347B" w:rsidRPr="00E87D62" w:rsidRDefault="00E6347B" w:rsidP="00E87D62">
            <w:pPr>
              <w:pStyle w:val="TableText"/>
            </w:pPr>
            <w:r w:rsidRPr="00E87D62">
              <w:t>NIC</w:t>
            </w:r>
          </w:p>
        </w:tc>
        <w:tc>
          <w:tcPr>
            <w:tcW w:w="1710" w:type="dxa"/>
            <w:vAlign w:val="bottom"/>
          </w:tcPr>
          <w:p w14:paraId="1F0AB708" w14:textId="77777777" w:rsidR="00E6347B" w:rsidRPr="00E87D62" w:rsidRDefault="00E6347B" w:rsidP="00E87D62">
            <w:pPr>
              <w:pStyle w:val="TableText"/>
            </w:pPr>
            <w:r w:rsidRPr="00E87D62">
              <w:t>192.168.1.</w:t>
            </w:r>
            <w:r>
              <w:t>20</w:t>
            </w:r>
          </w:p>
        </w:tc>
        <w:tc>
          <w:tcPr>
            <w:tcW w:w="1800" w:type="dxa"/>
            <w:vAlign w:val="bottom"/>
          </w:tcPr>
          <w:p w14:paraId="791C67D3" w14:textId="77777777" w:rsidR="00E6347B" w:rsidRPr="00E87D62" w:rsidRDefault="00E6347B" w:rsidP="00E87D62">
            <w:pPr>
              <w:pStyle w:val="TableText"/>
            </w:pPr>
            <w:r w:rsidRPr="00E87D62">
              <w:t>255.255.255.0</w:t>
            </w:r>
          </w:p>
        </w:tc>
        <w:tc>
          <w:tcPr>
            <w:tcW w:w="1800" w:type="dxa"/>
            <w:vAlign w:val="bottom"/>
          </w:tcPr>
          <w:p w14:paraId="51C7F327" w14:textId="77777777" w:rsidR="00E6347B" w:rsidRPr="00E87D62" w:rsidRDefault="00E6347B" w:rsidP="00E87D62">
            <w:pPr>
              <w:pStyle w:val="TableText"/>
            </w:pPr>
            <w:r w:rsidRPr="00E87D62">
              <w:t>192.168.1.1</w:t>
            </w:r>
          </w:p>
        </w:tc>
      </w:tr>
      <w:tr w:rsidR="00E6347B" w14:paraId="0097946A" w14:textId="77777777" w:rsidTr="005B76C8">
        <w:trPr>
          <w:cantSplit/>
          <w:jc w:val="center"/>
        </w:trPr>
        <w:tc>
          <w:tcPr>
            <w:tcW w:w="1833" w:type="dxa"/>
            <w:vAlign w:val="bottom"/>
          </w:tcPr>
          <w:p w14:paraId="5738A3F3" w14:textId="77777777" w:rsidR="00E6347B" w:rsidRPr="00E87D62" w:rsidRDefault="00E6347B" w:rsidP="00E87D62">
            <w:pPr>
              <w:pStyle w:val="TableText"/>
            </w:pPr>
            <w:r>
              <w:t>PC-B</w:t>
            </w:r>
          </w:p>
        </w:tc>
        <w:tc>
          <w:tcPr>
            <w:tcW w:w="1440" w:type="dxa"/>
            <w:vAlign w:val="bottom"/>
          </w:tcPr>
          <w:p w14:paraId="32F69797" w14:textId="77777777" w:rsidR="00E6347B" w:rsidRPr="00E87D62" w:rsidRDefault="00E6347B" w:rsidP="00E87D62">
            <w:pPr>
              <w:pStyle w:val="TableText"/>
            </w:pPr>
            <w:r>
              <w:t>NIC</w:t>
            </w:r>
          </w:p>
        </w:tc>
        <w:tc>
          <w:tcPr>
            <w:tcW w:w="1710" w:type="dxa"/>
            <w:vAlign w:val="bottom"/>
          </w:tcPr>
          <w:p w14:paraId="39224E6D" w14:textId="77777777" w:rsidR="00E6347B" w:rsidRPr="00E87D62" w:rsidRDefault="00E6347B" w:rsidP="00E87D62">
            <w:pPr>
              <w:pStyle w:val="TableText"/>
            </w:pPr>
            <w:r>
              <w:t>192.168.1.21</w:t>
            </w:r>
          </w:p>
        </w:tc>
        <w:tc>
          <w:tcPr>
            <w:tcW w:w="1800" w:type="dxa"/>
            <w:vAlign w:val="bottom"/>
          </w:tcPr>
          <w:p w14:paraId="74278BE1" w14:textId="77777777" w:rsidR="00E6347B" w:rsidRPr="00E87D62" w:rsidRDefault="00E6347B" w:rsidP="00E87D62">
            <w:pPr>
              <w:pStyle w:val="TableText"/>
            </w:pPr>
            <w:r>
              <w:t>255.255.255.0</w:t>
            </w:r>
          </w:p>
        </w:tc>
        <w:tc>
          <w:tcPr>
            <w:tcW w:w="1800" w:type="dxa"/>
            <w:vAlign w:val="bottom"/>
          </w:tcPr>
          <w:p w14:paraId="2C2E203D" w14:textId="77777777" w:rsidR="00E6347B" w:rsidRPr="00E87D62" w:rsidRDefault="00E6347B" w:rsidP="00E87D62">
            <w:pPr>
              <w:pStyle w:val="TableText"/>
            </w:pPr>
            <w:r>
              <w:t>192.168.1.1</w:t>
            </w:r>
          </w:p>
        </w:tc>
      </w:tr>
    </w:tbl>
    <w:p w14:paraId="5225483A" w14:textId="77777777" w:rsidR="009D2C27" w:rsidRPr="00BB73FF" w:rsidRDefault="009D2C27" w:rsidP="0014219C">
      <w:pPr>
        <w:pStyle w:val="LabSection"/>
      </w:pPr>
      <w:r w:rsidRPr="00BB73FF">
        <w:t>Objective</w:t>
      </w:r>
      <w:r w:rsidR="006E6581">
        <w:t>s</w:t>
      </w:r>
    </w:p>
    <w:p w14:paraId="7B50A8DE" w14:textId="77777777" w:rsidR="00554B4E" w:rsidRPr="004C0909" w:rsidRDefault="00963E34" w:rsidP="00963E34">
      <w:pPr>
        <w:pStyle w:val="BodyTextL25Bold"/>
      </w:pPr>
      <w:r>
        <w:t xml:space="preserve">Part 1: </w:t>
      </w:r>
      <w:r w:rsidR="00181EC5">
        <w:t>Build the Network</w:t>
      </w:r>
      <w:r w:rsidR="0050242B">
        <w:t xml:space="preserve"> and Verify Connectivity</w:t>
      </w:r>
    </w:p>
    <w:p w14:paraId="606B431C" w14:textId="77777777" w:rsidR="006E6581" w:rsidRDefault="00181EC5" w:rsidP="00181EC5">
      <w:pPr>
        <w:pStyle w:val="BodyTextL25Bold"/>
      </w:pPr>
      <w:r>
        <w:t xml:space="preserve">Part 2: Configure </w:t>
      </w:r>
      <w:r w:rsidR="00F96848">
        <w:t>and Verify Static</w:t>
      </w:r>
      <w:r>
        <w:t xml:space="preserve"> NAT</w:t>
      </w:r>
    </w:p>
    <w:p w14:paraId="0DFA69C2" w14:textId="77777777" w:rsidR="006E6581" w:rsidRDefault="00775D82" w:rsidP="00181EC5">
      <w:pPr>
        <w:pStyle w:val="BodyTextL25Bold"/>
      </w:pPr>
      <w:r>
        <w:t xml:space="preserve">Part 3: Configure </w:t>
      </w:r>
      <w:r w:rsidR="00F96848">
        <w:t>and Verify Dynamic</w:t>
      </w:r>
      <w:r w:rsidR="00181EC5">
        <w:t xml:space="preserve"> NAT</w:t>
      </w:r>
    </w:p>
    <w:p w14:paraId="5AB7F01F" w14:textId="77777777" w:rsidR="00C07FD9" w:rsidRPr="00C07FD9" w:rsidRDefault="009D2C27" w:rsidP="0014219C">
      <w:pPr>
        <w:pStyle w:val="LabSection"/>
      </w:pPr>
      <w:r>
        <w:t xml:space="preserve">Background </w:t>
      </w:r>
      <w:r w:rsidR="00672919">
        <w:t>/ Scenario</w:t>
      </w:r>
    </w:p>
    <w:p w14:paraId="5D83BB63" w14:textId="77777777" w:rsidR="005E65B5" w:rsidRDefault="00181EC5" w:rsidP="005E65B5">
      <w:pPr>
        <w:pStyle w:val="BodyTextL25"/>
      </w:pPr>
      <w:r>
        <w:t xml:space="preserve">Network </w:t>
      </w:r>
      <w:r w:rsidR="002A0999">
        <w:t xml:space="preserve">Address Translation </w:t>
      </w:r>
      <w:r>
        <w:t>(NAT) is the process where a network device, such as a Cisco</w:t>
      </w:r>
      <w:r w:rsidR="006F396D">
        <w:t xml:space="preserve"> router</w:t>
      </w:r>
      <w:r>
        <w:t>, assigns a public address to host devices inside a private network. The main reason</w:t>
      </w:r>
      <w:r w:rsidR="00B63D93">
        <w:t xml:space="preserve"> to use NAT</w:t>
      </w:r>
      <w:r>
        <w:t xml:space="preserve"> </w:t>
      </w:r>
      <w:r w:rsidR="00DE6D06">
        <w:t>is</w:t>
      </w:r>
      <w:r w:rsidR="006F396D">
        <w:t xml:space="preserve"> </w:t>
      </w:r>
      <w:r>
        <w:t xml:space="preserve">to </w:t>
      </w:r>
      <w:r w:rsidR="00B63D93">
        <w:t>reduce</w:t>
      </w:r>
      <w:r>
        <w:t xml:space="preserve"> the number of public IP addresses</w:t>
      </w:r>
      <w:r w:rsidR="00B63D93">
        <w:t xml:space="preserve"> that</w:t>
      </w:r>
      <w:r>
        <w:t xml:space="preserve"> an organization use</w:t>
      </w:r>
      <w:r w:rsidR="00B63D93">
        <w:t xml:space="preserve">s </w:t>
      </w:r>
      <w:r>
        <w:t>because the number of</w:t>
      </w:r>
      <w:r w:rsidR="00B63D93">
        <w:t xml:space="preserve"> available</w:t>
      </w:r>
      <w:r>
        <w:t xml:space="preserve"> IPv4 public address</w:t>
      </w:r>
      <w:r w:rsidR="006F396D">
        <w:t>es</w:t>
      </w:r>
      <w:r w:rsidR="00B63D93">
        <w:t xml:space="preserve"> is limited</w:t>
      </w:r>
      <w:r>
        <w:t>.</w:t>
      </w:r>
    </w:p>
    <w:p w14:paraId="21B8B4E9" w14:textId="77777777" w:rsidR="00181EC5" w:rsidRDefault="00181EC5" w:rsidP="004F7362">
      <w:pPr>
        <w:pStyle w:val="BodyTextL25"/>
      </w:pPr>
      <w:r>
        <w:t xml:space="preserve">In this lab, an ISP has allocated the public IP address </w:t>
      </w:r>
      <w:r w:rsidR="00DE6D06">
        <w:t xml:space="preserve">space </w:t>
      </w:r>
      <w:r>
        <w:t>of 209.165.200.224/27</w:t>
      </w:r>
      <w:r w:rsidR="001A7A8F">
        <w:t xml:space="preserve"> to a company</w:t>
      </w:r>
      <w:r>
        <w:t xml:space="preserve">. This provides the company with 30 public IP addresses. </w:t>
      </w:r>
      <w:r w:rsidR="00904D63">
        <w:rPr>
          <w:rFonts w:cs="Arial"/>
          <w:szCs w:val="20"/>
        </w:rPr>
        <w:t>The addresses</w:t>
      </w:r>
      <w:r w:rsidR="000B145F">
        <w:rPr>
          <w:rFonts w:cs="Arial"/>
          <w:szCs w:val="20"/>
        </w:rPr>
        <w:t>,</w:t>
      </w:r>
      <w:r w:rsidR="00904D63">
        <w:rPr>
          <w:rFonts w:cs="Arial"/>
          <w:szCs w:val="20"/>
        </w:rPr>
        <w:t xml:space="preserve"> 209.165.200.225 to 209.165.200.241</w:t>
      </w:r>
      <w:r w:rsidR="000B145F">
        <w:rPr>
          <w:rFonts w:cs="Arial"/>
          <w:szCs w:val="20"/>
        </w:rPr>
        <w:t>,</w:t>
      </w:r>
      <w:r w:rsidR="00904D63">
        <w:rPr>
          <w:rFonts w:cs="Arial"/>
          <w:szCs w:val="20"/>
        </w:rPr>
        <w:t xml:space="preserve"> are </w:t>
      </w:r>
      <w:r w:rsidR="00904D63">
        <w:rPr>
          <w:rFonts w:cs="Arial"/>
          <w:szCs w:val="20"/>
        </w:rPr>
        <w:lastRenderedPageBreak/>
        <w:t xml:space="preserve">for static allocation and 209.165.200.242 to 209.165.200.254 are for dynamic allocation. A static route </w:t>
      </w:r>
      <w:r w:rsidR="000B145F">
        <w:rPr>
          <w:rFonts w:cs="Arial"/>
          <w:szCs w:val="20"/>
        </w:rPr>
        <w:t>is</w:t>
      </w:r>
      <w:r w:rsidR="00904D63">
        <w:rPr>
          <w:rFonts w:cs="Arial"/>
          <w:szCs w:val="20"/>
        </w:rPr>
        <w:t xml:space="preserve"> used </w:t>
      </w:r>
      <w:r w:rsidR="006F396D">
        <w:rPr>
          <w:rFonts w:cs="Arial"/>
          <w:szCs w:val="20"/>
        </w:rPr>
        <w:t xml:space="preserve">from </w:t>
      </w:r>
      <w:r w:rsidR="00904D63">
        <w:rPr>
          <w:rFonts w:cs="Arial"/>
          <w:szCs w:val="20"/>
        </w:rPr>
        <w:t xml:space="preserve">the ISP </w:t>
      </w:r>
      <w:r w:rsidR="006F396D">
        <w:rPr>
          <w:rFonts w:cs="Arial"/>
          <w:szCs w:val="20"/>
        </w:rPr>
        <w:t xml:space="preserve">to </w:t>
      </w:r>
      <w:r w:rsidR="00904D63">
        <w:rPr>
          <w:rFonts w:cs="Arial"/>
          <w:szCs w:val="20"/>
        </w:rPr>
        <w:t xml:space="preserve">the gateway router, and a default route </w:t>
      </w:r>
      <w:r w:rsidR="000B145F">
        <w:rPr>
          <w:rFonts w:cs="Arial"/>
          <w:szCs w:val="20"/>
        </w:rPr>
        <w:t>is</w:t>
      </w:r>
      <w:r w:rsidR="00904D63">
        <w:rPr>
          <w:rFonts w:cs="Arial"/>
          <w:szCs w:val="20"/>
        </w:rPr>
        <w:t xml:space="preserve"> used </w:t>
      </w:r>
      <w:r w:rsidR="006F396D">
        <w:rPr>
          <w:rFonts w:cs="Arial"/>
          <w:szCs w:val="20"/>
        </w:rPr>
        <w:t xml:space="preserve">from </w:t>
      </w:r>
      <w:r w:rsidR="00904D63">
        <w:rPr>
          <w:rFonts w:cs="Arial"/>
          <w:szCs w:val="20"/>
        </w:rPr>
        <w:t xml:space="preserve">the gateway </w:t>
      </w:r>
      <w:r w:rsidR="006F396D">
        <w:rPr>
          <w:rFonts w:cs="Arial"/>
          <w:szCs w:val="20"/>
        </w:rPr>
        <w:t xml:space="preserve">to </w:t>
      </w:r>
      <w:r w:rsidR="00904D63">
        <w:rPr>
          <w:rFonts w:cs="Arial"/>
          <w:szCs w:val="20"/>
        </w:rPr>
        <w:t xml:space="preserve">the ISP router. The ISP connection to the Internet </w:t>
      </w:r>
      <w:r w:rsidR="000B145F">
        <w:rPr>
          <w:rFonts w:cs="Arial"/>
          <w:szCs w:val="20"/>
        </w:rPr>
        <w:t>is</w:t>
      </w:r>
      <w:r w:rsidR="00904D63">
        <w:rPr>
          <w:rFonts w:cs="Arial"/>
          <w:szCs w:val="20"/>
        </w:rPr>
        <w:t xml:space="preserve"> </w:t>
      </w:r>
      <w:r w:rsidR="006F396D">
        <w:rPr>
          <w:rFonts w:cs="Arial"/>
          <w:szCs w:val="20"/>
        </w:rPr>
        <w:t xml:space="preserve">simulated </w:t>
      </w:r>
      <w:r w:rsidR="00904D63">
        <w:rPr>
          <w:rFonts w:cs="Arial"/>
          <w:szCs w:val="20"/>
        </w:rPr>
        <w:t>by a loopback address on the ISP router.</w:t>
      </w:r>
    </w:p>
    <w:p w14:paraId="4601105B" w14:textId="77777777"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0C6DF2">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6A22E6">
        <w:rPr>
          <w:rFonts w:eastAsia="Arial"/>
        </w:rPr>
        <w:t>T</w:t>
      </w:r>
      <w:r w:rsidR="008C2920" w:rsidRPr="00A86660">
        <w:rPr>
          <w:rFonts w:eastAsia="Arial"/>
        </w:rPr>
        <w:t>able at the end of th</w:t>
      </w:r>
      <w:r w:rsidR="005F73BC">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31DD585D" w14:textId="77777777" w:rsidR="009D2C27" w:rsidRPr="00DE6F44" w:rsidRDefault="009D2C27" w:rsidP="001F0D77">
      <w:pPr>
        <w:pStyle w:val="BodyTextL25"/>
      </w:pPr>
      <w:r w:rsidRPr="00BF16BF">
        <w:rPr>
          <w:b/>
        </w:rPr>
        <w:t>Note</w:t>
      </w:r>
      <w:r w:rsidRPr="0034604B">
        <w:t>:</w:t>
      </w:r>
      <w:r w:rsidRPr="00DE6F44">
        <w:t xml:space="preserve"> Make sure that the routers and switch have been erased and have no startup configurations</w:t>
      </w:r>
      <w:r w:rsidR="00BF16BF" w:rsidRPr="00BF16BF">
        <w:t>.</w:t>
      </w:r>
      <w:r w:rsidR="00867EAF">
        <w:t xml:space="preserve"> If you are unsure, contact your instructor.</w:t>
      </w:r>
    </w:p>
    <w:p w14:paraId="240B04BC" w14:textId="77777777" w:rsidR="007D2AFE" w:rsidRDefault="007D2AFE" w:rsidP="0014219C">
      <w:pPr>
        <w:pStyle w:val="LabSection"/>
      </w:pPr>
      <w:r>
        <w:t>Required R</w:t>
      </w:r>
      <w:r w:rsidR="006E6581">
        <w:t>esources</w:t>
      </w:r>
    </w:p>
    <w:p w14:paraId="55C15B1D" w14:textId="77777777" w:rsidR="00CD7F73" w:rsidRDefault="003E2E33" w:rsidP="00CD7F73">
      <w:pPr>
        <w:pStyle w:val="Bulletlevel1"/>
      </w:pPr>
      <w:r>
        <w:t>2</w:t>
      </w:r>
      <w:r w:rsidR="00CD7F73">
        <w:t xml:space="preserve"> Router</w:t>
      </w:r>
      <w:r>
        <w:t>s</w:t>
      </w:r>
      <w:r w:rsidR="00CD7F73">
        <w:t xml:space="preserve"> (Cisco 1941 with Cisco IOS </w:t>
      </w:r>
      <w:r w:rsidR="005C5060">
        <w:t>R</w:t>
      </w:r>
      <w:r w:rsidR="00CD7F73">
        <w:t>elease 15.2(4)M</w:t>
      </w:r>
      <w:r w:rsidR="005C5060">
        <w:t>3</w:t>
      </w:r>
      <w:r w:rsidR="00CD7F73">
        <w:t xml:space="preserve"> universal image or comparable)</w:t>
      </w:r>
    </w:p>
    <w:p w14:paraId="75D157ED" w14:textId="77777777" w:rsidR="00CD7F73" w:rsidRDefault="0050242B" w:rsidP="00CD7F73">
      <w:pPr>
        <w:pStyle w:val="Bulletlevel1"/>
      </w:pPr>
      <w:r>
        <w:t>1</w:t>
      </w:r>
      <w:r w:rsidR="00CD7F73">
        <w:t xml:space="preserve"> Switch (Cisco 2960 with Cisco IOS Release 15.0(2) lanbasek9 image or comparable)</w:t>
      </w:r>
    </w:p>
    <w:p w14:paraId="7B270A9E" w14:textId="77777777" w:rsidR="00CD7F73" w:rsidRDefault="00CD7F73" w:rsidP="00CD7F73">
      <w:pPr>
        <w:pStyle w:val="Bulletlevel1"/>
      </w:pPr>
      <w:r>
        <w:t>2 PCs (Windows 7, Vista, or XP with terminal emulation program, such as Tera Term)</w:t>
      </w:r>
    </w:p>
    <w:p w14:paraId="23CF426A"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6133AF74" w14:textId="77777777" w:rsidR="008D7F09" w:rsidRDefault="008D7F09" w:rsidP="00CD7F73">
      <w:pPr>
        <w:pStyle w:val="Bulletlevel1"/>
      </w:pPr>
      <w:r>
        <w:t>Ethernet and serial cables as shown in the topology</w:t>
      </w:r>
    </w:p>
    <w:p w14:paraId="16DED1E8" w14:textId="77777777" w:rsidR="00112AC5" w:rsidRPr="004C0909" w:rsidRDefault="00740115" w:rsidP="00CD7F73">
      <w:pPr>
        <w:pStyle w:val="PartHead"/>
      </w:pPr>
      <w:r>
        <w:t>Build the Network</w:t>
      </w:r>
      <w:r w:rsidR="0050242B">
        <w:t xml:space="preserve"> and Verify Connectivity</w:t>
      </w:r>
    </w:p>
    <w:p w14:paraId="7D275FCF" w14:textId="77777777" w:rsidR="00112AC5" w:rsidRDefault="00112AC5" w:rsidP="00580E73">
      <w:pPr>
        <w:pStyle w:val="BodyTextL25"/>
      </w:pPr>
      <w:r>
        <w:t xml:space="preserve">In Part 1, you </w:t>
      </w:r>
      <w:r w:rsidR="0084764D">
        <w:t xml:space="preserve">will </w:t>
      </w:r>
      <w:r>
        <w:t>set up the network topology and configure basic settings, such as the interface IP addresses, static routing, device access, and passwords.</w:t>
      </w:r>
    </w:p>
    <w:p w14:paraId="6A9380AE" w14:textId="77777777" w:rsidR="007A3A2F" w:rsidRDefault="007A3A2F" w:rsidP="007A3A2F">
      <w:pPr>
        <w:pStyle w:val="StepHead"/>
      </w:pPr>
      <w:r>
        <w:t>Cable the network as shown in the topology.</w:t>
      </w:r>
    </w:p>
    <w:p w14:paraId="37BC9669" w14:textId="77777777" w:rsidR="007A3A2F" w:rsidRDefault="007A3A2F" w:rsidP="007A3A2F">
      <w:pPr>
        <w:pStyle w:val="BodyTextL25"/>
      </w:pPr>
      <w:r>
        <w:t xml:space="preserve">Attach the devices </w:t>
      </w:r>
      <w:r w:rsidR="00063F13">
        <w:t xml:space="preserve">as </w:t>
      </w:r>
      <w:r>
        <w:t>shown in the topology diagram, and cable as necessary.</w:t>
      </w:r>
    </w:p>
    <w:p w14:paraId="58E31601" w14:textId="77777777" w:rsidR="007A3A2F" w:rsidRPr="00970E45" w:rsidRDefault="007A3A2F" w:rsidP="007A3A2F">
      <w:pPr>
        <w:pStyle w:val="StepHead"/>
      </w:pPr>
      <w:r>
        <w:t>Configure PC hosts.</w:t>
      </w:r>
    </w:p>
    <w:p w14:paraId="1AD018BB" w14:textId="77777777" w:rsidR="007A3A2F" w:rsidRDefault="007A3A2F" w:rsidP="007A3A2F">
      <w:pPr>
        <w:pStyle w:val="StepHead"/>
      </w:pPr>
      <w:r>
        <w:t>Initialize and reload the routers and switches as necessary.</w:t>
      </w:r>
    </w:p>
    <w:p w14:paraId="3C5174C8" w14:textId="77777777" w:rsidR="007A3A2F" w:rsidRPr="00013934" w:rsidRDefault="007A3A2F" w:rsidP="007A3A2F">
      <w:pPr>
        <w:pStyle w:val="StepHead"/>
      </w:pPr>
      <w:r>
        <w:t>Configure basic settings for each router.</w:t>
      </w:r>
    </w:p>
    <w:p w14:paraId="1BF9F500" w14:textId="77777777" w:rsidR="00954347" w:rsidRDefault="00954347" w:rsidP="00954347">
      <w:pPr>
        <w:pStyle w:val="SubStepAlpha"/>
      </w:pPr>
      <w:r>
        <w:t>Console into the router and enter global configuration mode.</w:t>
      </w:r>
    </w:p>
    <w:p w14:paraId="5F38BA65" w14:textId="77777777" w:rsidR="00F77EF9" w:rsidRDefault="00F77EF9" w:rsidP="00F77EF9">
      <w:pPr>
        <w:pStyle w:val="SubStepAlpha"/>
      </w:pPr>
      <w:r>
        <w:t>Copy the following basic configuration and paste it to t</w:t>
      </w:r>
      <w:r w:rsidR="00954347">
        <w:t>he running-configuration on the</w:t>
      </w:r>
      <w:r>
        <w:t xml:space="preserve"> router.</w:t>
      </w:r>
    </w:p>
    <w:p w14:paraId="1E5393C7" w14:textId="77777777" w:rsidR="00F77EF9" w:rsidRDefault="00F77EF9" w:rsidP="00F77EF9">
      <w:pPr>
        <w:pStyle w:val="CMD"/>
      </w:pPr>
      <w:r>
        <w:t>no ip domain-lookup</w:t>
      </w:r>
    </w:p>
    <w:p w14:paraId="07590007" w14:textId="77777777" w:rsidR="00F77EF9" w:rsidRDefault="00F77EF9" w:rsidP="00F77EF9">
      <w:pPr>
        <w:pStyle w:val="CMD"/>
      </w:pPr>
      <w:r>
        <w:t>service password-encryption</w:t>
      </w:r>
    </w:p>
    <w:p w14:paraId="7C62D200" w14:textId="77777777" w:rsidR="00F77EF9" w:rsidRDefault="00F77EF9" w:rsidP="00F77EF9">
      <w:pPr>
        <w:pStyle w:val="CMD"/>
      </w:pPr>
      <w:r>
        <w:t>enable secret class</w:t>
      </w:r>
    </w:p>
    <w:p w14:paraId="761F3272" w14:textId="77777777" w:rsidR="00F77EF9" w:rsidRDefault="00F77EF9" w:rsidP="00F77EF9">
      <w:pPr>
        <w:pStyle w:val="CMD"/>
      </w:pPr>
      <w:r>
        <w:t>banner motd #</w:t>
      </w:r>
    </w:p>
    <w:p w14:paraId="25DF47B6" w14:textId="77777777" w:rsidR="00F77EF9" w:rsidRDefault="00F77EF9" w:rsidP="00F77EF9">
      <w:pPr>
        <w:pStyle w:val="CMD"/>
      </w:pPr>
      <w:r>
        <w:t>Unauthorized access is strictly prohibited. #</w:t>
      </w:r>
    </w:p>
    <w:p w14:paraId="01CED42F" w14:textId="364E1004" w:rsidR="00F77EF9" w:rsidRDefault="002E13EE" w:rsidP="00F77EF9">
      <w:pPr>
        <w:pStyle w:val="CMD"/>
      </w:pPr>
      <w:r>
        <w:t>l</w:t>
      </w:r>
      <w:r w:rsidR="00F77EF9">
        <w:t>ine con 0</w:t>
      </w:r>
    </w:p>
    <w:p w14:paraId="76AEB1FD" w14:textId="77777777" w:rsidR="00F77EF9" w:rsidRDefault="00F77EF9" w:rsidP="00F77EF9">
      <w:pPr>
        <w:pStyle w:val="CMD"/>
      </w:pPr>
      <w:r>
        <w:t>password cisco</w:t>
      </w:r>
    </w:p>
    <w:p w14:paraId="26EF297B" w14:textId="77777777" w:rsidR="00F77EF9" w:rsidRDefault="00F77EF9" w:rsidP="00F77EF9">
      <w:pPr>
        <w:pStyle w:val="CMD"/>
      </w:pPr>
      <w:r>
        <w:t>login</w:t>
      </w:r>
    </w:p>
    <w:p w14:paraId="401713BF" w14:textId="77777777" w:rsidR="00F77EF9" w:rsidRDefault="00F77EF9" w:rsidP="00F77EF9">
      <w:pPr>
        <w:pStyle w:val="CMD"/>
      </w:pPr>
      <w:r>
        <w:t>logging synchronous</w:t>
      </w:r>
    </w:p>
    <w:p w14:paraId="505D6BD7" w14:textId="77777777" w:rsidR="00F77EF9" w:rsidRDefault="00F77EF9" w:rsidP="00F77EF9">
      <w:pPr>
        <w:pStyle w:val="CMD"/>
      </w:pPr>
      <w:r>
        <w:t>line vty 0 4</w:t>
      </w:r>
    </w:p>
    <w:p w14:paraId="2AFEEEB3" w14:textId="77777777" w:rsidR="00F77EF9" w:rsidRDefault="00F77EF9" w:rsidP="00F77EF9">
      <w:pPr>
        <w:pStyle w:val="CMD"/>
      </w:pPr>
      <w:r>
        <w:t>password cisco</w:t>
      </w:r>
    </w:p>
    <w:p w14:paraId="11180978" w14:textId="77777777" w:rsidR="00F77EF9" w:rsidRDefault="00F77EF9" w:rsidP="00F77EF9">
      <w:pPr>
        <w:pStyle w:val="CMD"/>
      </w:pPr>
      <w:r>
        <w:t>login</w:t>
      </w:r>
    </w:p>
    <w:p w14:paraId="622FFC29" w14:textId="77777777" w:rsidR="00F77EF9" w:rsidRDefault="00954347" w:rsidP="00F77EF9">
      <w:pPr>
        <w:pStyle w:val="SubStepAlpha"/>
      </w:pPr>
      <w:r>
        <w:lastRenderedPageBreak/>
        <w:t>Configure the host name</w:t>
      </w:r>
      <w:r w:rsidR="00F77EF9">
        <w:t xml:space="preserve"> as shown in the topology.</w:t>
      </w:r>
    </w:p>
    <w:p w14:paraId="65E99A3E" w14:textId="77777777" w:rsidR="007550FD" w:rsidRDefault="00F77EF9" w:rsidP="007550FD">
      <w:pPr>
        <w:pStyle w:val="SubStepAlpha"/>
      </w:pPr>
      <w:r>
        <w:t>Copy the running configuration to the startup configuration.</w:t>
      </w:r>
    </w:p>
    <w:p w14:paraId="4DCF2533" w14:textId="77777777" w:rsidR="0044154A" w:rsidRPr="00013934" w:rsidRDefault="0044154A" w:rsidP="0044154A">
      <w:pPr>
        <w:pStyle w:val="StepHead"/>
      </w:pPr>
      <w:r>
        <w:t>Create a simulated web server on ISP.</w:t>
      </w:r>
    </w:p>
    <w:p w14:paraId="1ED2E5DA" w14:textId="77777777" w:rsidR="0044154A" w:rsidRDefault="0044154A" w:rsidP="0044154A">
      <w:pPr>
        <w:pStyle w:val="SubStepAlpha"/>
      </w:pPr>
      <w:r>
        <w:t xml:space="preserve">Create a local user named </w:t>
      </w:r>
      <w:r w:rsidRPr="00DD7058">
        <w:rPr>
          <w:b/>
        </w:rPr>
        <w:t>webuser</w:t>
      </w:r>
      <w:r>
        <w:t xml:space="preserve"> with a</w:t>
      </w:r>
      <w:r w:rsidR="00003009">
        <w:t xml:space="preserve">n encrypted </w:t>
      </w:r>
      <w:r>
        <w:t xml:space="preserve">password of </w:t>
      </w:r>
      <w:r w:rsidRPr="00DD7058">
        <w:rPr>
          <w:b/>
        </w:rPr>
        <w:t>webpass</w:t>
      </w:r>
      <w:r>
        <w:t>.</w:t>
      </w:r>
    </w:p>
    <w:p w14:paraId="1BC8AB3F" w14:textId="77777777" w:rsidR="00475D70" w:rsidRDefault="00475D70" w:rsidP="00475D70">
      <w:pPr>
        <w:pStyle w:val="CMD"/>
      </w:pPr>
      <w:r>
        <w:t xml:space="preserve">ISP(config)# </w:t>
      </w:r>
      <w:r w:rsidRPr="004054CE">
        <w:rPr>
          <w:b/>
        </w:rPr>
        <w:t>username webuser privilege 15 secret webpass</w:t>
      </w:r>
    </w:p>
    <w:p w14:paraId="7C5E5B90" w14:textId="77777777" w:rsidR="0044154A" w:rsidRDefault="0044154A" w:rsidP="0044154A">
      <w:pPr>
        <w:pStyle w:val="SubStepAlpha"/>
      </w:pPr>
      <w:r>
        <w:t>Enable the HTTP server service on ISP.</w:t>
      </w:r>
    </w:p>
    <w:p w14:paraId="4AEB8EAF" w14:textId="77777777" w:rsidR="00475D70" w:rsidRDefault="00475D70" w:rsidP="00475D70">
      <w:pPr>
        <w:pStyle w:val="CMD"/>
      </w:pPr>
      <w:r>
        <w:t xml:space="preserve">ISP(config)# </w:t>
      </w:r>
      <w:r w:rsidRPr="004054CE">
        <w:rPr>
          <w:b/>
        </w:rPr>
        <w:t>ip http server</w:t>
      </w:r>
    </w:p>
    <w:p w14:paraId="49CDB4A7" w14:textId="77777777" w:rsidR="0044154A" w:rsidRDefault="0044154A" w:rsidP="0044154A">
      <w:pPr>
        <w:pStyle w:val="SubStepAlpha"/>
      </w:pPr>
      <w:r>
        <w:t>Configure the H</w:t>
      </w:r>
      <w:r w:rsidR="00475D70">
        <w:t>T</w:t>
      </w:r>
      <w:r>
        <w:t>TP service to use the local user database.</w:t>
      </w:r>
    </w:p>
    <w:p w14:paraId="739845C7" w14:textId="77777777" w:rsidR="00475D70" w:rsidRDefault="00475D70" w:rsidP="00475D70">
      <w:pPr>
        <w:pStyle w:val="CMD"/>
      </w:pPr>
      <w:r>
        <w:t xml:space="preserve">ISP(config)# </w:t>
      </w:r>
      <w:r w:rsidRPr="004054CE">
        <w:rPr>
          <w:b/>
        </w:rPr>
        <w:t>ip http authentication local</w:t>
      </w:r>
    </w:p>
    <w:p w14:paraId="33B9DEB3" w14:textId="77777777" w:rsidR="006B7BE4" w:rsidRDefault="006B7BE4" w:rsidP="006B7BE4">
      <w:pPr>
        <w:pStyle w:val="StepHead"/>
      </w:pPr>
      <w:r>
        <w:t>Configure static routing</w:t>
      </w:r>
      <w:r w:rsidR="000C6DF2">
        <w:t>.</w:t>
      </w:r>
    </w:p>
    <w:p w14:paraId="7CA15928" w14:textId="77777777" w:rsidR="006B7BE4" w:rsidRDefault="006B7BE4" w:rsidP="007550FD">
      <w:pPr>
        <w:pStyle w:val="SubStepAlpha"/>
      </w:pPr>
      <w:r>
        <w:t>Create a static route from</w:t>
      </w:r>
      <w:r w:rsidR="001A7A8F">
        <w:t xml:space="preserve"> the</w:t>
      </w:r>
      <w:r>
        <w:t xml:space="preserve"> ISP router to the Gateway router</w:t>
      </w:r>
      <w:r w:rsidR="001A7A8F">
        <w:t xml:space="preserve"> using the</w:t>
      </w:r>
      <w:r w:rsidR="00CE08C1">
        <w:t xml:space="preserve"> assigned public network address</w:t>
      </w:r>
      <w:r w:rsidR="006D6A39">
        <w:t xml:space="preserve"> range</w:t>
      </w:r>
      <w:r w:rsidR="00CE08C1">
        <w:t xml:space="preserve"> 209.165.200.224/27</w:t>
      </w:r>
      <w:r>
        <w:t>.</w:t>
      </w:r>
    </w:p>
    <w:p w14:paraId="54E65575" w14:textId="77777777" w:rsidR="006B7BE4" w:rsidRDefault="006B7BE4" w:rsidP="006B7BE4">
      <w:pPr>
        <w:pStyle w:val="CMD"/>
        <w:rPr>
          <w:b/>
        </w:rPr>
      </w:pPr>
      <w:r w:rsidRPr="006B7BE4">
        <w:t>ISP(config)#</w:t>
      </w:r>
      <w:r>
        <w:t xml:space="preserve"> </w:t>
      </w:r>
      <w:r w:rsidRPr="006B7BE4">
        <w:rPr>
          <w:b/>
        </w:rPr>
        <w:t>ip route 209.165.200.224 255.255.255.224 209.165.201.18</w:t>
      </w:r>
    </w:p>
    <w:p w14:paraId="23694225" w14:textId="77777777" w:rsidR="00691724" w:rsidRDefault="00DA11C2" w:rsidP="00691724">
      <w:pPr>
        <w:pStyle w:val="SubStepAlpha"/>
      </w:pPr>
      <w:r>
        <w:t>Create a default route</w:t>
      </w:r>
      <w:r w:rsidR="006B7BE4">
        <w:t xml:space="preserve"> from the Gateway router to the ISP router.</w:t>
      </w:r>
    </w:p>
    <w:p w14:paraId="181B5AB6" w14:textId="77777777" w:rsidR="00691724" w:rsidRDefault="00691724" w:rsidP="00691724">
      <w:pPr>
        <w:pStyle w:val="CMD"/>
        <w:rPr>
          <w:b/>
        </w:rPr>
      </w:pPr>
      <w:r>
        <w:t xml:space="preserve">Gateway(config)# </w:t>
      </w:r>
      <w:r w:rsidRPr="00691724">
        <w:rPr>
          <w:b/>
        </w:rPr>
        <w:t>ip route 0.0.0.0 0.0.0.0 209.165.201.17</w:t>
      </w:r>
    </w:p>
    <w:p w14:paraId="6C73C6B7" w14:textId="77777777" w:rsidR="00D90E4C" w:rsidRDefault="00D90E4C" w:rsidP="00CB7E12">
      <w:pPr>
        <w:pStyle w:val="StepHead"/>
      </w:pPr>
      <w:r>
        <w:t xml:space="preserve">Save the running configuration to </w:t>
      </w:r>
      <w:r w:rsidR="000B145F">
        <w:t xml:space="preserve">the </w:t>
      </w:r>
      <w:r>
        <w:t>startup configuration.</w:t>
      </w:r>
    </w:p>
    <w:p w14:paraId="309B4913" w14:textId="77777777" w:rsidR="00D13974" w:rsidRDefault="00D13974" w:rsidP="00D13974">
      <w:pPr>
        <w:pStyle w:val="StepHead"/>
      </w:pPr>
      <w:r>
        <w:t xml:space="preserve">Verify </w:t>
      </w:r>
      <w:r w:rsidR="004416CF">
        <w:t>n</w:t>
      </w:r>
      <w:r>
        <w:t xml:space="preserve">etwork </w:t>
      </w:r>
      <w:r w:rsidR="004416CF">
        <w:t>c</w:t>
      </w:r>
      <w:r>
        <w:t>onnectivity</w:t>
      </w:r>
      <w:r w:rsidR="000C6DF2">
        <w:t>.</w:t>
      </w:r>
    </w:p>
    <w:p w14:paraId="504F3BA3" w14:textId="77777777" w:rsidR="00D13974" w:rsidRDefault="00D13974" w:rsidP="00D13974">
      <w:pPr>
        <w:pStyle w:val="SubStepAlpha"/>
      </w:pPr>
      <w:r>
        <w:t>From the PC hosts, ping t</w:t>
      </w:r>
      <w:r w:rsidR="006402E1">
        <w:t>he G</w:t>
      </w:r>
      <w:r>
        <w:t xml:space="preserve">0/1 interface on </w:t>
      </w:r>
      <w:r w:rsidR="00CE08C1">
        <w:t xml:space="preserve">the </w:t>
      </w:r>
      <w:r>
        <w:t xml:space="preserve">Gateway router. Troubleshoot if the pings </w:t>
      </w:r>
      <w:r w:rsidR="00CE08C1">
        <w:t xml:space="preserve">are </w:t>
      </w:r>
      <w:r w:rsidR="000B145F">
        <w:t>un</w:t>
      </w:r>
      <w:r>
        <w:t>successful.</w:t>
      </w:r>
    </w:p>
    <w:p w14:paraId="0AAFBEF9" w14:textId="77777777" w:rsidR="00D13974" w:rsidRDefault="00DE6D06" w:rsidP="00D13974">
      <w:pPr>
        <w:pStyle w:val="SubStepAlpha"/>
      </w:pPr>
      <w:r>
        <w:t>Display</w:t>
      </w:r>
      <w:r w:rsidR="000F57F1">
        <w:t xml:space="preserve"> the routing tables on both routers to v</w:t>
      </w:r>
      <w:r w:rsidR="00D13974">
        <w:t xml:space="preserve">erify </w:t>
      </w:r>
      <w:r w:rsidR="000F57F1">
        <w:t xml:space="preserve">that </w:t>
      </w:r>
      <w:r w:rsidR="00D13974">
        <w:t xml:space="preserve">the static routes are </w:t>
      </w:r>
      <w:r w:rsidR="000F57F1">
        <w:t xml:space="preserve">in the routing table and </w:t>
      </w:r>
      <w:r w:rsidR="00D13974">
        <w:t>configured correctly on both routers.</w:t>
      </w:r>
    </w:p>
    <w:p w14:paraId="133E195F" w14:textId="77777777" w:rsidR="00E0547B" w:rsidRDefault="00E0547B" w:rsidP="00E0547B">
      <w:pPr>
        <w:pStyle w:val="PartHead"/>
      </w:pPr>
      <w:r>
        <w:t xml:space="preserve">Configure </w:t>
      </w:r>
      <w:r w:rsidR="007F53D7">
        <w:t xml:space="preserve">and Verify </w:t>
      </w:r>
      <w:r>
        <w:t>Static NAT</w:t>
      </w:r>
    </w:p>
    <w:p w14:paraId="50600CDB" w14:textId="77777777" w:rsidR="00E0547B" w:rsidRPr="00324F21" w:rsidRDefault="00E0547B" w:rsidP="00E0547B">
      <w:pPr>
        <w:pStyle w:val="BodyTextL25"/>
      </w:pPr>
      <w:r w:rsidRPr="0004548D">
        <w:rPr>
          <w:lang w:val="en-CA"/>
        </w:rPr>
        <w:t xml:space="preserve">Static NAT uses a one-to-one mapping of local and global addresses, and these mappings remain constant. Static NAT is particularly useful for web servers or </w:t>
      </w:r>
      <w:r>
        <w:rPr>
          <w:lang w:val="en-CA"/>
        </w:rPr>
        <w:t>devices</w:t>
      </w:r>
      <w:r w:rsidRPr="0004548D">
        <w:rPr>
          <w:lang w:val="en-CA"/>
        </w:rPr>
        <w:t xml:space="preserve"> that m</w:t>
      </w:r>
      <w:r w:rsidR="00DF01C1">
        <w:rPr>
          <w:lang w:val="en-CA"/>
        </w:rPr>
        <w:t>ust have static</w:t>
      </w:r>
      <w:r w:rsidRPr="0004548D">
        <w:rPr>
          <w:lang w:val="en-CA"/>
        </w:rPr>
        <w:t xml:space="preserve"> address</w:t>
      </w:r>
      <w:r w:rsidR="00003009">
        <w:rPr>
          <w:lang w:val="en-CA"/>
        </w:rPr>
        <w:t>es</w:t>
      </w:r>
      <w:r w:rsidRPr="0004548D">
        <w:rPr>
          <w:lang w:val="en-CA"/>
        </w:rPr>
        <w:t xml:space="preserve"> that </w:t>
      </w:r>
      <w:r w:rsidR="00003009">
        <w:rPr>
          <w:lang w:val="en-CA"/>
        </w:rPr>
        <w:t>are</w:t>
      </w:r>
      <w:r w:rsidRPr="0004548D">
        <w:rPr>
          <w:lang w:val="en-CA"/>
        </w:rPr>
        <w:t xml:space="preserve"> accessible from the Internet.</w:t>
      </w:r>
    </w:p>
    <w:p w14:paraId="0FDA0202" w14:textId="77777777" w:rsidR="00E0547B" w:rsidRDefault="00E0547B" w:rsidP="00E0547B">
      <w:pPr>
        <w:pStyle w:val="StepHead"/>
      </w:pPr>
      <w:r>
        <w:t xml:space="preserve">Configure </w:t>
      </w:r>
      <w:r w:rsidR="00CE08C1">
        <w:t xml:space="preserve">a </w:t>
      </w:r>
      <w:r w:rsidR="000B145F">
        <w:t xml:space="preserve">static </w:t>
      </w:r>
      <w:r w:rsidR="00E12CBE">
        <w:t>mapping</w:t>
      </w:r>
      <w:r w:rsidR="000C6DF2">
        <w:t>.</w:t>
      </w:r>
    </w:p>
    <w:p w14:paraId="398BAF0A" w14:textId="77777777" w:rsidR="0079431B" w:rsidRPr="0079431B" w:rsidRDefault="0028297D" w:rsidP="0079431B">
      <w:pPr>
        <w:pStyle w:val="BodyTextL25"/>
      </w:pPr>
      <w:r>
        <w:t xml:space="preserve">A static map is configured to </w:t>
      </w:r>
      <w:r w:rsidR="007721F0">
        <w:t xml:space="preserve">tell the router to translate </w:t>
      </w:r>
      <w:r w:rsidR="00DF01C1">
        <w:t>between</w:t>
      </w:r>
      <w:r w:rsidR="007721F0">
        <w:t xml:space="preserve"> </w:t>
      </w:r>
      <w:r w:rsidR="00CE08C1">
        <w:t xml:space="preserve">the </w:t>
      </w:r>
      <w:r w:rsidR="006D6A39">
        <w:t xml:space="preserve">private </w:t>
      </w:r>
      <w:r w:rsidR="00CE08C1">
        <w:t>inside server</w:t>
      </w:r>
      <w:r w:rsidR="006D6A39">
        <w:t xml:space="preserve"> address</w:t>
      </w:r>
      <w:r w:rsidR="00CE08C1">
        <w:t xml:space="preserve"> </w:t>
      </w:r>
      <w:r w:rsidR="007721F0">
        <w:t xml:space="preserve">192.168.1.20 </w:t>
      </w:r>
      <w:r w:rsidR="00DF01C1">
        <w:t>and</w:t>
      </w:r>
      <w:r w:rsidR="007721F0">
        <w:t xml:space="preserve"> </w:t>
      </w:r>
      <w:r w:rsidR="00CE08C1">
        <w:t xml:space="preserve">the public address </w:t>
      </w:r>
      <w:r w:rsidR="007721F0">
        <w:t>209.165.200.225. This allows a user from the Internet to access PC-A. PC-A is simulating a server</w:t>
      </w:r>
      <w:r w:rsidR="00DF01C1">
        <w:t xml:space="preserve"> or device with a constant</w:t>
      </w:r>
      <w:r w:rsidR="007721F0">
        <w:t xml:space="preserve"> address that can be accessed from the Internet.</w:t>
      </w:r>
    </w:p>
    <w:p w14:paraId="3EC6E1D5" w14:textId="77777777" w:rsidR="00E0547B" w:rsidRDefault="00E0547B" w:rsidP="00E0547B">
      <w:pPr>
        <w:pStyle w:val="CMD"/>
        <w:rPr>
          <w:b/>
        </w:rPr>
      </w:pPr>
      <w:r>
        <w:t xml:space="preserve">Gateway(config)# </w:t>
      </w:r>
      <w:r w:rsidRPr="00BF44B4">
        <w:rPr>
          <w:b/>
        </w:rPr>
        <w:t>ip nat inside source static 192.168.1.20 209.165.200.225</w:t>
      </w:r>
    </w:p>
    <w:p w14:paraId="6ED281FE" w14:textId="77777777" w:rsidR="00E0547B" w:rsidRDefault="00E0547B" w:rsidP="00E0547B">
      <w:pPr>
        <w:pStyle w:val="StepHead"/>
      </w:pPr>
      <w:r>
        <w:t>Specify the interfaces</w:t>
      </w:r>
      <w:r w:rsidR="000C6DF2">
        <w:t>.</w:t>
      </w:r>
    </w:p>
    <w:p w14:paraId="1CD1D068" w14:textId="77777777" w:rsidR="00DF01C1" w:rsidRPr="00DF01C1" w:rsidRDefault="00304D3B" w:rsidP="00DF01C1">
      <w:pPr>
        <w:pStyle w:val="BodyTextL25"/>
      </w:pPr>
      <w:r>
        <w:t xml:space="preserve">Issue the </w:t>
      </w:r>
      <w:r w:rsidR="00DF01C1">
        <w:rPr>
          <w:b/>
        </w:rPr>
        <w:t>ip nat inside</w:t>
      </w:r>
      <w:r w:rsidR="00DF01C1">
        <w:t xml:space="preserve"> and </w:t>
      </w:r>
      <w:r w:rsidR="00DF01C1">
        <w:rPr>
          <w:b/>
        </w:rPr>
        <w:t>ip nat outside</w:t>
      </w:r>
      <w:r w:rsidR="00DF01C1">
        <w:t xml:space="preserve"> </w:t>
      </w:r>
      <w:r w:rsidR="00BD7B72">
        <w:t xml:space="preserve">commands </w:t>
      </w:r>
      <w:r w:rsidR="0062312F">
        <w:t>to the interfaces.</w:t>
      </w:r>
    </w:p>
    <w:p w14:paraId="3834E53F" w14:textId="77777777" w:rsidR="00E0547B" w:rsidRPr="00F06A92" w:rsidRDefault="00E0547B" w:rsidP="00E0547B">
      <w:pPr>
        <w:pStyle w:val="CMD"/>
        <w:rPr>
          <w:b/>
        </w:rPr>
      </w:pPr>
      <w:r>
        <w:t xml:space="preserve">Gateway(config)# </w:t>
      </w:r>
      <w:r w:rsidRPr="00F06A92">
        <w:rPr>
          <w:b/>
        </w:rPr>
        <w:t xml:space="preserve">interface </w:t>
      </w:r>
      <w:r>
        <w:rPr>
          <w:b/>
        </w:rPr>
        <w:t>g0/1</w:t>
      </w:r>
    </w:p>
    <w:p w14:paraId="604B75F4" w14:textId="77777777" w:rsidR="00E0547B" w:rsidRPr="00F06A92" w:rsidRDefault="00E0547B" w:rsidP="00E0547B">
      <w:pPr>
        <w:pStyle w:val="CMD"/>
        <w:rPr>
          <w:b/>
        </w:rPr>
      </w:pPr>
      <w:r>
        <w:t xml:space="preserve">Gateway(config-if)# </w:t>
      </w:r>
      <w:r w:rsidRPr="00F06A92">
        <w:rPr>
          <w:b/>
        </w:rPr>
        <w:t>ip nat inside</w:t>
      </w:r>
    </w:p>
    <w:p w14:paraId="49F90A33" w14:textId="77777777" w:rsidR="00E0547B" w:rsidRPr="00F06A92" w:rsidRDefault="00E0547B" w:rsidP="00E0547B">
      <w:pPr>
        <w:pStyle w:val="CMD"/>
        <w:rPr>
          <w:b/>
        </w:rPr>
      </w:pPr>
      <w:r>
        <w:t xml:space="preserve">Gateway(config-if)# </w:t>
      </w:r>
      <w:r>
        <w:rPr>
          <w:b/>
        </w:rPr>
        <w:t>interface s0/0/1</w:t>
      </w:r>
    </w:p>
    <w:p w14:paraId="72092A54" w14:textId="77777777" w:rsidR="00E0547B" w:rsidRPr="00E0547B" w:rsidRDefault="00E0547B" w:rsidP="00E0547B">
      <w:pPr>
        <w:pStyle w:val="CMD"/>
      </w:pPr>
      <w:r>
        <w:t xml:space="preserve">Gateway(config-if)# </w:t>
      </w:r>
      <w:r w:rsidRPr="00F06A92">
        <w:rPr>
          <w:b/>
        </w:rPr>
        <w:t>ip nat outside</w:t>
      </w:r>
    </w:p>
    <w:p w14:paraId="64A9D69E" w14:textId="77777777" w:rsidR="00E0547B" w:rsidRDefault="00E0547B" w:rsidP="00E0547B">
      <w:pPr>
        <w:pStyle w:val="StepHead"/>
      </w:pPr>
      <w:r>
        <w:lastRenderedPageBreak/>
        <w:t>Test the configuration</w:t>
      </w:r>
      <w:r w:rsidR="000C6DF2">
        <w:t>.</w:t>
      </w:r>
    </w:p>
    <w:p w14:paraId="629B6036" w14:textId="77777777" w:rsidR="00EC3885" w:rsidRDefault="00EC3885" w:rsidP="00E0547B">
      <w:pPr>
        <w:pStyle w:val="SubStepAlpha"/>
      </w:pPr>
      <w:r>
        <w:t xml:space="preserve">Display the </w:t>
      </w:r>
      <w:r w:rsidR="00712B20">
        <w:t xml:space="preserve">static </w:t>
      </w:r>
      <w:r>
        <w:t xml:space="preserve">NAT table by issuing the </w:t>
      </w:r>
      <w:r>
        <w:rPr>
          <w:b/>
        </w:rPr>
        <w:t>show ip nat translation</w:t>
      </w:r>
      <w:r w:rsidR="009660FF">
        <w:rPr>
          <w:b/>
        </w:rPr>
        <w:t>s</w:t>
      </w:r>
      <w:r w:rsidR="009660FF">
        <w:t xml:space="preserve"> command</w:t>
      </w:r>
      <w:r w:rsidR="00712B20">
        <w:t>.</w:t>
      </w:r>
    </w:p>
    <w:p w14:paraId="7DC6D845" w14:textId="77777777" w:rsidR="00EC3885" w:rsidRDefault="00EC3885" w:rsidP="00EC3885">
      <w:pPr>
        <w:pStyle w:val="CMD"/>
      </w:pPr>
      <w:r>
        <w:t xml:space="preserve">Gateway# </w:t>
      </w:r>
      <w:r w:rsidRPr="00EC3885">
        <w:rPr>
          <w:b/>
        </w:rPr>
        <w:t>show ip nat translations</w:t>
      </w:r>
    </w:p>
    <w:p w14:paraId="5063DB68" w14:textId="77777777" w:rsidR="00EC3885" w:rsidRDefault="00EC3885" w:rsidP="00EC3885">
      <w:pPr>
        <w:pStyle w:val="CMDOutput"/>
      </w:pPr>
      <w:r>
        <w:t>Pro Inside global      Inside local       Outside local      Outside global</w:t>
      </w:r>
    </w:p>
    <w:p w14:paraId="21E506DD" w14:textId="77777777" w:rsidR="00EC3885" w:rsidRDefault="00EC3885" w:rsidP="00EC3885">
      <w:pPr>
        <w:pStyle w:val="CMDOutput"/>
      </w:pPr>
      <w:r w:rsidRPr="0019631F">
        <w:rPr>
          <w:highlight w:val="yellow"/>
        </w:rPr>
        <w:t>--- 209.165.200.225    192.168.1.20       ---                ---</w:t>
      </w:r>
    </w:p>
    <w:p w14:paraId="6A451D35" w14:textId="77777777" w:rsidR="001368D4" w:rsidRDefault="001368D4" w:rsidP="001368D4">
      <w:pPr>
        <w:pStyle w:val="BodyTextL50"/>
      </w:pPr>
      <w:r>
        <w:t xml:space="preserve">What is the translation of the </w:t>
      </w:r>
      <w:r w:rsidR="00015436">
        <w:t>I</w:t>
      </w:r>
      <w:r>
        <w:t>nside local host address?</w:t>
      </w:r>
      <w:r w:rsidR="000F57F1">
        <w:t xml:space="preserve"> </w:t>
      </w:r>
    </w:p>
    <w:p w14:paraId="787E5AAF" w14:textId="49A188B7" w:rsidR="001368D4" w:rsidRDefault="000F57F1" w:rsidP="001368D4">
      <w:pPr>
        <w:pStyle w:val="BodyTextL50"/>
        <w:rPr>
          <w:rStyle w:val="AnswerGray"/>
        </w:rPr>
      </w:pPr>
      <w:r>
        <w:t>192.168.1.20</w:t>
      </w:r>
      <w:r w:rsidR="001368D4">
        <w:t xml:space="preserve"> = _______________________________</w:t>
      </w:r>
      <w:r>
        <w:t>__________________________</w:t>
      </w:r>
      <w:r w:rsidR="001368D4" w:rsidRPr="00CB7E12">
        <w:t xml:space="preserve"> </w:t>
      </w:r>
    </w:p>
    <w:p w14:paraId="2269E303" w14:textId="77777777" w:rsidR="001368D4" w:rsidRDefault="001368D4" w:rsidP="001368D4">
      <w:pPr>
        <w:pStyle w:val="BodyTextL50"/>
      </w:pPr>
      <w:r>
        <w:t xml:space="preserve">The </w:t>
      </w:r>
      <w:r w:rsidR="00015436">
        <w:t>I</w:t>
      </w:r>
      <w:r>
        <w:t>nside global address is assigned by?</w:t>
      </w:r>
    </w:p>
    <w:p w14:paraId="5336B23F" w14:textId="77777777" w:rsidR="001368D4" w:rsidRDefault="001368D4" w:rsidP="001368D4">
      <w:pPr>
        <w:pStyle w:val="BodyTextL50"/>
      </w:pPr>
      <w:r>
        <w:t>____________________________________________________________________________________</w:t>
      </w:r>
    </w:p>
    <w:p w14:paraId="46237A8B" w14:textId="77777777" w:rsidR="001368D4" w:rsidRDefault="001368D4" w:rsidP="001368D4">
      <w:pPr>
        <w:pStyle w:val="BodyTextL50"/>
      </w:pPr>
      <w:r>
        <w:t xml:space="preserve">The </w:t>
      </w:r>
      <w:r w:rsidR="00015436">
        <w:t>I</w:t>
      </w:r>
      <w:r>
        <w:t>nside local address is assigned by?</w:t>
      </w:r>
    </w:p>
    <w:p w14:paraId="5A210F78" w14:textId="77777777" w:rsidR="001368D4" w:rsidRDefault="001368D4" w:rsidP="001368D4">
      <w:pPr>
        <w:pStyle w:val="BodyTextL50"/>
      </w:pPr>
      <w:r>
        <w:t>____________________________________________________________________________________</w:t>
      </w:r>
    </w:p>
    <w:p w14:paraId="68B6DC4F" w14:textId="77777777" w:rsidR="00E0547B" w:rsidRDefault="00E0547B" w:rsidP="0019631F">
      <w:pPr>
        <w:pStyle w:val="SubStepAlpha"/>
      </w:pPr>
      <w:r>
        <w:t>From PC-A, ping the Lo0 interface (</w:t>
      </w:r>
      <w:r w:rsidR="00AC0A20">
        <w:t>192.31.7.1</w:t>
      </w:r>
      <w:r>
        <w:t xml:space="preserve">) on ISP. If </w:t>
      </w:r>
      <w:r w:rsidR="006D6A39">
        <w:t xml:space="preserve">the ping </w:t>
      </w:r>
      <w:r>
        <w:t xml:space="preserve">was </w:t>
      </w:r>
      <w:r w:rsidR="00E12CBE">
        <w:t>un</w:t>
      </w:r>
      <w:r>
        <w:t>successful, troubleshoot and correct the issues.</w:t>
      </w:r>
      <w:r w:rsidR="0019631F">
        <w:t xml:space="preserve"> </w:t>
      </w:r>
      <w:r w:rsidR="00DE6D06">
        <w:t xml:space="preserve">On </w:t>
      </w:r>
      <w:r w:rsidR="00E46ECF">
        <w:t>the Gateway router, d</w:t>
      </w:r>
      <w:r>
        <w:t>isplay the NAT table</w:t>
      </w:r>
      <w:r w:rsidR="00D562DC">
        <w:t>.</w:t>
      </w:r>
    </w:p>
    <w:p w14:paraId="4A2EB63D" w14:textId="77777777" w:rsidR="00E0547B" w:rsidRDefault="00E0547B" w:rsidP="00E0547B">
      <w:pPr>
        <w:pStyle w:val="CMD"/>
      </w:pPr>
      <w:r>
        <w:t xml:space="preserve">Gateway# </w:t>
      </w:r>
      <w:r w:rsidRPr="00D31360">
        <w:rPr>
          <w:b/>
        </w:rPr>
        <w:t>show ip nat translations</w:t>
      </w:r>
    </w:p>
    <w:p w14:paraId="7D121F71" w14:textId="77777777" w:rsidR="00E0547B" w:rsidRDefault="00E0547B" w:rsidP="00E0547B">
      <w:pPr>
        <w:pStyle w:val="CMDOutput"/>
      </w:pPr>
      <w:r>
        <w:t>Pro Inside global      Inside local       Outside local      Outside global</w:t>
      </w:r>
    </w:p>
    <w:p w14:paraId="3B4D37B9" w14:textId="77777777" w:rsidR="00E0547B" w:rsidRDefault="00E0547B" w:rsidP="00E0547B">
      <w:pPr>
        <w:pStyle w:val="CMDOutput"/>
      </w:pPr>
      <w:r w:rsidRPr="00D31360">
        <w:rPr>
          <w:highlight w:val="yellow"/>
        </w:rPr>
        <w:t xml:space="preserve">icmp 209.165.200.225:1 192.168.1.20:1     </w:t>
      </w:r>
      <w:r w:rsidR="00AC0A20">
        <w:rPr>
          <w:highlight w:val="yellow"/>
        </w:rPr>
        <w:t>192.31.7.1</w:t>
      </w:r>
      <w:r w:rsidRPr="00D31360">
        <w:rPr>
          <w:highlight w:val="yellow"/>
        </w:rPr>
        <w:t xml:space="preserve">:1       </w:t>
      </w:r>
      <w:r w:rsidR="00AC0A20">
        <w:rPr>
          <w:highlight w:val="yellow"/>
        </w:rPr>
        <w:t>192.31.7.1</w:t>
      </w:r>
      <w:r w:rsidRPr="00D31360">
        <w:rPr>
          <w:highlight w:val="yellow"/>
        </w:rPr>
        <w:t>:1</w:t>
      </w:r>
    </w:p>
    <w:p w14:paraId="1C5F8FD9" w14:textId="77777777" w:rsidR="00E0547B" w:rsidRDefault="00E0547B" w:rsidP="00E0547B">
      <w:pPr>
        <w:pStyle w:val="CMDOutput"/>
      </w:pPr>
      <w:r>
        <w:t>--- 209.165.200.225    192.168.1.20       ---                ---</w:t>
      </w:r>
    </w:p>
    <w:p w14:paraId="191E30EE" w14:textId="77777777" w:rsidR="00E0547B" w:rsidRDefault="001368D4" w:rsidP="00E0547B">
      <w:pPr>
        <w:pStyle w:val="BodyTextL50"/>
      </w:pPr>
      <w:r>
        <w:t>A</w:t>
      </w:r>
      <w:r w:rsidR="0019631F">
        <w:t xml:space="preserve"> NAT entry was added to the table </w:t>
      </w:r>
      <w:r>
        <w:t xml:space="preserve">with </w:t>
      </w:r>
      <w:r w:rsidR="00E12CBE">
        <w:t xml:space="preserve">ICMP </w:t>
      </w:r>
      <w:r w:rsidR="00CB7E12">
        <w:t xml:space="preserve">listed </w:t>
      </w:r>
      <w:r>
        <w:t>as the protocol when PC-A sen</w:t>
      </w:r>
      <w:r w:rsidR="0044154A">
        <w:t>t</w:t>
      </w:r>
      <w:r>
        <w:t xml:space="preserve"> an ICMP </w:t>
      </w:r>
      <w:r w:rsidR="006D6A39">
        <w:t xml:space="preserve">request (ping) </w:t>
      </w:r>
      <w:r>
        <w:t xml:space="preserve">to </w:t>
      </w:r>
      <w:r w:rsidR="00AC0A20">
        <w:t>192.31.7.1</w:t>
      </w:r>
      <w:r>
        <w:t xml:space="preserve"> on ISP.</w:t>
      </w:r>
    </w:p>
    <w:p w14:paraId="3647DDAC" w14:textId="5506BD4E" w:rsidR="001368D4" w:rsidRDefault="001368D4" w:rsidP="001368D4">
      <w:pPr>
        <w:pStyle w:val="BodyTextL50"/>
        <w:rPr>
          <w:rStyle w:val="AnswerGray"/>
        </w:rPr>
      </w:pPr>
      <w:r>
        <w:t xml:space="preserve">What port number was used in this ICMP exchange? </w:t>
      </w:r>
      <w:r w:rsidR="00BE15B3">
        <w:t>________________</w:t>
      </w:r>
    </w:p>
    <w:p w14:paraId="7E0FE6B3" w14:textId="77777777" w:rsidR="000F57F1" w:rsidRDefault="000F57F1" w:rsidP="000F57F1">
      <w:pPr>
        <w:pStyle w:val="BodyTextL50"/>
      </w:pPr>
      <w:r>
        <w:rPr>
          <w:b/>
        </w:rPr>
        <w:t>Note</w:t>
      </w:r>
      <w:r w:rsidRPr="00D40C68">
        <w:t xml:space="preserve">: </w:t>
      </w:r>
      <w:r w:rsidRPr="00717430">
        <w:t xml:space="preserve">It may be necessary to disable the </w:t>
      </w:r>
      <w:r>
        <w:t xml:space="preserve">PC-A </w:t>
      </w:r>
      <w:r w:rsidRPr="00717430">
        <w:t xml:space="preserve">firewall </w:t>
      </w:r>
      <w:r>
        <w:t xml:space="preserve">for the </w:t>
      </w:r>
      <w:r w:rsidRPr="00717430">
        <w:t xml:space="preserve">ping </w:t>
      </w:r>
      <w:r>
        <w:t>to be successful.</w:t>
      </w:r>
    </w:p>
    <w:p w14:paraId="43124B5A" w14:textId="77777777" w:rsidR="00E0547B" w:rsidRDefault="00E0547B" w:rsidP="00E0547B">
      <w:pPr>
        <w:pStyle w:val="SubStepAlpha"/>
      </w:pPr>
      <w:r>
        <w:t>From</w:t>
      </w:r>
      <w:r w:rsidR="00D562DC">
        <w:t xml:space="preserve"> PC-A, telnet to </w:t>
      </w:r>
      <w:r w:rsidR="006D6A39">
        <w:t xml:space="preserve">the ISP </w:t>
      </w:r>
      <w:r w:rsidR="00D562DC">
        <w:t>Lo0 interface and display the NAT table.</w:t>
      </w:r>
    </w:p>
    <w:p w14:paraId="2FE18BF2" w14:textId="77777777" w:rsidR="00D562DC" w:rsidRDefault="00D562DC" w:rsidP="00D562DC">
      <w:pPr>
        <w:pStyle w:val="CMDOutput"/>
      </w:pPr>
      <w:r w:rsidRPr="00D562DC">
        <w:t xml:space="preserve">Pro Inside global      </w:t>
      </w:r>
      <w:r w:rsidR="006D6A39">
        <w:t xml:space="preserve">  </w:t>
      </w:r>
      <w:r w:rsidRPr="00D562DC">
        <w:t>Inside local       Outside local      Outside global</w:t>
      </w:r>
    </w:p>
    <w:p w14:paraId="7AC28AFE" w14:textId="77777777" w:rsidR="00E56526" w:rsidRPr="00D562DC" w:rsidRDefault="00E56526" w:rsidP="00E56526">
      <w:pPr>
        <w:pStyle w:val="CMDOutput"/>
      </w:pPr>
      <w:r w:rsidRPr="00E56526">
        <w:t xml:space="preserve">icmp 209.165.200.225:1 </w:t>
      </w:r>
      <w:r w:rsidR="006D6A39">
        <w:t xml:space="preserve">  </w:t>
      </w:r>
      <w:r w:rsidRPr="00E56526">
        <w:t xml:space="preserve">192.168.1.20:1     </w:t>
      </w:r>
      <w:r w:rsidR="00AC0A20">
        <w:t>192.31.7.1</w:t>
      </w:r>
      <w:r w:rsidRPr="00E56526">
        <w:t xml:space="preserve">:1       </w:t>
      </w:r>
      <w:r w:rsidR="00AC0A20">
        <w:t>192.31.7.1</w:t>
      </w:r>
      <w:r w:rsidRPr="00E56526">
        <w:t>:1</w:t>
      </w:r>
    </w:p>
    <w:p w14:paraId="145B2870" w14:textId="77777777" w:rsidR="00D562DC" w:rsidRPr="00D562DC" w:rsidRDefault="00D562DC" w:rsidP="00D562DC">
      <w:pPr>
        <w:pStyle w:val="CMDOutput"/>
      </w:pPr>
      <w:r w:rsidRPr="00D562DC">
        <w:rPr>
          <w:highlight w:val="yellow"/>
        </w:rPr>
        <w:t xml:space="preserve">tcp 209.165.200.225:1034 192.168.1.20:1034 </w:t>
      </w:r>
      <w:r w:rsidR="006D6A39">
        <w:rPr>
          <w:highlight w:val="yellow"/>
        </w:rPr>
        <w:t xml:space="preserve"> </w:t>
      </w:r>
      <w:r w:rsidR="00AC0A20">
        <w:rPr>
          <w:highlight w:val="yellow"/>
        </w:rPr>
        <w:t>192.31.7.1</w:t>
      </w:r>
      <w:r w:rsidRPr="00D562DC">
        <w:rPr>
          <w:highlight w:val="yellow"/>
        </w:rPr>
        <w:t xml:space="preserve">:23     </w:t>
      </w:r>
      <w:r w:rsidR="006D6A39">
        <w:rPr>
          <w:highlight w:val="yellow"/>
        </w:rPr>
        <w:t xml:space="preserve"> </w:t>
      </w:r>
      <w:r w:rsidR="00AC0A20">
        <w:rPr>
          <w:highlight w:val="yellow"/>
        </w:rPr>
        <w:t>192.31.7.1</w:t>
      </w:r>
      <w:r w:rsidRPr="00D562DC">
        <w:rPr>
          <w:highlight w:val="yellow"/>
        </w:rPr>
        <w:t>:23</w:t>
      </w:r>
    </w:p>
    <w:p w14:paraId="082B1567" w14:textId="77777777" w:rsidR="00E0547B" w:rsidRDefault="00D562DC" w:rsidP="00D562DC">
      <w:pPr>
        <w:pStyle w:val="CMDOutput"/>
      </w:pPr>
      <w:r w:rsidRPr="00D562DC">
        <w:t xml:space="preserve">--- 209.165.200.225    </w:t>
      </w:r>
      <w:r w:rsidR="006D6A39">
        <w:t xml:space="preserve">  </w:t>
      </w:r>
      <w:r w:rsidRPr="00D562DC">
        <w:t>192.168.1.20       ---                ---</w:t>
      </w:r>
    </w:p>
    <w:p w14:paraId="77E0B32E" w14:textId="77777777" w:rsidR="00207093" w:rsidRPr="00207093" w:rsidRDefault="00207093" w:rsidP="00207093">
      <w:pPr>
        <w:pStyle w:val="BodyTextL50"/>
      </w:pPr>
      <w:r>
        <w:rPr>
          <w:b/>
        </w:rPr>
        <w:t>Note</w:t>
      </w:r>
      <w:r>
        <w:t>: The NAT for the ICMP request may have timed out and</w:t>
      </w:r>
      <w:r w:rsidR="00003009">
        <w:t xml:space="preserve"> been</w:t>
      </w:r>
      <w:r w:rsidR="006A3D41">
        <w:t xml:space="preserve"> </w:t>
      </w:r>
      <w:r>
        <w:t>removed from the NAT table.</w:t>
      </w:r>
    </w:p>
    <w:p w14:paraId="0246F6B5" w14:textId="7E993798" w:rsidR="001368D4" w:rsidRDefault="001368D4" w:rsidP="004C7CD2">
      <w:pPr>
        <w:pStyle w:val="BodyTextL50"/>
      </w:pPr>
      <w:r>
        <w:t>What was the protocol used in this translation?</w:t>
      </w:r>
      <w:r w:rsidR="004C7CD2">
        <w:t xml:space="preserve"> ____________ </w:t>
      </w:r>
    </w:p>
    <w:p w14:paraId="77732F21" w14:textId="77777777" w:rsidR="004C7CD2" w:rsidRDefault="004C7CD2" w:rsidP="004C7CD2">
      <w:pPr>
        <w:pStyle w:val="BodyTextL50"/>
      </w:pPr>
      <w:r>
        <w:t>What are the port numbers used?</w:t>
      </w:r>
    </w:p>
    <w:p w14:paraId="18E3F9BB" w14:textId="56F6AF63" w:rsidR="001368D4" w:rsidRDefault="004C7CD2" w:rsidP="004C7CD2">
      <w:pPr>
        <w:pStyle w:val="BodyTextL50"/>
        <w:rPr>
          <w:rStyle w:val="AnswerGray"/>
        </w:rPr>
      </w:pPr>
      <w:r>
        <w:t>Inside</w:t>
      </w:r>
      <w:r w:rsidR="00E56526">
        <w:t xml:space="preserve"> global / local</w:t>
      </w:r>
      <w:r>
        <w:t xml:space="preserve">: ________________ </w:t>
      </w:r>
    </w:p>
    <w:p w14:paraId="7CF04556" w14:textId="50B35BD4" w:rsidR="004C7CD2" w:rsidRDefault="00E56526" w:rsidP="004C7CD2">
      <w:pPr>
        <w:pStyle w:val="BodyTextL50"/>
        <w:rPr>
          <w:rStyle w:val="AnswerGray"/>
        </w:rPr>
      </w:pPr>
      <w:r>
        <w:t>O</w:t>
      </w:r>
      <w:r w:rsidR="004C7CD2">
        <w:t>utside</w:t>
      </w:r>
      <w:r>
        <w:t xml:space="preserve"> global / local</w:t>
      </w:r>
      <w:r w:rsidR="004C7CD2">
        <w:t xml:space="preserve">: ________________ </w:t>
      </w:r>
    </w:p>
    <w:p w14:paraId="28A0DC3F" w14:textId="77777777" w:rsidR="00BD708A" w:rsidRDefault="00BD708A" w:rsidP="00BD708A">
      <w:pPr>
        <w:pStyle w:val="SubStepAlpha"/>
      </w:pPr>
      <w:r>
        <w:t xml:space="preserve">Because static NAT was configured for PC-A, verify that pinging from ISP to PC-A </w:t>
      </w:r>
      <w:r w:rsidR="006D6A39">
        <w:t xml:space="preserve">at the static NAT public address </w:t>
      </w:r>
      <w:r>
        <w:t>(209.165.200.225) is successful.</w:t>
      </w:r>
    </w:p>
    <w:p w14:paraId="3E2E14DC" w14:textId="77777777" w:rsidR="00BD708A" w:rsidRDefault="00DE6D06" w:rsidP="00BD708A">
      <w:pPr>
        <w:pStyle w:val="SubStepAlpha"/>
      </w:pPr>
      <w:r>
        <w:t xml:space="preserve">On </w:t>
      </w:r>
      <w:r w:rsidR="006A3D41">
        <w:t>the Gateway router, d</w:t>
      </w:r>
      <w:r w:rsidR="00BD708A">
        <w:t>isplay the NAT table to verify the translation.</w:t>
      </w:r>
    </w:p>
    <w:p w14:paraId="08E309B3" w14:textId="77777777" w:rsidR="00BD708A" w:rsidRDefault="00BD708A" w:rsidP="00BD708A">
      <w:pPr>
        <w:pStyle w:val="CMD"/>
      </w:pPr>
      <w:r>
        <w:t xml:space="preserve">Gateway# </w:t>
      </w:r>
      <w:r w:rsidRPr="00BD708A">
        <w:rPr>
          <w:b/>
        </w:rPr>
        <w:t>show ip nat tra</w:t>
      </w:r>
      <w:r>
        <w:rPr>
          <w:b/>
        </w:rPr>
        <w:t>nslations</w:t>
      </w:r>
    </w:p>
    <w:p w14:paraId="08F7E056" w14:textId="77777777" w:rsidR="00BD708A" w:rsidRDefault="00BD708A" w:rsidP="00BD708A">
      <w:pPr>
        <w:pStyle w:val="CMDOutput"/>
      </w:pPr>
      <w:r>
        <w:t xml:space="preserve">Pro Inside global      </w:t>
      </w:r>
      <w:r w:rsidR="006D6A39">
        <w:t xml:space="preserve"> </w:t>
      </w:r>
      <w:r>
        <w:t>Inside local       Outside local      Outside global</w:t>
      </w:r>
    </w:p>
    <w:p w14:paraId="28660196" w14:textId="77777777" w:rsidR="00BD708A" w:rsidRDefault="00BD708A" w:rsidP="00BD708A">
      <w:pPr>
        <w:pStyle w:val="CMDOutput"/>
      </w:pPr>
      <w:r w:rsidRPr="00BD708A">
        <w:rPr>
          <w:highlight w:val="yellow"/>
        </w:rPr>
        <w:t xml:space="preserve">icmp 209.165.200.225:12 192.168.1.20:12   </w:t>
      </w:r>
      <w:r w:rsidR="006D6A39">
        <w:rPr>
          <w:highlight w:val="yellow"/>
        </w:rPr>
        <w:t xml:space="preserve"> </w:t>
      </w:r>
      <w:r w:rsidRPr="00BD708A">
        <w:rPr>
          <w:highlight w:val="yellow"/>
        </w:rPr>
        <w:t>209.165.201.17:12  209.165.201.17:12</w:t>
      </w:r>
    </w:p>
    <w:p w14:paraId="6C578FC3" w14:textId="77777777" w:rsidR="00BD708A" w:rsidRDefault="00BD708A" w:rsidP="00BD708A">
      <w:pPr>
        <w:pStyle w:val="CMDOutput"/>
      </w:pPr>
      <w:r>
        <w:t xml:space="preserve">--- 209.165.200.225    </w:t>
      </w:r>
      <w:r w:rsidR="006D6A39">
        <w:t xml:space="preserve"> </w:t>
      </w:r>
      <w:r>
        <w:t>192.168.1.20       ---                ---</w:t>
      </w:r>
    </w:p>
    <w:p w14:paraId="7633157C" w14:textId="77777777" w:rsidR="00A726E7" w:rsidRDefault="00BD708A" w:rsidP="00BD708A">
      <w:pPr>
        <w:pStyle w:val="BodyTextL50"/>
      </w:pPr>
      <w:r>
        <w:t xml:space="preserve">Notice </w:t>
      </w:r>
      <w:r w:rsidR="00DE6D06">
        <w:t xml:space="preserve">that </w:t>
      </w:r>
      <w:r>
        <w:t>the Outside local and Outside global addresses</w:t>
      </w:r>
      <w:r w:rsidR="005C5060">
        <w:t xml:space="preserve"> are the same</w:t>
      </w:r>
      <w:r w:rsidR="00DE6D06">
        <w:t xml:space="preserve">. This address </w:t>
      </w:r>
      <w:r w:rsidR="00297FC1">
        <w:t xml:space="preserve">is </w:t>
      </w:r>
      <w:r w:rsidR="005C5060">
        <w:t xml:space="preserve">the ISP remote network source address. </w:t>
      </w:r>
      <w:r w:rsidR="00E12CBE">
        <w:t>For the ping from the ISP to succeed, t</w:t>
      </w:r>
      <w:r w:rsidR="005C5060">
        <w:t>he Inside global static NAT address 209.165.200.225 was translated to the Inside local address of PC-A (192.168.1.20).</w:t>
      </w:r>
    </w:p>
    <w:p w14:paraId="20CC3ABF" w14:textId="77777777" w:rsidR="003763C4" w:rsidRPr="007A5105" w:rsidRDefault="003763C4" w:rsidP="007A5105">
      <w:pPr>
        <w:pStyle w:val="SubStepAlpha"/>
        <w:rPr>
          <w:shd w:val="clear" w:color="auto" w:fill="BFBFBF"/>
        </w:rPr>
      </w:pPr>
      <w:r>
        <w:lastRenderedPageBreak/>
        <w:t xml:space="preserve">Verify NAT statistics by using the </w:t>
      </w:r>
      <w:r>
        <w:rPr>
          <w:b/>
        </w:rPr>
        <w:t>show ip nat statistics</w:t>
      </w:r>
      <w:r>
        <w:t xml:space="preserve"> </w:t>
      </w:r>
      <w:r w:rsidR="00D40C68">
        <w:t xml:space="preserve">command </w:t>
      </w:r>
      <w:r>
        <w:t xml:space="preserve">on </w:t>
      </w:r>
      <w:r w:rsidR="00D40C68">
        <w:t xml:space="preserve">the </w:t>
      </w:r>
      <w:r>
        <w:t>Gateway</w:t>
      </w:r>
      <w:r w:rsidR="00D40C68">
        <w:t xml:space="preserve"> router</w:t>
      </w:r>
      <w:r>
        <w:t>.</w:t>
      </w:r>
    </w:p>
    <w:p w14:paraId="55F67F3C" w14:textId="77777777" w:rsidR="007A5105" w:rsidRDefault="007A5105" w:rsidP="007A5105">
      <w:pPr>
        <w:pStyle w:val="CMD"/>
      </w:pPr>
      <w:r>
        <w:t xml:space="preserve">Gateway# </w:t>
      </w:r>
      <w:r w:rsidRPr="007A5105">
        <w:rPr>
          <w:b/>
        </w:rPr>
        <w:t>show ip nat stati</w:t>
      </w:r>
      <w:r w:rsidR="009B1A99">
        <w:rPr>
          <w:b/>
        </w:rPr>
        <w:t>sti</w:t>
      </w:r>
      <w:r w:rsidRPr="007A5105">
        <w:rPr>
          <w:b/>
        </w:rPr>
        <w:t>cs</w:t>
      </w:r>
    </w:p>
    <w:p w14:paraId="6C7C166F" w14:textId="77777777" w:rsidR="00AE795B" w:rsidRDefault="00AE795B" w:rsidP="00AE795B">
      <w:pPr>
        <w:pStyle w:val="CMDOutput"/>
      </w:pPr>
      <w:r w:rsidRPr="00AE795B">
        <w:rPr>
          <w:highlight w:val="yellow"/>
        </w:rPr>
        <w:t>Total active translations: 2 (1 static, 1 dynamic; 1 extended)</w:t>
      </w:r>
    </w:p>
    <w:p w14:paraId="6F7580E7" w14:textId="77777777" w:rsidR="00AE795B" w:rsidRDefault="00AE795B" w:rsidP="00AE795B">
      <w:pPr>
        <w:pStyle w:val="CMDOutput"/>
      </w:pPr>
      <w:r>
        <w:t xml:space="preserve">Peak translations: </w:t>
      </w:r>
      <w:r w:rsidR="009D7AF5">
        <w:t>2</w:t>
      </w:r>
      <w:r>
        <w:t>, occurred 00:02:12 ago</w:t>
      </w:r>
    </w:p>
    <w:p w14:paraId="09DF235E" w14:textId="77777777" w:rsidR="00AE795B" w:rsidRDefault="00AE795B" w:rsidP="00AE795B">
      <w:pPr>
        <w:pStyle w:val="CMDOutput"/>
      </w:pPr>
      <w:r>
        <w:t>Outside interfaces:</w:t>
      </w:r>
    </w:p>
    <w:p w14:paraId="505C93F4" w14:textId="77777777" w:rsidR="00AE795B" w:rsidRDefault="00AE795B" w:rsidP="00AE795B">
      <w:pPr>
        <w:pStyle w:val="CMDOutput"/>
      </w:pPr>
      <w:r>
        <w:t xml:space="preserve">  Serial0/0/1</w:t>
      </w:r>
    </w:p>
    <w:p w14:paraId="0AA4EA6F" w14:textId="77777777" w:rsidR="00AE795B" w:rsidRDefault="00AE795B" w:rsidP="00AE795B">
      <w:pPr>
        <w:pStyle w:val="CMDOutput"/>
      </w:pPr>
      <w:r>
        <w:t>Inside interfaces:</w:t>
      </w:r>
    </w:p>
    <w:p w14:paraId="73C26249" w14:textId="77777777" w:rsidR="00AE795B" w:rsidRDefault="00AE795B" w:rsidP="00AE795B">
      <w:pPr>
        <w:pStyle w:val="CMDOutput"/>
      </w:pPr>
      <w:r>
        <w:t xml:space="preserve">  GigabitEthernet0/1</w:t>
      </w:r>
    </w:p>
    <w:p w14:paraId="0341930B" w14:textId="77777777" w:rsidR="00AE795B" w:rsidRDefault="00AE795B" w:rsidP="00AE795B">
      <w:pPr>
        <w:pStyle w:val="CMDOutput"/>
      </w:pPr>
      <w:r>
        <w:t>Hits: 39  Misses: 0</w:t>
      </w:r>
    </w:p>
    <w:p w14:paraId="05B2BEAD" w14:textId="77777777" w:rsidR="00AE795B" w:rsidRDefault="00AE795B" w:rsidP="00AE795B">
      <w:pPr>
        <w:pStyle w:val="CMDOutput"/>
      </w:pPr>
      <w:r>
        <w:t>CEF Translated packets: 39, CEF Punted packets: 0</w:t>
      </w:r>
    </w:p>
    <w:p w14:paraId="3549B6BC" w14:textId="77777777" w:rsidR="00AE795B" w:rsidRDefault="00AE795B" w:rsidP="00AE795B">
      <w:pPr>
        <w:pStyle w:val="CMDOutput"/>
      </w:pPr>
      <w:r>
        <w:t xml:space="preserve">Expired translations: </w:t>
      </w:r>
      <w:r w:rsidR="009D7AF5">
        <w:t>3</w:t>
      </w:r>
    </w:p>
    <w:p w14:paraId="67F42A7E" w14:textId="77777777" w:rsidR="00AE795B" w:rsidRDefault="00AE795B" w:rsidP="00AE795B">
      <w:pPr>
        <w:pStyle w:val="CMDOutput"/>
      </w:pPr>
      <w:r>
        <w:t>Dynamic mappings:</w:t>
      </w:r>
    </w:p>
    <w:p w14:paraId="1D0F1D6C" w14:textId="77777777" w:rsidR="00AE795B" w:rsidRDefault="00AE795B" w:rsidP="00AE795B">
      <w:pPr>
        <w:pStyle w:val="CMDOutput"/>
      </w:pPr>
    </w:p>
    <w:p w14:paraId="67E87AC5" w14:textId="77777777" w:rsidR="00AE795B" w:rsidRDefault="00AE795B" w:rsidP="00AE795B">
      <w:pPr>
        <w:pStyle w:val="CMDOutput"/>
      </w:pPr>
      <w:r>
        <w:t>Total doors: 0</w:t>
      </w:r>
    </w:p>
    <w:p w14:paraId="5CBABCCB" w14:textId="77777777" w:rsidR="00AE795B" w:rsidRDefault="00AE795B" w:rsidP="00AE795B">
      <w:pPr>
        <w:pStyle w:val="CMDOutput"/>
      </w:pPr>
      <w:r>
        <w:t>Appl doors: 0</w:t>
      </w:r>
    </w:p>
    <w:p w14:paraId="02E9A0CD" w14:textId="77777777" w:rsidR="00AE795B" w:rsidRDefault="00AE795B" w:rsidP="00AE795B">
      <w:pPr>
        <w:pStyle w:val="CMDOutput"/>
      </w:pPr>
      <w:r>
        <w:t>Normal doors: 0</w:t>
      </w:r>
    </w:p>
    <w:p w14:paraId="57CA7EE9" w14:textId="77777777" w:rsidR="00BD708A" w:rsidRDefault="00AE795B" w:rsidP="00AE795B">
      <w:pPr>
        <w:pStyle w:val="CMDOutput"/>
      </w:pPr>
      <w:r>
        <w:t>Queued Packets: 0</w:t>
      </w:r>
    </w:p>
    <w:p w14:paraId="0E739175" w14:textId="77777777" w:rsidR="00AD5B35" w:rsidRPr="00AD5B35" w:rsidRDefault="00AD5B35" w:rsidP="00CB7E12">
      <w:pPr>
        <w:pStyle w:val="BodyTextL50"/>
      </w:pPr>
      <w:r>
        <w:rPr>
          <w:b/>
        </w:rPr>
        <w:t>Note</w:t>
      </w:r>
      <w:r>
        <w:t>: This is only a sample output. Your output may not match exactly.</w:t>
      </w:r>
    </w:p>
    <w:p w14:paraId="029FF3B3" w14:textId="77777777" w:rsidR="00A60146" w:rsidRDefault="00D13974" w:rsidP="00BD708A">
      <w:pPr>
        <w:pStyle w:val="PartHead"/>
      </w:pPr>
      <w:r>
        <w:t xml:space="preserve">Configure </w:t>
      </w:r>
      <w:r w:rsidR="007F53D7">
        <w:t xml:space="preserve">and Verify </w:t>
      </w:r>
      <w:r w:rsidR="00775D82">
        <w:t>Dynamic</w:t>
      </w:r>
      <w:r>
        <w:t xml:space="preserve"> NAT</w:t>
      </w:r>
    </w:p>
    <w:p w14:paraId="4D54C45D" w14:textId="77777777" w:rsidR="00D31360" w:rsidRPr="00D31360" w:rsidRDefault="00D31360" w:rsidP="00D31360">
      <w:pPr>
        <w:pStyle w:val="BodyTextL25"/>
      </w:pPr>
      <w:r w:rsidRPr="0004548D">
        <w:rPr>
          <w:lang w:val="en-CA"/>
        </w:rPr>
        <w:t>Dynamic NAT uses a pool of public addresses and assigns them on a first-come, first-served basis. When a</w:t>
      </w:r>
      <w:r>
        <w:rPr>
          <w:lang w:val="en-CA"/>
        </w:rPr>
        <w:t>n inside</w:t>
      </w:r>
      <w:r w:rsidRPr="0004548D">
        <w:rPr>
          <w:lang w:val="en-CA"/>
        </w:rPr>
        <w:t xml:space="preserve"> </w:t>
      </w:r>
      <w:r>
        <w:rPr>
          <w:lang w:val="en-CA"/>
        </w:rPr>
        <w:t>device</w:t>
      </w:r>
      <w:r w:rsidRPr="0004548D">
        <w:rPr>
          <w:lang w:val="en-CA"/>
        </w:rPr>
        <w:t xml:space="preserve"> requests access to </w:t>
      </w:r>
      <w:r>
        <w:rPr>
          <w:lang w:val="en-CA"/>
        </w:rPr>
        <w:t>an outside network</w:t>
      </w:r>
      <w:r w:rsidRPr="0004548D">
        <w:rPr>
          <w:lang w:val="en-CA"/>
        </w:rPr>
        <w:t xml:space="preserve">, dynamic NAT </w:t>
      </w:r>
      <w:r>
        <w:rPr>
          <w:lang w:val="en-CA"/>
        </w:rPr>
        <w:t>assigns</w:t>
      </w:r>
      <w:r w:rsidRPr="0004548D">
        <w:rPr>
          <w:lang w:val="en-CA"/>
        </w:rPr>
        <w:t xml:space="preserve"> an</w:t>
      </w:r>
      <w:r>
        <w:rPr>
          <w:lang w:val="en-CA"/>
        </w:rPr>
        <w:t xml:space="preserve"> available public</w:t>
      </w:r>
      <w:r w:rsidRPr="0004548D">
        <w:rPr>
          <w:lang w:val="en-CA"/>
        </w:rPr>
        <w:t xml:space="preserve"> IP</w:t>
      </w:r>
      <w:r>
        <w:rPr>
          <w:lang w:val="en-CA"/>
        </w:rPr>
        <w:t>v4</w:t>
      </w:r>
      <w:r w:rsidRPr="0004548D">
        <w:rPr>
          <w:lang w:val="en-CA"/>
        </w:rPr>
        <w:t xml:space="preserve"> address from the pool.</w:t>
      </w:r>
      <w:r>
        <w:rPr>
          <w:lang w:val="en-CA"/>
        </w:rPr>
        <w:t xml:space="preserve"> </w:t>
      </w:r>
      <w:r w:rsidR="00470A92">
        <w:rPr>
          <w:lang w:val="en-CA"/>
        </w:rPr>
        <w:t xml:space="preserve">Dynamic NAT results in </w:t>
      </w:r>
      <w:r w:rsidR="00B2533A">
        <w:rPr>
          <w:lang w:val="en-CA"/>
        </w:rPr>
        <w:t xml:space="preserve">a </w:t>
      </w:r>
      <w:r w:rsidR="00470A92">
        <w:rPr>
          <w:lang w:val="en-CA"/>
        </w:rPr>
        <w:t>m</w:t>
      </w:r>
      <w:r>
        <w:rPr>
          <w:lang w:val="en-CA"/>
        </w:rPr>
        <w:t>any-to-many address mapping</w:t>
      </w:r>
      <w:r w:rsidRPr="007A61ED">
        <w:rPr>
          <w:lang w:val="en-CA"/>
        </w:rPr>
        <w:t xml:space="preserve"> </w:t>
      </w:r>
      <w:r>
        <w:rPr>
          <w:lang w:val="en-CA"/>
        </w:rPr>
        <w:t>between local and global addresses.</w:t>
      </w:r>
    </w:p>
    <w:p w14:paraId="47FDEF51" w14:textId="77777777" w:rsidR="00DF01C1" w:rsidRDefault="00DF01C1" w:rsidP="00DC622F">
      <w:pPr>
        <w:pStyle w:val="StepHead"/>
      </w:pPr>
      <w:r>
        <w:t>Clear NAT</w:t>
      </w:r>
      <w:r w:rsidR="00E12CBE">
        <w:t>s</w:t>
      </w:r>
      <w:r w:rsidR="000C6DF2">
        <w:t>.</w:t>
      </w:r>
    </w:p>
    <w:p w14:paraId="73D2C480" w14:textId="77777777" w:rsidR="00DF01C1" w:rsidRDefault="00DF01C1" w:rsidP="00DF01C1">
      <w:pPr>
        <w:pStyle w:val="BodyTextL25"/>
      </w:pPr>
      <w:r>
        <w:t>Before proceeding to add dynamic NAT</w:t>
      </w:r>
      <w:r w:rsidR="00E12CBE">
        <w:t>s</w:t>
      </w:r>
      <w:r>
        <w:t>, clear the NAT</w:t>
      </w:r>
      <w:r w:rsidR="00E12CBE">
        <w:t>s and</w:t>
      </w:r>
      <w:r>
        <w:t xml:space="preserve"> </w:t>
      </w:r>
      <w:r w:rsidR="00BD708A">
        <w:t>statistics</w:t>
      </w:r>
      <w:r>
        <w:t xml:space="preserve"> from Part 2.</w:t>
      </w:r>
    </w:p>
    <w:p w14:paraId="77C946AD" w14:textId="77777777" w:rsidR="00BD708A" w:rsidRDefault="00BD708A" w:rsidP="00BD708A">
      <w:pPr>
        <w:pStyle w:val="CMD"/>
      </w:pPr>
      <w:r>
        <w:t xml:space="preserve">Gateway# </w:t>
      </w:r>
      <w:r w:rsidRPr="00BD708A">
        <w:rPr>
          <w:b/>
        </w:rPr>
        <w:t>clear ip nat translation *</w:t>
      </w:r>
    </w:p>
    <w:p w14:paraId="7FA95580" w14:textId="77777777" w:rsidR="00BD708A" w:rsidRDefault="00BD708A" w:rsidP="00BD708A">
      <w:pPr>
        <w:pStyle w:val="CMD"/>
      </w:pPr>
      <w:r>
        <w:t xml:space="preserve">Gateway# </w:t>
      </w:r>
      <w:r w:rsidRPr="00BD708A">
        <w:rPr>
          <w:b/>
        </w:rPr>
        <w:t>clear ip nat statistics</w:t>
      </w:r>
    </w:p>
    <w:p w14:paraId="1E421D0B" w14:textId="77777777" w:rsidR="00B33C73" w:rsidRDefault="00B33C73" w:rsidP="00B33C73">
      <w:pPr>
        <w:pStyle w:val="StepHead"/>
      </w:pPr>
      <w:r>
        <w:t>Define an access</w:t>
      </w:r>
      <w:r w:rsidR="00A25430">
        <w:t xml:space="preserve"> control</w:t>
      </w:r>
      <w:r>
        <w:t xml:space="preserve"> list </w:t>
      </w:r>
      <w:r w:rsidR="00A25430">
        <w:t xml:space="preserve">(ACL) </w:t>
      </w:r>
      <w:r>
        <w:t>that match</w:t>
      </w:r>
      <w:r w:rsidR="00E12CBE">
        <w:t>es</w:t>
      </w:r>
      <w:r>
        <w:t xml:space="preserve"> the </w:t>
      </w:r>
      <w:r w:rsidR="008B75FC">
        <w:t xml:space="preserve">LAN </w:t>
      </w:r>
      <w:r>
        <w:t>private IP address</w:t>
      </w:r>
      <w:r w:rsidR="00015436">
        <w:t xml:space="preserve"> range</w:t>
      </w:r>
      <w:r w:rsidR="000C6DF2">
        <w:t>.</w:t>
      </w:r>
    </w:p>
    <w:p w14:paraId="6960E71D" w14:textId="77777777" w:rsidR="00B33C73" w:rsidRPr="0079431B" w:rsidRDefault="00B33C73" w:rsidP="00B33C73">
      <w:pPr>
        <w:pStyle w:val="BodyTextL25"/>
      </w:pPr>
      <w:r>
        <w:t>A</w:t>
      </w:r>
      <w:r w:rsidR="00A25430">
        <w:t>CL</w:t>
      </w:r>
      <w:r>
        <w:t xml:space="preserve"> 1 is used to allow 192.168.1.0/24 network to be translated.</w:t>
      </w:r>
    </w:p>
    <w:p w14:paraId="458F459C" w14:textId="77777777" w:rsidR="00B33C73" w:rsidRDefault="00B33C73" w:rsidP="00B33C73">
      <w:pPr>
        <w:pStyle w:val="CMD"/>
        <w:rPr>
          <w:b/>
        </w:rPr>
      </w:pPr>
      <w:r w:rsidRPr="00F06A92">
        <w:t>Gateway(config)#</w:t>
      </w:r>
      <w:r>
        <w:t xml:space="preserve"> </w:t>
      </w:r>
      <w:r w:rsidRPr="00F06A92">
        <w:rPr>
          <w:b/>
        </w:rPr>
        <w:t>access-l</w:t>
      </w:r>
      <w:r>
        <w:rPr>
          <w:b/>
        </w:rPr>
        <w:t>ist</w:t>
      </w:r>
      <w:r w:rsidRPr="00F06A92">
        <w:rPr>
          <w:b/>
        </w:rPr>
        <w:t xml:space="preserve"> 1 per</w:t>
      </w:r>
      <w:r>
        <w:rPr>
          <w:b/>
        </w:rPr>
        <w:t>mit</w:t>
      </w:r>
      <w:r w:rsidRPr="00F06A92">
        <w:rPr>
          <w:b/>
        </w:rPr>
        <w:t xml:space="preserve"> 192.168.1.0 0.0.0.255</w:t>
      </w:r>
    </w:p>
    <w:p w14:paraId="246E581A" w14:textId="77777777" w:rsidR="00BE15B3" w:rsidRDefault="00AE795B" w:rsidP="00AE795B">
      <w:pPr>
        <w:pStyle w:val="StepHead"/>
      </w:pPr>
      <w:r>
        <w:t>Verify</w:t>
      </w:r>
      <w:r w:rsidR="000F57F1">
        <w:t xml:space="preserve"> that the</w:t>
      </w:r>
      <w:r>
        <w:t xml:space="preserve"> NAT</w:t>
      </w:r>
      <w:r w:rsidR="000F57F1">
        <w:t xml:space="preserve"> interface configurations are still valid</w:t>
      </w:r>
      <w:r w:rsidR="00BE15B3">
        <w:t>.</w:t>
      </w:r>
    </w:p>
    <w:p w14:paraId="38369C89" w14:textId="77777777" w:rsidR="00AE795B" w:rsidRDefault="00BE15B3" w:rsidP="00CB7E12">
      <w:pPr>
        <w:pStyle w:val="BodyTextL25"/>
      </w:pPr>
      <w:r>
        <w:t>I</w:t>
      </w:r>
      <w:r w:rsidR="000F57F1">
        <w:t>ssu</w:t>
      </w:r>
      <w:r>
        <w:t>e</w:t>
      </w:r>
      <w:r w:rsidR="000F57F1">
        <w:t xml:space="preserve"> the </w:t>
      </w:r>
      <w:r w:rsidR="000F57F1" w:rsidRPr="00CB7E12">
        <w:rPr>
          <w:b/>
        </w:rPr>
        <w:t>show ip nat statistics</w:t>
      </w:r>
      <w:r w:rsidR="000F57F1">
        <w:t xml:space="preserve"> command </w:t>
      </w:r>
      <w:r w:rsidR="00AE795B">
        <w:t xml:space="preserve">on </w:t>
      </w:r>
      <w:r w:rsidR="00E12CBE">
        <w:t xml:space="preserve">the </w:t>
      </w:r>
      <w:r w:rsidR="00AE795B">
        <w:t>Gateway</w:t>
      </w:r>
      <w:r>
        <w:t xml:space="preserve"> </w:t>
      </w:r>
      <w:r w:rsidR="00E12CBE">
        <w:t xml:space="preserve">router </w:t>
      </w:r>
      <w:r>
        <w:t>to verify the NAT configurations.</w:t>
      </w:r>
    </w:p>
    <w:p w14:paraId="49626BD2" w14:textId="77777777" w:rsidR="00DC622F" w:rsidRDefault="00DC622F" w:rsidP="00DC622F">
      <w:pPr>
        <w:pStyle w:val="StepHead"/>
      </w:pPr>
      <w:r>
        <w:t>Define the pool of usable public IP addresses.</w:t>
      </w:r>
    </w:p>
    <w:p w14:paraId="5FCF28BC" w14:textId="77777777" w:rsidR="00AE795B" w:rsidRPr="00AE795B" w:rsidRDefault="00DC622F" w:rsidP="00AE795B">
      <w:pPr>
        <w:pStyle w:val="CMD"/>
      </w:pPr>
      <w:r w:rsidRPr="00DC622F">
        <w:t>Gateway(config)#</w:t>
      </w:r>
      <w:r w:rsidR="004D7506">
        <w:rPr>
          <w:b/>
          <w:bCs/>
          <w:iCs/>
        </w:rPr>
        <w:t xml:space="preserve"> </w:t>
      </w:r>
      <w:r w:rsidRPr="00F06A92">
        <w:rPr>
          <w:b/>
        </w:rPr>
        <w:t>ip nat pool public_access 209.165.200.242</w:t>
      </w:r>
      <w:r w:rsidR="004D7506" w:rsidRPr="00F06A92">
        <w:rPr>
          <w:b/>
          <w:bCs/>
          <w:iCs/>
        </w:rPr>
        <w:t xml:space="preserve"> </w:t>
      </w:r>
      <w:r w:rsidRPr="00F06A92">
        <w:rPr>
          <w:b/>
        </w:rPr>
        <w:t>209.165.200.254 netmask 255.255.255.224</w:t>
      </w:r>
    </w:p>
    <w:p w14:paraId="295A9F25" w14:textId="77777777" w:rsidR="00F53D74" w:rsidRDefault="00F06A92" w:rsidP="00F06A92">
      <w:pPr>
        <w:pStyle w:val="StepHead"/>
      </w:pPr>
      <w:r>
        <w:t xml:space="preserve">Define the NAT from </w:t>
      </w:r>
      <w:r w:rsidR="00E12CBE">
        <w:t xml:space="preserve">the </w:t>
      </w:r>
      <w:r>
        <w:t xml:space="preserve">inside </w:t>
      </w:r>
      <w:r w:rsidR="00A41F4F">
        <w:t xml:space="preserve">source </w:t>
      </w:r>
      <w:r>
        <w:t xml:space="preserve">list to </w:t>
      </w:r>
      <w:r w:rsidR="00E12CBE">
        <w:t xml:space="preserve">the </w:t>
      </w:r>
      <w:r>
        <w:t>outside pool</w:t>
      </w:r>
      <w:r w:rsidR="000C6DF2">
        <w:t>.</w:t>
      </w:r>
    </w:p>
    <w:p w14:paraId="14982908" w14:textId="77777777" w:rsidR="00F06A92" w:rsidRDefault="00F53D74" w:rsidP="00CB7E12">
      <w:pPr>
        <w:pStyle w:val="BodyTextL50"/>
      </w:pPr>
      <w:r w:rsidRPr="00CB7E12">
        <w:rPr>
          <w:b/>
        </w:rPr>
        <w:t>Note</w:t>
      </w:r>
      <w:r>
        <w:t>: Remember that NAT pool names are case</w:t>
      </w:r>
      <w:r w:rsidR="00E12CBE">
        <w:t>-</w:t>
      </w:r>
      <w:r>
        <w:t>sensitive and the pool name entered here must match that used in the previous step.</w:t>
      </w:r>
    </w:p>
    <w:p w14:paraId="2C6AE289" w14:textId="77777777" w:rsidR="00F06A92" w:rsidRPr="00AE795B" w:rsidRDefault="00F06A92" w:rsidP="00AE795B">
      <w:pPr>
        <w:pStyle w:val="CMD"/>
        <w:rPr>
          <w:b/>
        </w:rPr>
      </w:pPr>
      <w:r w:rsidRPr="00F06A92">
        <w:t>Gateway(config)#</w:t>
      </w:r>
      <w:r>
        <w:t xml:space="preserve"> </w:t>
      </w:r>
      <w:r w:rsidRPr="00F06A92">
        <w:rPr>
          <w:b/>
        </w:rPr>
        <w:t>ip nat inside source list 1 pool public_access</w:t>
      </w:r>
    </w:p>
    <w:p w14:paraId="1B817850" w14:textId="77777777" w:rsidR="00207B35" w:rsidRDefault="00207B35" w:rsidP="00207B35">
      <w:pPr>
        <w:pStyle w:val="StepHead"/>
      </w:pPr>
      <w:r>
        <w:lastRenderedPageBreak/>
        <w:t>Test the configuration</w:t>
      </w:r>
      <w:r w:rsidR="000C6DF2">
        <w:t>.</w:t>
      </w:r>
    </w:p>
    <w:p w14:paraId="50F16709" w14:textId="77777777" w:rsidR="00E56526" w:rsidRDefault="00541A1F" w:rsidP="00E56526">
      <w:pPr>
        <w:pStyle w:val="SubStepAlpha"/>
      </w:pPr>
      <w:r>
        <w:t xml:space="preserve">From </w:t>
      </w:r>
      <w:r w:rsidR="00221894">
        <w:t>PC-B</w:t>
      </w:r>
      <w:r>
        <w:t>, ping the Lo0 interface (</w:t>
      </w:r>
      <w:r w:rsidR="00AC0A20">
        <w:t>192.31.7.1</w:t>
      </w:r>
      <w:r>
        <w:t xml:space="preserve">) on ISP. If </w:t>
      </w:r>
      <w:r w:rsidR="00470A92">
        <w:t xml:space="preserve">the ping </w:t>
      </w:r>
      <w:r>
        <w:t xml:space="preserve">was </w:t>
      </w:r>
      <w:r w:rsidR="00E12CBE">
        <w:t>un</w:t>
      </w:r>
      <w:r>
        <w:t xml:space="preserve">successful, troubleshoot and correct the issues. </w:t>
      </w:r>
      <w:r w:rsidR="008B75FC">
        <w:t>On the Gateway router, d</w:t>
      </w:r>
      <w:r>
        <w:t>isplay the NAT table.</w:t>
      </w:r>
    </w:p>
    <w:p w14:paraId="580A932B" w14:textId="77777777" w:rsidR="00E56526" w:rsidRDefault="00E56526" w:rsidP="00E56526">
      <w:pPr>
        <w:pStyle w:val="CMD"/>
      </w:pPr>
      <w:r>
        <w:t xml:space="preserve">Gateway# </w:t>
      </w:r>
      <w:r w:rsidRPr="00EC3885">
        <w:rPr>
          <w:b/>
        </w:rPr>
        <w:t>show ip nat translations</w:t>
      </w:r>
    </w:p>
    <w:p w14:paraId="28BCBCBA" w14:textId="77777777" w:rsidR="00221894" w:rsidRDefault="00221894" w:rsidP="00221894">
      <w:pPr>
        <w:pStyle w:val="CMDOutput"/>
      </w:pPr>
      <w:r>
        <w:t>Pro Inside global      Inside local       Outside local      Outside global</w:t>
      </w:r>
    </w:p>
    <w:p w14:paraId="6BA0F8D2" w14:textId="77777777" w:rsidR="00221894" w:rsidRDefault="00221894" w:rsidP="00221894">
      <w:pPr>
        <w:pStyle w:val="CMDOutput"/>
      </w:pPr>
      <w:r>
        <w:t>--- 209.165.200.225    192.168.1.20       ---                ---</w:t>
      </w:r>
    </w:p>
    <w:p w14:paraId="1976748C" w14:textId="77777777" w:rsidR="00221894" w:rsidRDefault="00221894" w:rsidP="00221894">
      <w:pPr>
        <w:pStyle w:val="CMDOutput"/>
      </w:pPr>
      <w:r w:rsidRPr="00221894">
        <w:rPr>
          <w:highlight w:val="yellow"/>
        </w:rPr>
        <w:t xml:space="preserve">icmp 209.165.200.242:1 192.168.1.21:1     </w:t>
      </w:r>
      <w:r w:rsidR="00AC0A20">
        <w:rPr>
          <w:highlight w:val="yellow"/>
        </w:rPr>
        <w:t>192.31.7.1</w:t>
      </w:r>
      <w:r w:rsidRPr="00221894">
        <w:rPr>
          <w:highlight w:val="yellow"/>
        </w:rPr>
        <w:t xml:space="preserve">:1       </w:t>
      </w:r>
      <w:r w:rsidR="00AC0A20">
        <w:rPr>
          <w:highlight w:val="yellow"/>
        </w:rPr>
        <w:t>192.31.7.1</w:t>
      </w:r>
      <w:r w:rsidRPr="00221894">
        <w:rPr>
          <w:highlight w:val="yellow"/>
        </w:rPr>
        <w:t>:1</w:t>
      </w:r>
    </w:p>
    <w:p w14:paraId="7061D3D5" w14:textId="77777777" w:rsidR="00221894" w:rsidRDefault="00221894" w:rsidP="00221894">
      <w:pPr>
        <w:pStyle w:val="CMDOutput"/>
      </w:pPr>
      <w:r>
        <w:t>--- 209.165.200.242    192.168.1.21       ---                ---</w:t>
      </w:r>
    </w:p>
    <w:p w14:paraId="74087C53" w14:textId="77777777" w:rsidR="00E56526" w:rsidRDefault="00E56526" w:rsidP="00221894">
      <w:pPr>
        <w:pStyle w:val="BodyTextL50"/>
      </w:pPr>
      <w:r>
        <w:t xml:space="preserve">What is the translation of the </w:t>
      </w:r>
      <w:r w:rsidR="008B75FC">
        <w:t>I</w:t>
      </w:r>
      <w:r>
        <w:t>nside local host address</w:t>
      </w:r>
      <w:r w:rsidR="00221894">
        <w:t xml:space="preserve"> for PC-B</w:t>
      </w:r>
      <w:r>
        <w:t>?</w:t>
      </w:r>
    </w:p>
    <w:p w14:paraId="0496765D" w14:textId="0BD6BF51" w:rsidR="00E56526" w:rsidRDefault="00F53D74" w:rsidP="00E56526">
      <w:pPr>
        <w:pStyle w:val="BodyTextL50"/>
        <w:rPr>
          <w:rStyle w:val="AnswerGray"/>
        </w:rPr>
      </w:pPr>
      <w:r>
        <w:t xml:space="preserve">192.168.1.21 </w:t>
      </w:r>
      <w:r w:rsidR="00E56526">
        <w:t>= _______________________________</w:t>
      </w:r>
      <w:r>
        <w:t xml:space="preserve">__________________________ </w:t>
      </w:r>
    </w:p>
    <w:p w14:paraId="1B478B27" w14:textId="77777777" w:rsidR="00E56526" w:rsidRDefault="00E56526" w:rsidP="00E56526">
      <w:pPr>
        <w:pStyle w:val="BodyTextL50"/>
      </w:pPr>
      <w:r>
        <w:t xml:space="preserve">A </w:t>
      </w:r>
      <w:r w:rsidR="0044154A">
        <w:t xml:space="preserve">dynamic </w:t>
      </w:r>
      <w:r>
        <w:t xml:space="preserve">NAT entry was added to the table with </w:t>
      </w:r>
      <w:r w:rsidR="00E12CBE">
        <w:t xml:space="preserve">ICMP </w:t>
      </w:r>
      <w:r>
        <w:t xml:space="preserve">as the protocol when </w:t>
      </w:r>
      <w:r w:rsidR="00221894">
        <w:t>PC-B</w:t>
      </w:r>
      <w:r>
        <w:t xml:space="preserve"> sen</w:t>
      </w:r>
      <w:r w:rsidR="0044154A">
        <w:t>t</w:t>
      </w:r>
      <w:r>
        <w:t xml:space="preserve"> an ICMP message to </w:t>
      </w:r>
      <w:r w:rsidR="00AC0A20">
        <w:t>192.31.7.1</w:t>
      </w:r>
      <w:r>
        <w:t xml:space="preserve"> on ISP.</w:t>
      </w:r>
    </w:p>
    <w:p w14:paraId="22B227F1" w14:textId="48763E19" w:rsidR="00E56526" w:rsidRDefault="00E56526" w:rsidP="00E56526">
      <w:pPr>
        <w:pStyle w:val="BodyTextL50"/>
      </w:pPr>
      <w:r>
        <w:t xml:space="preserve">What port number was used in this ICMP exchange? ______________ </w:t>
      </w:r>
    </w:p>
    <w:p w14:paraId="27B31B0C" w14:textId="77777777" w:rsidR="00722E82" w:rsidRDefault="00E56526" w:rsidP="00E56526">
      <w:pPr>
        <w:pStyle w:val="SubStepAlpha"/>
      </w:pPr>
      <w:r>
        <w:t>From</w:t>
      </w:r>
      <w:r w:rsidR="00722454">
        <w:t xml:space="preserve"> PC-B</w:t>
      </w:r>
      <w:r>
        <w:t xml:space="preserve">, </w:t>
      </w:r>
      <w:r w:rsidR="0044154A">
        <w:t>open a browser and enter the IP address of the ISP</w:t>
      </w:r>
      <w:r w:rsidR="00E12CBE">
        <w:t>-</w:t>
      </w:r>
      <w:r w:rsidR="0044154A">
        <w:t>simulated web server (</w:t>
      </w:r>
      <w:r>
        <w:t>Lo0 interface</w:t>
      </w:r>
      <w:r w:rsidR="0044154A">
        <w:t>)</w:t>
      </w:r>
      <w:r w:rsidR="00722E82">
        <w:t>. When prompted, log</w:t>
      </w:r>
      <w:r w:rsidR="00E12CBE">
        <w:t xml:space="preserve"> </w:t>
      </w:r>
      <w:r w:rsidR="00722E82">
        <w:t xml:space="preserve">in as </w:t>
      </w:r>
      <w:r w:rsidR="00722E82" w:rsidRPr="00503C48">
        <w:rPr>
          <w:b/>
        </w:rPr>
        <w:t>webuser</w:t>
      </w:r>
      <w:r w:rsidR="00722E82">
        <w:t xml:space="preserve"> with a password of </w:t>
      </w:r>
      <w:r w:rsidR="00722E82" w:rsidRPr="00503C48">
        <w:rPr>
          <w:b/>
        </w:rPr>
        <w:t>webpass</w:t>
      </w:r>
      <w:r w:rsidR="00722E82">
        <w:t>.</w:t>
      </w:r>
    </w:p>
    <w:p w14:paraId="1D2174AD" w14:textId="77777777" w:rsidR="00E56526" w:rsidRDefault="00722E82" w:rsidP="00E56526">
      <w:pPr>
        <w:pStyle w:val="SubStepAlpha"/>
      </w:pPr>
      <w:r>
        <w:t>D</w:t>
      </w:r>
      <w:r w:rsidR="00E56526">
        <w:t>isplay the NAT table.</w:t>
      </w:r>
    </w:p>
    <w:p w14:paraId="2785D81B" w14:textId="77777777" w:rsidR="00722454" w:rsidRPr="00722454" w:rsidRDefault="00E56526" w:rsidP="00B42CD4">
      <w:pPr>
        <w:pStyle w:val="CMDOutput"/>
      </w:pPr>
      <w:r w:rsidRPr="00D562DC">
        <w:t xml:space="preserve">Pro Inside global      </w:t>
      </w:r>
      <w:r w:rsidR="0044154A">
        <w:t xml:space="preserve">  </w:t>
      </w:r>
      <w:r w:rsidRPr="00D562DC">
        <w:t>Inside local       Outside local      Outside global</w:t>
      </w:r>
    </w:p>
    <w:p w14:paraId="54C053AE" w14:textId="77777777" w:rsidR="00CE2C3C" w:rsidRDefault="00CE2C3C" w:rsidP="00CE2C3C">
      <w:pPr>
        <w:pStyle w:val="CMDOutput"/>
      </w:pPr>
      <w:r>
        <w:t xml:space="preserve">--- 209.165.200.225    </w:t>
      </w:r>
      <w:r w:rsidR="00796FEF">
        <w:t xml:space="preserve">  </w:t>
      </w:r>
      <w:r>
        <w:t>192.168.1.20       ---                ---</w:t>
      </w:r>
    </w:p>
    <w:p w14:paraId="71572C2D" w14:textId="77777777" w:rsidR="00CE2C3C" w:rsidRDefault="00CE2C3C" w:rsidP="00CE2C3C">
      <w:pPr>
        <w:pStyle w:val="CMDOutput"/>
      </w:pPr>
      <w:r>
        <w:t xml:space="preserve">tcp 209.165.200.242:1038 192.168.1.21:1038 </w:t>
      </w:r>
      <w:r w:rsidR="00AC0A20">
        <w:t>192.31.7.1</w:t>
      </w:r>
      <w:r>
        <w:t xml:space="preserve">:80     </w:t>
      </w:r>
      <w:r w:rsidR="00AC0A20">
        <w:t>192.31.7.1</w:t>
      </w:r>
      <w:r>
        <w:t>:80</w:t>
      </w:r>
    </w:p>
    <w:p w14:paraId="38469EC1" w14:textId="77777777" w:rsidR="00CE2C3C" w:rsidRDefault="00CE2C3C" w:rsidP="00CE2C3C">
      <w:pPr>
        <w:pStyle w:val="CMDOutput"/>
      </w:pPr>
      <w:r>
        <w:t xml:space="preserve">tcp 209.165.200.242:1039 192.168.1.21:1039 </w:t>
      </w:r>
      <w:r w:rsidR="00AC0A20">
        <w:t>192.31.7.1</w:t>
      </w:r>
      <w:r>
        <w:t xml:space="preserve">:80     </w:t>
      </w:r>
      <w:r w:rsidR="00AC0A20">
        <w:t>192.31.7.1</w:t>
      </w:r>
      <w:r>
        <w:t>:80</w:t>
      </w:r>
    </w:p>
    <w:p w14:paraId="084514E1" w14:textId="77777777" w:rsidR="00CE2C3C" w:rsidRDefault="00CE2C3C" w:rsidP="00CE2C3C">
      <w:pPr>
        <w:pStyle w:val="CMDOutput"/>
      </w:pPr>
      <w:r>
        <w:t xml:space="preserve">tcp 209.165.200.242:1040 192.168.1.21:1040 </w:t>
      </w:r>
      <w:r w:rsidR="00AC0A20">
        <w:t>192.31.7.1</w:t>
      </w:r>
      <w:r>
        <w:t xml:space="preserve">:80     </w:t>
      </w:r>
      <w:r w:rsidR="00AC0A20">
        <w:t>192.31.7.1</w:t>
      </w:r>
      <w:r>
        <w:t>:80</w:t>
      </w:r>
    </w:p>
    <w:p w14:paraId="5D3EA925" w14:textId="77777777" w:rsidR="00CE2C3C" w:rsidRDefault="00CE2C3C" w:rsidP="00CE2C3C">
      <w:pPr>
        <w:pStyle w:val="CMDOutput"/>
      </w:pPr>
      <w:r>
        <w:t xml:space="preserve">tcp 209.165.200.242:1041 192.168.1.21:1041 </w:t>
      </w:r>
      <w:r w:rsidR="00AC0A20">
        <w:t>192.31.7.1</w:t>
      </w:r>
      <w:r>
        <w:t xml:space="preserve">:80     </w:t>
      </w:r>
      <w:r w:rsidR="00AC0A20">
        <w:t>192.31.7.1</w:t>
      </w:r>
      <w:r>
        <w:t>:80</w:t>
      </w:r>
    </w:p>
    <w:p w14:paraId="47EBCD21" w14:textId="77777777" w:rsidR="00CE2C3C" w:rsidRDefault="00CE2C3C" w:rsidP="00CE2C3C">
      <w:pPr>
        <w:pStyle w:val="CMDOutput"/>
      </w:pPr>
      <w:r>
        <w:t xml:space="preserve">tcp 209.165.200.242:1042 192.168.1.21:1042 </w:t>
      </w:r>
      <w:r w:rsidR="00AC0A20">
        <w:t>192.31.7.1</w:t>
      </w:r>
      <w:r>
        <w:t xml:space="preserve">:80     </w:t>
      </w:r>
      <w:r w:rsidR="00AC0A20">
        <w:t>192.31.7.1</w:t>
      </w:r>
      <w:r>
        <w:t>:80</w:t>
      </w:r>
    </w:p>
    <w:p w14:paraId="3C2938EA" w14:textId="77777777" w:rsidR="00CE2C3C" w:rsidRDefault="00CE2C3C" w:rsidP="00CE2C3C">
      <w:pPr>
        <w:pStyle w:val="CMDOutput"/>
      </w:pPr>
      <w:r>
        <w:t xml:space="preserve">tcp 209.165.200.242:1043 192.168.1.21:1043 </w:t>
      </w:r>
      <w:r w:rsidR="00AC0A20">
        <w:t>192.31.7.1</w:t>
      </w:r>
      <w:r>
        <w:t xml:space="preserve">:80     </w:t>
      </w:r>
      <w:r w:rsidR="00AC0A20">
        <w:t>192.31.7.1</w:t>
      </w:r>
      <w:r>
        <w:t>:80</w:t>
      </w:r>
    </w:p>
    <w:p w14:paraId="14793F41" w14:textId="77777777" w:rsidR="00CE2C3C" w:rsidRDefault="00CE2C3C" w:rsidP="00CE2C3C">
      <w:pPr>
        <w:pStyle w:val="CMDOutput"/>
      </w:pPr>
      <w:r>
        <w:t xml:space="preserve">tcp 209.165.200.242:1044 192.168.1.21:1044 </w:t>
      </w:r>
      <w:r w:rsidR="00AC0A20">
        <w:t>192.31.7.1</w:t>
      </w:r>
      <w:r>
        <w:t xml:space="preserve">:80     </w:t>
      </w:r>
      <w:r w:rsidR="00AC0A20">
        <w:t>192.31.7.1</w:t>
      </w:r>
      <w:r>
        <w:t>:80</w:t>
      </w:r>
    </w:p>
    <w:p w14:paraId="0A7C56B7" w14:textId="77777777" w:rsidR="00CE2C3C" w:rsidRDefault="00CE2C3C" w:rsidP="00CE2C3C">
      <w:pPr>
        <w:pStyle w:val="CMDOutput"/>
      </w:pPr>
      <w:r>
        <w:t xml:space="preserve">tcp 209.165.200.242:1045 192.168.1.21:1045 </w:t>
      </w:r>
      <w:r w:rsidR="00AC0A20">
        <w:t>192.31.7.1</w:t>
      </w:r>
      <w:r>
        <w:t xml:space="preserve">:80     </w:t>
      </w:r>
      <w:r w:rsidR="00AC0A20">
        <w:t>192.31.7.1</w:t>
      </w:r>
      <w:r>
        <w:t>:80</w:t>
      </w:r>
    </w:p>
    <w:p w14:paraId="5F176380" w14:textId="77777777" w:rsidR="00CE2C3C" w:rsidRDefault="00CE2C3C" w:rsidP="00CE2C3C">
      <w:pPr>
        <w:pStyle w:val="CMDOutput"/>
      </w:pPr>
      <w:r>
        <w:t xml:space="preserve">tcp 209.165.200.242:1046 192.168.1.21:1046 </w:t>
      </w:r>
      <w:r w:rsidR="00AC0A20">
        <w:t>192.31.7.1</w:t>
      </w:r>
      <w:r>
        <w:t xml:space="preserve">:80     </w:t>
      </w:r>
      <w:r w:rsidR="00AC0A20">
        <w:t>192.31.7.1</w:t>
      </w:r>
      <w:r>
        <w:t>:80</w:t>
      </w:r>
    </w:p>
    <w:p w14:paraId="1F51081C" w14:textId="77777777" w:rsidR="00CE2C3C" w:rsidRDefault="00CE2C3C" w:rsidP="00CE2C3C">
      <w:pPr>
        <w:pStyle w:val="CMDOutput"/>
      </w:pPr>
      <w:r>
        <w:t xml:space="preserve">tcp 209.165.200.242:1047 192.168.1.21:1047 </w:t>
      </w:r>
      <w:r w:rsidR="00AC0A20">
        <w:t>192.31.7.1</w:t>
      </w:r>
      <w:r>
        <w:t xml:space="preserve">:80     </w:t>
      </w:r>
      <w:r w:rsidR="00AC0A20">
        <w:t>192.31.7.1</w:t>
      </w:r>
      <w:r>
        <w:t>:80</w:t>
      </w:r>
    </w:p>
    <w:p w14:paraId="02B0CF26" w14:textId="77777777" w:rsidR="00CE2C3C" w:rsidRDefault="00CE2C3C" w:rsidP="00CE2C3C">
      <w:pPr>
        <w:pStyle w:val="CMDOutput"/>
      </w:pPr>
      <w:r>
        <w:t xml:space="preserve">tcp 209.165.200.242:1048 192.168.1.21:1048 </w:t>
      </w:r>
      <w:r w:rsidR="00AC0A20">
        <w:t>192.31.7.1</w:t>
      </w:r>
      <w:r>
        <w:t xml:space="preserve">:80     </w:t>
      </w:r>
      <w:r w:rsidR="00AC0A20">
        <w:t>192.31.7.1</w:t>
      </w:r>
      <w:r>
        <w:t>:80</w:t>
      </w:r>
    </w:p>
    <w:p w14:paraId="5407A864" w14:textId="77777777" w:rsidR="00CE2C3C" w:rsidRDefault="00CE2C3C" w:rsidP="00CE2C3C">
      <w:pPr>
        <w:pStyle w:val="CMDOutput"/>
      </w:pPr>
      <w:r>
        <w:t xml:space="preserve">tcp 209.165.200.242:1049 192.168.1.21:1049 </w:t>
      </w:r>
      <w:r w:rsidR="00AC0A20">
        <w:t>192.31.7.1</w:t>
      </w:r>
      <w:r>
        <w:t xml:space="preserve">:80     </w:t>
      </w:r>
      <w:r w:rsidR="00AC0A20">
        <w:t>192.31.7.1</w:t>
      </w:r>
      <w:r>
        <w:t>:80</w:t>
      </w:r>
    </w:p>
    <w:p w14:paraId="44D3D807" w14:textId="77777777" w:rsidR="00CE2C3C" w:rsidRDefault="00CE2C3C" w:rsidP="00CE2C3C">
      <w:pPr>
        <w:pStyle w:val="CMDOutput"/>
      </w:pPr>
      <w:r>
        <w:t xml:space="preserve">tcp 209.165.200.242:1050 192.168.1.21:1050 </w:t>
      </w:r>
      <w:r w:rsidR="00AC0A20">
        <w:t>192.31.7.1</w:t>
      </w:r>
      <w:r>
        <w:t xml:space="preserve">:80     </w:t>
      </w:r>
      <w:r w:rsidR="00AC0A20">
        <w:t>192.31.7.1</w:t>
      </w:r>
      <w:r>
        <w:t>:80</w:t>
      </w:r>
    </w:p>
    <w:p w14:paraId="0E134AE7" w14:textId="77777777" w:rsidR="00CE2C3C" w:rsidRDefault="00CE2C3C" w:rsidP="00CE2C3C">
      <w:pPr>
        <w:pStyle w:val="CMDOutput"/>
      </w:pPr>
      <w:r>
        <w:t xml:space="preserve">tcp 209.165.200.242:1051 192.168.1.21:1051 </w:t>
      </w:r>
      <w:r w:rsidR="00AC0A20">
        <w:t>192.31.7.1</w:t>
      </w:r>
      <w:r>
        <w:t xml:space="preserve">:80     </w:t>
      </w:r>
      <w:r w:rsidR="00AC0A20">
        <w:t>192.31.7.1</w:t>
      </w:r>
      <w:r>
        <w:t>:80</w:t>
      </w:r>
    </w:p>
    <w:p w14:paraId="152D48E7" w14:textId="77777777" w:rsidR="00CE2C3C" w:rsidRDefault="00CE2C3C" w:rsidP="00CE2C3C">
      <w:pPr>
        <w:pStyle w:val="CMDOutput"/>
      </w:pPr>
      <w:r>
        <w:t xml:space="preserve">tcp 209.165.200.242:1052 192.168.1.21:1052 </w:t>
      </w:r>
      <w:r w:rsidR="00AC0A20">
        <w:t>192.31.7.1</w:t>
      </w:r>
      <w:r>
        <w:t xml:space="preserve">:80     </w:t>
      </w:r>
      <w:r w:rsidR="00AC0A20">
        <w:t>192.31.7.1</w:t>
      </w:r>
      <w:r>
        <w:t>:80</w:t>
      </w:r>
    </w:p>
    <w:p w14:paraId="05527640" w14:textId="77777777" w:rsidR="00CE2C3C" w:rsidRDefault="00CE2C3C" w:rsidP="00CE2C3C">
      <w:pPr>
        <w:pStyle w:val="CMDOutput"/>
      </w:pPr>
      <w:r>
        <w:t>--- 209.165.200.242    192.168.1.22       ---                ---</w:t>
      </w:r>
    </w:p>
    <w:p w14:paraId="478F2ECB" w14:textId="7B391D58" w:rsidR="00E56526" w:rsidRDefault="00E56526" w:rsidP="00722454">
      <w:pPr>
        <w:pStyle w:val="BodyTextL50"/>
      </w:pPr>
      <w:r>
        <w:t xml:space="preserve">What protocol </w:t>
      </w:r>
      <w:r w:rsidR="00A41F4F">
        <w:t xml:space="preserve">was </w:t>
      </w:r>
      <w:r>
        <w:t xml:space="preserve">used in this translation? ____________ </w:t>
      </w:r>
    </w:p>
    <w:p w14:paraId="5B030EC4" w14:textId="77777777" w:rsidR="00E56526" w:rsidRDefault="00E56526" w:rsidP="00E56526">
      <w:pPr>
        <w:pStyle w:val="BodyTextL50"/>
      </w:pPr>
      <w:r>
        <w:t>What port numbers</w:t>
      </w:r>
      <w:r w:rsidR="00A41F4F">
        <w:t xml:space="preserve"> were</w:t>
      </w:r>
      <w:r>
        <w:t xml:space="preserve"> used?</w:t>
      </w:r>
    </w:p>
    <w:p w14:paraId="1F5A5A0F" w14:textId="5927B81F" w:rsidR="00E56526" w:rsidRDefault="00E56526" w:rsidP="00E56526">
      <w:pPr>
        <w:pStyle w:val="BodyTextL50"/>
        <w:rPr>
          <w:rStyle w:val="AnswerGray"/>
        </w:rPr>
      </w:pPr>
      <w:r>
        <w:t>Inside: ________________</w:t>
      </w:r>
    </w:p>
    <w:p w14:paraId="683DB7A8" w14:textId="63CF608A" w:rsidR="00E56526" w:rsidRDefault="00602479" w:rsidP="00E56526">
      <w:pPr>
        <w:pStyle w:val="BodyTextL50"/>
        <w:rPr>
          <w:rStyle w:val="AnswerGray"/>
        </w:rPr>
      </w:pPr>
      <w:r>
        <w:t>Outside</w:t>
      </w:r>
      <w:r w:rsidR="00E56526">
        <w:t xml:space="preserve">: ________________ </w:t>
      </w:r>
    </w:p>
    <w:p w14:paraId="22BB8971" w14:textId="25B781D3" w:rsidR="00EC44E8" w:rsidRDefault="00722E82" w:rsidP="00EC44E8">
      <w:pPr>
        <w:pStyle w:val="BodyTextL50"/>
        <w:rPr>
          <w:rStyle w:val="AnswerGray"/>
        </w:rPr>
      </w:pPr>
      <w:r>
        <w:t xml:space="preserve">What </w:t>
      </w:r>
      <w:r w:rsidR="00E56526">
        <w:t xml:space="preserve">well-known port number </w:t>
      </w:r>
      <w:r>
        <w:t xml:space="preserve">and service </w:t>
      </w:r>
      <w:r w:rsidR="00A41F4F">
        <w:t>was used?</w:t>
      </w:r>
      <w:r>
        <w:t xml:space="preserve"> </w:t>
      </w:r>
      <w:r w:rsidR="00E56526">
        <w:t xml:space="preserve">________________ </w:t>
      </w:r>
    </w:p>
    <w:p w14:paraId="0F946CA0" w14:textId="77777777" w:rsidR="00B17C2B" w:rsidRDefault="00B17C2B" w:rsidP="00B17C2B">
      <w:pPr>
        <w:pStyle w:val="SubStepAlpha"/>
      </w:pPr>
      <w:r>
        <w:t xml:space="preserve">Verify NAT statistics by using the </w:t>
      </w:r>
      <w:r>
        <w:rPr>
          <w:b/>
        </w:rPr>
        <w:t>show ip nat statistics</w:t>
      </w:r>
      <w:r>
        <w:t xml:space="preserve"> </w:t>
      </w:r>
      <w:r w:rsidR="00681A96">
        <w:t xml:space="preserve">command </w:t>
      </w:r>
      <w:r>
        <w:t xml:space="preserve">on </w:t>
      </w:r>
      <w:r w:rsidR="00E12CBE">
        <w:t xml:space="preserve">the </w:t>
      </w:r>
      <w:r>
        <w:t>Gateway</w:t>
      </w:r>
      <w:r w:rsidR="00E12CBE">
        <w:t xml:space="preserve"> router</w:t>
      </w:r>
      <w:r>
        <w:t>.</w:t>
      </w:r>
    </w:p>
    <w:p w14:paraId="4C17EEEC" w14:textId="77777777" w:rsidR="00F35F53" w:rsidRPr="00F35F53" w:rsidRDefault="00DF01C1" w:rsidP="00F35F53">
      <w:pPr>
        <w:pStyle w:val="CMD"/>
        <w:rPr>
          <w:sz w:val="18"/>
        </w:rPr>
      </w:pPr>
      <w:r>
        <w:t xml:space="preserve">Gateway# </w:t>
      </w:r>
      <w:r w:rsidRPr="00DF01C1">
        <w:rPr>
          <w:b/>
        </w:rPr>
        <w:t>show ip nat stat</w:t>
      </w:r>
      <w:r w:rsidR="00BE15B3">
        <w:rPr>
          <w:b/>
        </w:rPr>
        <w:t>ist</w:t>
      </w:r>
      <w:r w:rsidRPr="00DF01C1">
        <w:rPr>
          <w:b/>
        </w:rPr>
        <w:t>ics</w:t>
      </w:r>
    </w:p>
    <w:p w14:paraId="4D35A16F" w14:textId="77777777" w:rsidR="00F35F53" w:rsidRPr="00F35F53" w:rsidRDefault="00F35F53" w:rsidP="00F35F53">
      <w:pPr>
        <w:pStyle w:val="CMD"/>
        <w:rPr>
          <w:sz w:val="18"/>
        </w:rPr>
      </w:pPr>
      <w:r w:rsidRPr="00F35F53">
        <w:rPr>
          <w:sz w:val="18"/>
          <w:highlight w:val="yellow"/>
        </w:rPr>
        <w:t>Total active translations: 3 (1 static, 2 dynamic; 1 extended)</w:t>
      </w:r>
    </w:p>
    <w:p w14:paraId="1D7F0707" w14:textId="77777777" w:rsidR="00F35F53" w:rsidRPr="00F35F53" w:rsidRDefault="00F35F53" w:rsidP="00F35F53">
      <w:pPr>
        <w:pStyle w:val="CMD"/>
        <w:rPr>
          <w:sz w:val="18"/>
        </w:rPr>
      </w:pPr>
      <w:r w:rsidRPr="00F35F53">
        <w:rPr>
          <w:sz w:val="18"/>
        </w:rPr>
        <w:t>Peak translations: 17, occurred 00:06:40 ago</w:t>
      </w:r>
    </w:p>
    <w:p w14:paraId="2D3D5A01" w14:textId="77777777" w:rsidR="00F35F53" w:rsidRPr="00F35F53" w:rsidRDefault="00F35F53" w:rsidP="00F35F53">
      <w:pPr>
        <w:pStyle w:val="CMD"/>
        <w:rPr>
          <w:sz w:val="18"/>
        </w:rPr>
      </w:pPr>
      <w:r w:rsidRPr="00F35F53">
        <w:rPr>
          <w:sz w:val="18"/>
        </w:rPr>
        <w:t>Outside interfaces:</w:t>
      </w:r>
    </w:p>
    <w:p w14:paraId="25B2B6A0" w14:textId="77777777" w:rsidR="00F35F53" w:rsidRPr="00F35F53" w:rsidRDefault="00F35F53" w:rsidP="00F35F53">
      <w:pPr>
        <w:pStyle w:val="CMD"/>
        <w:rPr>
          <w:sz w:val="18"/>
        </w:rPr>
      </w:pPr>
      <w:r w:rsidRPr="00F35F53">
        <w:rPr>
          <w:sz w:val="18"/>
        </w:rPr>
        <w:lastRenderedPageBreak/>
        <w:t xml:space="preserve">  Serial0/0/1</w:t>
      </w:r>
    </w:p>
    <w:p w14:paraId="5414DEEE" w14:textId="77777777" w:rsidR="00F35F53" w:rsidRPr="00F35F53" w:rsidRDefault="00F35F53" w:rsidP="00F35F53">
      <w:pPr>
        <w:pStyle w:val="CMD"/>
        <w:rPr>
          <w:sz w:val="18"/>
        </w:rPr>
      </w:pPr>
      <w:r w:rsidRPr="00F35F53">
        <w:rPr>
          <w:sz w:val="18"/>
        </w:rPr>
        <w:t>Inside interfaces:</w:t>
      </w:r>
    </w:p>
    <w:p w14:paraId="3FB94340" w14:textId="77777777" w:rsidR="00F35F53" w:rsidRPr="00F35F53" w:rsidRDefault="00F35F53" w:rsidP="00F35F53">
      <w:pPr>
        <w:pStyle w:val="CMD"/>
        <w:rPr>
          <w:sz w:val="18"/>
        </w:rPr>
      </w:pPr>
      <w:r w:rsidRPr="00F35F53">
        <w:rPr>
          <w:sz w:val="18"/>
        </w:rPr>
        <w:t xml:space="preserve">  GigabitEthernet0/1</w:t>
      </w:r>
    </w:p>
    <w:p w14:paraId="4155D294" w14:textId="77777777" w:rsidR="00F35F53" w:rsidRPr="00F35F53" w:rsidRDefault="00F35F53" w:rsidP="00F35F53">
      <w:pPr>
        <w:pStyle w:val="CMD"/>
        <w:rPr>
          <w:sz w:val="18"/>
        </w:rPr>
      </w:pPr>
      <w:r w:rsidRPr="00F35F53">
        <w:rPr>
          <w:sz w:val="18"/>
        </w:rPr>
        <w:t>Hits: 345  Misses: 0</w:t>
      </w:r>
    </w:p>
    <w:p w14:paraId="147C59ED" w14:textId="77777777" w:rsidR="00F35F53" w:rsidRPr="00F35F53" w:rsidRDefault="00F35F53" w:rsidP="00F35F53">
      <w:pPr>
        <w:pStyle w:val="CMD"/>
        <w:rPr>
          <w:sz w:val="18"/>
        </w:rPr>
      </w:pPr>
      <w:r w:rsidRPr="00F35F53">
        <w:rPr>
          <w:sz w:val="18"/>
        </w:rPr>
        <w:t>CEF Translated packets: 345, CEF Punted packets: 0</w:t>
      </w:r>
    </w:p>
    <w:p w14:paraId="01928AA1" w14:textId="77777777" w:rsidR="00F35F53" w:rsidRPr="00F35F53" w:rsidRDefault="00F35F53" w:rsidP="00F35F53">
      <w:pPr>
        <w:pStyle w:val="CMD"/>
        <w:rPr>
          <w:sz w:val="18"/>
        </w:rPr>
      </w:pPr>
      <w:r w:rsidRPr="00F35F53">
        <w:rPr>
          <w:sz w:val="18"/>
        </w:rPr>
        <w:t>Expired translations: 20</w:t>
      </w:r>
    </w:p>
    <w:p w14:paraId="6DDCF86F" w14:textId="77777777" w:rsidR="00F35F53" w:rsidRPr="00F35F53" w:rsidRDefault="00F35F53" w:rsidP="00F35F53">
      <w:pPr>
        <w:pStyle w:val="CMD"/>
        <w:rPr>
          <w:sz w:val="18"/>
        </w:rPr>
      </w:pPr>
      <w:r w:rsidRPr="00F35F53">
        <w:rPr>
          <w:sz w:val="18"/>
        </w:rPr>
        <w:t>Dynamic mappings:</w:t>
      </w:r>
    </w:p>
    <w:p w14:paraId="5133B223" w14:textId="77777777" w:rsidR="00F35F53" w:rsidRPr="00F35F53" w:rsidRDefault="00F35F53" w:rsidP="00F35F53">
      <w:pPr>
        <w:pStyle w:val="CMD"/>
        <w:rPr>
          <w:sz w:val="18"/>
        </w:rPr>
      </w:pPr>
      <w:r w:rsidRPr="00F35F53">
        <w:rPr>
          <w:sz w:val="18"/>
        </w:rPr>
        <w:t>-- Inside Source</w:t>
      </w:r>
    </w:p>
    <w:p w14:paraId="4745B8D0" w14:textId="77777777" w:rsidR="00F35F53" w:rsidRPr="00F35F53" w:rsidRDefault="00F35F53" w:rsidP="00F35F53">
      <w:pPr>
        <w:pStyle w:val="CMD"/>
        <w:rPr>
          <w:sz w:val="18"/>
          <w:highlight w:val="yellow"/>
        </w:rPr>
      </w:pPr>
      <w:r w:rsidRPr="00F35F53">
        <w:rPr>
          <w:sz w:val="18"/>
          <w:highlight w:val="yellow"/>
        </w:rPr>
        <w:t>[Id: 1] access-list 1 pool public_access refcount 2</w:t>
      </w:r>
    </w:p>
    <w:p w14:paraId="58CFE412" w14:textId="77777777" w:rsidR="00F35F53" w:rsidRPr="00F35F53" w:rsidRDefault="00F35F53" w:rsidP="00F35F53">
      <w:pPr>
        <w:pStyle w:val="CMD"/>
        <w:rPr>
          <w:sz w:val="18"/>
          <w:highlight w:val="yellow"/>
        </w:rPr>
      </w:pPr>
      <w:r w:rsidRPr="00F35F53">
        <w:rPr>
          <w:sz w:val="18"/>
          <w:highlight w:val="yellow"/>
        </w:rPr>
        <w:t xml:space="preserve"> pool public_access: netmask 255.255.255.224</w:t>
      </w:r>
    </w:p>
    <w:p w14:paraId="3A6D5E95" w14:textId="77777777" w:rsidR="00F35F53" w:rsidRPr="00F35F53" w:rsidRDefault="00F35F53" w:rsidP="00F35F53">
      <w:pPr>
        <w:pStyle w:val="CMD"/>
        <w:rPr>
          <w:sz w:val="18"/>
          <w:highlight w:val="yellow"/>
        </w:rPr>
      </w:pPr>
      <w:r w:rsidRPr="00F35F53">
        <w:rPr>
          <w:sz w:val="18"/>
          <w:highlight w:val="yellow"/>
        </w:rPr>
        <w:t xml:space="preserve">        start 209.165.200.242 end 209.165.200.254</w:t>
      </w:r>
    </w:p>
    <w:p w14:paraId="10D23E04" w14:textId="77777777" w:rsidR="00F35F53" w:rsidRPr="00F35F53" w:rsidRDefault="00F35F53" w:rsidP="00F35F53">
      <w:pPr>
        <w:pStyle w:val="CMD"/>
        <w:rPr>
          <w:sz w:val="18"/>
        </w:rPr>
      </w:pPr>
      <w:r w:rsidRPr="00F35F53">
        <w:rPr>
          <w:sz w:val="18"/>
          <w:highlight w:val="yellow"/>
        </w:rPr>
        <w:t xml:space="preserve">        type generic, total addresses 13, allocated 1 (7%), misses 0</w:t>
      </w:r>
    </w:p>
    <w:p w14:paraId="6CA1E8A8" w14:textId="77777777" w:rsidR="00F35F53" w:rsidRPr="00F35F53" w:rsidRDefault="00F35F53" w:rsidP="00F35F53">
      <w:pPr>
        <w:pStyle w:val="CMD"/>
        <w:rPr>
          <w:sz w:val="18"/>
        </w:rPr>
      </w:pPr>
    </w:p>
    <w:p w14:paraId="1A6760A2" w14:textId="77777777" w:rsidR="00F35F53" w:rsidRPr="00F35F53" w:rsidRDefault="00F35F53" w:rsidP="00F35F53">
      <w:pPr>
        <w:pStyle w:val="CMD"/>
        <w:rPr>
          <w:sz w:val="18"/>
        </w:rPr>
      </w:pPr>
      <w:r w:rsidRPr="00F35F53">
        <w:rPr>
          <w:sz w:val="18"/>
        </w:rPr>
        <w:t>Total doors: 0</w:t>
      </w:r>
    </w:p>
    <w:p w14:paraId="0AF2D409" w14:textId="77777777" w:rsidR="00F35F53" w:rsidRPr="00F35F53" w:rsidRDefault="00F35F53" w:rsidP="00F35F53">
      <w:pPr>
        <w:pStyle w:val="CMD"/>
        <w:rPr>
          <w:sz w:val="18"/>
        </w:rPr>
      </w:pPr>
      <w:r w:rsidRPr="00F35F53">
        <w:rPr>
          <w:sz w:val="18"/>
        </w:rPr>
        <w:t>Appl doors: 0</w:t>
      </w:r>
    </w:p>
    <w:p w14:paraId="20BD250E" w14:textId="77777777" w:rsidR="00F35F53" w:rsidRPr="00F35F53" w:rsidRDefault="00F35F53" w:rsidP="00F35F53">
      <w:pPr>
        <w:pStyle w:val="CMD"/>
        <w:rPr>
          <w:sz w:val="18"/>
        </w:rPr>
      </w:pPr>
      <w:r w:rsidRPr="00F35F53">
        <w:rPr>
          <w:sz w:val="18"/>
        </w:rPr>
        <w:t>Normal doors: 0</w:t>
      </w:r>
    </w:p>
    <w:p w14:paraId="13433E04" w14:textId="77777777" w:rsidR="00F35F53" w:rsidRDefault="00F35F53" w:rsidP="00F35F53">
      <w:pPr>
        <w:pStyle w:val="CMDOutput"/>
      </w:pPr>
      <w:r w:rsidRPr="00F35F53">
        <w:t>Queued Packets: 0</w:t>
      </w:r>
    </w:p>
    <w:p w14:paraId="15AECE36" w14:textId="77777777" w:rsidR="00AD5B35" w:rsidRDefault="00AD5B35" w:rsidP="00CB7E12">
      <w:pPr>
        <w:pStyle w:val="BodyTextL50"/>
      </w:pPr>
      <w:r>
        <w:rPr>
          <w:b/>
        </w:rPr>
        <w:t>Note</w:t>
      </w:r>
      <w:r>
        <w:t>: This is only a sample output. Your output may not match exactly.</w:t>
      </w:r>
    </w:p>
    <w:p w14:paraId="6E29AE47" w14:textId="77777777" w:rsidR="006106BE" w:rsidRDefault="004056D7" w:rsidP="006106BE">
      <w:pPr>
        <w:pStyle w:val="StepHead"/>
      </w:pPr>
      <w:r>
        <w:t xml:space="preserve">Remove </w:t>
      </w:r>
      <w:r w:rsidR="000C6DF2">
        <w:t xml:space="preserve">the </w:t>
      </w:r>
      <w:r>
        <w:t>static NAT entry.</w:t>
      </w:r>
    </w:p>
    <w:p w14:paraId="500FD0A1" w14:textId="77777777" w:rsidR="004056D7" w:rsidRDefault="004056D7" w:rsidP="004056D7">
      <w:pPr>
        <w:pStyle w:val="BodyTextL25"/>
      </w:pPr>
      <w:r>
        <w:t xml:space="preserve">In </w:t>
      </w:r>
      <w:r w:rsidR="00533C01">
        <w:t>S</w:t>
      </w:r>
      <w:r>
        <w:t xml:space="preserve">tep 7, the static NAT entry is removed and you </w:t>
      </w:r>
      <w:r w:rsidR="00E12CBE">
        <w:t xml:space="preserve">can </w:t>
      </w:r>
      <w:r>
        <w:t>observe the NAT</w:t>
      </w:r>
      <w:r w:rsidR="00E12CBE">
        <w:t xml:space="preserve"> entry</w:t>
      </w:r>
      <w:r>
        <w:t>.</w:t>
      </w:r>
    </w:p>
    <w:p w14:paraId="09C38DA1" w14:textId="77777777" w:rsidR="004056D7" w:rsidRDefault="004056D7" w:rsidP="004056D7">
      <w:pPr>
        <w:pStyle w:val="SubStepAlpha"/>
      </w:pPr>
      <w:r>
        <w:t>Remove the static NAT from Part 2.</w:t>
      </w:r>
      <w:r w:rsidR="00FF358D">
        <w:t xml:space="preserve"> Enter </w:t>
      </w:r>
      <w:r w:rsidR="00FF358D">
        <w:rPr>
          <w:b/>
        </w:rPr>
        <w:t>yes</w:t>
      </w:r>
      <w:r w:rsidR="00FF358D">
        <w:t xml:space="preserve"> </w:t>
      </w:r>
      <w:r w:rsidR="00E12CBE">
        <w:t>when prom</w:t>
      </w:r>
      <w:r w:rsidR="00933D69">
        <w:t>p</w:t>
      </w:r>
      <w:r w:rsidR="00E12CBE">
        <w:t>ted</w:t>
      </w:r>
      <w:r w:rsidR="00FF358D">
        <w:t xml:space="preserve"> to delete child entries.</w:t>
      </w:r>
    </w:p>
    <w:p w14:paraId="2E1D0480" w14:textId="77777777" w:rsidR="004056D7" w:rsidRDefault="004056D7" w:rsidP="004056D7">
      <w:pPr>
        <w:pStyle w:val="CMD"/>
        <w:rPr>
          <w:b/>
        </w:rPr>
      </w:pPr>
      <w:r>
        <w:t xml:space="preserve">Gateway(config)# </w:t>
      </w:r>
      <w:r w:rsidRPr="004056D7">
        <w:rPr>
          <w:b/>
        </w:rPr>
        <w:t>no ip nat inside source static 192.168.1.20 209.165.200.225</w:t>
      </w:r>
    </w:p>
    <w:p w14:paraId="2A426005" w14:textId="77777777" w:rsidR="00BE15B3" w:rsidRDefault="00BE15B3" w:rsidP="00BE15B3">
      <w:pPr>
        <w:pStyle w:val="CMD"/>
      </w:pPr>
    </w:p>
    <w:p w14:paraId="4F6A5829" w14:textId="77777777" w:rsidR="00BE15B3" w:rsidRDefault="00BE15B3" w:rsidP="00BE15B3">
      <w:pPr>
        <w:pStyle w:val="CMD"/>
      </w:pPr>
      <w:r>
        <w:t xml:space="preserve">Static entry in use, do you want to delete child entries? [no]: </w:t>
      </w:r>
      <w:r w:rsidRPr="00CB7E12">
        <w:rPr>
          <w:b/>
        </w:rPr>
        <w:t>yes</w:t>
      </w:r>
    </w:p>
    <w:p w14:paraId="3DC50D83" w14:textId="77777777" w:rsidR="004056D7" w:rsidRDefault="004056D7" w:rsidP="004056D7">
      <w:pPr>
        <w:pStyle w:val="SubStepAlpha"/>
      </w:pPr>
      <w:r>
        <w:t>Clear the NAT</w:t>
      </w:r>
      <w:r w:rsidR="00E12CBE">
        <w:t>s and</w:t>
      </w:r>
      <w:r>
        <w:t xml:space="preserve"> statistics.</w:t>
      </w:r>
    </w:p>
    <w:p w14:paraId="4BA434A7" w14:textId="77777777" w:rsidR="004056D7" w:rsidRDefault="005747F8" w:rsidP="004056D7">
      <w:pPr>
        <w:pStyle w:val="SubStepAlpha"/>
      </w:pPr>
      <w:r>
        <w:t>Ping the ISP (</w:t>
      </w:r>
      <w:r w:rsidR="00AC0A20">
        <w:t>192.31.7.1</w:t>
      </w:r>
      <w:r>
        <w:t>) from both hosts.</w:t>
      </w:r>
    </w:p>
    <w:p w14:paraId="7584D13E" w14:textId="77777777" w:rsidR="005747F8" w:rsidRDefault="005747F8" w:rsidP="004056D7">
      <w:pPr>
        <w:pStyle w:val="SubStepAlpha"/>
      </w:pPr>
      <w:r>
        <w:t>Display the NAT table and statistics.</w:t>
      </w:r>
    </w:p>
    <w:p w14:paraId="035C2AEB" w14:textId="77777777" w:rsidR="005747F8" w:rsidRPr="005747F8" w:rsidRDefault="005747F8" w:rsidP="005747F8">
      <w:pPr>
        <w:pStyle w:val="CMD"/>
        <w:rPr>
          <w:b/>
        </w:rPr>
      </w:pPr>
      <w:r>
        <w:t xml:space="preserve">Gateway# </w:t>
      </w:r>
      <w:r w:rsidRPr="005747F8">
        <w:rPr>
          <w:b/>
        </w:rPr>
        <w:t>show ip nat sta</w:t>
      </w:r>
      <w:r w:rsidR="005D75E2">
        <w:rPr>
          <w:b/>
        </w:rPr>
        <w:t>tistics</w:t>
      </w:r>
    </w:p>
    <w:p w14:paraId="01E7225C" w14:textId="77777777" w:rsidR="005747F8" w:rsidRDefault="005747F8" w:rsidP="005747F8">
      <w:pPr>
        <w:pStyle w:val="CMDOutput"/>
      </w:pPr>
      <w:r>
        <w:t>Total active translations: 4 (0 static, 4 dynamic; 2 extended)</w:t>
      </w:r>
    </w:p>
    <w:p w14:paraId="1B1DE49D" w14:textId="77777777" w:rsidR="005747F8" w:rsidRDefault="005747F8" w:rsidP="005747F8">
      <w:pPr>
        <w:pStyle w:val="CMDOutput"/>
      </w:pPr>
      <w:r>
        <w:t>Peak translations: 15, occurred 00:00:43 ago</w:t>
      </w:r>
    </w:p>
    <w:p w14:paraId="64D80F8F" w14:textId="77777777" w:rsidR="005747F8" w:rsidRDefault="005747F8" w:rsidP="005747F8">
      <w:pPr>
        <w:pStyle w:val="CMDOutput"/>
      </w:pPr>
      <w:r>
        <w:t>Outside interfaces:</w:t>
      </w:r>
    </w:p>
    <w:p w14:paraId="4FD9DE74" w14:textId="77777777" w:rsidR="005747F8" w:rsidRDefault="005747F8" w:rsidP="005747F8">
      <w:pPr>
        <w:pStyle w:val="CMDOutput"/>
      </w:pPr>
      <w:r>
        <w:t xml:space="preserve">  Serial0/0/1</w:t>
      </w:r>
    </w:p>
    <w:p w14:paraId="7437EB7E" w14:textId="77777777" w:rsidR="005747F8" w:rsidRDefault="005747F8" w:rsidP="005747F8">
      <w:pPr>
        <w:pStyle w:val="CMDOutput"/>
      </w:pPr>
      <w:r>
        <w:t>Inside interfaces:</w:t>
      </w:r>
    </w:p>
    <w:p w14:paraId="20523B6F" w14:textId="77777777" w:rsidR="005747F8" w:rsidRDefault="005747F8" w:rsidP="005747F8">
      <w:pPr>
        <w:pStyle w:val="CMDOutput"/>
      </w:pPr>
      <w:r>
        <w:t xml:space="preserve">  GigabitEthernet0/1</w:t>
      </w:r>
    </w:p>
    <w:p w14:paraId="0DBED224" w14:textId="77777777" w:rsidR="005747F8" w:rsidRDefault="005747F8" w:rsidP="005747F8">
      <w:pPr>
        <w:pStyle w:val="CMDOutput"/>
      </w:pPr>
      <w:r>
        <w:t xml:space="preserve">Hits: </w:t>
      </w:r>
      <w:r w:rsidR="00D750AA">
        <w:t>16</w:t>
      </w:r>
      <w:r>
        <w:t xml:space="preserve">  Misses: 0</w:t>
      </w:r>
    </w:p>
    <w:p w14:paraId="6C90671F" w14:textId="77777777" w:rsidR="005747F8" w:rsidRDefault="005747F8" w:rsidP="005747F8">
      <w:pPr>
        <w:pStyle w:val="CMDOutput"/>
      </w:pPr>
      <w:r>
        <w:t>CEF Translated packets: 285, CEF Punted packets: 0</w:t>
      </w:r>
    </w:p>
    <w:p w14:paraId="7AD10B5E" w14:textId="77777777" w:rsidR="005747F8" w:rsidRDefault="005747F8" w:rsidP="005747F8">
      <w:pPr>
        <w:pStyle w:val="CMDOutput"/>
      </w:pPr>
      <w:r>
        <w:t>Expired translations: 11</w:t>
      </w:r>
    </w:p>
    <w:p w14:paraId="40ADFFC6" w14:textId="77777777" w:rsidR="005747F8" w:rsidRDefault="005747F8" w:rsidP="005747F8">
      <w:pPr>
        <w:pStyle w:val="CMDOutput"/>
      </w:pPr>
      <w:r>
        <w:t>Dynamic mappings:</w:t>
      </w:r>
    </w:p>
    <w:p w14:paraId="6E3A14AF" w14:textId="77777777" w:rsidR="005747F8" w:rsidRDefault="005747F8" w:rsidP="005747F8">
      <w:pPr>
        <w:pStyle w:val="CMDOutput"/>
      </w:pPr>
      <w:r>
        <w:t>-- Inside Source</w:t>
      </w:r>
    </w:p>
    <w:p w14:paraId="453881E6" w14:textId="77777777" w:rsidR="005747F8" w:rsidRDefault="005747F8" w:rsidP="005747F8">
      <w:pPr>
        <w:pStyle w:val="CMDOutput"/>
      </w:pPr>
      <w:r>
        <w:t>[Id: 1] access-list 1 pool public_access refcount 4</w:t>
      </w:r>
    </w:p>
    <w:p w14:paraId="23DC2601" w14:textId="77777777" w:rsidR="005747F8" w:rsidRDefault="005747F8" w:rsidP="005747F8">
      <w:pPr>
        <w:pStyle w:val="CMDOutput"/>
      </w:pPr>
      <w:r>
        <w:t xml:space="preserve"> pool public_access: netmask 255.255.255.224</w:t>
      </w:r>
    </w:p>
    <w:p w14:paraId="4FAAB8D9" w14:textId="77777777" w:rsidR="005747F8" w:rsidRDefault="005747F8" w:rsidP="005747F8">
      <w:pPr>
        <w:pStyle w:val="CMDOutput"/>
      </w:pPr>
      <w:r>
        <w:t xml:space="preserve">        start 209.165.200.242 end 209.165.200.254</w:t>
      </w:r>
    </w:p>
    <w:p w14:paraId="6382376B" w14:textId="77777777" w:rsidR="005747F8" w:rsidRDefault="005747F8" w:rsidP="005747F8">
      <w:pPr>
        <w:pStyle w:val="CMDOutput"/>
      </w:pPr>
      <w:r>
        <w:t xml:space="preserve">        type generic, total addresses 13, allocated 2 (15%), misses 0</w:t>
      </w:r>
    </w:p>
    <w:p w14:paraId="1594F4DE" w14:textId="77777777" w:rsidR="005747F8" w:rsidRDefault="005747F8" w:rsidP="005747F8">
      <w:pPr>
        <w:pStyle w:val="CMDOutput"/>
      </w:pPr>
    </w:p>
    <w:p w14:paraId="0E8298D5" w14:textId="77777777" w:rsidR="005747F8" w:rsidRDefault="005747F8" w:rsidP="005747F8">
      <w:pPr>
        <w:pStyle w:val="CMDOutput"/>
      </w:pPr>
      <w:r>
        <w:t>Total doors: 0</w:t>
      </w:r>
    </w:p>
    <w:p w14:paraId="432DCEFD" w14:textId="77777777" w:rsidR="005747F8" w:rsidRDefault="005747F8" w:rsidP="005747F8">
      <w:pPr>
        <w:pStyle w:val="CMDOutput"/>
      </w:pPr>
      <w:r>
        <w:lastRenderedPageBreak/>
        <w:t>Appl doors: 0</w:t>
      </w:r>
    </w:p>
    <w:p w14:paraId="4F6A8ECF" w14:textId="77777777" w:rsidR="005747F8" w:rsidRDefault="005747F8" w:rsidP="005747F8">
      <w:pPr>
        <w:pStyle w:val="CMDOutput"/>
      </w:pPr>
      <w:r>
        <w:t>Normal doors: 0</w:t>
      </w:r>
    </w:p>
    <w:p w14:paraId="45F57F4E" w14:textId="77777777" w:rsidR="005747F8" w:rsidRDefault="005747F8" w:rsidP="005747F8">
      <w:pPr>
        <w:pStyle w:val="CMDOutput"/>
      </w:pPr>
      <w:r>
        <w:t>Queued Packets: 0</w:t>
      </w:r>
    </w:p>
    <w:p w14:paraId="7621A096" w14:textId="77777777" w:rsidR="005747F8" w:rsidRDefault="005747F8" w:rsidP="005747F8">
      <w:pPr>
        <w:pStyle w:val="CMDOutput"/>
      </w:pPr>
    </w:p>
    <w:p w14:paraId="031A7EC0" w14:textId="77777777" w:rsidR="005747F8" w:rsidRPr="005747F8" w:rsidRDefault="005747F8" w:rsidP="005747F8">
      <w:pPr>
        <w:pStyle w:val="CMD"/>
        <w:rPr>
          <w:b/>
        </w:rPr>
      </w:pPr>
      <w:r>
        <w:t xml:space="preserve">Gateway# </w:t>
      </w:r>
      <w:r w:rsidRPr="005747F8">
        <w:rPr>
          <w:b/>
        </w:rPr>
        <w:t>show ip nat translation</w:t>
      </w:r>
    </w:p>
    <w:p w14:paraId="2A7D40BA" w14:textId="77777777" w:rsidR="00931091" w:rsidRPr="00931091" w:rsidRDefault="00931091" w:rsidP="00931091">
      <w:pPr>
        <w:pStyle w:val="CMD"/>
        <w:rPr>
          <w:sz w:val="18"/>
        </w:rPr>
      </w:pPr>
      <w:r w:rsidRPr="00931091">
        <w:rPr>
          <w:sz w:val="18"/>
        </w:rPr>
        <w:t>Pro Inside global      Inside local       Outside local      Outside global</w:t>
      </w:r>
    </w:p>
    <w:p w14:paraId="2228E329" w14:textId="77777777" w:rsidR="00931091" w:rsidRPr="00931091" w:rsidRDefault="00931091" w:rsidP="00931091">
      <w:pPr>
        <w:pStyle w:val="CMD"/>
        <w:rPr>
          <w:sz w:val="18"/>
        </w:rPr>
      </w:pPr>
      <w:r w:rsidRPr="00931091">
        <w:rPr>
          <w:sz w:val="18"/>
        </w:rPr>
        <w:t>icmp 209.165.200.243:512 192.168.1.20:512 192.31.7.1:512     192.31.7.1:512</w:t>
      </w:r>
    </w:p>
    <w:p w14:paraId="159F603B" w14:textId="77777777" w:rsidR="00931091" w:rsidRPr="00931091" w:rsidRDefault="00931091" w:rsidP="00931091">
      <w:pPr>
        <w:pStyle w:val="CMD"/>
        <w:rPr>
          <w:sz w:val="18"/>
        </w:rPr>
      </w:pPr>
      <w:r w:rsidRPr="00931091">
        <w:rPr>
          <w:sz w:val="18"/>
        </w:rPr>
        <w:t>--- 209.165.200.243    192.168.1.20       ---                ---</w:t>
      </w:r>
    </w:p>
    <w:p w14:paraId="1E3B8416" w14:textId="77777777" w:rsidR="00931091" w:rsidRPr="00931091" w:rsidRDefault="00931091" w:rsidP="00931091">
      <w:pPr>
        <w:pStyle w:val="CMD"/>
        <w:rPr>
          <w:sz w:val="18"/>
        </w:rPr>
      </w:pPr>
      <w:r w:rsidRPr="00931091">
        <w:rPr>
          <w:sz w:val="18"/>
        </w:rPr>
        <w:t>icmp 209.165.200.242:512 192.168.1.21:512 192.31.7.1:512     192.31.7.1:512</w:t>
      </w:r>
    </w:p>
    <w:p w14:paraId="6C4712DC" w14:textId="77777777" w:rsidR="00931091" w:rsidRDefault="00931091" w:rsidP="00931091">
      <w:pPr>
        <w:pStyle w:val="CMDOutput"/>
      </w:pPr>
      <w:r w:rsidRPr="00931091">
        <w:t>--- 209.165.200.242    192.168.1.21       ---                ---</w:t>
      </w:r>
    </w:p>
    <w:p w14:paraId="7DAB7E13" w14:textId="77777777" w:rsidR="00AD5B35" w:rsidRPr="004056D7" w:rsidRDefault="00AD5B35" w:rsidP="00CB7E12">
      <w:pPr>
        <w:pStyle w:val="BodyTextL50"/>
      </w:pPr>
      <w:r>
        <w:rPr>
          <w:b/>
        </w:rPr>
        <w:t>Note</w:t>
      </w:r>
      <w:r>
        <w:t>: This is only a sample output. Your output may not match exactly.</w:t>
      </w:r>
    </w:p>
    <w:p w14:paraId="37109E5B" w14:textId="77777777" w:rsidR="00853418" w:rsidRDefault="00024EE5" w:rsidP="00EC44E8">
      <w:pPr>
        <w:pStyle w:val="LabSection"/>
      </w:pPr>
      <w:r>
        <w:t>Reflection</w:t>
      </w:r>
    </w:p>
    <w:p w14:paraId="1397E1DA" w14:textId="77777777" w:rsidR="00423838" w:rsidRDefault="00423838" w:rsidP="00423838">
      <w:pPr>
        <w:pStyle w:val="ReflectionQ"/>
      </w:pPr>
      <w:r>
        <w:t>Why would NAT be used in a network?</w:t>
      </w:r>
    </w:p>
    <w:p w14:paraId="44C0250A" w14:textId="77777777" w:rsidR="00423838" w:rsidRDefault="00423838" w:rsidP="00423838">
      <w:pPr>
        <w:pStyle w:val="BodyTextL25"/>
      </w:pPr>
      <w:r>
        <w:t>_______________________________________________________________________________________</w:t>
      </w:r>
    </w:p>
    <w:p w14:paraId="1A59B6FE" w14:textId="77777777" w:rsidR="00423838" w:rsidRDefault="00423838" w:rsidP="00423838">
      <w:pPr>
        <w:pStyle w:val="BodyTextL25"/>
      </w:pPr>
      <w:r>
        <w:t>_______________________________________________________________________________________</w:t>
      </w:r>
    </w:p>
    <w:p w14:paraId="7ECDF740" w14:textId="77777777" w:rsidR="00423838" w:rsidRDefault="00423838" w:rsidP="00423838">
      <w:pPr>
        <w:pStyle w:val="BodyTextL25"/>
      </w:pPr>
      <w:r>
        <w:t>_______________________________________________________________________________________</w:t>
      </w:r>
    </w:p>
    <w:p w14:paraId="34564352" w14:textId="77777777" w:rsidR="00536F43" w:rsidRDefault="00423838" w:rsidP="00596998">
      <w:pPr>
        <w:pStyle w:val="ReflectionQ"/>
      </w:pPr>
      <w:r>
        <w:t>What are the limitation</w:t>
      </w:r>
      <w:r w:rsidR="002C4BBD">
        <w:t>s</w:t>
      </w:r>
      <w:r>
        <w:t xml:space="preserve"> of NAT</w:t>
      </w:r>
      <w:r w:rsidR="00536F43">
        <w:t>?</w:t>
      </w:r>
    </w:p>
    <w:p w14:paraId="6C616E6A" w14:textId="77777777" w:rsidR="00423838" w:rsidRDefault="00423838" w:rsidP="00423838">
      <w:pPr>
        <w:pStyle w:val="BodyTextL25"/>
      </w:pPr>
      <w:r>
        <w:t>_______________________________________________________________________________________</w:t>
      </w:r>
    </w:p>
    <w:p w14:paraId="70D5B93D" w14:textId="77777777" w:rsidR="00423838" w:rsidRDefault="00423838" w:rsidP="00423838">
      <w:pPr>
        <w:pStyle w:val="BodyTextL25"/>
      </w:pPr>
      <w:r>
        <w:t>_______________________________________________________________________________________</w:t>
      </w:r>
    </w:p>
    <w:p w14:paraId="5230462E" w14:textId="77777777" w:rsidR="00423838" w:rsidRDefault="00423838" w:rsidP="00423838">
      <w:pPr>
        <w:pStyle w:val="BodyTextL25"/>
      </w:pPr>
      <w:r>
        <w:t>_______________________________________________________________________________________</w:t>
      </w:r>
    </w:p>
    <w:p w14:paraId="46C05BC1"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2256A05E"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C8CD866" w14:textId="77777777" w:rsidR="00A47CC2" w:rsidRDefault="00A47CC2" w:rsidP="006D2C28">
            <w:pPr>
              <w:pStyle w:val="TableHeading"/>
            </w:pPr>
            <w:r>
              <w:t>Router Interface Summary</w:t>
            </w:r>
          </w:p>
        </w:tc>
      </w:tr>
      <w:tr w:rsidR="00A47CC2" w14:paraId="789EBB4A" w14:textId="77777777" w:rsidTr="00F4135D">
        <w:trPr>
          <w:cantSplit/>
          <w:jc w:val="center"/>
        </w:trPr>
        <w:tc>
          <w:tcPr>
            <w:tcW w:w="1530" w:type="dxa"/>
          </w:tcPr>
          <w:p w14:paraId="7052EB6B" w14:textId="77777777" w:rsidR="00A47CC2" w:rsidRPr="00763D8B" w:rsidRDefault="00A47CC2" w:rsidP="00745DCE">
            <w:pPr>
              <w:pStyle w:val="TableHeading"/>
            </w:pPr>
            <w:r w:rsidRPr="00763D8B">
              <w:t>Router Model</w:t>
            </w:r>
          </w:p>
        </w:tc>
        <w:tc>
          <w:tcPr>
            <w:tcW w:w="2250" w:type="dxa"/>
          </w:tcPr>
          <w:p w14:paraId="381E6DB2" w14:textId="77777777" w:rsidR="00A47CC2" w:rsidRPr="00763D8B" w:rsidRDefault="00A47CC2" w:rsidP="00745DCE">
            <w:pPr>
              <w:pStyle w:val="TableHeading"/>
            </w:pPr>
            <w:r w:rsidRPr="00763D8B">
              <w:t>Ethernet Interface #1</w:t>
            </w:r>
          </w:p>
        </w:tc>
        <w:tc>
          <w:tcPr>
            <w:tcW w:w="2250" w:type="dxa"/>
          </w:tcPr>
          <w:p w14:paraId="02630907" w14:textId="77777777" w:rsidR="00A47CC2" w:rsidRPr="00763D8B" w:rsidRDefault="00A47CC2" w:rsidP="00745DCE">
            <w:pPr>
              <w:pStyle w:val="TableHeading"/>
            </w:pPr>
            <w:r w:rsidRPr="00763D8B">
              <w:t>Ethernet Interface #2</w:t>
            </w:r>
          </w:p>
        </w:tc>
        <w:tc>
          <w:tcPr>
            <w:tcW w:w="2070" w:type="dxa"/>
          </w:tcPr>
          <w:p w14:paraId="2C5E1056" w14:textId="77777777" w:rsidR="00A47CC2" w:rsidRPr="00763D8B" w:rsidRDefault="00A47CC2" w:rsidP="00745DCE">
            <w:pPr>
              <w:pStyle w:val="TableHeading"/>
            </w:pPr>
            <w:r w:rsidRPr="00763D8B">
              <w:t>Serial Interface #1</w:t>
            </w:r>
          </w:p>
        </w:tc>
        <w:tc>
          <w:tcPr>
            <w:tcW w:w="2160" w:type="dxa"/>
          </w:tcPr>
          <w:p w14:paraId="2FA56EF7" w14:textId="77777777" w:rsidR="00A47CC2" w:rsidRPr="00763D8B" w:rsidRDefault="00A47CC2" w:rsidP="00745DCE">
            <w:pPr>
              <w:pStyle w:val="TableHeading"/>
            </w:pPr>
            <w:r w:rsidRPr="00763D8B">
              <w:t>Serial Interface #2</w:t>
            </w:r>
          </w:p>
        </w:tc>
      </w:tr>
      <w:tr w:rsidR="00A47CC2" w14:paraId="7AA7884A" w14:textId="77777777" w:rsidTr="00F4135D">
        <w:trPr>
          <w:cantSplit/>
          <w:jc w:val="center"/>
        </w:trPr>
        <w:tc>
          <w:tcPr>
            <w:tcW w:w="1530" w:type="dxa"/>
          </w:tcPr>
          <w:p w14:paraId="7C84039C" w14:textId="77777777" w:rsidR="00A47CC2" w:rsidRPr="00763D8B" w:rsidRDefault="00A47CC2" w:rsidP="00097163">
            <w:pPr>
              <w:pStyle w:val="TableText"/>
            </w:pPr>
            <w:r w:rsidRPr="00763D8B">
              <w:t>1800</w:t>
            </w:r>
          </w:p>
        </w:tc>
        <w:tc>
          <w:tcPr>
            <w:tcW w:w="2250" w:type="dxa"/>
          </w:tcPr>
          <w:p w14:paraId="6F8B7014" w14:textId="77777777" w:rsidR="00A47CC2" w:rsidRPr="00763D8B" w:rsidRDefault="00A47CC2" w:rsidP="00F10819">
            <w:pPr>
              <w:pStyle w:val="TableText"/>
            </w:pPr>
            <w:r w:rsidRPr="00763D8B">
              <w:t>Fast Ethernet 0/0 (F0/0)</w:t>
            </w:r>
          </w:p>
        </w:tc>
        <w:tc>
          <w:tcPr>
            <w:tcW w:w="2250" w:type="dxa"/>
          </w:tcPr>
          <w:p w14:paraId="5357AB92" w14:textId="77777777" w:rsidR="00A47CC2" w:rsidRPr="00763D8B" w:rsidRDefault="00A47CC2" w:rsidP="00F10819">
            <w:pPr>
              <w:pStyle w:val="TableText"/>
            </w:pPr>
            <w:r w:rsidRPr="00763D8B">
              <w:t>Fast Ethernet 0/1 (F0/1)</w:t>
            </w:r>
          </w:p>
        </w:tc>
        <w:tc>
          <w:tcPr>
            <w:tcW w:w="2070" w:type="dxa"/>
          </w:tcPr>
          <w:p w14:paraId="655DE710" w14:textId="77777777" w:rsidR="00A47CC2" w:rsidRPr="00763D8B" w:rsidRDefault="00A47CC2" w:rsidP="00097163">
            <w:pPr>
              <w:pStyle w:val="TableText"/>
            </w:pPr>
            <w:r w:rsidRPr="00763D8B">
              <w:t>Serial 0/0/0 (S0/0/0)</w:t>
            </w:r>
          </w:p>
        </w:tc>
        <w:tc>
          <w:tcPr>
            <w:tcW w:w="2160" w:type="dxa"/>
          </w:tcPr>
          <w:p w14:paraId="5E7647A6" w14:textId="77777777" w:rsidR="00A47CC2" w:rsidRPr="00763D8B" w:rsidRDefault="00A47CC2" w:rsidP="00097163">
            <w:pPr>
              <w:pStyle w:val="TableText"/>
            </w:pPr>
            <w:r w:rsidRPr="00763D8B">
              <w:t>Serial 0/0/1 (S0/0/1)</w:t>
            </w:r>
          </w:p>
        </w:tc>
      </w:tr>
      <w:tr w:rsidR="00A47CC2" w14:paraId="788A7346" w14:textId="77777777" w:rsidTr="00F4135D">
        <w:trPr>
          <w:cantSplit/>
          <w:jc w:val="center"/>
        </w:trPr>
        <w:tc>
          <w:tcPr>
            <w:tcW w:w="1530" w:type="dxa"/>
          </w:tcPr>
          <w:p w14:paraId="082468AF" w14:textId="77777777" w:rsidR="00A47CC2" w:rsidRPr="00763D8B" w:rsidRDefault="00A47CC2" w:rsidP="00097163">
            <w:pPr>
              <w:pStyle w:val="TableText"/>
            </w:pPr>
            <w:r w:rsidRPr="00763D8B">
              <w:t>1900</w:t>
            </w:r>
          </w:p>
        </w:tc>
        <w:tc>
          <w:tcPr>
            <w:tcW w:w="2250" w:type="dxa"/>
          </w:tcPr>
          <w:p w14:paraId="77D0C754" w14:textId="77777777" w:rsidR="00A47CC2" w:rsidRPr="00763D8B" w:rsidRDefault="00A47CC2" w:rsidP="00097163">
            <w:pPr>
              <w:pStyle w:val="TableText"/>
            </w:pPr>
            <w:r w:rsidRPr="00763D8B">
              <w:t>Gigabit Ethernet 0/0 (G0/0)</w:t>
            </w:r>
          </w:p>
        </w:tc>
        <w:tc>
          <w:tcPr>
            <w:tcW w:w="2250" w:type="dxa"/>
          </w:tcPr>
          <w:p w14:paraId="1F7BE5D7" w14:textId="77777777" w:rsidR="00A47CC2" w:rsidRPr="00763D8B" w:rsidRDefault="00A47CC2" w:rsidP="00097163">
            <w:pPr>
              <w:pStyle w:val="TableText"/>
            </w:pPr>
            <w:r w:rsidRPr="00763D8B">
              <w:t>Gigabit Ethernet 0/1 (G0/1)</w:t>
            </w:r>
          </w:p>
        </w:tc>
        <w:tc>
          <w:tcPr>
            <w:tcW w:w="2070" w:type="dxa"/>
          </w:tcPr>
          <w:p w14:paraId="6F2D3A8D" w14:textId="77777777" w:rsidR="00A47CC2" w:rsidRPr="00763D8B" w:rsidRDefault="00A47CC2" w:rsidP="00097163">
            <w:pPr>
              <w:pStyle w:val="TableText"/>
            </w:pPr>
            <w:r w:rsidRPr="00763D8B">
              <w:t>Serial 0/0/0 (S0/0/0)</w:t>
            </w:r>
          </w:p>
        </w:tc>
        <w:tc>
          <w:tcPr>
            <w:tcW w:w="2160" w:type="dxa"/>
          </w:tcPr>
          <w:p w14:paraId="352C1E12" w14:textId="77777777" w:rsidR="00A47CC2" w:rsidRPr="00763D8B" w:rsidRDefault="00A47CC2" w:rsidP="00097163">
            <w:pPr>
              <w:pStyle w:val="TableText"/>
            </w:pPr>
            <w:r w:rsidRPr="00763D8B">
              <w:t>Serial 0/0/1 (S0/0/1)</w:t>
            </w:r>
          </w:p>
        </w:tc>
      </w:tr>
      <w:tr w:rsidR="00C07FD9" w14:paraId="7C330496" w14:textId="77777777" w:rsidTr="00F4135D">
        <w:trPr>
          <w:cantSplit/>
          <w:jc w:val="center"/>
        </w:trPr>
        <w:tc>
          <w:tcPr>
            <w:tcW w:w="1530" w:type="dxa"/>
          </w:tcPr>
          <w:p w14:paraId="7275435B" w14:textId="77777777" w:rsidR="00C07FD9" w:rsidRDefault="00C07FD9" w:rsidP="00097163">
            <w:pPr>
              <w:pStyle w:val="TableText"/>
            </w:pPr>
            <w:r>
              <w:t>2801</w:t>
            </w:r>
          </w:p>
        </w:tc>
        <w:tc>
          <w:tcPr>
            <w:tcW w:w="2250" w:type="dxa"/>
          </w:tcPr>
          <w:p w14:paraId="17A5EEE0" w14:textId="77777777" w:rsidR="00C07FD9" w:rsidRPr="00763D8B" w:rsidRDefault="00C07FD9" w:rsidP="00F10819">
            <w:pPr>
              <w:pStyle w:val="TableText"/>
            </w:pPr>
            <w:r w:rsidRPr="00763D8B">
              <w:t>Fast Ethernet 0/0 (F0/0)</w:t>
            </w:r>
          </w:p>
        </w:tc>
        <w:tc>
          <w:tcPr>
            <w:tcW w:w="2250" w:type="dxa"/>
          </w:tcPr>
          <w:p w14:paraId="53C9C1BE" w14:textId="77777777" w:rsidR="00C07FD9" w:rsidRPr="00763D8B" w:rsidRDefault="00C07FD9" w:rsidP="00F10819">
            <w:pPr>
              <w:pStyle w:val="TableText"/>
            </w:pPr>
            <w:r w:rsidRPr="00763D8B">
              <w:t>Fast Ethernet 0/1 (F0/1)</w:t>
            </w:r>
          </w:p>
        </w:tc>
        <w:tc>
          <w:tcPr>
            <w:tcW w:w="2070" w:type="dxa"/>
          </w:tcPr>
          <w:p w14:paraId="7E1A82F7" w14:textId="77777777" w:rsidR="00C07FD9" w:rsidRPr="00763D8B" w:rsidRDefault="00C07FD9" w:rsidP="003233A3">
            <w:pPr>
              <w:pStyle w:val="TableText"/>
            </w:pPr>
            <w:r>
              <w:t>Serial 0/1</w:t>
            </w:r>
            <w:r w:rsidR="005F73BC">
              <w:t>/0 (S0/1</w:t>
            </w:r>
            <w:r w:rsidRPr="00763D8B">
              <w:t>/0)</w:t>
            </w:r>
          </w:p>
        </w:tc>
        <w:tc>
          <w:tcPr>
            <w:tcW w:w="2160" w:type="dxa"/>
          </w:tcPr>
          <w:p w14:paraId="5A1F41FA" w14:textId="77777777" w:rsidR="00C07FD9" w:rsidRPr="00763D8B" w:rsidRDefault="00C07FD9" w:rsidP="003233A3">
            <w:pPr>
              <w:pStyle w:val="TableText"/>
            </w:pPr>
            <w:r>
              <w:t>Serial 0/1</w:t>
            </w:r>
            <w:r w:rsidR="005F73BC">
              <w:t>/1 (S0/1</w:t>
            </w:r>
            <w:r w:rsidRPr="00763D8B">
              <w:t>/1)</w:t>
            </w:r>
          </w:p>
        </w:tc>
      </w:tr>
      <w:tr w:rsidR="00C07FD9" w14:paraId="71803D03" w14:textId="77777777" w:rsidTr="00F4135D">
        <w:trPr>
          <w:cantSplit/>
          <w:jc w:val="center"/>
        </w:trPr>
        <w:tc>
          <w:tcPr>
            <w:tcW w:w="1530" w:type="dxa"/>
          </w:tcPr>
          <w:p w14:paraId="4C43D67E" w14:textId="77777777" w:rsidR="00C07FD9" w:rsidRPr="00763D8B" w:rsidRDefault="00C07FD9" w:rsidP="00097163">
            <w:pPr>
              <w:pStyle w:val="TableText"/>
            </w:pPr>
            <w:r>
              <w:t>2811</w:t>
            </w:r>
          </w:p>
        </w:tc>
        <w:tc>
          <w:tcPr>
            <w:tcW w:w="2250" w:type="dxa"/>
          </w:tcPr>
          <w:p w14:paraId="61887E1B" w14:textId="77777777" w:rsidR="00C07FD9" w:rsidRPr="00763D8B" w:rsidRDefault="00C07FD9" w:rsidP="00F10819">
            <w:pPr>
              <w:pStyle w:val="TableText"/>
            </w:pPr>
            <w:r w:rsidRPr="00763D8B">
              <w:t>Fast Ethernet 0/0 (F0/0)</w:t>
            </w:r>
          </w:p>
        </w:tc>
        <w:tc>
          <w:tcPr>
            <w:tcW w:w="2250" w:type="dxa"/>
          </w:tcPr>
          <w:p w14:paraId="4C5AC5F2" w14:textId="77777777" w:rsidR="00C07FD9" w:rsidRPr="00763D8B" w:rsidRDefault="00C07FD9" w:rsidP="00F10819">
            <w:pPr>
              <w:pStyle w:val="TableText"/>
            </w:pPr>
            <w:r w:rsidRPr="00763D8B">
              <w:t>Fast Ethernet 0/1 (F0/1)</w:t>
            </w:r>
          </w:p>
        </w:tc>
        <w:tc>
          <w:tcPr>
            <w:tcW w:w="2070" w:type="dxa"/>
          </w:tcPr>
          <w:p w14:paraId="5168C395" w14:textId="77777777" w:rsidR="00C07FD9" w:rsidRPr="00763D8B" w:rsidRDefault="00C07FD9" w:rsidP="00097163">
            <w:pPr>
              <w:pStyle w:val="TableText"/>
            </w:pPr>
            <w:r w:rsidRPr="00763D8B">
              <w:t>Serial 0/0/0 (S0/0/0)</w:t>
            </w:r>
          </w:p>
        </w:tc>
        <w:tc>
          <w:tcPr>
            <w:tcW w:w="2160" w:type="dxa"/>
          </w:tcPr>
          <w:p w14:paraId="3B240FD5" w14:textId="77777777" w:rsidR="00C07FD9" w:rsidRPr="00763D8B" w:rsidRDefault="00C07FD9" w:rsidP="00097163">
            <w:pPr>
              <w:pStyle w:val="TableText"/>
            </w:pPr>
            <w:r w:rsidRPr="00763D8B">
              <w:t>Serial 0/0/1 (S0/0/1)</w:t>
            </w:r>
          </w:p>
        </w:tc>
      </w:tr>
      <w:tr w:rsidR="00C07FD9" w14:paraId="168FD558" w14:textId="77777777" w:rsidTr="00F4135D">
        <w:trPr>
          <w:cantSplit/>
          <w:jc w:val="center"/>
        </w:trPr>
        <w:tc>
          <w:tcPr>
            <w:tcW w:w="1530" w:type="dxa"/>
          </w:tcPr>
          <w:p w14:paraId="5FB185BD" w14:textId="77777777" w:rsidR="00C07FD9" w:rsidRPr="00763D8B" w:rsidRDefault="00C07FD9" w:rsidP="00097163">
            <w:pPr>
              <w:pStyle w:val="TableText"/>
            </w:pPr>
            <w:r w:rsidRPr="00763D8B">
              <w:t>2900</w:t>
            </w:r>
          </w:p>
        </w:tc>
        <w:tc>
          <w:tcPr>
            <w:tcW w:w="2250" w:type="dxa"/>
          </w:tcPr>
          <w:p w14:paraId="386481FF" w14:textId="77777777" w:rsidR="00C07FD9" w:rsidRPr="00763D8B" w:rsidRDefault="00C07FD9" w:rsidP="00097163">
            <w:pPr>
              <w:pStyle w:val="TableText"/>
            </w:pPr>
            <w:r w:rsidRPr="00763D8B">
              <w:t>Gigabit Ethernet 0/0 (G0/0)</w:t>
            </w:r>
          </w:p>
        </w:tc>
        <w:tc>
          <w:tcPr>
            <w:tcW w:w="2250" w:type="dxa"/>
          </w:tcPr>
          <w:p w14:paraId="02DBE16B" w14:textId="77777777" w:rsidR="00C07FD9" w:rsidRPr="00763D8B" w:rsidRDefault="00C07FD9" w:rsidP="00097163">
            <w:pPr>
              <w:pStyle w:val="TableText"/>
            </w:pPr>
            <w:r w:rsidRPr="00763D8B">
              <w:t>Gigabit Ethernet 0/1 (G0/1)</w:t>
            </w:r>
          </w:p>
        </w:tc>
        <w:tc>
          <w:tcPr>
            <w:tcW w:w="2070" w:type="dxa"/>
          </w:tcPr>
          <w:p w14:paraId="486367D0" w14:textId="77777777" w:rsidR="00C07FD9" w:rsidRPr="00763D8B" w:rsidRDefault="00C07FD9" w:rsidP="00097163">
            <w:pPr>
              <w:pStyle w:val="TableText"/>
            </w:pPr>
            <w:r w:rsidRPr="00763D8B">
              <w:t>Serial 0/0/0 (S0/0/0)</w:t>
            </w:r>
          </w:p>
        </w:tc>
        <w:tc>
          <w:tcPr>
            <w:tcW w:w="2160" w:type="dxa"/>
          </w:tcPr>
          <w:p w14:paraId="28927B45" w14:textId="77777777" w:rsidR="00C07FD9" w:rsidRPr="00763D8B" w:rsidRDefault="00C07FD9" w:rsidP="00097163">
            <w:pPr>
              <w:pStyle w:val="TableText"/>
            </w:pPr>
            <w:r w:rsidRPr="00763D8B">
              <w:t>Serial 0/0/1 (S0/0/1)</w:t>
            </w:r>
          </w:p>
        </w:tc>
      </w:tr>
      <w:tr w:rsidR="00C07FD9" w14:paraId="1E694F73" w14:textId="77777777" w:rsidTr="00F4135D">
        <w:trPr>
          <w:cantSplit/>
          <w:jc w:val="center"/>
        </w:trPr>
        <w:tc>
          <w:tcPr>
            <w:tcW w:w="10260" w:type="dxa"/>
            <w:gridSpan w:val="5"/>
          </w:tcPr>
          <w:p w14:paraId="26F84B31"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5F73BC">
              <w:t>nds to represent the interface.</w:t>
            </w:r>
          </w:p>
        </w:tc>
      </w:tr>
    </w:tbl>
    <w:p w14:paraId="5C585A34" w14:textId="0BFC4084" w:rsidR="005E1877" w:rsidRPr="00EC44E8" w:rsidRDefault="005E1877" w:rsidP="0070496E">
      <w:pPr>
        <w:pStyle w:val="LabSection"/>
        <w:rPr>
          <w:rStyle w:val="DevConfigGray"/>
        </w:rPr>
      </w:pPr>
      <w:bookmarkStart w:id="0" w:name="_GoBack"/>
      <w:bookmarkEnd w:id="0"/>
    </w:p>
    <w:sectPr w:rsidR="005E1877" w:rsidRPr="00EC44E8"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93278" w14:textId="77777777" w:rsidR="008A10B4" w:rsidRDefault="008A10B4" w:rsidP="0090659A">
      <w:pPr>
        <w:spacing w:after="0" w:line="240" w:lineRule="auto"/>
      </w:pPr>
      <w:r>
        <w:separator/>
      </w:r>
    </w:p>
    <w:p w14:paraId="74F1F564" w14:textId="77777777" w:rsidR="008A10B4" w:rsidRDefault="008A10B4"/>
    <w:p w14:paraId="015FE854" w14:textId="77777777" w:rsidR="008A10B4" w:rsidRDefault="008A10B4"/>
    <w:p w14:paraId="5760A0AD" w14:textId="77777777" w:rsidR="008A10B4" w:rsidRDefault="008A10B4"/>
    <w:p w14:paraId="3100F59A" w14:textId="77777777" w:rsidR="008A10B4" w:rsidRDefault="008A10B4"/>
  </w:endnote>
  <w:endnote w:type="continuationSeparator" w:id="0">
    <w:p w14:paraId="419DB984" w14:textId="77777777" w:rsidR="008A10B4" w:rsidRDefault="008A10B4" w:rsidP="0090659A">
      <w:pPr>
        <w:spacing w:after="0" w:line="240" w:lineRule="auto"/>
      </w:pPr>
      <w:r>
        <w:continuationSeparator/>
      </w:r>
    </w:p>
    <w:p w14:paraId="5AE2DEA9" w14:textId="77777777" w:rsidR="008A10B4" w:rsidRDefault="008A10B4"/>
    <w:p w14:paraId="4C84CDD7" w14:textId="77777777" w:rsidR="008A10B4" w:rsidRDefault="008A10B4"/>
    <w:p w14:paraId="1DD97FC8" w14:textId="77777777" w:rsidR="008A10B4" w:rsidRDefault="008A10B4"/>
    <w:p w14:paraId="3C07EADB" w14:textId="77777777" w:rsidR="008A10B4" w:rsidRDefault="008A1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F25C2" w14:textId="77777777" w:rsidR="00347E6B" w:rsidRPr="0090659A" w:rsidRDefault="00347E6B" w:rsidP="008C4307">
    <w:pPr>
      <w:pStyle w:val="Footer"/>
      <w:rPr>
        <w:szCs w:val="16"/>
      </w:rPr>
    </w:pPr>
    <w:r w:rsidRPr="002A244B">
      <w:t xml:space="preserve">© </w:t>
    </w:r>
    <w:r>
      <w:fldChar w:fldCharType="begin"/>
    </w:r>
    <w:r>
      <w:instrText xml:space="preserve"> DATE  \@ "yyyy"  \* MERGEFORMAT </w:instrText>
    </w:r>
    <w:r>
      <w:fldChar w:fldCharType="separate"/>
    </w:r>
    <w:r w:rsidR="0070496E">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0496E">
      <w:rPr>
        <w:b/>
        <w:noProof/>
        <w:szCs w:val="16"/>
      </w:rPr>
      <w:t>9</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0496E">
      <w:rPr>
        <w:b/>
        <w:noProof/>
        <w:szCs w:val="16"/>
      </w:rPr>
      <w:t>9</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54886" w14:textId="77777777" w:rsidR="00347E6B" w:rsidRPr="0090659A" w:rsidRDefault="00347E6B" w:rsidP="008C4307">
    <w:pPr>
      <w:pStyle w:val="Footer"/>
      <w:rPr>
        <w:szCs w:val="16"/>
      </w:rPr>
    </w:pPr>
    <w:r>
      <w:t xml:space="preserve">© </w:t>
    </w:r>
    <w:r>
      <w:fldChar w:fldCharType="begin"/>
    </w:r>
    <w:r>
      <w:instrText xml:space="preserve"> DATE  \@ "yyyy"  \* MERGEFORMAT </w:instrText>
    </w:r>
    <w:r>
      <w:fldChar w:fldCharType="separate"/>
    </w:r>
    <w:r w:rsidR="0070496E">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0496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0496E">
      <w:rPr>
        <w:b/>
        <w:noProof/>
        <w:szCs w:val="16"/>
      </w:rPr>
      <w:t>9</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93A08" w14:textId="77777777" w:rsidR="008A10B4" w:rsidRDefault="008A10B4" w:rsidP="0090659A">
      <w:pPr>
        <w:spacing w:after="0" w:line="240" w:lineRule="auto"/>
      </w:pPr>
      <w:r>
        <w:separator/>
      </w:r>
    </w:p>
    <w:p w14:paraId="26A43B5F" w14:textId="77777777" w:rsidR="008A10B4" w:rsidRDefault="008A10B4"/>
    <w:p w14:paraId="058665BC" w14:textId="77777777" w:rsidR="008A10B4" w:rsidRDefault="008A10B4"/>
    <w:p w14:paraId="0FF995F2" w14:textId="77777777" w:rsidR="008A10B4" w:rsidRDefault="008A10B4"/>
    <w:p w14:paraId="74FA24AD" w14:textId="77777777" w:rsidR="008A10B4" w:rsidRDefault="008A10B4"/>
  </w:footnote>
  <w:footnote w:type="continuationSeparator" w:id="0">
    <w:p w14:paraId="1DEB5D9C" w14:textId="77777777" w:rsidR="008A10B4" w:rsidRDefault="008A10B4" w:rsidP="0090659A">
      <w:pPr>
        <w:spacing w:after="0" w:line="240" w:lineRule="auto"/>
      </w:pPr>
      <w:r>
        <w:continuationSeparator/>
      </w:r>
    </w:p>
    <w:p w14:paraId="6972F68C" w14:textId="77777777" w:rsidR="008A10B4" w:rsidRDefault="008A10B4"/>
    <w:p w14:paraId="7A6940A2" w14:textId="77777777" w:rsidR="008A10B4" w:rsidRDefault="008A10B4"/>
    <w:p w14:paraId="32E176A5" w14:textId="77777777" w:rsidR="008A10B4" w:rsidRDefault="008A10B4"/>
    <w:p w14:paraId="0E917215" w14:textId="77777777" w:rsidR="008A10B4" w:rsidRDefault="008A10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84269" w14:textId="77777777" w:rsidR="00347E6B" w:rsidRDefault="00347E6B" w:rsidP="00C52BA6">
    <w:pPr>
      <w:pStyle w:val="PageHead"/>
    </w:pPr>
    <w:r w:rsidRPr="00FD4A68">
      <w:t>Lab</w:t>
    </w:r>
    <w:r>
      <w:t xml:space="preserve"> –</w:t>
    </w:r>
    <w:r w:rsidRPr="00FD4A68">
      <w:t xml:space="preserve"> </w:t>
    </w:r>
    <w:r>
      <w:t>Configuring Dynamic and Static NAT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2DF60" w14:textId="7E7EAD64" w:rsidR="00347E6B" w:rsidRDefault="00602479">
    <w:pPr>
      <w:pStyle w:val="Header"/>
    </w:pPr>
    <w:r>
      <w:rPr>
        <w:noProof/>
      </w:rPr>
      <w:drawing>
        <wp:anchor distT="0" distB="0" distL="114300" distR="114300" simplePos="0" relativeHeight="251657728" behindDoc="0" locked="0" layoutInCell="1" allowOverlap="1" wp14:anchorId="0A8B0012" wp14:editId="06A83826">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B6C28FB"/>
    <w:multiLevelType w:val="hybridMultilevel"/>
    <w:tmpl w:val="7F4CF5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3009"/>
    <w:rsid w:val="00004175"/>
    <w:rsid w:val="000059C9"/>
    <w:rsid w:val="00015436"/>
    <w:rsid w:val="000160F7"/>
    <w:rsid w:val="00016D5B"/>
    <w:rsid w:val="00016F30"/>
    <w:rsid w:val="0002047C"/>
    <w:rsid w:val="00021B9A"/>
    <w:rsid w:val="00021D92"/>
    <w:rsid w:val="000233AF"/>
    <w:rsid w:val="000242D6"/>
    <w:rsid w:val="00024EE5"/>
    <w:rsid w:val="00041038"/>
    <w:rsid w:val="00041AF6"/>
    <w:rsid w:val="00044D74"/>
    <w:rsid w:val="00044E62"/>
    <w:rsid w:val="00050BA4"/>
    <w:rsid w:val="00051738"/>
    <w:rsid w:val="00052548"/>
    <w:rsid w:val="00060696"/>
    <w:rsid w:val="00060BF2"/>
    <w:rsid w:val="00063F13"/>
    <w:rsid w:val="00064593"/>
    <w:rsid w:val="000654EB"/>
    <w:rsid w:val="000707AC"/>
    <w:rsid w:val="000769CF"/>
    <w:rsid w:val="000815D8"/>
    <w:rsid w:val="00085CC6"/>
    <w:rsid w:val="00090C07"/>
    <w:rsid w:val="00091E8D"/>
    <w:rsid w:val="0009378D"/>
    <w:rsid w:val="00097163"/>
    <w:rsid w:val="000A11AD"/>
    <w:rsid w:val="000A22C8"/>
    <w:rsid w:val="000B145F"/>
    <w:rsid w:val="000B2344"/>
    <w:rsid w:val="000B7DE5"/>
    <w:rsid w:val="000C5DE7"/>
    <w:rsid w:val="000C6DF2"/>
    <w:rsid w:val="000D55B4"/>
    <w:rsid w:val="000E1227"/>
    <w:rsid w:val="000E65F0"/>
    <w:rsid w:val="000F072C"/>
    <w:rsid w:val="000F57F1"/>
    <w:rsid w:val="000F6743"/>
    <w:rsid w:val="001006C2"/>
    <w:rsid w:val="00107B2B"/>
    <w:rsid w:val="00112AC5"/>
    <w:rsid w:val="001133DD"/>
    <w:rsid w:val="00114ABD"/>
    <w:rsid w:val="0011762C"/>
    <w:rsid w:val="00120CBE"/>
    <w:rsid w:val="001261C4"/>
    <w:rsid w:val="001366EC"/>
    <w:rsid w:val="001368D4"/>
    <w:rsid w:val="0014219C"/>
    <w:rsid w:val="001425ED"/>
    <w:rsid w:val="00146439"/>
    <w:rsid w:val="00154E3A"/>
    <w:rsid w:val="00157902"/>
    <w:rsid w:val="00163164"/>
    <w:rsid w:val="00166253"/>
    <w:rsid w:val="001710C0"/>
    <w:rsid w:val="00172AFB"/>
    <w:rsid w:val="001772B8"/>
    <w:rsid w:val="00180FBF"/>
    <w:rsid w:val="00181EC5"/>
    <w:rsid w:val="00182CF4"/>
    <w:rsid w:val="00182D44"/>
    <w:rsid w:val="00186CE1"/>
    <w:rsid w:val="00186D0A"/>
    <w:rsid w:val="00192F12"/>
    <w:rsid w:val="00193468"/>
    <w:rsid w:val="00193F14"/>
    <w:rsid w:val="0019631F"/>
    <w:rsid w:val="00197614"/>
    <w:rsid w:val="001A0312"/>
    <w:rsid w:val="001A15DA"/>
    <w:rsid w:val="001A2694"/>
    <w:rsid w:val="001A3CC7"/>
    <w:rsid w:val="001A69AC"/>
    <w:rsid w:val="001A7A8F"/>
    <w:rsid w:val="001B67D8"/>
    <w:rsid w:val="001B6F95"/>
    <w:rsid w:val="001B75B3"/>
    <w:rsid w:val="001C05A1"/>
    <w:rsid w:val="001C1D9E"/>
    <w:rsid w:val="001C3ED0"/>
    <w:rsid w:val="001C7C3B"/>
    <w:rsid w:val="001D5B6F"/>
    <w:rsid w:val="001D6357"/>
    <w:rsid w:val="001E0AB8"/>
    <w:rsid w:val="001E38E0"/>
    <w:rsid w:val="001E4E72"/>
    <w:rsid w:val="001E62B3"/>
    <w:rsid w:val="001F0171"/>
    <w:rsid w:val="001F0D77"/>
    <w:rsid w:val="001F1956"/>
    <w:rsid w:val="001F5C0C"/>
    <w:rsid w:val="001F7DD8"/>
    <w:rsid w:val="00201928"/>
    <w:rsid w:val="00203E26"/>
    <w:rsid w:val="0020449C"/>
    <w:rsid w:val="00207093"/>
    <w:rsid w:val="00207B05"/>
    <w:rsid w:val="00207B35"/>
    <w:rsid w:val="002113B8"/>
    <w:rsid w:val="00215665"/>
    <w:rsid w:val="002163BB"/>
    <w:rsid w:val="00216CA1"/>
    <w:rsid w:val="0021792C"/>
    <w:rsid w:val="00221894"/>
    <w:rsid w:val="002240AB"/>
    <w:rsid w:val="00225E37"/>
    <w:rsid w:val="00232027"/>
    <w:rsid w:val="00234CF5"/>
    <w:rsid w:val="00235C0D"/>
    <w:rsid w:val="00242E3A"/>
    <w:rsid w:val="00246B45"/>
    <w:rsid w:val="002506CF"/>
    <w:rsid w:val="0025107F"/>
    <w:rsid w:val="00251371"/>
    <w:rsid w:val="00260CD4"/>
    <w:rsid w:val="002639D8"/>
    <w:rsid w:val="00265F77"/>
    <w:rsid w:val="00266C83"/>
    <w:rsid w:val="002768DC"/>
    <w:rsid w:val="002801D3"/>
    <w:rsid w:val="0028297D"/>
    <w:rsid w:val="00297FC1"/>
    <w:rsid w:val="002A0999"/>
    <w:rsid w:val="002A6C56"/>
    <w:rsid w:val="002B32B6"/>
    <w:rsid w:val="002C090C"/>
    <w:rsid w:val="002C1243"/>
    <w:rsid w:val="002C1815"/>
    <w:rsid w:val="002C475E"/>
    <w:rsid w:val="002C4BBD"/>
    <w:rsid w:val="002C6AD6"/>
    <w:rsid w:val="002D4472"/>
    <w:rsid w:val="002D6C2A"/>
    <w:rsid w:val="002D7A86"/>
    <w:rsid w:val="002E13EE"/>
    <w:rsid w:val="002E1744"/>
    <w:rsid w:val="002E4492"/>
    <w:rsid w:val="002F45FF"/>
    <w:rsid w:val="002F6D17"/>
    <w:rsid w:val="00302887"/>
    <w:rsid w:val="00304D3B"/>
    <w:rsid w:val="003056EB"/>
    <w:rsid w:val="003071FF"/>
    <w:rsid w:val="003105A0"/>
    <w:rsid w:val="00310652"/>
    <w:rsid w:val="00310B94"/>
    <w:rsid w:val="0031371D"/>
    <w:rsid w:val="0031789F"/>
    <w:rsid w:val="00320788"/>
    <w:rsid w:val="00320CBB"/>
    <w:rsid w:val="003233A3"/>
    <w:rsid w:val="00324F21"/>
    <w:rsid w:val="00332A16"/>
    <w:rsid w:val="00343A4D"/>
    <w:rsid w:val="0034455D"/>
    <w:rsid w:val="0034604B"/>
    <w:rsid w:val="00346D17"/>
    <w:rsid w:val="003470C8"/>
    <w:rsid w:val="00347972"/>
    <w:rsid w:val="00347E6B"/>
    <w:rsid w:val="0035469B"/>
    <w:rsid w:val="003559CC"/>
    <w:rsid w:val="003569D7"/>
    <w:rsid w:val="003608AC"/>
    <w:rsid w:val="0036465A"/>
    <w:rsid w:val="003763C4"/>
    <w:rsid w:val="00385106"/>
    <w:rsid w:val="00392C65"/>
    <w:rsid w:val="00392ED5"/>
    <w:rsid w:val="003A19DC"/>
    <w:rsid w:val="003A1B45"/>
    <w:rsid w:val="003B46FC"/>
    <w:rsid w:val="003B5690"/>
    <w:rsid w:val="003B5767"/>
    <w:rsid w:val="003B7605"/>
    <w:rsid w:val="003C6BCA"/>
    <w:rsid w:val="003C7902"/>
    <w:rsid w:val="003D0BFF"/>
    <w:rsid w:val="003E2E33"/>
    <w:rsid w:val="003E5BE5"/>
    <w:rsid w:val="003F18D1"/>
    <w:rsid w:val="003F4F0E"/>
    <w:rsid w:val="003F6E06"/>
    <w:rsid w:val="00403C7A"/>
    <w:rsid w:val="004054CE"/>
    <w:rsid w:val="004056D7"/>
    <w:rsid w:val="004057A6"/>
    <w:rsid w:val="00406554"/>
    <w:rsid w:val="00406F84"/>
    <w:rsid w:val="004131B0"/>
    <w:rsid w:val="00414BFE"/>
    <w:rsid w:val="00416C42"/>
    <w:rsid w:val="00420B7A"/>
    <w:rsid w:val="00422476"/>
    <w:rsid w:val="00423838"/>
    <w:rsid w:val="0042385C"/>
    <w:rsid w:val="004304F0"/>
    <w:rsid w:val="00431654"/>
    <w:rsid w:val="00432316"/>
    <w:rsid w:val="00434926"/>
    <w:rsid w:val="0044154A"/>
    <w:rsid w:val="004416CF"/>
    <w:rsid w:val="00444217"/>
    <w:rsid w:val="004478F4"/>
    <w:rsid w:val="00450F7A"/>
    <w:rsid w:val="00452C6D"/>
    <w:rsid w:val="00455E0B"/>
    <w:rsid w:val="004659EE"/>
    <w:rsid w:val="00470A92"/>
    <w:rsid w:val="00475D70"/>
    <w:rsid w:val="0049332D"/>
    <w:rsid w:val="004936C2"/>
    <w:rsid w:val="0049379C"/>
    <w:rsid w:val="004A1CA0"/>
    <w:rsid w:val="004A22E9"/>
    <w:rsid w:val="004A3A57"/>
    <w:rsid w:val="004A4ACD"/>
    <w:rsid w:val="004A5BC5"/>
    <w:rsid w:val="004B023D"/>
    <w:rsid w:val="004B6640"/>
    <w:rsid w:val="004C0909"/>
    <w:rsid w:val="004C365B"/>
    <w:rsid w:val="004C3F97"/>
    <w:rsid w:val="004C7CD2"/>
    <w:rsid w:val="004D01F2"/>
    <w:rsid w:val="004D3339"/>
    <w:rsid w:val="004D353F"/>
    <w:rsid w:val="004D36D7"/>
    <w:rsid w:val="004D682B"/>
    <w:rsid w:val="004D7506"/>
    <w:rsid w:val="004E6152"/>
    <w:rsid w:val="004F344A"/>
    <w:rsid w:val="004F7362"/>
    <w:rsid w:val="0050242B"/>
    <w:rsid w:val="00503C48"/>
    <w:rsid w:val="00504ED4"/>
    <w:rsid w:val="00510639"/>
    <w:rsid w:val="00516142"/>
    <w:rsid w:val="00520027"/>
    <w:rsid w:val="0052093C"/>
    <w:rsid w:val="00521B31"/>
    <w:rsid w:val="00522469"/>
    <w:rsid w:val="0052400A"/>
    <w:rsid w:val="00524116"/>
    <w:rsid w:val="00533C01"/>
    <w:rsid w:val="00535408"/>
    <w:rsid w:val="00536F43"/>
    <w:rsid w:val="00541A1F"/>
    <w:rsid w:val="005510BA"/>
    <w:rsid w:val="00554B4E"/>
    <w:rsid w:val="00556C02"/>
    <w:rsid w:val="00557D79"/>
    <w:rsid w:val="00561BB2"/>
    <w:rsid w:val="00563249"/>
    <w:rsid w:val="00564AC2"/>
    <w:rsid w:val="00570A65"/>
    <w:rsid w:val="00571EC9"/>
    <w:rsid w:val="005747F8"/>
    <w:rsid w:val="005762B1"/>
    <w:rsid w:val="00580456"/>
    <w:rsid w:val="00580E73"/>
    <w:rsid w:val="00593386"/>
    <w:rsid w:val="00596998"/>
    <w:rsid w:val="005A6E62"/>
    <w:rsid w:val="005B76C8"/>
    <w:rsid w:val="005C30EB"/>
    <w:rsid w:val="005C5060"/>
    <w:rsid w:val="005D2B29"/>
    <w:rsid w:val="005D354A"/>
    <w:rsid w:val="005D5054"/>
    <w:rsid w:val="005D704A"/>
    <w:rsid w:val="005D75E2"/>
    <w:rsid w:val="005E1877"/>
    <w:rsid w:val="005E3235"/>
    <w:rsid w:val="005E4176"/>
    <w:rsid w:val="005E6547"/>
    <w:rsid w:val="005E65B5"/>
    <w:rsid w:val="005F3AE9"/>
    <w:rsid w:val="005F5B3B"/>
    <w:rsid w:val="005F6A7A"/>
    <w:rsid w:val="005F73BC"/>
    <w:rsid w:val="006007BB"/>
    <w:rsid w:val="00601DC0"/>
    <w:rsid w:val="00602479"/>
    <w:rsid w:val="00602D06"/>
    <w:rsid w:val="006034CB"/>
    <w:rsid w:val="006106BE"/>
    <w:rsid w:val="006131CE"/>
    <w:rsid w:val="0061336B"/>
    <w:rsid w:val="00617D6E"/>
    <w:rsid w:val="00621A6E"/>
    <w:rsid w:val="00622D61"/>
    <w:rsid w:val="0062312F"/>
    <w:rsid w:val="00624198"/>
    <w:rsid w:val="006303DA"/>
    <w:rsid w:val="006377A9"/>
    <w:rsid w:val="006402E1"/>
    <w:rsid w:val="006428E5"/>
    <w:rsid w:val="00644958"/>
    <w:rsid w:val="00672919"/>
    <w:rsid w:val="00681A96"/>
    <w:rsid w:val="00686587"/>
    <w:rsid w:val="006904CF"/>
    <w:rsid w:val="00691724"/>
    <w:rsid w:val="00695EE2"/>
    <w:rsid w:val="0069660B"/>
    <w:rsid w:val="006A1B33"/>
    <w:rsid w:val="006A22E6"/>
    <w:rsid w:val="006A3D41"/>
    <w:rsid w:val="006A44D0"/>
    <w:rsid w:val="006A48F1"/>
    <w:rsid w:val="006A71A3"/>
    <w:rsid w:val="006B03F2"/>
    <w:rsid w:val="006B1639"/>
    <w:rsid w:val="006B5CA7"/>
    <w:rsid w:val="006B5E89"/>
    <w:rsid w:val="006B7BE4"/>
    <w:rsid w:val="006C19B2"/>
    <w:rsid w:val="006C30A0"/>
    <w:rsid w:val="006C35FF"/>
    <w:rsid w:val="006C57F2"/>
    <w:rsid w:val="006C5949"/>
    <w:rsid w:val="006C6832"/>
    <w:rsid w:val="006D1370"/>
    <w:rsid w:val="006D2C28"/>
    <w:rsid w:val="006D3FC1"/>
    <w:rsid w:val="006D6A39"/>
    <w:rsid w:val="006E63B4"/>
    <w:rsid w:val="006E6581"/>
    <w:rsid w:val="006E71DF"/>
    <w:rsid w:val="006F1CC4"/>
    <w:rsid w:val="006F2A86"/>
    <w:rsid w:val="006F3163"/>
    <w:rsid w:val="006F396D"/>
    <w:rsid w:val="00702820"/>
    <w:rsid w:val="0070496E"/>
    <w:rsid w:val="00705FEC"/>
    <w:rsid w:val="0071147A"/>
    <w:rsid w:val="0071185D"/>
    <w:rsid w:val="00712B20"/>
    <w:rsid w:val="00717510"/>
    <w:rsid w:val="007222AD"/>
    <w:rsid w:val="00722454"/>
    <w:rsid w:val="00722E82"/>
    <w:rsid w:val="007267CF"/>
    <w:rsid w:val="00731F3F"/>
    <w:rsid w:val="00733BAB"/>
    <w:rsid w:val="00740115"/>
    <w:rsid w:val="007436BF"/>
    <w:rsid w:val="007443E9"/>
    <w:rsid w:val="00745DCE"/>
    <w:rsid w:val="00753D89"/>
    <w:rsid w:val="0075432A"/>
    <w:rsid w:val="007550FD"/>
    <w:rsid w:val="00755C9B"/>
    <w:rsid w:val="00760FE4"/>
    <w:rsid w:val="00763D8B"/>
    <w:rsid w:val="007657F6"/>
    <w:rsid w:val="00765E47"/>
    <w:rsid w:val="0077125A"/>
    <w:rsid w:val="00771A1A"/>
    <w:rsid w:val="007721F0"/>
    <w:rsid w:val="00775D82"/>
    <w:rsid w:val="00786F58"/>
    <w:rsid w:val="00787CC1"/>
    <w:rsid w:val="00792F4E"/>
    <w:rsid w:val="007938B1"/>
    <w:rsid w:val="0079398D"/>
    <w:rsid w:val="0079431B"/>
    <w:rsid w:val="00796C25"/>
    <w:rsid w:val="00796FEF"/>
    <w:rsid w:val="007A0AE8"/>
    <w:rsid w:val="007A287C"/>
    <w:rsid w:val="007A3950"/>
    <w:rsid w:val="007A3A2F"/>
    <w:rsid w:val="007A3B2A"/>
    <w:rsid w:val="007A5105"/>
    <w:rsid w:val="007B5522"/>
    <w:rsid w:val="007C0EE0"/>
    <w:rsid w:val="007C1B71"/>
    <w:rsid w:val="007C2FBB"/>
    <w:rsid w:val="007C7164"/>
    <w:rsid w:val="007D1984"/>
    <w:rsid w:val="007D2AFE"/>
    <w:rsid w:val="007E3FEA"/>
    <w:rsid w:val="007F0A0B"/>
    <w:rsid w:val="007F3A60"/>
    <w:rsid w:val="007F3D0B"/>
    <w:rsid w:val="007F53D7"/>
    <w:rsid w:val="007F7C94"/>
    <w:rsid w:val="00810B55"/>
    <w:rsid w:val="00810E4B"/>
    <w:rsid w:val="00814BAA"/>
    <w:rsid w:val="00824295"/>
    <w:rsid w:val="008313F3"/>
    <w:rsid w:val="008405BB"/>
    <w:rsid w:val="00841AA7"/>
    <w:rsid w:val="00846494"/>
    <w:rsid w:val="0084764D"/>
    <w:rsid w:val="00847B20"/>
    <w:rsid w:val="008509D3"/>
    <w:rsid w:val="00853418"/>
    <w:rsid w:val="0085378A"/>
    <w:rsid w:val="00857CF6"/>
    <w:rsid w:val="008610ED"/>
    <w:rsid w:val="00861C6A"/>
    <w:rsid w:val="00865199"/>
    <w:rsid w:val="00867EAF"/>
    <w:rsid w:val="008739EB"/>
    <w:rsid w:val="00873C6B"/>
    <w:rsid w:val="00883F48"/>
    <w:rsid w:val="0088426A"/>
    <w:rsid w:val="008852BA"/>
    <w:rsid w:val="00890108"/>
    <w:rsid w:val="00893877"/>
    <w:rsid w:val="0089532C"/>
    <w:rsid w:val="00896165"/>
    <w:rsid w:val="00896681"/>
    <w:rsid w:val="008A10B4"/>
    <w:rsid w:val="008A2749"/>
    <w:rsid w:val="008A3A90"/>
    <w:rsid w:val="008B06D4"/>
    <w:rsid w:val="008B4F20"/>
    <w:rsid w:val="008B75FC"/>
    <w:rsid w:val="008B7FFD"/>
    <w:rsid w:val="008C2920"/>
    <w:rsid w:val="008C4307"/>
    <w:rsid w:val="008D23DF"/>
    <w:rsid w:val="008D73BF"/>
    <w:rsid w:val="008D7F09"/>
    <w:rsid w:val="008E5B64"/>
    <w:rsid w:val="008E7DAA"/>
    <w:rsid w:val="008F0094"/>
    <w:rsid w:val="008F11F4"/>
    <w:rsid w:val="008F340F"/>
    <w:rsid w:val="00903523"/>
    <w:rsid w:val="00904193"/>
    <w:rsid w:val="00904D63"/>
    <w:rsid w:val="0090659A"/>
    <w:rsid w:val="00911080"/>
    <w:rsid w:val="0091383D"/>
    <w:rsid w:val="00915986"/>
    <w:rsid w:val="00917624"/>
    <w:rsid w:val="00930386"/>
    <w:rsid w:val="009309F5"/>
    <w:rsid w:val="00931091"/>
    <w:rsid w:val="00933237"/>
    <w:rsid w:val="00933D69"/>
    <w:rsid w:val="00933F28"/>
    <w:rsid w:val="00933FA7"/>
    <w:rsid w:val="009379F9"/>
    <w:rsid w:val="009476C0"/>
    <w:rsid w:val="00954347"/>
    <w:rsid w:val="00954C51"/>
    <w:rsid w:val="00963E34"/>
    <w:rsid w:val="00964DFA"/>
    <w:rsid w:val="009660FF"/>
    <w:rsid w:val="0098155C"/>
    <w:rsid w:val="00983B77"/>
    <w:rsid w:val="00991DA2"/>
    <w:rsid w:val="00996053"/>
    <w:rsid w:val="009A0B2F"/>
    <w:rsid w:val="009A1CF4"/>
    <w:rsid w:val="009A37D7"/>
    <w:rsid w:val="009A4E17"/>
    <w:rsid w:val="009A6955"/>
    <w:rsid w:val="009B1A99"/>
    <w:rsid w:val="009B341C"/>
    <w:rsid w:val="009B5747"/>
    <w:rsid w:val="009D2C27"/>
    <w:rsid w:val="009D7AF5"/>
    <w:rsid w:val="009E2309"/>
    <w:rsid w:val="009E42B9"/>
    <w:rsid w:val="009E4BBE"/>
    <w:rsid w:val="009F4C2E"/>
    <w:rsid w:val="009F7D1D"/>
    <w:rsid w:val="00A014A3"/>
    <w:rsid w:val="00A0412D"/>
    <w:rsid w:val="00A21211"/>
    <w:rsid w:val="00A250B3"/>
    <w:rsid w:val="00A25430"/>
    <w:rsid w:val="00A34E7F"/>
    <w:rsid w:val="00A41F4F"/>
    <w:rsid w:val="00A46F0A"/>
    <w:rsid w:val="00A46F25"/>
    <w:rsid w:val="00A47CC2"/>
    <w:rsid w:val="00A502AE"/>
    <w:rsid w:val="00A502BA"/>
    <w:rsid w:val="00A60146"/>
    <w:rsid w:val="00A60903"/>
    <w:rsid w:val="00A622C4"/>
    <w:rsid w:val="00A6283D"/>
    <w:rsid w:val="00A63048"/>
    <w:rsid w:val="00A726E7"/>
    <w:rsid w:val="00A754B4"/>
    <w:rsid w:val="00A807C1"/>
    <w:rsid w:val="00A83374"/>
    <w:rsid w:val="00A94C7F"/>
    <w:rsid w:val="00A96172"/>
    <w:rsid w:val="00AA0E71"/>
    <w:rsid w:val="00AB0D6A"/>
    <w:rsid w:val="00AB43B3"/>
    <w:rsid w:val="00AB49B9"/>
    <w:rsid w:val="00AB758A"/>
    <w:rsid w:val="00AC027E"/>
    <w:rsid w:val="00AC06CA"/>
    <w:rsid w:val="00AC0A20"/>
    <w:rsid w:val="00AC1E7E"/>
    <w:rsid w:val="00AC2F38"/>
    <w:rsid w:val="00AC507D"/>
    <w:rsid w:val="00AC66E4"/>
    <w:rsid w:val="00AD0B48"/>
    <w:rsid w:val="00AD4578"/>
    <w:rsid w:val="00AD5B35"/>
    <w:rsid w:val="00AD68E9"/>
    <w:rsid w:val="00AE56C0"/>
    <w:rsid w:val="00AE6B50"/>
    <w:rsid w:val="00AE78A7"/>
    <w:rsid w:val="00AE795B"/>
    <w:rsid w:val="00B00914"/>
    <w:rsid w:val="00B02A8E"/>
    <w:rsid w:val="00B04B5D"/>
    <w:rsid w:val="00B052EE"/>
    <w:rsid w:val="00B1081F"/>
    <w:rsid w:val="00B17C2B"/>
    <w:rsid w:val="00B2533A"/>
    <w:rsid w:val="00B27499"/>
    <w:rsid w:val="00B3010D"/>
    <w:rsid w:val="00B33C73"/>
    <w:rsid w:val="00B35151"/>
    <w:rsid w:val="00B42CD4"/>
    <w:rsid w:val="00B433F2"/>
    <w:rsid w:val="00B458E8"/>
    <w:rsid w:val="00B5397B"/>
    <w:rsid w:val="00B62809"/>
    <w:rsid w:val="00B63D93"/>
    <w:rsid w:val="00B750D4"/>
    <w:rsid w:val="00B7675A"/>
    <w:rsid w:val="00B81898"/>
    <w:rsid w:val="00B8606B"/>
    <w:rsid w:val="00B878E7"/>
    <w:rsid w:val="00B92649"/>
    <w:rsid w:val="00B97278"/>
    <w:rsid w:val="00B97943"/>
    <w:rsid w:val="00BA1D0B"/>
    <w:rsid w:val="00BA6972"/>
    <w:rsid w:val="00BB1E0D"/>
    <w:rsid w:val="00BB4D9B"/>
    <w:rsid w:val="00BB73FF"/>
    <w:rsid w:val="00BB7688"/>
    <w:rsid w:val="00BC7CAC"/>
    <w:rsid w:val="00BD626F"/>
    <w:rsid w:val="00BD6D76"/>
    <w:rsid w:val="00BD708A"/>
    <w:rsid w:val="00BD7B72"/>
    <w:rsid w:val="00BE15B3"/>
    <w:rsid w:val="00BE56B3"/>
    <w:rsid w:val="00BF04E8"/>
    <w:rsid w:val="00BF16BF"/>
    <w:rsid w:val="00BF44B4"/>
    <w:rsid w:val="00BF4A46"/>
    <w:rsid w:val="00BF4D1F"/>
    <w:rsid w:val="00C02A73"/>
    <w:rsid w:val="00C063D2"/>
    <w:rsid w:val="00C07FD9"/>
    <w:rsid w:val="00C10955"/>
    <w:rsid w:val="00C11C4D"/>
    <w:rsid w:val="00C1712C"/>
    <w:rsid w:val="00C2363C"/>
    <w:rsid w:val="00C23E16"/>
    <w:rsid w:val="00C27E37"/>
    <w:rsid w:val="00C32713"/>
    <w:rsid w:val="00C351B8"/>
    <w:rsid w:val="00C35213"/>
    <w:rsid w:val="00C410D9"/>
    <w:rsid w:val="00C440AC"/>
    <w:rsid w:val="00C44DB7"/>
    <w:rsid w:val="00C4510A"/>
    <w:rsid w:val="00C47F2E"/>
    <w:rsid w:val="00C52BA6"/>
    <w:rsid w:val="00C57A1A"/>
    <w:rsid w:val="00C6258F"/>
    <w:rsid w:val="00C63DF6"/>
    <w:rsid w:val="00C63E58"/>
    <w:rsid w:val="00C6495E"/>
    <w:rsid w:val="00C670EE"/>
    <w:rsid w:val="00C67E3B"/>
    <w:rsid w:val="00C75A2A"/>
    <w:rsid w:val="00C90311"/>
    <w:rsid w:val="00C91C26"/>
    <w:rsid w:val="00C91CD5"/>
    <w:rsid w:val="00C952E3"/>
    <w:rsid w:val="00CA06E3"/>
    <w:rsid w:val="00CA73D5"/>
    <w:rsid w:val="00CB7E12"/>
    <w:rsid w:val="00CC1C87"/>
    <w:rsid w:val="00CC2D09"/>
    <w:rsid w:val="00CC3000"/>
    <w:rsid w:val="00CC4859"/>
    <w:rsid w:val="00CC7A35"/>
    <w:rsid w:val="00CD072A"/>
    <w:rsid w:val="00CD6EFD"/>
    <w:rsid w:val="00CD7F73"/>
    <w:rsid w:val="00CE0241"/>
    <w:rsid w:val="00CE08C1"/>
    <w:rsid w:val="00CE26C5"/>
    <w:rsid w:val="00CE2C3C"/>
    <w:rsid w:val="00CE36AF"/>
    <w:rsid w:val="00CE54DD"/>
    <w:rsid w:val="00CF0DA5"/>
    <w:rsid w:val="00CF5D31"/>
    <w:rsid w:val="00CF5F3B"/>
    <w:rsid w:val="00CF791A"/>
    <w:rsid w:val="00CF7ED5"/>
    <w:rsid w:val="00D00D7D"/>
    <w:rsid w:val="00D06A53"/>
    <w:rsid w:val="00D07774"/>
    <w:rsid w:val="00D13974"/>
    <w:rsid w:val="00D139C8"/>
    <w:rsid w:val="00D16DBF"/>
    <w:rsid w:val="00D17F81"/>
    <w:rsid w:val="00D2758C"/>
    <w:rsid w:val="00D275CA"/>
    <w:rsid w:val="00D2789B"/>
    <w:rsid w:val="00D30E33"/>
    <w:rsid w:val="00D31360"/>
    <w:rsid w:val="00D329CF"/>
    <w:rsid w:val="00D345AB"/>
    <w:rsid w:val="00D40C68"/>
    <w:rsid w:val="00D41566"/>
    <w:rsid w:val="00D458EC"/>
    <w:rsid w:val="00D501B0"/>
    <w:rsid w:val="00D52582"/>
    <w:rsid w:val="00D562DC"/>
    <w:rsid w:val="00D56A0E"/>
    <w:rsid w:val="00D57AD3"/>
    <w:rsid w:val="00D613AA"/>
    <w:rsid w:val="00D635FE"/>
    <w:rsid w:val="00D729DE"/>
    <w:rsid w:val="00D750AA"/>
    <w:rsid w:val="00D75B6A"/>
    <w:rsid w:val="00D84BDA"/>
    <w:rsid w:val="00D8622D"/>
    <w:rsid w:val="00D876A8"/>
    <w:rsid w:val="00D87F26"/>
    <w:rsid w:val="00D90E4C"/>
    <w:rsid w:val="00D926B8"/>
    <w:rsid w:val="00D93063"/>
    <w:rsid w:val="00D933B0"/>
    <w:rsid w:val="00D977E8"/>
    <w:rsid w:val="00D97B16"/>
    <w:rsid w:val="00DA11C2"/>
    <w:rsid w:val="00DB1C89"/>
    <w:rsid w:val="00DB3763"/>
    <w:rsid w:val="00DB4029"/>
    <w:rsid w:val="00DB5F4D"/>
    <w:rsid w:val="00DB6DA5"/>
    <w:rsid w:val="00DC076B"/>
    <w:rsid w:val="00DC186F"/>
    <w:rsid w:val="00DC252F"/>
    <w:rsid w:val="00DC6050"/>
    <w:rsid w:val="00DC622F"/>
    <w:rsid w:val="00DD43EA"/>
    <w:rsid w:val="00DD7058"/>
    <w:rsid w:val="00DE471D"/>
    <w:rsid w:val="00DE6D06"/>
    <w:rsid w:val="00DE6F44"/>
    <w:rsid w:val="00DF01C1"/>
    <w:rsid w:val="00E037D9"/>
    <w:rsid w:val="00E04927"/>
    <w:rsid w:val="00E0547B"/>
    <w:rsid w:val="00E1141B"/>
    <w:rsid w:val="00E12CBE"/>
    <w:rsid w:val="00E13072"/>
    <w:rsid w:val="00E130EB"/>
    <w:rsid w:val="00E162CD"/>
    <w:rsid w:val="00E17FA5"/>
    <w:rsid w:val="00E24F4B"/>
    <w:rsid w:val="00E26930"/>
    <w:rsid w:val="00E27257"/>
    <w:rsid w:val="00E449D0"/>
    <w:rsid w:val="00E4506A"/>
    <w:rsid w:val="00E46ECF"/>
    <w:rsid w:val="00E51E97"/>
    <w:rsid w:val="00E5321D"/>
    <w:rsid w:val="00E53F99"/>
    <w:rsid w:val="00E56510"/>
    <w:rsid w:val="00E56526"/>
    <w:rsid w:val="00E61BCF"/>
    <w:rsid w:val="00E61BFF"/>
    <w:rsid w:val="00E62EA8"/>
    <w:rsid w:val="00E6347B"/>
    <w:rsid w:val="00E67A6E"/>
    <w:rsid w:val="00E71B43"/>
    <w:rsid w:val="00E81612"/>
    <w:rsid w:val="00E82BC5"/>
    <w:rsid w:val="00E87D18"/>
    <w:rsid w:val="00E87D62"/>
    <w:rsid w:val="00E91A1F"/>
    <w:rsid w:val="00E96144"/>
    <w:rsid w:val="00EA3392"/>
    <w:rsid w:val="00EA486E"/>
    <w:rsid w:val="00EA4FA3"/>
    <w:rsid w:val="00EB001B"/>
    <w:rsid w:val="00EB3082"/>
    <w:rsid w:val="00EB6C33"/>
    <w:rsid w:val="00EC3885"/>
    <w:rsid w:val="00EC44E8"/>
    <w:rsid w:val="00ED1206"/>
    <w:rsid w:val="00ED225A"/>
    <w:rsid w:val="00ED6019"/>
    <w:rsid w:val="00ED7830"/>
    <w:rsid w:val="00EE3909"/>
    <w:rsid w:val="00EF2226"/>
    <w:rsid w:val="00EF4205"/>
    <w:rsid w:val="00EF5939"/>
    <w:rsid w:val="00F01714"/>
    <w:rsid w:val="00F0258F"/>
    <w:rsid w:val="00F02D06"/>
    <w:rsid w:val="00F056E5"/>
    <w:rsid w:val="00F06A92"/>
    <w:rsid w:val="00F06FDD"/>
    <w:rsid w:val="00F10819"/>
    <w:rsid w:val="00F11F5E"/>
    <w:rsid w:val="00F16F35"/>
    <w:rsid w:val="00F2229D"/>
    <w:rsid w:val="00F25ABB"/>
    <w:rsid w:val="00F27963"/>
    <w:rsid w:val="00F30446"/>
    <w:rsid w:val="00F35F53"/>
    <w:rsid w:val="00F4135D"/>
    <w:rsid w:val="00F41F1B"/>
    <w:rsid w:val="00F46BD9"/>
    <w:rsid w:val="00F53D74"/>
    <w:rsid w:val="00F60BE0"/>
    <w:rsid w:val="00F6280E"/>
    <w:rsid w:val="00F7050A"/>
    <w:rsid w:val="00F75533"/>
    <w:rsid w:val="00F77EF9"/>
    <w:rsid w:val="00F96848"/>
    <w:rsid w:val="00FA3727"/>
    <w:rsid w:val="00FA3811"/>
    <w:rsid w:val="00FA3B9F"/>
    <w:rsid w:val="00FA3F06"/>
    <w:rsid w:val="00FA4A26"/>
    <w:rsid w:val="00FA5183"/>
    <w:rsid w:val="00FA7084"/>
    <w:rsid w:val="00FA7BEF"/>
    <w:rsid w:val="00FB1929"/>
    <w:rsid w:val="00FB5FD9"/>
    <w:rsid w:val="00FD33AB"/>
    <w:rsid w:val="00FD4724"/>
    <w:rsid w:val="00FD4A68"/>
    <w:rsid w:val="00FD68ED"/>
    <w:rsid w:val="00FE2824"/>
    <w:rsid w:val="00FE661F"/>
    <w:rsid w:val="00FF0400"/>
    <w:rsid w:val="00FF358D"/>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22851"/>
  <w15:docId w15:val="{642E04E3-1BD9-4E38-8CA2-BEE681EDC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904D63"/>
    <w:pPr>
      <w:spacing w:before="0" w:after="0" w:line="240" w:lineRule="auto"/>
      <w:ind w:left="480" w:hanging="240"/>
    </w:pPr>
    <w:rPr>
      <w:rFonts w:eastAsia="Times New Roman"/>
      <w:sz w:val="20"/>
      <w:szCs w:val="24"/>
    </w:rPr>
  </w:style>
  <w:style w:type="paragraph" w:styleId="Revision">
    <w:name w:val="Revision"/>
    <w:hidden/>
    <w:uiPriority w:val="99"/>
    <w:semiHidden/>
    <w:rsid w:val="004A3A5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88078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4A056-91E1-4ACB-A7C4-68E478443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2385</Words>
  <Characters>14361</Characters>
  <Application>Microsoft Office Word</Application>
  <DocSecurity>0</DocSecurity>
  <Lines>495</Lines>
  <Paragraphs>507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dcterms:created xsi:type="dcterms:W3CDTF">2016-06-17T23:36:00Z</dcterms:created>
  <dcterms:modified xsi:type="dcterms:W3CDTF">2016-06-17T23:36:00Z</dcterms:modified>
</cp:coreProperties>
</file>