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7FC01" w14:textId="7D8492FA" w:rsidR="004D36D7" w:rsidRPr="00FD4A68" w:rsidRDefault="00934E25" w:rsidP="00B47940">
      <w:pPr>
        <w:pStyle w:val="Title"/>
        <w:rPr>
          <w:rStyle w:val="LabTitleInstVersred"/>
          <w:b/>
          <w:color w:val="auto"/>
        </w:rPr>
      </w:pPr>
      <w:sdt>
        <w:sdtPr>
          <w:rPr>
            <w:b w:val="0"/>
            <w:color w:val="EE0000"/>
          </w:rPr>
          <w:alias w:val="Title"/>
          <w:tag w:val=""/>
          <w:id w:val="-487021785"/>
          <w:placeholder>
            <w:docPart w:val="EA4A5B2A436B47319F0C4888820E637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37CAE">
            <w:t>Packet Tracer - Troubleshooting Challenge - Document the Network</w:t>
          </w:r>
        </w:sdtContent>
      </w:sdt>
    </w:p>
    <w:p w14:paraId="09903C68" w14:textId="77777777" w:rsidR="00A37CAE" w:rsidRDefault="00A37CAE" w:rsidP="00A37CAE">
      <w:pPr>
        <w:pStyle w:val="Heading1"/>
        <w:spacing w:line="276" w:lineRule="auto"/>
      </w:pPr>
      <w:r w:rsidRPr="00547D43">
        <w:t>Addressing Table</w:t>
      </w:r>
    </w:p>
    <w:tbl>
      <w:tblPr>
        <w:tblStyle w:val="LabTableStyle"/>
        <w:tblW w:w="10170" w:type="dxa"/>
        <w:tblLayout w:type="fixed"/>
        <w:tblLook w:val="04A0" w:firstRow="1" w:lastRow="0" w:firstColumn="1" w:lastColumn="0" w:noHBand="0" w:noVBand="1"/>
        <w:tblDescription w:val="This table shows the addressing for the Device, Interface, device type (router, switch, host), IP Address, Subnet Mask, and default gateway, where applicable."/>
      </w:tblPr>
      <w:tblGrid>
        <w:gridCol w:w="1527"/>
        <w:gridCol w:w="1440"/>
        <w:gridCol w:w="1710"/>
        <w:gridCol w:w="1800"/>
        <w:gridCol w:w="1800"/>
        <w:gridCol w:w="1893"/>
      </w:tblGrid>
      <w:tr w:rsidR="00571767" w14:paraId="0BF8D0E1" w14:textId="77777777" w:rsidTr="00292A1E">
        <w:trPr>
          <w:cnfStyle w:val="100000000000" w:firstRow="1" w:lastRow="0" w:firstColumn="0" w:lastColumn="0" w:oddVBand="0" w:evenVBand="0" w:oddHBand="0" w:evenHBand="0" w:firstRowFirstColumn="0" w:firstRowLastColumn="0" w:lastRowFirstColumn="0" w:lastRowLastColumn="0"/>
          <w:tblHeader/>
        </w:trPr>
        <w:tc>
          <w:tcPr>
            <w:tcW w:w="1527" w:type="dxa"/>
          </w:tcPr>
          <w:p w14:paraId="7D6A200B" w14:textId="77777777" w:rsidR="00A37CAE" w:rsidRPr="00A37CAE" w:rsidRDefault="00A37CAE" w:rsidP="00A37CAE">
            <w:pPr>
              <w:pStyle w:val="TableHeading"/>
            </w:pPr>
            <w:r w:rsidRPr="00A37CAE">
              <w:t>Device</w:t>
            </w:r>
          </w:p>
        </w:tc>
        <w:tc>
          <w:tcPr>
            <w:tcW w:w="1440" w:type="dxa"/>
          </w:tcPr>
          <w:p w14:paraId="6B5C4406" w14:textId="77777777" w:rsidR="00A37CAE" w:rsidRPr="00A37CAE" w:rsidRDefault="00A37CAE" w:rsidP="00A37CAE">
            <w:pPr>
              <w:pStyle w:val="TableHeading"/>
            </w:pPr>
            <w:r w:rsidRPr="00A37CAE">
              <w:t>Interface</w:t>
            </w:r>
          </w:p>
        </w:tc>
        <w:tc>
          <w:tcPr>
            <w:tcW w:w="1710" w:type="dxa"/>
          </w:tcPr>
          <w:p w14:paraId="4DAA8819" w14:textId="77777777" w:rsidR="00A37CAE" w:rsidRPr="00A37CAE" w:rsidRDefault="00A37CAE" w:rsidP="00A37CAE">
            <w:pPr>
              <w:pStyle w:val="TableHeading"/>
            </w:pPr>
            <w:r w:rsidRPr="00A37CAE">
              <w:t xml:space="preserve">Device Type </w:t>
            </w:r>
            <w:r w:rsidRPr="00A37CAE">
              <w:br/>
              <w:t>(router, switch, host)</w:t>
            </w:r>
          </w:p>
        </w:tc>
        <w:tc>
          <w:tcPr>
            <w:tcW w:w="1800" w:type="dxa"/>
          </w:tcPr>
          <w:p w14:paraId="223412E8" w14:textId="77777777" w:rsidR="00A37CAE" w:rsidRPr="00A37CAE" w:rsidRDefault="00A37CAE" w:rsidP="00A37CAE">
            <w:pPr>
              <w:pStyle w:val="TableHeading"/>
            </w:pPr>
            <w:r w:rsidRPr="00A37CAE">
              <w:t>IP Address</w:t>
            </w:r>
          </w:p>
        </w:tc>
        <w:tc>
          <w:tcPr>
            <w:tcW w:w="1800" w:type="dxa"/>
          </w:tcPr>
          <w:p w14:paraId="42C6105E" w14:textId="77777777" w:rsidR="00A37CAE" w:rsidRPr="00A37CAE" w:rsidRDefault="00A37CAE" w:rsidP="00A37CAE">
            <w:pPr>
              <w:pStyle w:val="TableHeading"/>
            </w:pPr>
            <w:r w:rsidRPr="00A37CAE">
              <w:t>Subnet Mask</w:t>
            </w:r>
          </w:p>
        </w:tc>
        <w:tc>
          <w:tcPr>
            <w:tcW w:w="1893" w:type="dxa"/>
          </w:tcPr>
          <w:p w14:paraId="436EC7EE" w14:textId="77777777" w:rsidR="00A37CAE" w:rsidRPr="00A37CAE" w:rsidRDefault="00A37CAE" w:rsidP="00A37CAE">
            <w:pPr>
              <w:pStyle w:val="TableHeading"/>
            </w:pPr>
            <w:r w:rsidRPr="00A37CAE">
              <w:t>Default Gateway</w:t>
            </w:r>
          </w:p>
        </w:tc>
      </w:tr>
      <w:tr w:rsidR="00292A1E" w14:paraId="411B211C" w14:textId="77777777" w:rsidTr="00292A1E">
        <w:tc>
          <w:tcPr>
            <w:tcW w:w="1527" w:type="dxa"/>
          </w:tcPr>
          <w:p w14:paraId="6371EBED" w14:textId="77777777" w:rsidR="00292A1E" w:rsidRPr="008B68E7" w:rsidRDefault="00292A1E" w:rsidP="00292A1E">
            <w:pPr>
              <w:pStyle w:val="TableText"/>
            </w:pPr>
            <w:r>
              <w:t>PC1</w:t>
            </w:r>
          </w:p>
        </w:tc>
        <w:tc>
          <w:tcPr>
            <w:tcW w:w="1440" w:type="dxa"/>
          </w:tcPr>
          <w:p w14:paraId="2474D909" w14:textId="77777777" w:rsidR="00292A1E" w:rsidRPr="00DF2D8E" w:rsidRDefault="00292A1E" w:rsidP="00292A1E">
            <w:pPr>
              <w:pStyle w:val="TableText"/>
              <w:rPr>
                <w:color w:val="000000" w:themeColor="text1"/>
              </w:rPr>
            </w:pPr>
            <w:r w:rsidRPr="00DF2D8E">
              <w:rPr>
                <w:color w:val="000000" w:themeColor="text1"/>
              </w:rPr>
              <w:t>NIC</w:t>
            </w:r>
          </w:p>
        </w:tc>
        <w:tc>
          <w:tcPr>
            <w:tcW w:w="1710" w:type="dxa"/>
          </w:tcPr>
          <w:p w14:paraId="31B7045D" w14:textId="77777777" w:rsidR="00292A1E" w:rsidRPr="00DF2D8E" w:rsidRDefault="00292A1E" w:rsidP="00292A1E">
            <w:pPr>
              <w:pStyle w:val="TableText"/>
              <w:rPr>
                <w:color w:val="000000" w:themeColor="text1"/>
              </w:rPr>
            </w:pPr>
            <w:r w:rsidRPr="00DF2D8E">
              <w:rPr>
                <w:color w:val="000000" w:themeColor="text1"/>
              </w:rPr>
              <w:t xml:space="preserve">Host </w:t>
            </w:r>
          </w:p>
        </w:tc>
        <w:tc>
          <w:tcPr>
            <w:tcW w:w="1800" w:type="dxa"/>
            <w:vAlign w:val="top"/>
          </w:tcPr>
          <w:p w14:paraId="552F324F" w14:textId="5C091B84" w:rsidR="00292A1E" w:rsidRPr="008B68E7" w:rsidRDefault="00292A1E" w:rsidP="00292A1E">
            <w:pPr>
              <w:pStyle w:val="ConfigWindow"/>
            </w:pPr>
            <w:r w:rsidRPr="0079567B">
              <w:t>blank</w:t>
            </w:r>
          </w:p>
        </w:tc>
        <w:tc>
          <w:tcPr>
            <w:tcW w:w="1800" w:type="dxa"/>
            <w:vAlign w:val="top"/>
          </w:tcPr>
          <w:p w14:paraId="0EA9E854" w14:textId="72D52151" w:rsidR="00292A1E" w:rsidRPr="008B68E7" w:rsidRDefault="00292A1E" w:rsidP="00292A1E">
            <w:pPr>
              <w:pStyle w:val="ConfigWindow"/>
            </w:pPr>
            <w:r w:rsidRPr="0079567B">
              <w:t>blank</w:t>
            </w:r>
          </w:p>
        </w:tc>
        <w:tc>
          <w:tcPr>
            <w:tcW w:w="1893" w:type="dxa"/>
            <w:vAlign w:val="top"/>
          </w:tcPr>
          <w:p w14:paraId="27429A03" w14:textId="4C7ADCDC" w:rsidR="00292A1E" w:rsidRDefault="00292A1E" w:rsidP="00292A1E">
            <w:pPr>
              <w:pStyle w:val="ConfigWindow"/>
            </w:pPr>
            <w:r w:rsidRPr="0079567B">
              <w:t>blank</w:t>
            </w:r>
          </w:p>
        </w:tc>
      </w:tr>
      <w:tr w:rsidR="00292A1E" w14:paraId="7C38F188" w14:textId="77777777" w:rsidTr="00292A1E">
        <w:tc>
          <w:tcPr>
            <w:tcW w:w="1527" w:type="dxa"/>
          </w:tcPr>
          <w:p w14:paraId="48D1F59B" w14:textId="77777777" w:rsidR="00292A1E" w:rsidRPr="008B68E7" w:rsidRDefault="00292A1E" w:rsidP="00292A1E">
            <w:pPr>
              <w:pStyle w:val="TableText"/>
            </w:pPr>
            <w:r>
              <w:t>PC2</w:t>
            </w:r>
          </w:p>
        </w:tc>
        <w:tc>
          <w:tcPr>
            <w:tcW w:w="1440" w:type="dxa"/>
            <w:vAlign w:val="top"/>
          </w:tcPr>
          <w:p w14:paraId="39C80B42" w14:textId="0747DAAF" w:rsidR="00292A1E" w:rsidRPr="00292A1E" w:rsidRDefault="00292A1E" w:rsidP="00292A1E">
            <w:pPr>
              <w:pStyle w:val="ConfigWindow"/>
            </w:pPr>
            <w:r w:rsidRPr="00292A1E">
              <w:t>blank</w:t>
            </w:r>
          </w:p>
        </w:tc>
        <w:tc>
          <w:tcPr>
            <w:tcW w:w="1710" w:type="dxa"/>
            <w:vAlign w:val="top"/>
          </w:tcPr>
          <w:p w14:paraId="4A64B58C" w14:textId="7CD92105" w:rsidR="00292A1E" w:rsidRPr="00292A1E" w:rsidRDefault="00292A1E" w:rsidP="00292A1E">
            <w:pPr>
              <w:pStyle w:val="ConfigWindow"/>
            </w:pPr>
            <w:r w:rsidRPr="00292A1E">
              <w:t>blank</w:t>
            </w:r>
          </w:p>
        </w:tc>
        <w:tc>
          <w:tcPr>
            <w:tcW w:w="1800" w:type="dxa"/>
            <w:vAlign w:val="top"/>
          </w:tcPr>
          <w:p w14:paraId="14959C25" w14:textId="258EAE3C" w:rsidR="00292A1E" w:rsidRPr="00292A1E" w:rsidRDefault="00292A1E" w:rsidP="00292A1E">
            <w:pPr>
              <w:pStyle w:val="ConfigWindow"/>
            </w:pPr>
            <w:r w:rsidRPr="00292A1E">
              <w:t>blank</w:t>
            </w:r>
          </w:p>
        </w:tc>
        <w:tc>
          <w:tcPr>
            <w:tcW w:w="1800" w:type="dxa"/>
            <w:vAlign w:val="top"/>
          </w:tcPr>
          <w:p w14:paraId="4A93FA94" w14:textId="6066D9CB" w:rsidR="00292A1E" w:rsidRPr="00292A1E" w:rsidRDefault="00292A1E" w:rsidP="00292A1E">
            <w:pPr>
              <w:pStyle w:val="ConfigWindow"/>
            </w:pPr>
            <w:r w:rsidRPr="00292A1E">
              <w:t>blank</w:t>
            </w:r>
          </w:p>
        </w:tc>
        <w:tc>
          <w:tcPr>
            <w:tcW w:w="1893" w:type="dxa"/>
            <w:vAlign w:val="top"/>
          </w:tcPr>
          <w:p w14:paraId="2A00D004" w14:textId="37EF687B" w:rsidR="00292A1E" w:rsidRPr="00292A1E" w:rsidRDefault="00292A1E" w:rsidP="00292A1E">
            <w:pPr>
              <w:pStyle w:val="ConfigWindow"/>
            </w:pPr>
            <w:r w:rsidRPr="00292A1E">
              <w:t>blank</w:t>
            </w:r>
          </w:p>
        </w:tc>
      </w:tr>
      <w:tr w:rsidR="00292A1E" w14:paraId="044B2D96" w14:textId="77777777" w:rsidTr="00292A1E">
        <w:tc>
          <w:tcPr>
            <w:tcW w:w="1527" w:type="dxa"/>
          </w:tcPr>
          <w:p w14:paraId="2F96E492" w14:textId="77777777" w:rsidR="00292A1E" w:rsidRPr="008B68E7" w:rsidRDefault="00292A1E" w:rsidP="00292A1E">
            <w:pPr>
              <w:pStyle w:val="TableText"/>
            </w:pPr>
            <w:r>
              <w:t>PC3</w:t>
            </w:r>
          </w:p>
        </w:tc>
        <w:tc>
          <w:tcPr>
            <w:tcW w:w="1440" w:type="dxa"/>
            <w:vAlign w:val="top"/>
          </w:tcPr>
          <w:p w14:paraId="4ACB79BF" w14:textId="267581A6" w:rsidR="00292A1E" w:rsidRPr="00292A1E" w:rsidRDefault="00292A1E" w:rsidP="00292A1E">
            <w:pPr>
              <w:pStyle w:val="ConfigWindow"/>
            </w:pPr>
            <w:r w:rsidRPr="00292A1E">
              <w:t>blank</w:t>
            </w:r>
          </w:p>
        </w:tc>
        <w:tc>
          <w:tcPr>
            <w:tcW w:w="1710" w:type="dxa"/>
            <w:vAlign w:val="top"/>
          </w:tcPr>
          <w:p w14:paraId="7B0A83E0" w14:textId="69030190" w:rsidR="00292A1E" w:rsidRPr="00292A1E" w:rsidRDefault="00292A1E" w:rsidP="00292A1E">
            <w:pPr>
              <w:pStyle w:val="ConfigWindow"/>
            </w:pPr>
            <w:r w:rsidRPr="00292A1E">
              <w:t>blank</w:t>
            </w:r>
          </w:p>
        </w:tc>
        <w:tc>
          <w:tcPr>
            <w:tcW w:w="1800" w:type="dxa"/>
            <w:vAlign w:val="top"/>
          </w:tcPr>
          <w:p w14:paraId="5D72335E" w14:textId="51D7A1CA" w:rsidR="00292A1E" w:rsidRPr="00292A1E" w:rsidRDefault="00292A1E" w:rsidP="00292A1E">
            <w:pPr>
              <w:pStyle w:val="ConfigWindow"/>
            </w:pPr>
            <w:r w:rsidRPr="00292A1E">
              <w:t>blank</w:t>
            </w:r>
          </w:p>
        </w:tc>
        <w:tc>
          <w:tcPr>
            <w:tcW w:w="1800" w:type="dxa"/>
            <w:vAlign w:val="top"/>
          </w:tcPr>
          <w:p w14:paraId="012974E5" w14:textId="6DC96A3F" w:rsidR="00292A1E" w:rsidRPr="00292A1E" w:rsidRDefault="00292A1E" w:rsidP="00292A1E">
            <w:pPr>
              <w:pStyle w:val="ConfigWindow"/>
            </w:pPr>
            <w:r w:rsidRPr="00292A1E">
              <w:t>blank</w:t>
            </w:r>
          </w:p>
        </w:tc>
        <w:tc>
          <w:tcPr>
            <w:tcW w:w="1893" w:type="dxa"/>
            <w:vAlign w:val="top"/>
          </w:tcPr>
          <w:p w14:paraId="2E761D34" w14:textId="5CC95808" w:rsidR="00292A1E" w:rsidRPr="00292A1E" w:rsidRDefault="00292A1E" w:rsidP="00292A1E">
            <w:pPr>
              <w:pStyle w:val="ConfigWindow"/>
            </w:pPr>
            <w:r w:rsidRPr="00292A1E">
              <w:t>blank</w:t>
            </w:r>
          </w:p>
        </w:tc>
      </w:tr>
      <w:tr w:rsidR="00292A1E" w14:paraId="71D9EC4A" w14:textId="77777777" w:rsidTr="00292A1E">
        <w:tc>
          <w:tcPr>
            <w:tcW w:w="1527" w:type="dxa"/>
          </w:tcPr>
          <w:p w14:paraId="53207C5D" w14:textId="77777777" w:rsidR="00292A1E" w:rsidRDefault="00292A1E" w:rsidP="00292A1E">
            <w:pPr>
              <w:pStyle w:val="TableText"/>
            </w:pPr>
            <w:r>
              <w:t>PC4</w:t>
            </w:r>
          </w:p>
        </w:tc>
        <w:tc>
          <w:tcPr>
            <w:tcW w:w="1440" w:type="dxa"/>
            <w:vAlign w:val="top"/>
          </w:tcPr>
          <w:p w14:paraId="204FEC11" w14:textId="41B465B1" w:rsidR="00292A1E" w:rsidRPr="00292A1E" w:rsidRDefault="00292A1E" w:rsidP="00292A1E">
            <w:pPr>
              <w:pStyle w:val="ConfigWindow"/>
            </w:pPr>
            <w:r w:rsidRPr="00292A1E">
              <w:t>blank</w:t>
            </w:r>
          </w:p>
        </w:tc>
        <w:tc>
          <w:tcPr>
            <w:tcW w:w="1710" w:type="dxa"/>
            <w:vAlign w:val="top"/>
          </w:tcPr>
          <w:p w14:paraId="3520161A" w14:textId="00F25B73" w:rsidR="00292A1E" w:rsidRPr="00292A1E" w:rsidRDefault="00292A1E" w:rsidP="00292A1E">
            <w:pPr>
              <w:pStyle w:val="ConfigWindow"/>
            </w:pPr>
            <w:r w:rsidRPr="00292A1E">
              <w:t>blank</w:t>
            </w:r>
          </w:p>
        </w:tc>
        <w:tc>
          <w:tcPr>
            <w:tcW w:w="1800" w:type="dxa"/>
            <w:vAlign w:val="top"/>
          </w:tcPr>
          <w:p w14:paraId="2AFCB9B0" w14:textId="725915D3" w:rsidR="00292A1E" w:rsidRPr="00292A1E" w:rsidRDefault="00292A1E" w:rsidP="00292A1E">
            <w:pPr>
              <w:pStyle w:val="ConfigWindow"/>
            </w:pPr>
            <w:r w:rsidRPr="00292A1E">
              <w:t>blank</w:t>
            </w:r>
          </w:p>
        </w:tc>
        <w:tc>
          <w:tcPr>
            <w:tcW w:w="1800" w:type="dxa"/>
            <w:vAlign w:val="top"/>
          </w:tcPr>
          <w:p w14:paraId="3C6C7166" w14:textId="40332FD5" w:rsidR="00292A1E" w:rsidRPr="00292A1E" w:rsidRDefault="00292A1E" w:rsidP="00292A1E">
            <w:pPr>
              <w:pStyle w:val="ConfigWindow"/>
            </w:pPr>
            <w:r w:rsidRPr="00292A1E">
              <w:t>blank</w:t>
            </w:r>
          </w:p>
        </w:tc>
        <w:tc>
          <w:tcPr>
            <w:tcW w:w="1893" w:type="dxa"/>
            <w:vAlign w:val="top"/>
          </w:tcPr>
          <w:p w14:paraId="27473571" w14:textId="2F530B74" w:rsidR="00292A1E" w:rsidRPr="00292A1E" w:rsidRDefault="00292A1E" w:rsidP="00292A1E">
            <w:pPr>
              <w:pStyle w:val="ConfigWindow"/>
            </w:pPr>
            <w:r w:rsidRPr="00292A1E">
              <w:t>blank</w:t>
            </w:r>
          </w:p>
        </w:tc>
      </w:tr>
      <w:tr w:rsidR="00292A1E" w14:paraId="6716CB63" w14:textId="77777777" w:rsidTr="00292A1E">
        <w:tc>
          <w:tcPr>
            <w:tcW w:w="1527" w:type="dxa"/>
          </w:tcPr>
          <w:p w14:paraId="504AD495" w14:textId="77777777" w:rsidR="00292A1E" w:rsidRDefault="00292A1E" w:rsidP="00292A1E">
            <w:pPr>
              <w:pStyle w:val="TableText"/>
            </w:pPr>
            <w:r>
              <w:t>PC5</w:t>
            </w:r>
          </w:p>
        </w:tc>
        <w:tc>
          <w:tcPr>
            <w:tcW w:w="1440" w:type="dxa"/>
            <w:vAlign w:val="top"/>
          </w:tcPr>
          <w:p w14:paraId="61CA4227" w14:textId="725E3208" w:rsidR="00292A1E" w:rsidRPr="00292A1E" w:rsidRDefault="00292A1E" w:rsidP="00292A1E">
            <w:pPr>
              <w:pStyle w:val="ConfigWindow"/>
            </w:pPr>
            <w:r w:rsidRPr="00292A1E">
              <w:t>blank</w:t>
            </w:r>
          </w:p>
        </w:tc>
        <w:tc>
          <w:tcPr>
            <w:tcW w:w="1710" w:type="dxa"/>
            <w:vAlign w:val="top"/>
          </w:tcPr>
          <w:p w14:paraId="2758ACD5" w14:textId="7889A288" w:rsidR="00292A1E" w:rsidRPr="00292A1E" w:rsidRDefault="00292A1E" w:rsidP="00292A1E">
            <w:pPr>
              <w:pStyle w:val="ConfigWindow"/>
            </w:pPr>
            <w:r w:rsidRPr="00292A1E">
              <w:t>blank</w:t>
            </w:r>
          </w:p>
        </w:tc>
        <w:tc>
          <w:tcPr>
            <w:tcW w:w="1800" w:type="dxa"/>
            <w:vAlign w:val="top"/>
          </w:tcPr>
          <w:p w14:paraId="0FEB38FB" w14:textId="52353BB3" w:rsidR="00292A1E" w:rsidRPr="00292A1E" w:rsidRDefault="00292A1E" w:rsidP="00292A1E">
            <w:pPr>
              <w:pStyle w:val="ConfigWindow"/>
            </w:pPr>
            <w:r w:rsidRPr="00292A1E">
              <w:t>blank</w:t>
            </w:r>
          </w:p>
        </w:tc>
        <w:tc>
          <w:tcPr>
            <w:tcW w:w="1800" w:type="dxa"/>
            <w:vAlign w:val="top"/>
          </w:tcPr>
          <w:p w14:paraId="4DF5A13E" w14:textId="609F635A" w:rsidR="00292A1E" w:rsidRPr="00292A1E" w:rsidRDefault="00292A1E" w:rsidP="00292A1E">
            <w:pPr>
              <w:pStyle w:val="ConfigWindow"/>
            </w:pPr>
            <w:r w:rsidRPr="00292A1E">
              <w:t>blank</w:t>
            </w:r>
          </w:p>
        </w:tc>
        <w:tc>
          <w:tcPr>
            <w:tcW w:w="1893" w:type="dxa"/>
            <w:vAlign w:val="top"/>
          </w:tcPr>
          <w:p w14:paraId="633799DE" w14:textId="1CA4937B" w:rsidR="00292A1E" w:rsidRPr="00292A1E" w:rsidRDefault="00292A1E" w:rsidP="00292A1E">
            <w:pPr>
              <w:pStyle w:val="ConfigWindow"/>
            </w:pPr>
            <w:r w:rsidRPr="00292A1E">
              <w:t>blank</w:t>
            </w:r>
          </w:p>
        </w:tc>
      </w:tr>
      <w:tr w:rsidR="00292A1E" w14:paraId="78C5C80F" w14:textId="77777777" w:rsidTr="00292A1E">
        <w:tc>
          <w:tcPr>
            <w:tcW w:w="1527" w:type="dxa"/>
          </w:tcPr>
          <w:p w14:paraId="70858AD3" w14:textId="77777777" w:rsidR="00292A1E" w:rsidRDefault="00292A1E" w:rsidP="00292A1E">
            <w:pPr>
              <w:pStyle w:val="TableText"/>
            </w:pPr>
            <w:r>
              <w:t>PC6</w:t>
            </w:r>
          </w:p>
        </w:tc>
        <w:tc>
          <w:tcPr>
            <w:tcW w:w="1440" w:type="dxa"/>
            <w:vAlign w:val="top"/>
          </w:tcPr>
          <w:p w14:paraId="4E2BB624" w14:textId="2B7A9D3C" w:rsidR="00292A1E" w:rsidRPr="00292A1E" w:rsidRDefault="00292A1E" w:rsidP="00292A1E">
            <w:pPr>
              <w:pStyle w:val="ConfigWindow"/>
            </w:pPr>
            <w:r w:rsidRPr="00292A1E">
              <w:t>blank</w:t>
            </w:r>
          </w:p>
        </w:tc>
        <w:tc>
          <w:tcPr>
            <w:tcW w:w="1710" w:type="dxa"/>
            <w:vAlign w:val="top"/>
          </w:tcPr>
          <w:p w14:paraId="7DF755B8" w14:textId="07B0F44E" w:rsidR="00292A1E" w:rsidRPr="00292A1E" w:rsidRDefault="00292A1E" w:rsidP="00292A1E">
            <w:pPr>
              <w:pStyle w:val="ConfigWindow"/>
            </w:pPr>
            <w:r w:rsidRPr="00292A1E">
              <w:t>blank</w:t>
            </w:r>
          </w:p>
        </w:tc>
        <w:tc>
          <w:tcPr>
            <w:tcW w:w="1800" w:type="dxa"/>
            <w:vAlign w:val="top"/>
          </w:tcPr>
          <w:p w14:paraId="14A08176" w14:textId="3B8DAD65" w:rsidR="00292A1E" w:rsidRPr="00292A1E" w:rsidRDefault="00292A1E" w:rsidP="00292A1E">
            <w:pPr>
              <w:pStyle w:val="ConfigWindow"/>
            </w:pPr>
            <w:r w:rsidRPr="00292A1E">
              <w:t>blank</w:t>
            </w:r>
          </w:p>
        </w:tc>
        <w:tc>
          <w:tcPr>
            <w:tcW w:w="1800" w:type="dxa"/>
            <w:vAlign w:val="top"/>
          </w:tcPr>
          <w:p w14:paraId="6C934B08" w14:textId="46CB833D" w:rsidR="00292A1E" w:rsidRPr="00292A1E" w:rsidRDefault="00292A1E" w:rsidP="00292A1E">
            <w:pPr>
              <w:pStyle w:val="ConfigWindow"/>
            </w:pPr>
            <w:r w:rsidRPr="00292A1E">
              <w:t>blank</w:t>
            </w:r>
          </w:p>
        </w:tc>
        <w:tc>
          <w:tcPr>
            <w:tcW w:w="1893" w:type="dxa"/>
            <w:vAlign w:val="top"/>
          </w:tcPr>
          <w:p w14:paraId="69B25077" w14:textId="41CD5D4E" w:rsidR="00292A1E" w:rsidRPr="00292A1E" w:rsidRDefault="00292A1E" w:rsidP="00292A1E">
            <w:pPr>
              <w:pStyle w:val="ConfigWindow"/>
            </w:pPr>
            <w:r w:rsidRPr="00292A1E">
              <w:t>blank</w:t>
            </w:r>
          </w:p>
        </w:tc>
      </w:tr>
      <w:tr w:rsidR="00292A1E" w14:paraId="7344FC77" w14:textId="77777777" w:rsidTr="00292A1E">
        <w:tc>
          <w:tcPr>
            <w:tcW w:w="1527" w:type="dxa"/>
          </w:tcPr>
          <w:p w14:paraId="5698D7B1" w14:textId="77777777" w:rsidR="00292A1E" w:rsidRDefault="00292A1E" w:rsidP="00292A1E">
            <w:pPr>
              <w:pStyle w:val="TableText"/>
            </w:pPr>
            <w:r>
              <w:t>PC7</w:t>
            </w:r>
          </w:p>
        </w:tc>
        <w:tc>
          <w:tcPr>
            <w:tcW w:w="1440" w:type="dxa"/>
            <w:vAlign w:val="top"/>
          </w:tcPr>
          <w:p w14:paraId="40977F09" w14:textId="78D6E54B" w:rsidR="00292A1E" w:rsidRPr="00292A1E" w:rsidRDefault="00292A1E" w:rsidP="00292A1E">
            <w:pPr>
              <w:pStyle w:val="ConfigWindow"/>
            </w:pPr>
            <w:r w:rsidRPr="00292A1E">
              <w:t>blank</w:t>
            </w:r>
          </w:p>
        </w:tc>
        <w:tc>
          <w:tcPr>
            <w:tcW w:w="1710" w:type="dxa"/>
            <w:vAlign w:val="top"/>
          </w:tcPr>
          <w:p w14:paraId="0EF15F07" w14:textId="4AF5F1EF" w:rsidR="00292A1E" w:rsidRPr="00292A1E" w:rsidRDefault="00292A1E" w:rsidP="00292A1E">
            <w:pPr>
              <w:pStyle w:val="ConfigWindow"/>
            </w:pPr>
            <w:r w:rsidRPr="00292A1E">
              <w:t>blank</w:t>
            </w:r>
          </w:p>
        </w:tc>
        <w:tc>
          <w:tcPr>
            <w:tcW w:w="1800" w:type="dxa"/>
            <w:vAlign w:val="top"/>
          </w:tcPr>
          <w:p w14:paraId="5CD75274" w14:textId="0A532C74" w:rsidR="00292A1E" w:rsidRPr="00292A1E" w:rsidRDefault="00292A1E" w:rsidP="00292A1E">
            <w:pPr>
              <w:pStyle w:val="ConfigWindow"/>
            </w:pPr>
            <w:r w:rsidRPr="00292A1E">
              <w:t>blank</w:t>
            </w:r>
          </w:p>
        </w:tc>
        <w:tc>
          <w:tcPr>
            <w:tcW w:w="1800" w:type="dxa"/>
            <w:vAlign w:val="top"/>
          </w:tcPr>
          <w:p w14:paraId="4B830DD9" w14:textId="46FA2149" w:rsidR="00292A1E" w:rsidRPr="00292A1E" w:rsidRDefault="00292A1E" w:rsidP="00292A1E">
            <w:pPr>
              <w:pStyle w:val="ConfigWindow"/>
            </w:pPr>
            <w:r w:rsidRPr="00292A1E">
              <w:t>blank</w:t>
            </w:r>
          </w:p>
        </w:tc>
        <w:tc>
          <w:tcPr>
            <w:tcW w:w="1893" w:type="dxa"/>
            <w:vAlign w:val="top"/>
          </w:tcPr>
          <w:p w14:paraId="7DB71246" w14:textId="418640D9" w:rsidR="00292A1E" w:rsidRPr="00292A1E" w:rsidRDefault="00292A1E" w:rsidP="00292A1E">
            <w:pPr>
              <w:pStyle w:val="ConfigWindow"/>
            </w:pPr>
            <w:r w:rsidRPr="00292A1E">
              <w:t>blank</w:t>
            </w:r>
          </w:p>
        </w:tc>
      </w:tr>
      <w:tr w:rsidR="00292A1E" w14:paraId="73FD89C5" w14:textId="77777777" w:rsidTr="003C4419">
        <w:tc>
          <w:tcPr>
            <w:tcW w:w="1527" w:type="dxa"/>
            <w:vAlign w:val="top"/>
          </w:tcPr>
          <w:p w14:paraId="389656F2" w14:textId="440FBD5C" w:rsidR="00292A1E" w:rsidRPr="00292A1E" w:rsidRDefault="00292A1E" w:rsidP="00292A1E">
            <w:pPr>
              <w:pStyle w:val="ConfigWindow"/>
              <w:spacing w:before="60" w:after="60"/>
              <w:rPr>
                <w:sz w:val="20"/>
                <w:szCs w:val="20"/>
              </w:rPr>
            </w:pPr>
            <w:r w:rsidRPr="00292A1E">
              <w:rPr>
                <w:sz w:val="20"/>
                <w:szCs w:val="20"/>
              </w:rPr>
              <w:t>blank</w:t>
            </w:r>
          </w:p>
        </w:tc>
        <w:tc>
          <w:tcPr>
            <w:tcW w:w="1440" w:type="dxa"/>
            <w:vAlign w:val="top"/>
          </w:tcPr>
          <w:p w14:paraId="7A92432C" w14:textId="6E26EA8F" w:rsidR="00292A1E" w:rsidRPr="00292A1E" w:rsidRDefault="00292A1E" w:rsidP="00292A1E">
            <w:pPr>
              <w:pStyle w:val="ConfigWindow"/>
            </w:pPr>
            <w:r w:rsidRPr="00292A1E">
              <w:t>blank</w:t>
            </w:r>
          </w:p>
        </w:tc>
        <w:tc>
          <w:tcPr>
            <w:tcW w:w="1710" w:type="dxa"/>
            <w:vAlign w:val="top"/>
          </w:tcPr>
          <w:p w14:paraId="5827F734" w14:textId="72596374" w:rsidR="00292A1E" w:rsidRPr="00292A1E" w:rsidRDefault="00292A1E" w:rsidP="00292A1E">
            <w:pPr>
              <w:pStyle w:val="ConfigWindow"/>
            </w:pPr>
            <w:r w:rsidRPr="00292A1E">
              <w:t>blank</w:t>
            </w:r>
          </w:p>
        </w:tc>
        <w:tc>
          <w:tcPr>
            <w:tcW w:w="1800" w:type="dxa"/>
            <w:vAlign w:val="top"/>
          </w:tcPr>
          <w:p w14:paraId="1043686D" w14:textId="40F72338" w:rsidR="00292A1E" w:rsidRPr="00292A1E" w:rsidRDefault="00292A1E" w:rsidP="00292A1E">
            <w:pPr>
              <w:pStyle w:val="ConfigWindow"/>
            </w:pPr>
            <w:r w:rsidRPr="00292A1E">
              <w:t>blank</w:t>
            </w:r>
          </w:p>
        </w:tc>
        <w:tc>
          <w:tcPr>
            <w:tcW w:w="1800" w:type="dxa"/>
            <w:vAlign w:val="top"/>
          </w:tcPr>
          <w:p w14:paraId="0509CB9C" w14:textId="7F36BDAF" w:rsidR="00292A1E" w:rsidRPr="00292A1E" w:rsidRDefault="00292A1E" w:rsidP="00292A1E">
            <w:pPr>
              <w:pStyle w:val="ConfigWindow"/>
            </w:pPr>
            <w:r w:rsidRPr="00292A1E">
              <w:t>blank</w:t>
            </w:r>
          </w:p>
        </w:tc>
        <w:tc>
          <w:tcPr>
            <w:tcW w:w="1893" w:type="dxa"/>
            <w:vAlign w:val="top"/>
          </w:tcPr>
          <w:p w14:paraId="63D4C103" w14:textId="0723F3D0" w:rsidR="00292A1E" w:rsidRPr="00292A1E" w:rsidRDefault="00292A1E" w:rsidP="00292A1E">
            <w:pPr>
              <w:pStyle w:val="ConfigWindow"/>
            </w:pPr>
            <w:r w:rsidRPr="00292A1E">
              <w:t>blank</w:t>
            </w:r>
          </w:p>
        </w:tc>
      </w:tr>
      <w:tr w:rsidR="00292A1E" w14:paraId="0BD6A73C" w14:textId="77777777" w:rsidTr="003C4419">
        <w:tc>
          <w:tcPr>
            <w:tcW w:w="1527" w:type="dxa"/>
            <w:vAlign w:val="top"/>
          </w:tcPr>
          <w:p w14:paraId="609B4A2B" w14:textId="77ACD119" w:rsidR="00292A1E" w:rsidRPr="00292A1E" w:rsidRDefault="00292A1E" w:rsidP="00292A1E">
            <w:pPr>
              <w:pStyle w:val="ConfigWindow"/>
              <w:spacing w:before="60" w:after="60"/>
              <w:rPr>
                <w:sz w:val="20"/>
                <w:szCs w:val="20"/>
              </w:rPr>
            </w:pPr>
            <w:r w:rsidRPr="00292A1E">
              <w:rPr>
                <w:sz w:val="20"/>
                <w:szCs w:val="20"/>
              </w:rPr>
              <w:t>blank</w:t>
            </w:r>
          </w:p>
        </w:tc>
        <w:tc>
          <w:tcPr>
            <w:tcW w:w="1440" w:type="dxa"/>
            <w:vAlign w:val="top"/>
          </w:tcPr>
          <w:p w14:paraId="40793A59" w14:textId="5FA000D8" w:rsidR="00292A1E" w:rsidRPr="00292A1E" w:rsidRDefault="00292A1E" w:rsidP="00292A1E">
            <w:pPr>
              <w:pStyle w:val="ConfigWindow"/>
            </w:pPr>
            <w:r w:rsidRPr="00292A1E">
              <w:t>blank</w:t>
            </w:r>
          </w:p>
        </w:tc>
        <w:tc>
          <w:tcPr>
            <w:tcW w:w="1710" w:type="dxa"/>
            <w:vAlign w:val="top"/>
          </w:tcPr>
          <w:p w14:paraId="05C0434D" w14:textId="182F5696" w:rsidR="00292A1E" w:rsidRPr="00292A1E" w:rsidRDefault="00292A1E" w:rsidP="00292A1E">
            <w:pPr>
              <w:pStyle w:val="ConfigWindow"/>
            </w:pPr>
            <w:r w:rsidRPr="00292A1E">
              <w:t>blank</w:t>
            </w:r>
          </w:p>
        </w:tc>
        <w:tc>
          <w:tcPr>
            <w:tcW w:w="1800" w:type="dxa"/>
            <w:vAlign w:val="top"/>
          </w:tcPr>
          <w:p w14:paraId="3BE281B8" w14:textId="2E1FEF64" w:rsidR="00292A1E" w:rsidRPr="00292A1E" w:rsidRDefault="00292A1E" w:rsidP="00292A1E">
            <w:pPr>
              <w:pStyle w:val="ConfigWindow"/>
            </w:pPr>
            <w:r w:rsidRPr="00292A1E">
              <w:t>blank</w:t>
            </w:r>
          </w:p>
        </w:tc>
        <w:tc>
          <w:tcPr>
            <w:tcW w:w="1800" w:type="dxa"/>
            <w:vAlign w:val="top"/>
          </w:tcPr>
          <w:p w14:paraId="7B9731C7" w14:textId="196C5DBB" w:rsidR="00292A1E" w:rsidRPr="00292A1E" w:rsidRDefault="00292A1E" w:rsidP="00292A1E">
            <w:pPr>
              <w:pStyle w:val="ConfigWindow"/>
            </w:pPr>
            <w:r w:rsidRPr="00292A1E">
              <w:t>blank</w:t>
            </w:r>
          </w:p>
        </w:tc>
        <w:tc>
          <w:tcPr>
            <w:tcW w:w="1893" w:type="dxa"/>
            <w:vAlign w:val="top"/>
          </w:tcPr>
          <w:p w14:paraId="725D9980" w14:textId="71FDC52E" w:rsidR="00292A1E" w:rsidRPr="00292A1E" w:rsidRDefault="00292A1E" w:rsidP="00292A1E">
            <w:pPr>
              <w:pStyle w:val="ConfigWindow"/>
            </w:pPr>
            <w:r w:rsidRPr="00292A1E">
              <w:t>blank</w:t>
            </w:r>
          </w:p>
        </w:tc>
      </w:tr>
      <w:tr w:rsidR="00292A1E" w14:paraId="56C2D88C" w14:textId="77777777" w:rsidTr="003C4419">
        <w:tc>
          <w:tcPr>
            <w:tcW w:w="1527" w:type="dxa"/>
            <w:vAlign w:val="top"/>
          </w:tcPr>
          <w:p w14:paraId="44DA5348" w14:textId="678749A5" w:rsidR="00292A1E" w:rsidRPr="00292A1E" w:rsidRDefault="00292A1E" w:rsidP="00292A1E">
            <w:pPr>
              <w:pStyle w:val="ConfigWindow"/>
              <w:spacing w:before="60" w:after="60"/>
              <w:rPr>
                <w:sz w:val="20"/>
                <w:szCs w:val="20"/>
              </w:rPr>
            </w:pPr>
            <w:r w:rsidRPr="00292A1E">
              <w:rPr>
                <w:sz w:val="20"/>
                <w:szCs w:val="20"/>
              </w:rPr>
              <w:t>blank</w:t>
            </w:r>
          </w:p>
        </w:tc>
        <w:tc>
          <w:tcPr>
            <w:tcW w:w="1440" w:type="dxa"/>
            <w:vAlign w:val="top"/>
          </w:tcPr>
          <w:p w14:paraId="06B9CAA0" w14:textId="65B81D65" w:rsidR="00292A1E" w:rsidRPr="00292A1E" w:rsidRDefault="00292A1E" w:rsidP="00292A1E">
            <w:pPr>
              <w:pStyle w:val="ConfigWindow"/>
            </w:pPr>
            <w:r w:rsidRPr="00292A1E">
              <w:t>blank</w:t>
            </w:r>
          </w:p>
        </w:tc>
        <w:tc>
          <w:tcPr>
            <w:tcW w:w="1710" w:type="dxa"/>
            <w:vAlign w:val="top"/>
          </w:tcPr>
          <w:p w14:paraId="209F0AF5" w14:textId="4C4F583C" w:rsidR="00292A1E" w:rsidRPr="00292A1E" w:rsidRDefault="00292A1E" w:rsidP="00292A1E">
            <w:pPr>
              <w:pStyle w:val="ConfigWindow"/>
            </w:pPr>
            <w:r w:rsidRPr="00292A1E">
              <w:t>blank</w:t>
            </w:r>
          </w:p>
        </w:tc>
        <w:tc>
          <w:tcPr>
            <w:tcW w:w="1800" w:type="dxa"/>
            <w:vAlign w:val="top"/>
          </w:tcPr>
          <w:p w14:paraId="107420A3" w14:textId="31D88407" w:rsidR="00292A1E" w:rsidRPr="00292A1E" w:rsidRDefault="00292A1E" w:rsidP="00292A1E">
            <w:pPr>
              <w:pStyle w:val="ConfigWindow"/>
            </w:pPr>
            <w:r w:rsidRPr="00292A1E">
              <w:t>blank</w:t>
            </w:r>
          </w:p>
        </w:tc>
        <w:tc>
          <w:tcPr>
            <w:tcW w:w="1800" w:type="dxa"/>
            <w:vAlign w:val="top"/>
          </w:tcPr>
          <w:p w14:paraId="5214D991" w14:textId="5E49C5BF" w:rsidR="00292A1E" w:rsidRPr="00292A1E" w:rsidRDefault="00292A1E" w:rsidP="00292A1E">
            <w:pPr>
              <w:pStyle w:val="ConfigWindow"/>
            </w:pPr>
            <w:r w:rsidRPr="00292A1E">
              <w:t>blank</w:t>
            </w:r>
          </w:p>
        </w:tc>
        <w:tc>
          <w:tcPr>
            <w:tcW w:w="1893" w:type="dxa"/>
            <w:vAlign w:val="top"/>
          </w:tcPr>
          <w:p w14:paraId="04EB6D0A" w14:textId="36DC12D5" w:rsidR="00292A1E" w:rsidRPr="00292A1E" w:rsidRDefault="00292A1E" w:rsidP="00292A1E">
            <w:pPr>
              <w:pStyle w:val="ConfigWindow"/>
            </w:pPr>
            <w:r w:rsidRPr="00292A1E">
              <w:t>blank</w:t>
            </w:r>
          </w:p>
        </w:tc>
      </w:tr>
      <w:tr w:rsidR="00292A1E" w14:paraId="4B11B0F0" w14:textId="77777777" w:rsidTr="003C4419">
        <w:tc>
          <w:tcPr>
            <w:tcW w:w="1527" w:type="dxa"/>
            <w:vAlign w:val="top"/>
          </w:tcPr>
          <w:p w14:paraId="0BFA4A61" w14:textId="30557913" w:rsidR="00292A1E" w:rsidRPr="00292A1E" w:rsidRDefault="00292A1E" w:rsidP="00292A1E">
            <w:pPr>
              <w:pStyle w:val="ConfigWindow"/>
              <w:spacing w:before="60" w:after="60"/>
              <w:rPr>
                <w:sz w:val="20"/>
                <w:szCs w:val="20"/>
              </w:rPr>
            </w:pPr>
            <w:r w:rsidRPr="00292A1E">
              <w:rPr>
                <w:sz w:val="20"/>
                <w:szCs w:val="20"/>
              </w:rPr>
              <w:t>blank</w:t>
            </w:r>
          </w:p>
        </w:tc>
        <w:tc>
          <w:tcPr>
            <w:tcW w:w="1440" w:type="dxa"/>
            <w:vAlign w:val="top"/>
          </w:tcPr>
          <w:p w14:paraId="1C0424B6" w14:textId="0CA541CF" w:rsidR="00292A1E" w:rsidRPr="00292A1E" w:rsidRDefault="00292A1E" w:rsidP="00292A1E">
            <w:pPr>
              <w:pStyle w:val="ConfigWindow"/>
            </w:pPr>
            <w:r w:rsidRPr="00292A1E">
              <w:t>blank</w:t>
            </w:r>
          </w:p>
        </w:tc>
        <w:tc>
          <w:tcPr>
            <w:tcW w:w="1710" w:type="dxa"/>
            <w:vAlign w:val="top"/>
          </w:tcPr>
          <w:p w14:paraId="660119CE" w14:textId="58089D74" w:rsidR="00292A1E" w:rsidRPr="00292A1E" w:rsidRDefault="00292A1E" w:rsidP="00292A1E">
            <w:pPr>
              <w:pStyle w:val="ConfigWindow"/>
            </w:pPr>
            <w:r w:rsidRPr="00292A1E">
              <w:t>blank</w:t>
            </w:r>
          </w:p>
        </w:tc>
        <w:tc>
          <w:tcPr>
            <w:tcW w:w="1800" w:type="dxa"/>
            <w:vAlign w:val="top"/>
          </w:tcPr>
          <w:p w14:paraId="5347DCCF" w14:textId="748C7821" w:rsidR="00292A1E" w:rsidRPr="00292A1E" w:rsidRDefault="00292A1E" w:rsidP="00292A1E">
            <w:pPr>
              <w:pStyle w:val="ConfigWindow"/>
            </w:pPr>
            <w:r w:rsidRPr="00292A1E">
              <w:t>blank</w:t>
            </w:r>
          </w:p>
        </w:tc>
        <w:tc>
          <w:tcPr>
            <w:tcW w:w="1800" w:type="dxa"/>
            <w:vAlign w:val="top"/>
          </w:tcPr>
          <w:p w14:paraId="06EEDD66" w14:textId="1C0B92A4" w:rsidR="00292A1E" w:rsidRPr="00292A1E" w:rsidRDefault="00292A1E" w:rsidP="00292A1E">
            <w:pPr>
              <w:pStyle w:val="ConfigWindow"/>
            </w:pPr>
            <w:r w:rsidRPr="00292A1E">
              <w:t>blank</w:t>
            </w:r>
          </w:p>
        </w:tc>
        <w:tc>
          <w:tcPr>
            <w:tcW w:w="1893" w:type="dxa"/>
            <w:vAlign w:val="top"/>
          </w:tcPr>
          <w:p w14:paraId="14B0509F" w14:textId="157AB942" w:rsidR="00292A1E" w:rsidRPr="00292A1E" w:rsidRDefault="00292A1E" w:rsidP="00292A1E">
            <w:pPr>
              <w:pStyle w:val="ConfigWindow"/>
            </w:pPr>
            <w:r w:rsidRPr="00292A1E">
              <w:t>blank</w:t>
            </w:r>
          </w:p>
        </w:tc>
      </w:tr>
      <w:tr w:rsidR="00292A1E" w14:paraId="56F3651A" w14:textId="77777777" w:rsidTr="003C4419">
        <w:tc>
          <w:tcPr>
            <w:tcW w:w="1527" w:type="dxa"/>
            <w:vAlign w:val="top"/>
          </w:tcPr>
          <w:p w14:paraId="00BDC47A" w14:textId="171EE831" w:rsidR="00292A1E" w:rsidRPr="00292A1E" w:rsidRDefault="00292A1E" w:rsidP="00292A1E">
            <w:pPr>
              <w:pStyle w:val="ConfigWindow"/>
              <w:spacing w:before="60" w:after="60"/>
              <w:rPr>
                <w:sz w:val="20"/>
                <w:szCs w:val="20"/>
              </w:rPr>
            </w:pPr>
            <w:r w:rsidRPr="00292A1E">
              <w:rPr>
                <w:sz w:val="20"/>
                <w:szCs w:val="20"/>
              </w:rPr>
              <w:t>blank</w:t>
            </w:r>
          </w:p>
        </w:tc>
        <w:tc>
          <w:tcPr>
            <w:tcW w:w="1440" w:type="dxa"/>
            <w:vAlign w:val="top"/>
          </w:tcPr>
          <w:p w14:paraId="0B273545" w14:textId="68151CFD" w:rsidR="00292A1E" w:rsidRPr="00292A1E" w:rsidRDefault="00292A1E" w:rsidP="00292A1E">
            <w:pPr>
              <w:pStyle w:val="ConfigWindow"/>
            </w:pPr>
            <w:r w:rsidRPr="00292A1E">
              <w:t>blank</w:t>
            </w:r>
          </w:p>
        </w:tc>
        <w:tc>
          <w:tcPr>
            <w:tcW w:w="1710" w:type="dxa"/>
            <w:vAlign w:val="top"/>
          </w:tcPr>
          <w:p w14:paraId="7A334D57" w14:textId="0FB321D3" w:rsidR="00292A1E" w:rsidRPr="00292A1E" w:rsidRDefault="00292A1E" w:rsidP="00292A1E">
            <w:pPr>
              <w:pStyle w:val="ConfigWindow"/>
            </w:pPr>
            <w:r w:rsidRPr="00292A1E">
              <w:t>blank</w:t>
            </w:r>
          </w:p>
        </w:tc>
        <w:tc>
          <w:tcPr>
            <w:tcW w:w="1800" w:type="dxa"/>
            <w:vAlign w:val="top"/>
          </w:tcPr>
          <w:p w14:paraId="1D2AED91" w14:textId="571FC5BA" w:rsidR="00292A1E" w:rsidRPr="00292A1E" w:rsidRDefault="00292A1E" w:rsidP="00292A1E">
            <w:pPr>
              <w:pStyle w:val="ConfigWindow"/>
            </w:pPr>
            <w:r w:rsidRPr="00292A1E">
              <w:t>blank</w:t>
            </w:r>
          </w:p>
        </w:tc>
        <w:tc>
          <w:tcPr>
            <w:tcW w:w="1800" w:type="dxa"/>
            <w:vAlign w:val="top"/>
          </w:tcPr>
          <w:p w14:paraId="12E8A593" w14:textId="7DB89B1E" w:rsidR="00292A1E" w:rsidRPr="00292A1E" w:rsidRDefault="00292A1E" w:rsidP="00292A1E">
            <w:pPr>
              <w:pStyle w:val="ConfigWindow"/>
            </w:pPr>
            <w:r w:rsidRPr="00292A1E">
              <w:t>blank</w:t>
            </w:r>
          </w:p>
        </w:tc>
        <w:tc>
          <w:tcPr>
            <w:tcW w:w="1893" w:type="dxa"/>
            <w:vAlign w:val="top"/>
          </w:tcPr>
          <w:p w14:paraId="0224C056" w14:textId="4C00AC10" w:rsidR="00292A1E" w:rsidRPr="00292A1E" w:rsidRDefault="00292A1E" w:rsidP="00292A1E">
            <w:pPr>
              <w:pStyle w:val="ConfigWindow"/>
            </w:pPr>
            <w:r w:rsidRPr="00292A1E">
              <w:t>blank</w:t>
            </w:r>
          </w:p>
        </w:tc>
      </w:tr>
      <w:tr w:rsidR="00292A1E" w14:paraId="060D0004" w14:textId="77777777" w:rsidTr="003C4419">
        <w:tc>
          <w:tcPr>
            <w:tcW w:w="1527" w:type="dxa"/>
            <w:vAlign w:val="top"/>
          </w:tcPr>
          <w:p w14:paraId="527A89B0" w14:textId="7D902550" w:rsidR="00292A1E" w:rsidRPr="00292A1E" w:rsidRDefault="00292A1E" w:rsidP="00292A1E">
            <w:pPr>
              <w:pStyle w:val="ConfigWindow"/>
              <w:spacing w:before="60" w:after="60"/>
              <w:rPr>
                <w:sz w:val="20"/>
                <w:szCs w:val="20"/>
              </w:rPr>
            </w:pPr>
            <w:r w:rsidRPr="00292A1E">
              <w:rPr>
                <w:sz w:val="20"/>
                <w:szCs w:val="20"/>
              </w:rPr>
              <w:t>blank</w:t>
            </w:r>
          </w:p>
        </w:tc>
        <w:tc>
          <w:tcPr>
            <w:tcW w:w="1440" w:type="dxa"/>
            <w:vAlign w:val="top"/>
          </w:tcPr>
          <w:p w14:paraId="4200FD5A" w14:textId="398EB61E" w:rsidR="00292A1E" w:rsidRPr="00292A1E" w:rsidRDefault="00292A1E" w:rsidP="00292A1E">
            <w:pPr>
              <w:pStyle w:val="ConfigWindow"/>
            </w:pPr>
            <w:r w:rsidRPr="00292A1E">
              <w:t>blank</w:t>
            </w:r>
          </w:p>
        </w:tc>
        <w:tc>
          <w:tcPr>
            <w:tcW w:w="1710" w:type="dxa"/>
            <w:vAlign w:val="top"/>
          </w:tcPr>
          <w:p w14:paraId="3B044C6C" w14:textId="41172E20" w:rsidR="00292A1E" w:rsidRPr="00292A1E" w:rsidRDefault="00292A1E" w:rsidP="00292A1E">
            <w:pPr>
              <w:pStyle w:val="ConfigWindow"/>
            </w:pPr>
            <w:r w:rsidRPr="00292A1E">
              <w:t>blank</w:t>
            </w:r>
          </w:p>
        </w:tc>
        <w:tc>
          <w:tcPr>
            <w:tcW w:w="1800" w:type="dxa"/>
            <w:vAlign w:val="top"/>
          </w:tcPr>
          <w:p w14:paraId="2EF4A633" w14:textId="5A929D65" w:rsidR="00292A1E" w:rsidRPr="00292A1E" w:rsidRDefault="00292A1E" w:rsidP="00292A1E">
            <w:pPr>
              <w:pStyle w:val="ConfigWindow"/>
            </w:pPr>
            <w:r w:rsidRPr="00292A1E">
              <w:t>blank</w:t>
            </w:r>
          </w:p>
        </w:tc>
        <w:tc>
          <w:tcPr>
            <w:tcW w:w="1800" w:type="dxa"/>
            <w:vAlign w:val="top"/>
          </w:tcPr>
          <w:p w14:paraId="7A98B9A2" w14:textId="2D64B29B" w:rsidR="00292A1E" w:rsidRPr="00292A1E" w:rsidRDefault="00292A1E" w:rsidP="00292A1E">
            <w:pPr>
              <w:pStyle w:val="ConfigWindow"/>
            </w:pPr>
            <w:r w:rsidRPr="00292A1E">
              <w:t>blank</w:t>
            </w:r>
          </w:p>
        </w:tc>
        <w:tc>
          <w:tcPr>
            <w:tcW w:w="1893" w:type="dxa"/>
            <w:vAlign w:val="top"/>
          </w:tcPr>
          <w:p w14:paraId="50166427" w14:textId="31D1EFBF" w:rsidR="00292A1E" w:rsidRPr="00292A1E" w:rsidRDefault="00292A1E" w:rsidP="00292A1E">
            <w:pPr>
              <w:pStyle w:val="ConfigWindow"/>
            </w:pPr>
            <w:r w:rsidRPr="00292A1E">
              <w:t>blank</w:t>
            </w:r>
          </w:p>
        </w:tc>
      </w:tr>
      <w:tr w:rsidR="00292A1E" w14:paraId="3BF63FCC" w14:textId="77777777" w:rsidTr="003C4419">
        <w:tc>
          <w:tcPr>
            <w:tcW w:w="1527" w:type="dxa"/>
            <w:vAlign w:val="top"/>
          </w:tcPr>
          <w:p w14:paraId="3BC656BF" w14:textId="43D56848" w:rsidR="00292A1E" w:rsidRPr="00292A1E" w:rsidRDefault="00292A1E" w:rsidP="00292A1E">
            <w:pPr>
              <w:pStyle w:val="ConfigWindow"/>
              <w:spacing w:before="60" w:after="60"/>
              <w:rPr>
                <w:sz w:val="20"/>
                <w:szCs w:val="20"/>
              </w:rPr>
            </w:pPr>
            <w:r w:rsidRPr="00292A1E">
              <w:rPr>
                <w:sz w:val="20"/>
                <w:szCs w:val="20"/>
              </w:rPr>
              <w:t>blank</w:t>
            </w:r>
          </w:p>
        </w:tc>
        <w:tc>
          <w:tcPr>
            <w:tcW w:w="1440" w:type="dxa"/>
            <w:vAlign w:val="top"/>
          </w:tcPr>
          <w:p w14:paraId="42FAA731" w14:textId="5BA61A2F" w:rsidR="00292A1E" w:rsidRPr="00292A1E" w:rsidRDefault="00292A1E" w:rsidP="00292A1E">
            <w:pPr>
              <w:pStyle w:val="ConfigWindow"/>
            </w:pPr>
            <w:r w:rsidRPr="00292A1E">
              <w:t>blank</w:t>
            </w:r>
          </w:p>
        </w:tc>
        <w:tc>
          <w:tcPr>
            <w:tcW w:w="1710" w:type="dxa"/>
            <w:vAlign w:val="top"/>
          </w:tcPr>
          <w:p w14:paraId="24ECD96B" w14:textId="18993CA1" w:rsidR="00292A1E" w:rsidRPr="00292A1E" w:rsidRDefault="00292A1E" w:rsidP="00292A1E">
            <w:pPr>
              <w:pStyle w:val="ConfigWindow"/>
            </w:pPr>
            <w:r w:rsidRPr="00292A1E">
              <w:t>blank</w:t>
            </w:r>
          </w:p>
        </w:tc>
        <w:tc>
          <w:tcPr>
            <w:tcW w:w="1800" w:type="dxa"/>
            <w:vAlign w:val="top"/>
          </w:tcPr>
          <w:p w14:paraId="2D5DB6D0" w14:textId="1B46B23C" w:rsidR="00292A1E" w:rsidRPr="00292A1E" w:rsidRDefault="00292A1E" w:rsidP="00292A1E">
            <w:pPr>
              <w:pStyle w:val="ConfigWindow"/>
            </w:pPr>
            <w:r w:rsidRPr="00292A1E">
              <w:t>blank</w:t>
            </w:r>
          </w:p>
        </w:tc>
        <w:tc>
          <w:tcPr>
            <w:tcW w:w="1800" w:type="dxa"/>
            <w:vAlign w:val="top"/>
          </w:tcPr>
          <w:p w14:paraId="7F3B1456" w14:textId="1A6077D6" w:rsidR="00292A1E" w:rsidRPr="00292A1E" w:rsidRDefault="00292A1E" w:rsidP="00292A1E">
            <w:pPr>
              <w:pStyle w:val="ConfigWindow"/>
            </w:pPr>
            <w:r w:rsidRPr="00292A1E">
              <w:t>blank</w:t>
            </w:r>
          </w:p>
        </w:tc>
        <w:tc>
          <w:tcPr>
            <w:tcW w:w="1893" w:type="dxa"/>
            <w:vAlign w:val="top"/>
          </w:tcPr>
          <w:p w14:paraId="18883216" w14:textId="0D3900AF" w:rsidR="00292A1E" w:rsidRPr="00292A1E" w:rsidRDefault="00292A1E" w:rsidP="00292A1E">
            <w:pPr>
              <w:pStyle w:val="ConfigWindow"/>
            </w:pPr>
            <w:r w:rsidRPr="00292A1E">
              <w:t>blank</w:t>
            </w:r>
          </w:p>
        </w:tc>
      </w:tr>
      <w:tr w:rsidR="00292A1E" w14:paraId="735A9DFB" w14:textId="77777777" w:rsidTr="003C4419">
        <w:tc>
          <w:tcPr>
            <w:tcW w:w="1527" w:type="dxa"/>
            <w:vAlign w:val="top"/>
          </w:tcPr>
          <w:p w14:paraId="70FA4BB9" w14:textId="5E79F9FD" w:rsidR="00292A1E" w:rsidRPr="00292A1E" w:rsidRDefault="00292A1E" w:rsidP="00292A1E">
            <w:pPr>
              <w:pStyle w:val="ConfigWindow"/>
              <w:spacing w:before="60" w:after="60"/>
              <w:rPr>
                <w:sz w:val="20"/>
                <w:szCs w:val="20"/>
              </w:rPr>
            </w:pPr>
            <w:r w:rsidRPr="00292A1E">
              <w:rPr>
                <w:sz w:val="20"/>
                <w:szCs w:val="20"/>
              </w:rPr>
              <w:t>blank</w:t>
            </w:r>
          </w:p>
        </w:tc>
        <w:tc>
          <w:tcPr>
            <w:tcW w:w="1440" w:type="dxa"/>
            <w:vAlign w:val="top"/>
          </w:tcPr>
          <w:p w14:paraId="4D37F782" w14:textId="6322F210" w:rsidR="00292A1E" w:rsidRPr="00292A1E" w:rsidRDefault="00292A1E" w:rsidP="00292A1E">
            <w:pPr>
              <w:pStyle w:val="ConfigWindow"/>
            </w:pPr>
            <w:r w:rsidRPr="00292A1E">
              <w:t>blank</w:t>
            </w:r>
          </w:p>
        </w:tc>
        <w:tc>
          <w:tcPr>
            <w:tcW w:w="1710" w:type="dxa"/>
            <w:vAlign w:val="top"/>
          </w:tcPr>
          <w:p w14:paraId="771F2771" w14:textId="27CDB262" w:rsidR="00292A1E" w:rsidRPr="00292A1E" w:rsidRDefault="00292A1E" w:rsidP="00292A1E">
            <w:pPr>
              <w:pStyle w:val="ConfigWindow"/>
            </w:pPr>
            <w:r w:rsidRPr="00292A1E">
              <w:t>blank</w:t>
            </w:r>
          </w:p>
        </w:tc>
        <w:tc>
          <w:tcPr>
            <w:tcW w:w="1800" w:type="dxa"/>
            <w:vAlign w:val="top"/>
          </w:tcPr>
          <w:p w14:paraId="01390581" w14:textId="151BD33E" w:rsidR="00292A1E" w:rsidRPr="00292A1E" w:rsidRDefault="00292A1E" w:rsidP="00292A1E">
            <w:pPr>
              <w:pStyle w:val="ConfigWindow"/>
            </w:pPr>
            <w:r w:rsidRPr="00292A1E">
              <w:t>blank</w:t>
            </w:r>
          </w:p>
        </w:tc>
        <w:tc>
          <w:tcPr>
            <w:tcW w:w="1800" w:type="dxa"/>
            <w:vAlign w:val="top"/>
          </w:tcPr>
          <w:p w14:paraId="0394C543" w14:textId="55ADDBD6" w:rsidR="00292A1E" w:rsidRPr="00292A1E" w:rsidRDefault="00292A1E" w:rsidP="00292A1E">
            <w:pPr>
              <w:pStyle w:val="ConfigWindow"/>
            </w:pPr>
            <w:r w:rsidRPr="00292A1E">
              <w:t>blank</w:t>
            </w:r>
          </w:p>
        </w:tc>
        <w:tc>
          <w:tcPr>
            <w:tcW w:w="1893" w:type="dxa"/>
            <w:vAlign w:val="top"/>
          </w:tcPr>
          <w:p w14:paraId="7D6052EF" w14:textId="399455B1" w:rsidR="00292A1E" w:rsidRPr="00292A1E" w:rsidRDefault="00292A1E" w:rsidP="00292A1E">
            <w:pPr>
              <w:pStyle w:val="ConfigWindow"/>
            </w:pPr>
            <w:r w:rsidRPr="00292A1E">
              <w:t>blank</w:t>
            </w:r>
          </w:p>
        </w:tc>
      </w:tr>
      <w:tr w:rsidR="00292A1E" w14:paraId="1182981E" w14:textId="77777777" w:rsidTr="003C4419">
        <w:tc>
          <w:tcPr>
            <w:tcW w:w="1527" w:type="dxa"/>
            <w:vAlign w:val="top"/>
          </w:tcPr>
          <w:p w14:paraId="766B8A36" w14:textId="06B8B457" w:rsidR="00292A1E" w:rsidRPr="00292A1E" w:rsidRDefault="00292A1E" w:rsidP="00292A1E">
            <w:pPr>
              <w:pStyle w:val="ConfigWindow"/>
              <w:spacing w:before="60" w:after="60"/>
              <w:rPr>
                <w:sz w:val="20"/>
                <w:szCs w:val="20"/>
              </w:rPr>
            </w:pPr>
            <w:r w:rsidRPr="00292A1E">
              <w:rPr>
                <w:sz w:val="20"/>
                <w:szCs w:val="20"/>
              </w:rPr>
              <w:t>blank</w:t>
            </w:r>
          </w:p>
        </w:tc>
        <w:tc>
          <w:tcPr>
            <w:tcW w:w="1440" w:type="dxa"/>
            <w:vAlign w:val="top"/>
          </w:tcPr>
          <w:p w14:paraId="16A22657" w14:textId="69062515" w:rsidR="00292A1E" w:rsidRPr="00292A1E" w:rsidRDefault="00292A1E" w:rsidP="00292A1E">
            <w:pPr>
              <w:pStyle w:val="ConfigWindow"/>
            </w:pPr>
            <w:r w:rsidRPr="00292A1E">
              <w:t>blank</w:t>
            </w:r>
          </w:p>
        </w:tc>
        <w:tc>
          <w:tcPr>
            <w:tcW w:w="1710" w:type="dxa"/>
            <w:vAlign w:val="top"/>
          </w:tcPr>
          <w:p w14:paraId="65A5A0A9" w14:textId="71F56F09" w:rsidR="00292A1E" w:rsidRPr="00292A1E" w:rsidRDefault="00292A1E" w:rsidP="00292A1E">
            <w:pPr>
              <w:pStyle w:val="ConfigWindow"/>
            </w:pPr>
            <w:r w:rsidRPr="00292A1E">
              <w:t>blank</w:t>
            </w:r>
          </w:p>
        </w:tc>
        <w:tc>
          <w:tcPr>
            <w:tcW w:w="1800" w:type="dxa"/>
            <w:vAlign w:val="top"/>
          </w:tcPr>
          <w:p w14:paraId="1E11510F" w14:textId="402A1C01" w:rsidR="00292A1E" w:rsidRPr="00292A1E" w:rsidRDefault="00292A1E" w:rsidP="00292A1E">
            <w:pPr>
              <w:pStyle w:val="ConfigWindow"/>
            </w:pPr>
            <w:r w:rsidRPr="00292A1E">
              <w:t>blank</w:t>
            </w:r>
          </w:p>
        </w:tc>
        <w:tc>
          <w:tcPr>
            <w:tcW w:w="1800" w:type="dxa"/>
            <w:vAlign w:val="top"/>
          </w:tcPr>
          <w:p w14:paraId="195F61E0" w14:textId="2980FA93" w:rsidR="00292A1E" w:rsidRPr="00292A1E" w:rsidRDefault="00292A1E" w:rsidP="00292A1E">
            <w:pPr>
              <w:pStyle w:val="ConfigWindow"/>
            </w:pPr>
            <w:r w:rsidRPr="00292A1E">
              <w:t>blank</w:t>
            </w:r>
          </w:p>
        </w:tc>
        <w:tc>
          <w:tcPr>
            <w:tcW w:w="1893" w:type="dxa"/>
            <w:vAlign w:val="top"/>
          </w:tcPr>
          <w:p w14:paraId="7B3A9567" w14:textId="73E6331A" w:rsidR="00292A1E" w:rsidRPr="00292A1E" w:rsidRDefault="00292A1E" w:rsidP="00292A1E">
            <w:pPr>
              <w:pStyle w:val="ConfigWindow"/>
            </w:pPr>
            <w:r w:rsidRPr="00292A1E">
              <w:t>blank</w:t>
            </w:r>
          </w:p>
        </w:tc>
      </w:tr>
      <w:tr w:rsidR="00292A1E" w14:paraId="27FB6811" w14:textId="77777777" w:rsidTr="003C4419">
        <w:tc>
          <w:tcPr>
            <w:tcW w:w="1527" w:type="dxa"/>
            <w:vAlign w:val="top"/>
          </w:tcPr>
          <w:p w14:paraId="5A126893" w14:textId="35C86FA5" w:rsidR="00292A1E" w:rsidRPr="00292A1E" w:rsidRDefault="00292A1E" w:rsidP="00292A1E">
            <w:pPr>
              <w:pStyle w:val="ConfigWindow"/>
              <w:spacing w:before="60" w:after="60"/>
              <w:rPr>
                <w:sz w:val="20"/>
                <w:szCs w:val="20"/>
              </w:rPr>
            </w:pPr>
            <w:r w:rsidRPr="00292A1E">
              <w:rPr>
                <w:sz w:val="20"/>
                <w:szCs w:val="20"/>
              </w:rPr>
              <w:t>blank</w:t>
            </w:r>
          </w:p>
        </w:tc>
        <w:tc>
          <w:tcPr>
            <w:tcW w:w="1440" w:type="dxa"/>
            <w:vAlign w:val="top"/>
          </w:tcPr>
          <w:p w14:paraId="0F42B9A7" w14:textId="6B6ACC10" w:rsidR="00292A1E" w:rsidRPr="00292A1E" w:rsidRDefault="00292A1E" w:rsidP="00292A1E">
            <w:pPr>
              <w:pStyle w:val="ConfigWindow"/>
            </w:pPr>
            <w:r w:rsidRPr="00292A1E">
              <w:t>blank</w:t>
            </w:r>
          </w:p>
        </w:tc>
        <w:tc>
          <w:tcPr>
            <w:tcW w:w="1710" w:type="dxa"/>
            <w:vAlign w:val="top"/>
          </w:tcPr>
          <w:p w14:paraId="0DD904E0" w14:textId="0C27473F" w:rsidR="00292A1E" w:rsidRPr="00292A1E" w:rsidRDefault="00292A1E" w:rsidP="00292A1E">
            <w:pPr>
              <w:pStyle w:val="ConfigWindow"/>
            </w:pPr>
            <w:r w:rsidRPr="00292A1E">
              <w:t>blank</w:t>
            </w:r>
          </w:p>
        </w:tc>
        <w:tc>
          <w:tcPr>
            <w:tcW w:w="1800" w:type="dxa"/>
            <w:vAlign w:val="top"/>
          </w:tcPr>
          <w:p w14:paraId="599CCA9C" w14:textId="36BACD63" w:rsidR="00292A1E" w:rsidRPr="00292A1E" w:rsidRDefault="00292A1E" w:rsidP="00292A1E">
            <w:pPr>
              <w:pStyle w:val="ConfigWindow"/>
            </w:pPr>
            <w:r w:rsidRPr="00292A1E">
              <w:t>blank</w:t>
            </w:r>
          </w:p>
        </w:tc>
        <w:tc>
          <w:tcPr>
            <w:tcW w:w="1800" w:type="dxa"/>
            <w:vAlign w:val="top"/>
          </w:tcPr>
          <w:p w14:paraId="6F159637" w14:textId="7646827D" w:rsidR="00292A1E" w:rsidRPr="00292A1E" w:rsidRDefault="00292A1E" w:rsidP="00292A1E">
            <w:pPr>
              <w:pStyle w:val="ConfigWindow"/>
            </w:pPr>
            <w:r w:rsidRPr="00292A1E">
              <w:t>blank</w:t>
            </w:r>
          </w:p>
        </w:tc>
        <w:tc>
          <w:tcPr>
            <w:tcW w:w="1893" w:type="dxa"/>
            <w:vAlign w:val="top"/>
          </w:tcPr>
          <w:p w14:paraId="2A30AA20" w14:textId="6F843277" w:rsidR="00292A1E" w:rsidRPr="00292A1E" w:rsidRDefault="00292A1E" w:rsidP="00292A1E">
            <w:pPr>
              <w:pStyle w:val="ConfigWindow"/>
            </w:pPr>
            <w:r w:rsidRPr="00292A1E">
              <w:t>blank</w:t>
            </w:r>
          </w:p>
        </w:tc>
      </w:tr>
      <w:tr w:rsidR="00292A1E" w14:paraId="601E81CA" w14:textId="77777777" w:rsidTr="003C4419">
        <w:tc>
          <w:tcPr>
            <w:tcW w:w="1527" w:type="dxa"/>
            <w:vAlign w:val="top"/>
          </w:tcPr>
          <w:p w14:paraId="72D410DD" w14:textId="11AD500E" w:rsidR="00292A1E" w:rsidRPr="00292A1E" w:rsidRDefault="00292A1E" w:rsidP="00292A1E">
            <w:pPr>
              <w:pStyle w:val="ConfigWindow"/>
              <w:spacing w:before="60" w:after="60"/>
              <w:rPr>
                <w:sz w:val="20"/>
                <w:szCs w:val="20"/>
              </w:rPr>
            </w:pPr>
            <w:r w:rsidRPr="00292A1E">
              <w:rPr>
                <w:sz w:val="20"/>
                <w:szCs w:val="20"/>
              </w:rPr>
              <w:t>blank</w:t>
            </w:r>
          </w:p>
        </w:tc>
        <w:tc>
          <w:tcPr>
            <w:tcW w:w="1440" w:type="dxa"/>
            <w:vAlign w:val="top"/>
          </w:tcPr>
          <w:p w14:paraId="4C97F36F" w14:textId="1A87D910" w:rsidR="00292A1E" w:rsidRPr="00292A1E" w:rsidRDefault="00292A1E" w:rsidP="00292A1E">
            <w:pPr>
              <w:pStyle w:val="ConfigWindow"/>
            </w:pPr>
            <w:r w:rsidRPr="00292A1E">
              <w:t>blank</w:t>
            </w:r>
          </w:p>
        </w:tc>
        <w:tc>
          <w:tcPr>
            <w:tcW w:w="1710" w:type="dxa"/>
            <w:vAlign w:val="top"/>
          </w:tcPr>
          <w:p w14:paraId="7C62BA9E" w14:textId="3D2766D2" w:rsidR="00292A1E" w:rsidRPr="00292A1E" w:rsidRDefault="00292A1E" w:rsidP="00292A1E">
            <w:pPr>
              <w:pStyle w:val="ConfigWindow"/>
            </w:pPr>
            <w:r w:rsidRPr="00292A1E">
              <w:t>blank</w:t>
            </w:r>
          </w:p>
        </w:tc>
        <w:tc>
          <w:tcPr>
            <w:tcW w:w="1800" w:type="dxa"/>
            <w:vAlign w:val="top"/>
          </w:tcPr>
          <w:p w14:paraId="729E42AC" w14:textId="611947F8" w:rsidR="00292A1E" w:rsidRPr="00292A1E" w:rsidRDefault="00292A1E" w:rsidP="00292A1E">
            <w:pPr>
              <w:pStyle w:val="ConfigWindow"/>
            </w:pPr>
            <w:r w:rsidRPr="00292A1E">
              <w:t>blank</w:t>
            </w:r>
          </w:p>
        </w:tc>
        <w:tc>
          <w:tcPr>
            <w:tcW w:w="1800" w:type="dxa"/>
            <w:vAlign w:val="top"/>
          </w:tcPr>
          <w:p w14:paraId="3C70A351" w14:textId="14AC5AD2" w:rsidR="00292A1E" w:rsidRPr="00292A1E" w:rsidRDefault="00292A1E" w:rsidP="00292A1E">
            <w:pPr>
              <w:pStyle w:val="ConfigWindow"/>
            </w:pPr>
            <w:r w:rsidRPr="00292A1E">
              <w:t>blank</w:t>
            </w:r>
          </w:p>
        </w:tc>
        <w:tc>
          <w:tcPr>
            <w:tcW w:w="1893" w:type="dxa"/>
            <w:vAlign w:val="top"/>
          </w:tcPr>
          <w:p w14:paraId="48362461" w14:textId="7BFAD5CB" w:rsidR="00292A1E" w:rsidRPr="00292A1E" w:rsidRDefault="00292A1E" w:rsidP="00292A1E">
            <w:pPr>
              <w:pStyle w:val="ConfigWindow"/>
            </w:pPr>
            <w:r w:rsidRPr="00292A1E">
              <w:t>blank</w:t>
            </w:r>
          </w:p>
        </w:tc>
      </w:tr>
      <w:tr w:rsidR="00292A1E" w14:paraId="2B7D89D5" w14:textId="77777777" w:rsidTr="003C4419">
        <w:tc>
          <w:tcPr>
            <w:tcW w:w="1527" w:type="dxa"/>
            <w:vAlign w:val="top"/>
          </w:tcPr>
          <w:p w14:paraId="0D661973" w14:textId="27950A7C" w:rsidR="00292A1E" w:rsidRPr="00292A1E" w:rsidRDefault="00292A1E" w:rsidP="00292A1E">
            <w:pPr>
              <w:pStyle w:val="ConfigWindow"/>
              <w:spacing w:before="60" w:after="60"/>
              <w:rPr>
                <w:sz w:val="20"/>
                <w:szCs w:val="20"/>
              </w:rPr>
            </w:pPr>
            <w:r w:rsidRPr="00292A1E">
              <w:rPr>
                <w:sz w:val="20"/>
                <w:szCs w:val="20"/>
              </w:rPr>
              <w:t>blank</w:t>
            </w:r>
          </w:p>
        </w:tc>
        <w:tc>
          <w:tcPr>
            <w:tcW w:w="1440" w:type="dxa"/>
            <w:vAlign w:val="top"/>
          </w:tcPr>
          <w:p w14:paraId="20EAF5F2" w14:textId="38B1AA4F" w:rsidR="00292A1E" w:rsidRPr="00292A1E" w:rsidRDefault="00292A1E" w:rsidP="00292A1E">
            <w:pPr>
              <w:pStyle w:val="ConfigWindow"/>
            </w:pPr>
            <w:r w:rsidRPr="00292A1E">
              <w:t>blank</w:t>
            </w:r>
          </w:p>
        </w:tc>
        <w:tc>
          <w:tcPr>
            <w:tcW w:w="1710" w:type="dxa"/>
            <w:vAlign w:val="top"/>
          </w:tcPr>
          <w:p w14:paraId="70E9FBFC" w14:textId="43F913A0" w:rsidR="00292A1E" w:rsidRPr="00292A1E" w:rsidRDefault="00292A1E" w:rsidP="00292A1E">
            <w:pPr>
              <w:pStyle w:val="ConfigWindow"/>
            </w:pPr>
            <w:r w:rsidRPr="00292A1E">
              <w:t>blank</w:t>
            </w:r>
          </w:p>
        </w:tc>
        <w:tc>
          <w:tcPr>
            <w:tcW w:w="1800" w:type="dxa"/>
            <w:vAlign w:val="top"/>
          </w:tcPr>
          <w:p w14:paraId="5B74DFCA" w14:textId="4A6FFD35" w:rsidR="00292A1E" w:rsidRPr="00292A1E" w:rsidRDefault="00292A1E" w:rsidP="00292A1E">
            <w:pPr>
              <w:pStyle w:val="ConfigWindow"/>
            </w:pPr>
            <w:r w:rsidRPr="00292A1E">
              <w:t>blank</w:t>
            </w:r>
          </w:p>
        </w:tc>
        <w:tc>
          <w:tcPr>
            <w:tcW w:w="1800" w:type="dxa"/>
            <w:vAlign w:val="top"/>
          </w:tcPr>
          <w:p w14:paraId="2DBA424B" w14:textId="288797F0" w:rsidR="00292A1E" w:rsidRPr="00292A1E" w:rsidRDefault="00292A1E" w:rsidP="00292A1E">
            <w:pPr>
              <w:pStyle w:val="ConfigWindow"/>
            </w:pPr>
            <w:r w:rsidRPr="00292A1E">
              <w:t>blank</w:t>
            </w:r>
          </w:p>
        </w:tc>
        <w:tc>
          <w:tcPr>
            <w:tcW w:w="1893" w:type="dxa"/>
            <w:vAlign w:val="top"/>
          </w:tcPr>
          <w:p w14:paraId="5D8DFF07" w14:textId="5CF484A4" w:rsidR="00292A1E" w:rsidRPr="00292A1E" w:rsidRDefault="00292A1E" w:rsidP="00292A1E">
            <w:pPr>
              <w:pStyle w:val="ConfigWindow"/>
            </w:pPr>
            <w:r w:rsidRPr="00292A1E">
              <w:t>blank</w:t>
            </w:r>
          </w:p>
        </w:tc>
      </w:tr>
      <w:tr w:rsidR="00292A1E" w14:paraId="4DFFBDFC" w14:textId="77777777" w:rsidTr="003C4419">
        <w:tc>
          <w:tcPr>
            <w:tcW w:w="1527" w:type="dxa"/>
            <w:vAlign w:val="top"/>
          </w:tcPr>
          <w:p w14:paraId="0A1D8580" w14:textId="30F0362D" w:rsidR="00292A1E" w:rsidRPr="00292A1E" w:rsidRDefault="00292A1E" w:rsidP="00292A1E">
            <w:pPr>
              <w:pStyle w:val="ConfigWindow"/>
              <w:spacing w:before="60" w:after="60"/>
              <w:rPr>
                <w:sz w:val="20"/>
                <w:szCs w:val="20"/>
              </w:rPr>
            </w:pPr>
            <w:r w:rsidRPr="00292A1E">
              <w:rPr>
                <w:sz w:val="20"/>
                <w:szCs w:val="20"/>
              </w:rPr>
              <w:t>blank</w:t>
            </w:r>
          </w:p>
        </w:tc>
        <w:tc>
          <w:tcPr>
            <w:tcW w:w="1440" w:type="dxa"/>
            <w:vAlign w:val="top"/>
          </w:tcPr>
          <w:p w14:paraId="2997402A" w14:textId="1EDE44F7" w:rsidR="00292A1E" w:rsidRPr="00292A1E" w:rsidRDefault="00292A1E" w:rsidP="00292A1E">
            <w:pPr>
              <w:pStyle w:val="ConfigWindow"/>
            </w:pPr>
            <w:r w:rsidRPr="00292A1E">
              <w:t>blank</w:t>
            </w:r>
          </w:p>
        </w:tc>
        <w:tc>
          <w:tcPr>
            <w:tcW w:w="1710" w:type="dxa"/>
            <w:vAlign w:val="top"/>
          </w:tcPr>
          <w:p w14:paraId="2A855BBC" w14:textId="5B92BD63" w:rsidR="00292A1E" w:rsidRPr="00292A1E" w:rsidRDefault="00292A1E" w:rsidP="00292A1E">
            <w:pPr>
              <w:pStyle w:val="ConfigWindow"/>
            </w:pPr>
            <w:r w:rsidRPr="00292A1E">
              <w:t>blank</w:t>
            </w:r>
          </w:p>
        </w:tc>
        <w:tc>
          <w:tcPr>
            <w:tcW w:w="1800" w:type="dxa"/>
            <w:vAlign w:val="top"/>
          </w:tcPr>
          <w:p w14:paraId="591CF1EB" w14:textId="6C51190D" w:rsidR="00292A1E" w:rsidRPr="00292A1E" w:rsidRDefault="00292A1E" w:rsidP="00292A1E">
            <w:pPr>
              <w:pStyle w:val="ConfigWindow"/>
            </w:pPr>
            <w:r w:rsidRPr="00292A1E">
              <w:t>blank</w:t>
            </w:r>
          </w:p>
        </w:tc>
        <w:tc>
          <w:tcPr>
            <w:tcW w:w="1800" w:type="dxa"/>
            <w:vAlign w:val="top"/>
          </w:tcPr>
          <w:p w14:paraId="4679AE2B" w14:textId="4D2B6378" w:rsidR="00292A1E" w:rsidRPr="00292A1E" w:rsidRDefault="00292A1E" w:rsidP="00292A1E">
            <w:pPr>
              <w:pStyle w:val="ConfigWindow"/>
            </w:pPr>
            <w:r w:rsidRPr="00292A1E">
              <w:t>blank</w:t>
            </w:r>
          </w:p>
        </w:tc>
        <w:tc>
          <w:tcPr>
            <w:tcW w:w="1893" w:type="dxa"/>
            <w:vAlign w:val="top"/>
          </w:tcPr>
          <w:p w14:paraId="451B93BE" w14:textId="07C28477" w:rsidR="00292A1E" w:rsidRPr="00292A1E" w:rsidRDefault="00292A1E" w:rsidP="00292A1E">
            <w:pPr>
              <w:pStyle w:val="ConfigWindow"/>
            </w:pPr>
            <w:r w:rsidRPr="00292A1E">
              <w:t>blank</w:t>
            </w:r>
          </w:p>
        </w:tc>
      </w:tr>
      <w:tr w:rsidR="00292A1E" w14:paraId="1E23D1C6" w14:textId="77777777" w:rsidTr="003C4419">
        <w:tc>
          <w:tcPr>
            <w:tcW w:w="1527" w:type="dxa"/>
            <w:vAlign w:val="top"/>
          </w:tcPr>
          <w:p w14:paraId="67283DD8" w14:textId="64410EE4" w:rsidR="00292A1E" w:rsidRPr="00292A1E" w:rsidRDefault="00292A1E" w:rsidP="00292A1E">
            <w:pPr>
              <w:pStyle w:val="ConfigWindow"/>
              <w:spacing w:before="60" w:after="60"/>
              <w:rPr>
                <w:sz w:val="20"/>
                <w:szCs w:val="20"/>
              </w:rPr>
            </w:pPr>
            <w:r w:rsidRPr="00292A1E">
              <w:rPr>
                <w:sz w:val="20"/>
                <w:szCs w:val="20"/>
              </w:rPr>
              <w:t>blank</w:t>
            </w:r>
          </w:p>
        </w:tc>
        <w:tc>
          <w:tcPr>
            <w:tcW w:w="1440" w:type="dxa"/>
            <w:vAlign w:val="top"/>
          </w:tcPr>
          <w:p w14:paraId="0DD96462" w14:textId="712A7DB6" w:rsidR="00292A1E" w:rsidRPr="00292A1E" w:rsidRDefault="00292A1E" w:rsidP="00292A1E">
            <w:pPr>
              <w:pStyle w:val="ConfigWindow"/>
            </w:pPr>
            <w:r w:rsidRPr="00292A1E">
              <w:t>blank</w:t>
            </w:r>
          </w:p>
        </w:tc>
        <w:tc>
          <w:tcPr>
            <w:tcW w:w="1710" w:type="dxa"/>
            <w:vAlign w:val="top"/>
          </w:tcPr>
          <w:p w14:paraId="67ECC011" w14:textId="506397F4" w:rsidR="00292A1E" w:rsidRPr="00292A1E" w:rsidRDefault="00292A1E" w:rsidP="00292A1E">
            <w:pPr>
              <w:pStyle w:val="ConfigWindow"/>
            </w:pPr>
            <w:r w:rsidRPr="00292A1E">
              <w:t>blank</w:t>
            </w:r>
          </w:p>
        </w:tc>
        <w:tc>
          <w:tcPr>
            <w:tcW w:w="1800" w:type="dxa"/>
            <w:vAlign w:val="top"/>
          </w:tcPr>
          <w:p w14:paraId="00913C6C" w14:textId="357031AD" w:rsidR="00292A1E" w:rsidRPr="00292A1E" w:rsidRDefault="00292A1E" w:rsidP="00292A1E">
            <w:pPr>
              <w:pStyle w:val="ConfigWindow"/>
            </w:pPr>
            <w:r w:rsidRPr="00292A1E">
              <w:t>blank</w:t>
            </w:r>
          </w:p>
        </w:tc>
        <w:tc>
          <w:tcPr>
            <w:tcW w:w="1800" w:type="dxa"/>
            <w:vAlign w:val="top"/>
          </w:tcPr>
          <w:p w14:paraId="5EC7B274" w14:textId="0691FEEE" w:rsidR="00292A1E" w:rsidRPr="00292A1E" w:rsidRDefault="00292A1E" w:rsidP="00292A1E">
            <w:pPr>
              <w:pStyle w:val="ConfigWindow"/>
            </w:pPr>
            <w:r w:rsidRPr="00292A1E">
              <w:t>blank</w:t>
            </w:r>
          </w:p>
        </w:tc>
        <w:tc>
          <w:tcPr>
            <w:tcW w:w="1893" w:type="dxa"/>
            <w:vAlign w:val="top"/>
          </w:tcPr>
          <w:p w14:paraId="2E160753" w14:textId="2A107AC9" w:rsidR="00292A1E" w:rsidRPr="00292A1E" w:rsidRDefault="00292A1E" w:rsidP="00292A1E">
            <w:pPr>
              <w:pStyle w:val="ConfigWindow"/>
            </w:pPr>
            <w:r w:rsidRPr="00292A1E">
              <w:t>blank</w:t>
            </w:r>
          </w:p>
        </w:tc>
      </w:tr>
      <w:tr w:rsidR="00292A1E" w14:paraId="72FBDC6B" w14:textId="77777777" w:rsidTr="003C4419">
        <w:tc>
          <w:tcPr>
            <w:tcW w:w="1527" w:type="dxa"/>
            <w:vAlign w:val="top"/>
          </w:tcPr>
          <w:p w14:paraId="5F334B81" w14:textId="2653E2C3" w:rsidR="00292A1E" w:rsidRPr="00292A1E" w:rsidRDefault="00292A1E" w:rsidP="00292A1E">
            <w:pPr>
              <w:pStyle w:val="ConfigWindow"/>
              <w:spacing w:before="60" w:after="60"/>
              <w:rPr>
                <w:sz w:val="20"/>
                <w:szCs w:val="20"/>
              </w:rPr>
            </w:pPr>
            <w:r w:rsidRPr="00292A1E">
              <w:rPr>
                <w:sz w:val="20"/>
                <w:szCs w:val="20"/>
              </w:rPr>
              <w:t>blank</w:t>
            </w:r>
          </w:p>
        </w:tc>
        <w:tc>
          <w:tcPr>
            <w:tcW w:w="1440" w:type="dxa"/>
            <w:vAlign w:val="top"/>
          </w:tcPr>
          <w:p w14:paraId="4DE48501" w14:textId="6E3F747B" w:rsidR="00292A1E" w:rsidRPr="00292A1E" w:rsidRDefault="00292A1E" w:rsidP="00292A1E">
            <w:pPr>
              <w:pStyle w:val="ConfigWindow"/>
            </w:pPr>
            <w:r w:rsidRPr="00292A1E">
              <w:t>blank</w:t>
            </w:r>
          </w:p>
        </w:tc>
        <w:tc>
          <w:tcPr>
            <w:tcW w:w="1710" w:type="dxa"/>
            <w:vAlign w:val="top"/>
          </w:tcPr>
          <w:p w14:paraId="52CF5BD7" w14:textId="20DA0194" w:rsidR="00292A1E" w:rsidRPr="00292A1E" w:rsidRDefault="00292A1E" w:rsidP="00292A1E">
            <w:pPr>
              <w:pStyle w:val="ConfigWindow"/>
            </w:pPr>
            <w:r w:rsidRPr="00292A1E">
              <w:t>blank</w:t>
            </w:r>
          </w:p>
        </w:tc>
        <w:tc>
          <w:tcPr>
            <w:tcW w:w="1800" w:type="dxa"/>
            <w:vAlign w:val="top"/>
          </w:tcPr>
          <w:p w14:paraId="78033732" w14:textId="110A2271" w:rsidR="00292A1E" w:rsidRPr="00292A1E" w:rsidRDefault="00292A1E" w:rsidP="00292A1E">
            <w:pPr>
              <w:pStyle w:val="ConfigWindow"/>
            </w:pPr>
            <w:r w:rsidRPr="00292A1E">
              <w:t>blank</w:t>
            </w:r>
          </w:p>
        </w:tc>
        <w:tc>
          <w:tcPr>
            <w:tcW w:w="1800" w:type="dxa"/>
            <w:vAlign w:val="top"/>
          </w:tcPr>
          <w:p w14:paraId="2E696F2D" w14:textId="1B9D4C89" w:rsidR="00292A1E" w:rsidRPr="00292A1E" w:rsidRDefault="00292A1E" w:rsidP="00292A1E">
            <w:pPr>
              <w:pStyle w:val="ConfigWindow"/>
            </w:pPr>
            <w:r w:rsidRPr="00292A1E">
              <w:t>blank</w:t>
            </w:r>
          </w:p>
        </w:tc>
        <w:tc>
          <w:tcPr>
            <w:tcW w:w="1893" w:type="dxa"/>
            <w:vAlign w:val="top"/>
          </w:tcPr>
          <w:p w14:paraId="1DDAEE7C" w14:textId="0E00F51C" w:rsidR="00292A1E" w:rsidRPr="00292A1E" w:rsidRDefault="00292A1E" w:rsidP="00292A1E">
            <w:pPr>
              <w:pStyle w:val="ConfigWindow"/>
            </w:pPr>
            <w:r w:rsidRPr="00292A1E">
              <w:t>blank</w:t>
            </w:r>
          </w:p>
        </w:tc>
      </w:tr>
      <w:tr w:rsidR="00292A1E" w14:paraId="7736EF9F" w14:textId="77777777" w:rsidTr="003C4419">
        <w:tc>
          <w:tcPr>
            <w:tcW w:w="1527" w:type="dxa"/>
            <w:vAlign w:val="top"/>
          </w:tcPr>
          <w:p w14:paraId="4343D8C0" w14:textId="56CFDA90" w:rsidR="00292A1E" w:rsidRPr="00292A1E" w:rsidRDefault="00292A1E" w:rsidP="00292A1E">
            <w:pPr>
              <w:pStyle w:val="ConfigWindow"/>
              <w:spacing w:before="60" w:after="60"/>
              <w:rPr>
                <w:sz w:val="20"/>
                <w:szCs w:val="20"/>
              </w:rPr>
            </w:pPr>
            <w:r w:rsidRPr="00292A1E">
              <w:rPr>
                <w:sz w:val="20"/>
                <w:szCs w:val="20"/>
              </w:rPr>
              <w:t>blank</w:t>
            </w:r>
          </w:p>
        </w:tc>
        <w:tc>
          <w:tcPr>
            <w:tcW w:w="1440" w:type="dxa"/>
            <w:vAlign w:val="top"/>
          </w:tcPr>
          <w:p w14:paraId="1CDF1C89" w14:textId="1507B8C5" w:rsidR="00292A1E" w:rsidRPr="00292A1E" w:rsidRDefault="00292A1E" w:rsidP="00292A1E">
            <w:pPr>
              <w:pStyle w:val="ConfigWindow"/>
            </w:pPr>
            <w:r w:rsidRPr="00292A1E">
              <w:t>blank</w:t>
            </w:r>
          </w:p>
        </w:tc>
        <w:tc>
          <w:tcPr>
            <w:tcW w:w="1710" w:type="dxa"/>
            <w:vAlign w:val="top"/>
          </w:tcPr>
          <w:p w14:paraId="365684FE" w14:textId="2622E7BE" w:rsidR="00292A1E" w:rsidRPr="00292A1E" w:rsidRDefault="00292A1E" w:rsidP="00292A1E">
            <w:pPr>
              <w:pStyle w:val="ConfigWindow"/>
            </w:pPr>
            <w:r w:rsidRPr="00292A1E">
              <w:t>blank</w:t>
            </w:r>
          </w:p>
        </w:tc>
        <w:tc>
          <w:tcPr>
            <w:tcW w:w="1800" w:type="dxa"/>
            <w:vAlign w:val="top"/>
          </w:tcPr>
          <w:p w14:paraId="3038DA38" w14:textId="15DFCEA1" w:rsidR="00292A1E" w:rsidRPr="00292A1E" w:rsidRDefault="00292A1E" w:rsidP="00292A1E">
            <w:pPr>
              <w:pStyle w:val="ConfigWindow"/>
            </w:pPr>
            <w:r w:rsidRPr="00292A1E">
              <w:t>blank</w:t>
            </w:r>
          </w:p>
        </w:tc>
        <w:tc>
          <w:tcPr>
            <w:tcW w:w="1800" w:type="dxa"/>
            <w:vAlign w:val="top"/>
          </w:tcPr>
          <w:p w14:paraId="101856EF" w14:textId="6B7E3B6A" w:rsidR="00292A1E" w:rsidRPr="00292A1E" w:rsidRDefault="00292A1E" w:rsidP="00292A1E">
            <w:pPr>
              <w:pStyle w:val="ConfigWindow"/>
            </w:pPr>
            <w:r w:rsidRPr="00292A1E">
              <w:t>blank</w:t>
            </w:r>
          </w:p>
        </w:tc>
        <w:tc>
          <w:tcPr>
            <w:tcW w:w="1893" w:type="dxa"/>
            <w:vAlign w:val="top"/>
          </w:tcPr>
          <w:p w14:paraId="10CBD855" w14:textId="739D00CE" w:rsidR="00292A1E" w:rsidRPr="00292A1E" w:rsidRDefault="00292A1E" w:rsidP="00292A1E">
            <w:pPr>
              <w:pStyle w:val="ConfigWindow"/>
            </w:pPr>
            <w:r w:rsidRPr="00292A1E">
              <w:t>blank</w:t>
            </w:r>
          </w:p>
        </w:tc>
      </w:tr>
      <w:tr w:rsidR="00292A1E" w14:paraId="0CFC1A52" w14:textId="77777777" w:rsidTr="003C4419">
        <w:tc>
          <w:tcPr>
            <w:tcW w:w="1527" w:type="dxa"/>
            <w:vAlign w:val="top"/>
          </w:tcPr>
          <w:p w14:paraId="11939030" w14:textId="55775090" w:rsidR="00292A1E" w:rsidRPr="00292A1E" w:rsidRDefault="00292A1E" w:rsidP="00292A1E">
            <w:pPr>
              <w:pStyle w:val="ConfigWindow"/>
              <w:spacing w:before="60" w:after="60"/>
              <w:rPr>
                <w:sz w:val="20"/>
                <w:szCs w:val="20"/>
              </w:rPr>
            </w:pPr>
            <w:r w:rsidRPr="00292A1E">
              <w:rPr>
                <w:sz w:val="20"/>
                <w:szCs w:val="20"/>
              </w:rPr>
              <w:t>blank</w:t>
            </w:r>
          </w:p>
        </w:tc>
        <w:tc>
          <w:tcPr>
            <w:tcW w:w="1440" w:type="dxa"/>
            <w:vAlign w:val="top"/>
          </w:tcPr>
          <w:p w14:paraId="650F4ACA" w14:textId="3AFC4D98" w:rsidR="00292A1E" w:rsidRPr="00292A1E" w:rsidRDefault="00292A1E" w:rsidP="00292A1E">
            <w:pPr>
              <w:pStyle w:val="ConfigWindow"/>
            </w:pPr>
            <w:r w:rsidRPr="00292A1E">
              <w:t>blank</w:t>
            </w:r>
          </w:p>
        </w:tc>
        <w:tc>
          <w:tcPr>
            <w:tcW w:w="1710" w:type="dxa"/>
            <w:vAlign w:val="top"/>
          </w:tcPr>
          <w:p w14:paraId="16B520EB" w14:textId="270D7E77" w:rsidR="00292A1E" w:rsidRPr="00292A1E" w:rsidRDefault="00292A1E" w:rsidP="00292A1E">
            <w:pPr>
              <w:pStyle w:val="ConfigWindow"/>
            </w:pPr>
            <w:r w:rsidRPr="00292A1E">
              <w:t>blank</w:t>
            </w:r>
          </w:p>
        </w:tc>
        <w:tc>
          <w:tcPr>
            <w:tcW w:w="1800" w:type="dxa"/>
            <w:vAlign w:val="top"/>
          </w:tcPr>
          <w:p w14:paraId="3DBCA2AD" w14:textId="0C34120E" w:rsidR="00292A1E" w:rsidRPr="00292A1E" w:rsidRDefault="00292A1E" w:rsidP="00292A1E">
            <w:pPr>
              <w:pStyle w:val="ConfigWindow"/>
            </w:pPr>
            <w:r w:rsidRPr="00292A1E">
              <w:t>blank</w:t>
            </w:r>
          </w:p>
        </w:tc>
        <w:tc>
          <w:tcPr>
            <w:tcW w:w="1800" w:type="dxa"/>
            <w:vAlign w:val="top"/>
          </w:tcPr>
          <w:p w14:paraId="08B98F62" w14:textId="58C11D2D" w:rsidR="00292A1E" w:rsidRPr="00292A1E" w:rsidRDefault="00292A1E" w:rsidP="00292A1E">
            <w:pPr>
              <w:pStyle w:val="ConfigWindow"/>
            </w:pPr>
            <w:r w:rsidRPr="00292A1E">
              <w:t>blank</w:t>
            </w:r>
          </w:p>
        </w:tc>
        <w:tc>
          <w:tcPr>
            <w:tcW w:w="1893" w:type="dxa"/>
            <w:vAlign w:val="top"/>
          </w:tcPr>
          <w:p w14:paraId="51BE4F7C" w14:textId="2CEFEDDC" w:rsidR="00292A1E" w:rsidRPr="00292A1E" w:rsidRDefault="00292A1E" w:rsidP="00292A1E">
            <w:pPr>
              <w:pStyle w:val="ConfigWindow"/>
            </w:pPr>
            <w:r w:rsidRPr="00292A1E">
              <w:t>blank</w:t>
            </w:r>
          </w:p>
        </w:tc>
      </w:tr>
      <w:tr w:rsidR="00292A1E" w14:paraId="6864C8CB" w14:textId="77777777" w:rsidTr="003C4419">
        <w:tc>
          <w:tcPr>
            <w:tcW w:w="1527" w:type="dxa"/>
            <w:vAlign w:val="top"/>
          </w:tcPr>
          <w:p w14:paraId="3E8A8033" w14:textId="76F9498E" w:rsidR="00292A1E" w:rsidRPr="00292A1E" w:rsidRDefault="00292A1E" w:rsidP="00292A1E">
            <w:pPr>
              <w:pStyle w:val="ConfigWindow"/>
              <w:spacing w:before="60" w:after="60"/>
              <w:rPr>
                <w:sz w:val="20"/>
                <w:szCs w:val="20"/>
              </w:rPr>
            </w:pPr>
            <w:r w:rsidRPr="00292A1E">
              <w:rPr>
                <w:sz w:val="20"/>
                <w:szCs w:val="20"/>
              </w:rPr>
              <w:t>blank</w:t>
            </w:r>
          </w:p>
        </w:tc>
        <w:tc>
          <w:tcPr>
            <w:tcW w:w="1440" w:type="dxa"/>
            <w:vAlign w:val="top"/>
          </w:tcPr>
          <w:p w14:paraId="6264F825" w14:textId="45658AD3" w:rsidR="00292A1E" w:rsidRPr="00292A1E" w:rsidRDefault="00292A1E" w:rsidP="00292A1E">
            <w:pPr>
              <w:pStyle w:val="ConfigWindow"/>
            </w:pPr>
            <w:r w:rsidRPr="00292A1E">
              <w:t>blank</w:t>
            </w:r>
          </w:p>
        </w:tc>
        <w:tc>
          <w:tcPr>
            <w:tcW w:w="1710" w:type="dxa"/>
            <w:vAlign w:val="top"/>
          </w:tcPr>
          <w:p w14:paraId="5690988E" w14:textId="1FDC3E1E" w:rsidR="00292A1E" w:rsidRPr="00292A1E" w:rsidRDefault="00292A1E" w:rsidP="00292A1E">
            <w:pPr>
              <w:pStyle w:val="ConfigWindow"/>
            </w:pPr>
            <w:r w:rsidRPr="00292A1E">
              <w:t>blank</w:t>
            </w:r>
          </w:p>
        </w:tc>
        <w:tc>
          <w:tcPr>
            <w:tcW w:w="1800" w:type="dxa"/>
            <w:vAlign w:val="top"/>
          </w:tcPr>
          <w:p w14:paraId="043955C2" w14:textId="18AE44B1" w:rsidR="00292A1E" w:rsidRPr="00292A1E" w:rsidRDefault="00292A1E" w:rsidP="00292A1E">
            <w:pPr>
              <w:pStyle w:val="ConfigWindow"/>
            </w:pPr>
            <w:r w:rsidRPr="00292A1E">
              <w:t>blank</w:t>
            </w:r>
          </w:p>
        </w:tc>
        <w:tc>
          <w:tcPr>
            <w:tcW w:w="1800" w:type="dxa"/>
            <w:vAlign w:val="top"/>
          </w:tcPr>
          <w:p w14:paraId="269BA29C" w14:textId="40E487ED" w:rsidR="00292A1E" w:rsidRPr="00292A1E" w:rsidRDefault="00292A1E" w:rsidP="00292A1E">
            <w:pPr>
              <w:pStyle w:val="ConfigWindow"/>
            </w:pPr>
            <w:r w:rsidRPr="00292A1E">
              <w:t>blank</w:t>
            </w:r>
          </w:p>
        </w:tc>
        <w:tc>
          <w:tcPr>
            <w:tcW w:w="1893" w:type="dxa"/>
            <w:vAlign w:val="top"/>
          </w:tcPr>
          <w:p w14:paraId="3BB9F7D0" w14:textId="047434EC" w:rsidR="00292A1E" w:rsidRPr="00292A1E" w:rsidRDefault="00292A1E" w:rsidP="00292A1E">
            <w:pPr>
              <w:pStyle w:val="ConfigWindow"/>
            </w:pPr>
            <w:r w:rsidRPr="00292A1E">
              <w:t>blank</w:t>
            </w:r>
          </w:p>
        </w:tc>
      </w:tr>
      <w:tr w:rsidR="00292A1E" w14:paraId="0322F7B6" w14:textId="77777777" w:rsidTr="003C4419">
        <w:tc>
          <w:tcPr>
            <w:tcW w:w="1527" w:type="dxa"/>
            <w:vAlign w:val="top"/>
          </w:tcPr>
          <w:p w14:paraId="7D77F29A" w14:textId="79E1E674" w:rsidR="00292A1E" w:rsidRPr="00292A1E" w:rsidRDefault="00292A1E" w:rsidP="00292A1E">
            <w:pPr>
              <w:pStyle w:val="ConfigWindow"/>
              <w:spacing w:before="60" w:after="60"/>
              <w:rPr>
                <w:sz w:val="20"/>
                <w:szCs w:val="20"/>
              </w:rPr>
            </w:pPr>
            <w:r w:rsidRPr="00292A1E">
              <w:rPr>
                <w:sz w:val="20"/>
                <w:szCs w:val="20"/>
              </w:rPr>
              <w:t>blank</w:t>
            </w:r>
          </w:p>
        </w:tc>
        <w:tc>
          <w:tcPr>
            <w:tcW w:w="1440" w:type="dxa"/>
            <w:vAlign w:val="top"/>
          </w:tcPr>
          <w:p w14:paraId="7DA2FC7F" w14:textId="7D84A783" w:rsidR="00292A1E" w:rsidRPr="00292A1E" w:rsidRDefault="00292A1E" w:rsidP="00292A1E">
            <w:pPr>
              <w:pStyle w:val="ConfigWindow"/>
            </w:pPr>
            <w:r w:rsidRPr="00292A1E">
              <w:t>blank</w:t>
            </w:r>
          </w:p>
        </w:tc>
        <w:tc>
          <w:tcPr>
            <w:tcW w:w="1710" w:type="dxa"/>
            <w:vAlign w:val="top"/>
          </w:tcPr>
          <w:p w14:paraId="70BD8C65" w14:textId="5EEEBBBC" w:rsidR="00292A1E" w:rsidRPr="00292A1E" w:rsidRDefault="00292A1E" w:rsidP="00292A1E">
            <w:pPr>
              <w:pStyle w:val="ConfigWindow"/>
            </w:pPr>
            <w:r w:rsidRPr="00292A1E">
              <w:t>blank</w:t>
            </w:r>
          </w:p>
        </w:tc>
        <w:tc>
          <w:tcPr>
            <w:tcW w:w="1800" w:type="dxa"/>
            <w:vAlign w:val="top"/>
          </w:tcPr>
          <w:p w14:paraId="32BFED10" w14:textId="0FDC3D7C" w:rsidR="00292A1E" w:rsidRPr="00292A1E" w:rsidRDefault="00292A1E" w:rsidP="00292A1E">
            <w:pPr>
              <w:pStyle w:val="ConfigWindow"/>
            </w:pPr>
            <w:r w:rsidRPr="00292A1E">
              <w:t>blank</w:t>
            </w:r>
          </w:p>
        </w:tc>
        <w:tc>
          <w:tcPr>
            <w:tcW w:w="1800" w:type="dxa"/>
            <w:vAlign w:val="top"/>
          </w:tcPr>
          <w:p w14:paraId="07F647B9" w14:textId="0D16F775" w:rsidR="00292A1E" w:rsidRPr="00292A1E" w:rsidRDefault="00292A1E" w:rsidP="00292A1E">
            <w:pPr>
              <w:pStyle w:val="ConfigWindow"/>
            </w:pPr>
            <w:r w:rsidRPr="00292A1E">
              <w:t>blank</w:t>
            </w:r>
          </w:p>
        </w:tc>
        <w:tc>
          <w:tcPr>
            <w:tcW w:w="1893" w:type="dxa"/>
            <w:vAlign w:val="top"/>
          </w:tcPr>
          <w:p w14:paraId="0E2A2D92" w14:textId="3386CC3B" w:rsidR="00292A1E" w:rsidRPr="00292A1E" w:rsidRDefault="00292A1E" w:rsidP="00292A1E">
            <w:pPr>
              <w:pStyle w:val="ConfigWindow"/>
            </w:pPr>
            <w:r w:rsidRPr="00292A1E">
              <w:t>blank</w:t>
            </w:r>
          </w:p>
        </w:tc>
      </w:tr>
      <w:tr w:rsidR="00292A1E" w14:paraId="1F9BD943" w14:textId="77777777" w:rsidTr="003C4419">
        <w:tc>
          <w:tcPr>
            <w:tcW w:w="1527" w:type="dxa"/>
            <w:vAlign w:val="top"/>
          </w:tcPr>
          <w:p w14:paraId="6F85A109" w14:textId="08CD2950" w:rsidR="00292A1E" w:rsidRPr="00292A1E" w:rsidRDefault="00292A1E" w:rsidP="00292A1E">
            <w:pPr>
              <w:pStyle w:val="ConfigWindow"/>
              <w:spacing w:before="60" w:after="60"/>
              <w:rPr>
                <w:sz w:val="20"/>
                <w:szCs w:val="20"/>
              </w:rPr>
            </w:pPr>
            <w:r w:rsidRPr="00292A1E">
              <w:rPr>
                <w:sz w:val="20"/>
                <w:szCs w:val="20"/>
              </w:rPr>
              <w:t>blank</w:t>
            </w:r>
          </w:p>
        </w:tc>
        <w:tc>
          <w:tcPr>
            <w:tcW w:w="1440" w:type="dxa"/>
            <w:vAlign w:val="top"/>
          </w:tcPr>
          <w:p w14:paraId="747FBEA5" w14:textId="61AEACE4" w:rsidR="00292A1E" w:rsidRPr="00292A1E" w:rsidRDefault="00292A1E" w:rsidP="00292A1E">
            <w:pPr>
              <w:pStyle w:val="ConfigWindow"/>
            </w:pPr>
            <w:r w:rsidRPr="00292A1E">
              <w:t>blank</w:t>
            </w:r>
          </w:p>
        </w:tc>
        <w:tc>
          <w:tcPr>
            <w:tcW w:w="1710" w:type="dxa"/>
            <w:vAlign w:val="top"/>
          </w:tcPr>
          <w:p w14:paraId="63C1B1C1" w14:textId="5E7F8FD5" w:rsidR="00292A1E" w:rsidRPr="00292A1E" w:rsidRDefault="00292A1E" w:rsidP="00292A1E">
            <w:pPr>
              <w:pStyle w:val="ConfigWindow"/>
            </w:pPr>
            <w:r w:rsidRPr="00292A1E">
              <w:t>blank</w:t>
            </w:r>
          </w:p>
        </w:tc>
        <w:tc>
          <w:tcPr>
            <w:tcW w:w="1800" w:type="dxa"/>
            <w:vAlign w:val="top"/>
          </w:tcPr>
          <w:p w14:paraId="18CD3605" w14:textId="2C8FD76B" w:rsidR="00292A1E" w:rsidRPr="00292A1E" w:rsidRDefault="00292A1E" w:rsidP="00292A1E">
            <w:pPr>
              <w:pStyle w:val="ConfigWindow"/>
            </w:pPr>
            <w:r w:rsidRPr="00292A1E">
              <w:t>blank</w:t>
            </w:r>
          </w:p>
        </w:tc>
        <w:tc>
          <w:tcPr>
            <w:tcW w:w="1800" w:type="dxa"/>
            <w:vAlign w:val="top"/>
          </w:tcPr>
          <w:p w14:paraId="139E2FCA" w14:textId="7901CDF2" w:rsidR="00292A1E" w:rsidRPr="00292A1E" w:rsidRDefault="00292A1E" w:rsidP="00292A1E">
            <w:pPr>
              <w:pStyle w:val="ConfigWindow"/>
            </w:pPr>
            <w:r w:rsidRPr="00292A1E">
              <w:t>blank</w:t>
            </w:r>
          </w:p>
        </w:tc>
        <w:tc>
          <w:tcPr>
            <w:tcW w:w="1893" w:type="dxa"/>
            <w:vAlign w:val="top"/>
          </w:tcPr>
          <w:p w14:paraId="369C2749" w14:textId="5566627C" w:rsidR="00292A1E" w:rsidRPr="00292A1E" w:rsidRDefault="00292A1E" w:rsidP="00292A1E">
            <w:pPr>
              <w:pStyle w:val="ConfigWindow"/>
            </w:pPr>
            <w:r w:rsidRPr="00292A1E">
              <w:t>blank</w:t>
            </w:r>
          </w:p>
        </w:tc>
      </w:tr>
      <w:tr w:rsidR="00292A1E" w14:paraId="0BEEDC17" w14:textId="77777777" w:rsidTr="003C4419">
        <w:tc>
          <w:tcPr>
            <w:tcW w:w="1527" w:type="dxa"/>
            <w:vAlign w:val="top"/>
          </w:tcPr>
          <w:p w14:paraId="38EAAC97" w14:textId="128B5837" w:rsidR="00292A1E" w:rsidRPr="00292A1E" w:rsidRDefault="00292A1E" w:rsidP="00292A1E">
            <w:pPr>
              <w:pStyle w:val="ConfigWindow"/>
              <w:spacing w:before="60" w:after="60"/>
              <w:rPr>
                <w:sz w:val="20"/>
                <w:szCs w:val="20"/>
              </w:rPr>
            </w:pPr>
            <w:r w:rsidRPr="00292A1E">
              <w:rPr>
                <w:sz w:val="20"/>
                <w:szCs w:val="20"/>
              </w:rPr>
              <w:t>blank</w:t>
            </w:r>
          </w:p>
        </w:tc>
        <w:tc>
          <w:tcPr>
            <w:tcW w:w="1440" w:type="dxa"/>
            <w:vAlign w:val="top"/>
          </w:tcPr>
          <w:p w14:paraId="1DEC011D" w14:textId="7294BF0A" w:rsidR="00292A1E" w:rsidRPr="00292A1E" w:rsidRDefault="00292A1E" w:rsidP="00292A1E">
            <w:pPr>
              <w:pStyle w:val="ConfigWindow"/>
            </w:pPr>
            <w:r w:rsidRPr="00292A1E">
              <w:t>blank</w:t>
            </w:r>
          </w:p>
        </w:tc>
        <w:tc>
          <w:tcPr>
            <w:tcW w:w="1710" w:type="dxa"/>
            <w:vAlign w:val="top"/>
          </w:tcPr>
          <w:p w14:paraId="01F36A5D" w14:textId="33561FB8" w:rsidR="00292A1E" w:rsidRPr="00292A1E" w:rsidRDefault="00292A1E" w:rsidP="00292A1E">
            <w:pPr>
              <w:pStyle w:val="ConfigWindow"/>
            </w:pPr>
            <w:r w:rsidRPr="00292A1E">
              <w:t>blank</w:t>
            </w:r>
          </w:p>
        </w:tc>
        <w:tc>
          <w:tcPr>
            <w:tcW w:w="1800" w:type="dxa"/>
            <w:vAlign w:val="top"/>
          </w:tcPr>
          <w:p w14:paraId="7244276E" w14:textId="54A0CF04" w:rsidR="00292A1E" w:rsidRPr="00292A1E" w:rsidRDefault="00292A1E" w:rsidP="00292A1E">
            <w:pPr>
              <w:pStyle w:val="ConfigWindow"/>
            </w:pPr>
            <w:r w:rsidRPr="00292A1E">
              <w:t>blank</w:t>
            </w:r>
          </w:p>
        </w:tc>
        <w:tc>
          <w:tcPr>
            <w:tcW w:w="1800" w:type="dxa"/>
            <w:vAlign w:val="top"/>
          </w:tcPr>
          <w:p w14:paraId="3BA9A944" w14:textId="11E106F7" w:rsidR="00292A1E" w:rsidRPr="00292A1E" w:rsidRDefault="00292A1E" w:rsidP="00292A1E">
            <w:pPr>
              <w:pStyle w:val="ConfigWindow"/>
            </w:pPr>
            <w:r w:rsidRPr="00292A1E">
              <w:t>blank</w:t>
            </w:r>
          </w:p>
        </w:tc>
        <w:tc>
          <w:tcPr>
            <w:tcW w:w="1893" w:type="dxa"/>
            <w:vAlign w:val="top"/>
          </w:tcPr>
          <w:p w14:paraId="76CF5B4F" w14:textId="611B049A" w:rsidR="00292A1E" w:rsidRPr="00292A1E" w:rsidRDefault="00292A1E" w:rsidP="00292A1E">
            <w:pPr>
              <w:pStyle w:val="ConfigWindow"/>
            </w:pPr>
            <w:r w:rsidRPr="00292A1E">
              <w:t>blank</w:t>
            </w:r>
          </w:p>
        </w:tc>
      </w:tr>
      <w:tr w:rsidR="00292A1E" w14:paraId="16F8B54D" w14:textId="77777777" w:rsidTr="003C4419">
        <w:tc>
          <w:tcPr>
            <w:tcW w:w="1527" w:type="dxa"/>
            <w:vAlign w:val="top"/>
          </w:tcPr>
          <w:p w14:paraId="657E1188" w14:textId="275B4299" w:rsidR="00292A1E" w:rsidRPr="00292A1E" w:rsidRDefault="00292A1E" w:rsidP="00292A1E">
            <w:pPr>
              <w:pStyle w:val="ConfigWindow"/>
              <w:spacing w:before="60" w:after="60"/>
              <w:rPr>
                <w:sz w:val="20"/>
                <w:szCs w:val="20"/>
              </w:rPr>
            </w:pPr>
            <w:r w:rsidRPr="00292A1E">
              <w:rPr>
                <w:sz w:val="20"/>
                <w:szCs w:val="20"/>
              </w:rPr>
              <w:t>blank</w:t>
            </w:r>
          </w:p>
        </w:tc>
        <w:tc>
          <w:tcPr>
            <w:tcW w:w="1440" w:type="dxa"/>
            <w:vAlign w:val="top"/>
          </w:tcPr>
          <w:p w14:paraId="30736A92" w14:textId="5BB6C47D" w:rsidR="00292A1E" w:rsidRPr="00292A1E" w:rsidRDefault="00292A1E" w:rsidP="00292A1E">
            <w:pPr>
              <w:pStyle w:val="ConfigWindow"/>
            </w:pPr>
            <w:r w:rsidRPr="00292A1E">
              <w:t>blank</w:t>
            </w:r>
          </w:p>
        </w:tc>
        <w:tc>
          <w:tcPr>
            <w:tcW w:w="1710" w:type="dxa"/>
            <w:vAlign w:val="top"/>
          </w:tcPr>
          <w:p w14:paraId="56CC268C" w14:textId="7AADBD48" w:rsidR="00292A1E" w:rsidRPr="00292A1E" w:rsidRDefault="00292A1E" w:rsidP="00292A1E">
            <w:pPr>
              <w:pStyle w:val="ConfigWindow"/>
            </w:pPr>
            <w:r w:rsidRPr="00292A1E">
              <w:t>blank</w:t>
            </w:r>
          </w:p>
        </w:tc>
        <w:tc>
          <w:tcPr>
            <w:tcW w:w="1800" w:type="dxa"/>
            <w:vAlign w:val="top"/>
          </w:tcPr>
          <w:p w14:paraId="70EFBBF2" w14:textId="0902E9DB" w:rsidR="00292A1E" w:rsidRPr="00292A1E" w:rsidRDefault="00292A1E" w:rsidP="00292A1E">
            <w:pPr>
              <w:pStyle w:val="ConfigWindow"/>
            </w:pPr>
            <w:r w:rsidRPr="00292A1E">
              <w:t>blank</w:t>
            </w:r>
          </w:p>
        </w:tc>
        <w:tc>
          <w:tcPr>
            <w:tcW w:w="1800" w:type="dxa"/>
            <w:vAlign w:val="top"/>
          </w:tcPr>
          <w:p w14:paraId="380A331E" w14:textId="06666605" w:rsidR="00292A1E" w:rsidRPr="00292A1E" w:rsidRDefault="00292A1E" w:rsidP="00292A1E">
            <w:pPr>
              <w:pStyle w:val="ConfigWindow"/>
            </w:pPr>
            <w:r w:rsidRPr="00292A1E">
              <w:t>blank</w:t>
            </w:r>
          </w:p>
        </w:tc>
        <w:tc>
          <w:tcPr>
            <w:tcW w:w="1893" w:type="dxa"/>
            <w:vAlign w:val="top"/>
          </w:tcPr>
          <w:p w14:paraId="7A57D7A4" w14:textId="7AA115E4" w:rsidR="00292A1E" w:rsidRPr="00292A1E" w:rsidRDefault="00292A1E" w:rsidP="00292A1E">
            <w:pPr>
              <w:pStyle w:val="ConfigWindow"/>
            </w:pPr>
            <w:r w:rsidRPr="00292A1E">
              <w:t>blank</w:t>
            </w:r>
          </w:p>
        </w:tc>
      </w:tr>
      <w:tr w:rsidR="00292A1E" w14:paraId="5EC38094" w14:textId="77777777" w:rsidTr="003C4419">
        <w:tc>
          <w:tcPr>
            <w:tcW w:w="1527" w:type="dxa"/>
            <w:vAlign w:val="top"/>
          </w:tcPr>
          <w:p w14:paraId="5E50153A" w14:textId="46B46FB2" w:rsidR="00292A1E" w:rsidRPr="00292A1E" w:rsidRDefault="00292A1E" w:rsidP="00292A1E">
            <w:pPr>
              <w:pStyle w:val="ConfigWindow"/>
              <w:spacing w:before="60" w:after="60"/>
              <w:rPr>
                <w:sz w:val="20"/>
                <w:szCs w:val="20"/>
              </w:rPr>
            </w:pPr>
            <w:r w:rsidRPr="00292A1E">
              <w:rPr>
                <w:sz w:val="20"/>
                <w:szCs w:val="20"/>
              </w:rPr>
              <w:t>blank</w:t>
            </w:r>
          </w:p>
        </w:tc>
        <w:tc>
          <w:tcPr>
            <w:tcW w:w="1440" w:type="dxa"/>
            <w:vAlign w:val="top"/>
          </w:tcPr>
          <w:p w14:paraId="414B2C22" w14:textId="56D26087" w:rsidR="00292A1E" w:rsidRPr="00292A1E" w:rsidRDefault="00292A1E" w:rsidP="00292A1E">
            <w:pPr>
              <w:pStyle w:val="ConfigWindow"/>
            </w:pPr>
            <w:r w:rsidRPr="00292A1E">
              <w:t>blank</w:t>
            </w:r>
          </w:p>
        </w:tc>
        <w:tc>
          <w:tcPr>
            <w:tcW w:w="1710" w:type="dxa"/>
            <w:vAlign w:val="top"/>
          </w:tcPr>
          <w:p w14:paraId="7BE8FAED" w14:textId="135A316F" w:rsidR="00292A1E" w:rsidRPr="00292A1E" w:rsidRDefault="00292A1E" w:rsidP="00292A1E">
            <w:pPr>
              <w:pStyle w:val="ConfigWindow"/>
            </w:pPr>
            <w:r w:rsidRPr="00292A1E">
              <w:t>blank</w:t>
            </w:r>
          </w:p>
        </w:tc>
        <w:tc>
          <w:tcPr>
            <w:tcW w:w="1800" w:type="dxa"/>
            <w:vAlign w:val="top"/>
          </w:tcPr>
          <w:p w14:paraId="33EF497D" w14:textId="4B16BECA" w:rsidR="00292A1E" w:rsidRPr="00292A1E" w:rsidRDefault="00292A1E" w:rsidP="00292A1E">
            <w:pPr>
              <w:pStyle w:val="ConfigWindow"/>
            </w:pPr>
            <w:r w:rsidRPr="00292A1E">
              <w:t>blank</w:t>
            </w:r>
          </w:p>
        </w:tc>
        <w:tc>
          <w:tcPr>
            <w:tcW w:w="1800" w:type="dxa"/>
            <w:vAlign w:val="top"/>
          </w:tcPr>
          <w:p w14:paraId="7DE30FC1" w14:textId="26E9611E" w:rsidR="00292A1E" w:rsidRPr="00292A1E" w:rsidRDefault="00292A1E" w:rsidP="00292A1E">
            <w:pPr>
              <w:pStyle w:val="ConfigWindow"/>
            </w:pPr>
            <w:r w:rsidRPr="00292A1E">
              <w:t>blank</w:t>
            </w:r>
          </w:p>
        </w:tc>
        <w:tc>
          <w:tcPr>
            <w:tcW w:w="1893" w:type="dxa"/>
            <w:vAlign w:val="top"/>
          </w:tcPr>
          <w:p w14:paraId="0AE06D08" w14:textId="5CD4D1E9" w:rsidR="00292A1E" w:rsidRPr="00292A1E" w:rsidRDefault="00292A1E" w:rsidP="00292A1E">
            <w:pPr>
              <w:pStyle w:val="ConfigWindow"/>
            </w:pPr>
            <w:r w:rsidRPr="00292A1E">
              <w:t>blank</w:t>
            </w:r>
          </w:p>
        </w:tc>
      </w:tr>
    </w:tbl>
    <w:p w14:paraId="0D28A235" w14:textId="77777777" w:rsidR="00A37CAE" w:rsidRPr="00825C02" w:rsidRDefault="00A37CAE" w:rsidP="00A37CAE">
      <w:pPr>
        <w:pStyle w:val="Heading1"/>
        <w:spacing w:line="276" w:lineRule="auto"/>
      </w:pPr>
      <w:r w:rsidRPr="00825C02">
        <w:t>Objectives</w:t>
      </w:r>
    </w:p>
    <w:p w14:paraId="6AE38911" w14:textId="77777777" w:rsidR="00A37CAE" w:rsidRPr="00E70096" w:rsidRDefault="00A37CAE" w:rsidP="00A37CAE">
      <w:pPr>
        <w:pStyle w:val="BodyTextL25"/>
      </w:pPr>
      <w:r>
        <w:t>In this lab, you will document a network that is unknown to you.</w:t>
      </w:r>
    </w:p>
    <w:p w14:paraId="360E4BC2" w14:textId="77777777" w:rsidR="00A37CAE" w:rsidRPr="004C0909" w:rsidRDefault="00A37CAE" w:rsidP="00A37CAE">
      <w:pPr>
        <w:pStyle w:val="Bulletlevel1"/>
      </w:pPr>
      <w:r>
        <w:t>Test network connectivity.</w:t>
      </w:r>
    </w:p>
    <w:p w14:paraId="5D7D319C" w14:textId="77777777" w:rsidR="00A37CAE" w:rsidRDefault="00A37CAE" w:rsidP="00A37CAE">
      <w:pPr>
        <w:pStyle w:val="Bulletlevel1"/>
      </w:pPr>
      <w:r>
        <w:t>Compile host addressing information.</w:t>
      </w:r>
    </w:p>
    <w:p w14:paraId="26E5093C" w14:textId="77777777" w:rsidR="00A37CAE" w:rsidRDefault="00A37CAE" w:rsidP="00A37CAE">
      <w:pPr>
        <w:pStyle w:val="Bulletlevel1"/>
      </w:pPr>
      <w:r>
        <w:t>Remotely access default gateway devices.</w:t>
      </w:r>
    </w:p>
    <w:p w14:paraId="3BA01B4A" w14:textId="77777777" w:rsidR="00A37CAE" w:rsidRDefault="00A37CAE" w:rsidP="00A37CAE">
      <w:pPr>
        <w:pStyle w:val="Bulletlevel1"/>
      </w:pPr>
      <w:r>
        <w:t>Document default gateway device configurations.</w:t>
      </w:r>
    </w:p>
    <w:p w14:paraId="0843AD38" w14:textId="77777777" w:rsidR="00A37CAE" w:rsidRDefault="00A37CAE" w:rsidP="00A37CAE">
      <w:pPr>
        <w:pStyle w:val="Bulletlevel1"/>
      </w:pPr>
      <w:r>
        <w:t>Discover devices on the network.</w:t>
      </w:r>
    </w:p>
    <w:p w14:paraId="2758EDD3" w14:textId="77777777" w:rsidR="00A37CAE" w:rsidRDefault="00A37CAE" w:rsidP="00A37CAE">
      <w:pPr>
        <w:pStyle w:val="Bulletlevel1"/>
      </w:pPr>
      <w:r>
        <w:t>Draw the network topology.</w:t>
      </w:r>
    </w:p>
    <w:p w14:paraId="19A87F23" w14:textId="77777777" w:rsidR="00A37CAE" w:rsidRDefault="00A37CAE" w:rsidP="00A37CAE">
      <w:pPr>
        <w:pStyle w:val="Heading1"/>
        <w:spacing w:line="276" w:lineRule="auto"/>
      </w:pPr>
      <w:r w:rsidRPr="00E70096">
        <w:t>Background / Scenario</w:t>
      </w:r>
    </w:p>
    <w:p w14:paraId="70222021" w14:textId="77777777" w:rsidR="00A37CAE" w:rsidRDefault="00A37CAE" w:rsidP="00A37CAE">
      <w:pPr>
        <w:pStyle w:val="BodyTextL25"/>
      </w:pPr>
      <w:r>
        <w:t>Your employer has been hired to take over</w:t>
      </w:r>
      <w:r w:rsidR="00432D5B">
        <w:t xml:space="preserve"> the</w:t>
      </w:r>
      <w:r>
        <w:t xml:space="preserve"> administration of a corporate network because the previous network administrator has left the company. The network documentation is missing and needs to be recreated. You job is to document the hosts and network devices including all the device addressing and logical interconnections. You will remotely access network devices and use network discovery to complete a device table and draw the network topology.</w:t>
      </w:r>
    </w:p>
    <w:p w14:paraId="68377797" w14:textId="77777777" w:rsidR="00A37CAE" w:rsidRDefault="00A37CAE" w:rsidP="00A37CAE">
      <w:pPr>
        <w:pStyle w:val="BodyTextL25"/>
      </w:pPr>
      <w:r>
        <w:t xml:space="preserve">This is Part I of a two-part series of activities. You will use the documentation that you create in this activity to guide you as you troubleshoot the network in Part II, </w:t>
      </w:r>
      <w:r w:rsidRPr="00D02454">
        <w:rPr>
          <w:b/>
        </w:rPr>
        <w:t>Packet Tracer - Troubleshooting Challenge - Using Documentation to Solve Issues</w:t>
      </w:r>
      <w:r>
        <w:t>.</w:t>
      </w:r>
    </w:p>
    <w:p w14:paraId="32F3C162" w14:textId="77777777" w:rsidR="00A37CAE" w:rsidRPr="00446788" w:rsidRDefault="00A37CAE" w:rsidP="00A37CAE">
      <w:pPr>
        <w:pStyle w:val="BodyTextL25"/>
      </w:pPr>
      <w:r>
        <w:t>As you investigate and document the network topology, make note of issues that you discover that do not adhere to the practices taught in the CCNA curriculum.</w:t>
      </w:r>
    </w:p>
    <w:p w14:paraId="4C4EAB29" w14:textId="77777777" w:rsidR="00A37CAE" w:rsidRDefault="00A37CAE" w:rsidP="00A37CAE">
      <w:pPr>
        <w:pStyle w:val="Heading1"/>
        <w:spacing w:line="276" w:lineRule="auto"/>
      </w:pPr>
      <w:r>
        <w:t>Instructions</w:t>
      </w:r>
    </w:p>
    <w:p w14:paraId="01092694" w14:textId="77777777" w:rsidR="00A37CAE" w:rsidRDefault="00A37CAE" w:rsidP="00A37CAE">
      <w:pPr>
        <w:pStyle w:val="Heading2"/>
        <w:spacing w:before="120" w:line="276" w:lineRule="auto"/>
      </w:pPr>
      <w:r>
        <w:t>Test Connectivity</w:t>
      </w:r>
    </w:p>
    <w:p w14:paraId="5719B7B5" w14:textId="77777777" w:rsidR="00A37CAE" w:rsidRDefault="00A37CAE" w:rsidP="00A37CAE">
      <w:pPr>
        <w:pStyle w:val="BodyTextL25"/>
      </w:pPr>
      <w:r>
        <w:t>Ping between the PCs and the internet server to test the network. All PCs should be able to ping one another and the internet server.</w:t>
      </w:r>
    </w:p>
    <w:p w14:paraId="10A98096" w14:textId="77777777" w:rsidR="00A37CAE" w:rsidRDefault="00A37CAE" w:rsidP="00A37CAE">
      <w:pPr>
        <w:pStyle w:val="Heading2"/>
        <w:spacing w:before="120" w:line="276" w:lineRule="auto"/>
      </w:pPr>
      <w:r>
        <w:t>Discover PC Configuration Information</w:t>
      </w:r>
    </w:p>
    <w:p w14:paraId="51B6B3A9" w14:textId="77777777" w:rsidR="00A37CAE" w:rsidRDefault="00A37CAE" w:rsidP="00A37CAE">
      <w:pPr>
        <w:pStyle w:val="BodyTextL25"/>
      </w:pPr>
      <w:r>
        <w:t>Go to the command prompt of each PC and display the IP settings. Record this information in the documentation table.</w:t>
      </w:r>
    </w:p>
    <w:p w14:paraId="69174AEF" w14:textId="77777777" w:rsidR="00A37CAE" w:rsidRDefault="00A37CAE" w:rsidP="00A37CAE">
      <w:pPr>
        <w:pStyle w:val="Heading2"/>
        <w:spacing w:before="120" w:line="276" w:lineRule="auto"/>
      </w:pPr>
      <w:r>
        <w:t>Discover Information about the Default Gateway Devices</w:t>
      </w:r>
    </w:p>
    <w:p w14:paraId="3DA2AC49" w14:textId="77777777" w:rsidR="003462EF" w:rsidRDefault="00A37CAE" w:rsidP="003462EF">
      <w:pPr>
        <w:pStyle w:val="BodyTextL25"/>
      </w:pPr>
      <w:r>
        <w:t xml:space="preserve">Connect to each default gateway device </w:t>
      </w:r>
      <w:r w:rsidR="003462EF">
        <w:t xml:space="preserve">using the Telnet protocol </w:t>
      </w:r>
      <w:r>
        <w:t xml:space="preserve">and record information about the interfaces that are in use in the table. The VTY password is </w:t>
      </w:r>
      <w:r w:rsidRPr="001E3A2B">
        <w:rPr>
          <w:b/>
        </w:rPr>
        <w:t>cisco</w:t>
      </w:r>
      <w:r>
        <w:t xml:space="preserve"> and privileged EXEC password is </w:t>
      </w:r>
      <w:r w:rsidRPr="001E3A2B">
        <w:rPr>
          <w:b/>
        </w:rPr>
        <w:t>class</w:t>
      </w:r>
      <w:r>
        <w:t>.</w:t>
      </w:r>
    </w:p>
    <w:p w14:paraId="24B830DB" w14:textId="77777777" w:rsidR="003462EF" w:rsidRPr="003462EF" w:rsidRDefault="003462EF" w:rsidP="003462EF">
      <w:pPr>
        <w:pStyle w:val="CMD"/>
        <w:rPr>
          <w:i/>
        </w:rPr>
      </w:pPr>
      <w:r>
        <w:t xml:space="preserve">C:\&gt; </w:t>
      </w:r>
      <w:r w:rsidRPr="003462EF">
        <w:rPr>
          <w:b/>
        </w:rPr>
        <w:t xml:space="preserve">telnet </w:t>
      </w:r>
      <w:proofErr w:type="spellStart"/>
      <w:r w:rsidRPr="003462EF">
        <w:rPr>
          <w:b/>
          <w:i/>
        </w:rPr>
        <w:t>IP_address</w:t>
      </w:r>
      <w:proofErr w:type="spellEnd"/>
    </w:p>
    <w:p w14:paraId="49370E36" w14:textId="77777777" w:rsidR="00A37CAE" w:rsidRDefault="00A37CAE" w:rsidP="00A37CAE">
      <w:pPr>
        <w:pStyle w:val="Heading2"/>
        <w:spacing w:before="120" w:line="276" w:lineRule="auto"/>
      </w:pPr>
      <w:r>
        <w:t>Reconstruct the Network Topology</w:t>
      </w:r>
    </w:p>
    <w:p w14:paraId="6029007C" w14:textId="77777777" w:rsidR="00A37CAE" w:rsidRPr="0023226C" w:rsidRDefault="00A37CAE" w:rsidP="00A37CAE">
      <w:pPr>
        <w:pStyle w:val="BodyTextL25"/>
      </w:pPr>
      <w:r>
        <w:t xml:space="preserve">In this part of the activity, you will continue recording information about the devices in the network in the </w:t>
      </w:r>
      <w:r w:rsidR="003462EF">
        <w:t>Addressing Table</w:t>
      </w:r>
      <w:r>
        <w:t xml:space="preserve">. In addition, you will start to diagram the network topology based on what you can discover about the device interconnections. </w:t>
      </w:r>
    </w:p>
    <w:p w14:paraId="20049135" w14:textId="77777777" w:rsidR="00A37CAE" w:rsidRDefault="00A37CAE" w:rsidP="00A37CAE">
      <w:pPr>
        <w:pStyle w:val="Heading3"/>
        <w:spacing w:after="60"/>
      </w:pPr>
      <w:r>
        <w:t>Access Routing Tables on Each Gateway Device</w:t>
      </w:r>
      <w:r w:rsidR="00F445BD">
        <w:t>.</w:t>
      </w:r>
    </w:p>
    <w:p w14:paraId="6A4350E7" w14:textId="77777777" w:rsidR="00A37CAE" w:rsidRDefault="00A37CAE" w:rsidP="00A37CAE">
      <w:pPr>
        <w:pStyle w:val="BodyTextL25"/>
      </w:pPr>
      <w:r>
        <w:t>Use the routing tables in each router to learn more about the network. Make notes of your findings.</w:t>
      </w:r>
    </w:p>
    <w:p w14:paraId="3383A607" w14:textId="77777777" w:rsidR="00A37CAE" w:rsidRDefault="00A37CAE" w:rsidP="00A37CAE">
      <w:pPr>
        <w:pStyle w:val="Heading3"/>
        <w:spacing w:after="60"/>
      </w:pPr>
      <w:r>
        <w:t>Discover Non-Gateway Devices</w:t>
      </w:r>
      <w:r w:rsidR="00F445BD">
        <w:t>.</w:t>
      </w:r>
    </w:p>
    <w:p w14:paraId="5C853AE6" w14:textId="77777777" w:rsidR="00A37CAE" w:rsidRDefault="00A37CAE" w:rsidP="00A37CAE">
      <w:pPr>
        <w:pStyle w:val="BodyTextL25"/>
      </w:pPr>
      <w:r>
        <w:t xml:space="preserve">Use a network discovery protocol to document neighboring devices. Record your findings in the addressing table. At this point you should also be able to begin documenting device interconnections. </w:t>
      </w:r>
    </w:p>
    <w:p w14:paraId="7E317A05" w14:textId="77777777" w:rsidR="00A37CAE" w:rsidRPr="00B9326C" w:rsidRDefault="00A37CAE" w:rsidP="00A37CAE">
      <w:pPr>
        <w:pStyle w:val="Heading2"/>
        <w:spacing w:before="120" w:line="276" w:lineRule="auto"/>
      </w:pPr>
      <w:r>
        <w:t>Further Explore Device Configurations and Interconnections</w:t>
      </w:r>
    </w:p>
    <w:p w14:paraId="4B23044E" w14:textId="77777777" w:rsidR="00A37CAE" w:rsidRDefault="00A37CAE" w:rsidP="00A37CAE">
      <w:pPr>
        <w:pStyle w:val="Heading3"/>
        <w:spacing w:after="60"/>
      </w:pPr>
      <w:r>
        <w:t>Access Device Configurations</w:t>
      </w:r>
      <w:r w:rsidR="00F445BD">
        <w:t>.</w:t>
      </w:r>
    </w:p>
    <w:p w14:paraId="19691328" w14:textId="77777777" w:rsidR="00A37CAE" w:rsidRDefault="00A37CAE" w:rsidP="00A37CAE">
      <w:pPr>
        <w:pStyle w:val="BodyTextL25"/>
      </w:pPr>
      <w:r>
        <w:t>Connect to the other devices in the network. Gather information about the device configurations.</w:t>
      </w:r>
    </w:p>
    <w:p w14:paraId="6F10B1CE" w14:textId="77777777" w:rsidR="00A37CAE" w:rsidRDefault="00A37CAE" w:rsidP="00A37CAE">
      <w:pPr>
        <w:pStyle w:val="Heading3"/>
        <w:spacing w:after="60"/>
      </w:pPr>
      <w:r>
        <w:t>View Neighbor Information</w:t>
      </w:r>
      <w:r w:rsidR="00F445BD">
        <w:t>.</w:t>
      </w:r>
    </w:p>
    <w:p w14:paraId="6E822897" w14:textId="77777777" w:rsidR="00A37CAE" w:rsidRDefault="00A37CAE" w:rsidP="00A37CAE">
      <w:pPr>
        <w:pStyle w:val="BodyTextL25"/>
      </w:pPr>
      <w:r>
        <w:t xml:space="preserve">Use discovery protocols to increase your knowledge of the network devices and topologies. </w:t>
      </w:r>
    </w:p>
    <w:p w14:paraId="125C1355" w14:textId="77777777" w:rsidR="00A37CAE" w:rsidRDefault="00A37CAE" w:rsidP="00A37CAE">
      <w:pPr>
        <w:pStyle w:val="Heading3"/>
        <w:spacing w:after="60"/>
      </w:pPr>
      <w:r>
        <w:t>Connect to Other Devices</w:t>
      </w:r>
      <w:r w:rsidR="00F445BD">
        <w:t>.</w:t>
      </w:r>
    </w:p>
    <w:p w14:paraId="715E5BB3" w14:textId="77777777" w:rsidR="00A37CAE" w:rsidRPr="00B9326C" w:rsidRDefault="00A37CAE" w:rsidP="00A37CAE">
      <w:pPr>
        <w:pStyle w:val="BodyTextL25"/>
      </w:pPr>
      <w:r>
        <w:t xml:space="preserve">Display configuration information for the other devices on the network. Record your findings in the device table. </w:t>
      </w:r>
    </w:p>
    <w:p w14:paraId="4BF0C83B" w14:textId="77777777" w:rsidR="00A37CAE" w:rsidRDefault="00A37CAE" w:rsidP="00A37CAE">
      <w:pPr>
        <w:pStyle w:val="BodyTextL25"/>
      </w:pPr>
      <w:r>
        <w:t>By now you should know about all the devices and interface configurations in the network. All rows of the table should contain device information. Use your information to reconstruct as much of the network topology as you can.</w:t>
      </w:r>
    </w:p>
    <w:p w14:paraId="6F3E4FFB" w14:textId="77777777" w:rsidR="00A37CAE" w:rsidRDefault="00A37CAE" w:rsidP="00A37CAE">
      <w:pPr>
        <w:pStyle w:val="Heading1"/>
        <w:spacing w:line="276" w:lineRule="auto"/>
      </w:pPr>
      <w:r>
        <w:t>Reflection</w:t>
      </w:r>
    </w:p>
    <w:p w14:paraId="448F3423" w14:textId="77777777" w:rsidR="00A37CAE" w:rsidRDefault="00A37CAE" w:rsidP="00A37CAE">
      <w:pPr>
        <w:pStyle w:val="BodyTextL25"/>
      </w:pPr>
      <w:r>
        <w:t>You may have noticed that some of the practices used to configure the network devices are out-of-date, inefficient, or not secure. Make a list of as many recommendations that you have regarding how the devices should be reconfigured to follow the practices that you have learned in the CCNA curriculum.</w:t>
      </w:r>
    </w:p>
    <w:p w14:paraId="44D0088B" w14:textId="77777777" w:rsidR="00A37CAE" w:rsidRDefault="00A37CAE" w:rsidP="00A37CAE">
      <w:pPr>
        <w:pStyle w:val="ConfigWindow"/>
      </w:pPr>
      <w:r>
        <w:t>End of document</w:t>
      </w:r>
      <w:bookmarkStart w:id="0" w:name="_GoBack"/>
      <w:bookmarkEnd w:id="0"/>
    </w:p>
    <w:sectPr w:rsidR="00A37CAE"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1F4BB" w14:textId="77777777" w:rsidR="00934E25" w:rsidRDefault="00934E25" w:rsidP="00710659">
      <w:pPr>
        <w:spacing w:after="0" w:line="240" w:lineRule="auto"/>
      </w:pPr>
      <w:r>
        <w:separator/>
      </w:r>
    </w:p>
    <w:p w14:paraId="1FD66F65" w14:textId="77777777" w:rsidR="00934E25" w:rsidRDefault="00934E25"/>
  </w:endnote>
  <w:endnote w:type="continuationSeparator" w:id="0">
    <w:p w14:paraId="3874AF13" w14:textId="77777777" w:rsidR="00934E25" w:rsidRDefault="00934E25" w:rsidP="00710659">
      <w:pPr>
        <w:spacing w:after="0" w:line="240" w:lineRule="auto"/>
      </w:pPr>
      <w:r>
        <w:continuationSeparator/>
      </w:r>
    </w:p>
    <w:p w14:paraId="6F6D4750" w14:textId="77777777" w:rsidR="00934E25" w:rsidRDefault="00934E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2A798" w14:textId="5B725B66" w:rsidR="00571767" w:rsidRPr="00882B63" w:rsidRDefault="00571767"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F445BD">
          <w:t>2017</w:t>
        </w:r>
      </w:sdtContent>
    </w:sdt>
    <w:r>
      <w:t xml:space="preserve"> - </w:t>
    </w:r>
    <w:r>
      <w:fldChar w:fldCharType="begin"/>
    </w:r>
    <w:r>
      <w:instrText xml:space="preserve"> SAVEDATE  \@ "yyyy"  \* MERGEFORMAT </w:instrText>
    </w:r>
    <w:r>
      <w:fldChar w:fldCharType="separate"/>
    </w:r>
    <w:r w:rsidR="00345F07">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9CA88" w14:textId="3211C5CD" w:rsidR="00571767" w:rsidRPr="00882B63" w:rsidRDefault="00571767"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F445BD">
          <w:t>2017</w:t>
        </w:r>
      </w:sdtContent>
    </w:sdt>
    <w:r>
      <w:t xml:space="preserve"> - </w:t>
    </w:r>
    <w:r>
      <w:fldChar w:fldCharType="begin"/>
    </w:r>
    <w:r>
      <w:instrText xml:space="preserve"> SAVEDATE  \@ "yyyy"  \* MERGEFORMAT </w:instrText>
    </w:r>
    <w:r>
      <w:fldChar w:fldCharType="separate"/>
    </w:r>
    <w:r w:rsidR="00345F07">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4B6D6" w14:textId="77777777" w:rsidR="00934E25" w:rsidRDefault="00934E25" w:rsidP="00710659">
      <w:pPr>
        <w:spacing w:after="0" w:line="240" w:lineRule="auto"/>
      </w:pPr>
      <w:r>
        <w:separator/>
      </w:r>
    </w:p>
    <w:p w14:paraId="1976FDBF" w14:textId="77777777" w:rsidR="00934E25" w:rsidRDefault="00934E25"/>
  </w:footnote>
  <w:footnote w:type="continuationSeparator" w:id="0">
    <w:p w14:paraId="3613B923" w14:textId="77777777" w:rsidR="00934E25" w:rsidRDefault="00934E25" w:rsidP="00710659">
      <w:pPr>
        <w:spacing w:after="0" w:line="240" w:lineRule="auto"/>
      </w:pPr>
      <w:r>
        <w:continuationSeparator/>
      </w:r>
    </w:p>
    <w:p w14:paraId="2DB2537A" w14:textId="77777777" w:rsidR="00934E25" w:rsidRDefault="00934E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EA4A5B2A436B47319F0C4888820E6378"/>
      </w:placeholder>
      <w:dataBinding w:prefixMappings="xmlns:ns0='http://purl.org/dc/elements/1.1/' xmlns:ns1='http://schemas.openxmlformats.org/package/2006/metadata/core-properties' " w:xpath="/ns1:coreProperties[1]/ns0:title[1]" w:storeItemID="{6C3C8BC8-F283-45AE-878A-BAB7291924A1}"/>
      <w:text/>
    </w:sdtPr>
    <w:sdtEndPr/>
    <w:sdtContent>
      <w:p w14:paraId="78D3ACE9" w14:textId="77777777" w:rsidR="00571767" w:rsidRDefault="00571767" w:rsidP="008402F2">
        <w:pPr>
          <w:pStyle w:val="PageHead"/>
        </w:pPr>
        <w:r>
          <w:t>Packet Tracer - Troubleshooting Challenge - Document the Network</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4AD3E" w14:textId="77777777" w:rsidR="00571767" w:rsidRDefault="00571767" w:rsidP="006C3FCF">
    <w:pPr>
      <w:ind w:left="-288"/>
    </w:pPr>
    <w:r>
      <w:rPr>
        <w:noProof/>
      </w:rPr>
      <w:drawing>
        <wp:inline distT="0" distB="0" distL="0" distR="0" wp14:anchorId="4E50BD5A" wp14:editId="0A7D111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CAE"/>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272B7"/>
    <w:rsid w:val="00231DCA"/>
    <w:rsid w:val="00235792"/>
    <w:rsid w:val="00242E3A"/>
    <w:rsid w:val="00246492"/>
    <w:rsid w:val="002506CF"/>
    <w:rsid w:val="0025107F"/>
    <w:rsid w:val="00260CD4"/>
    <w:rsid w:val="002639D8"/>
    <w:rsid w:val="00265F77"/>
    <w:rsid w:val="00266C83"/>
    <w:rsid w:val="00270FCC"/>
    <w:rsid w:val="002768DC"/>
    <w:rsid w:val="00292A1E"/>
    <w:rsid w:val="00294C8F"/>
    <w:rsid w:val="002A0B2E"/>
    <w:rsid w:val="002A0DC1"/>
    <w:rsid w:val="002A6C56"/>
    <w:rsid w:val="002C04C4"/>
    <w:rsid w:val="002C090C"/>
    <w:rsid w:val="002C1243"/>
    <w:rsid w:val="002C1815"/>
    <w:rsid w:val="002C475E"/>
    <w:rsid w:val="002C6AD6"/>
    <w:rsid w:val="002D26F8"/>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5F07"/>
    <w:rsid w:val="0034604B"/>
    <w:rsid w:val="003462EF"/>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5F1D"/>
    <w:rsid w:val="00406554"/>
    <w:rsid w:val="00407755"/>
    <w:rsid w:val="0041293B"/>
    <w:rsid w:val="004131B0"/>
    <w:rsid w:val="00416C42"/>
    <w:rsid w:val="00422476"/>
    <w:rsid w:val="0042385C"/>
    <w:rsid w:val="00426FA5"/>
    <w:rsid w:val="00431654"/>
    <w:rsid w:val="00432D5B"/>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1767"/>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0E3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629"/>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3EDA"/>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2ADA"/>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34E25"/>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0E76"/>
    <w:rsid w:val="00A014A3"/>
    <w:rsid w:val="00A027CC"/>
    <w:rsid w:val="00A0412D"/>
    <w:rsid w:val="00A15DF0"/>
    <w:rsid w:val="00A21211"/>
    <w:rsid w:val="00A30F8A"/>
    <w:rsid w:val="00A33890"/>
    <w:rsid w:val="00A34E7F"/>
    <w:rsid w:val="00A37CAE"/>
    <w:rsid w:val="00A46F0A"/>
    <w:rsid w:val="00A46F25"/>
    <w:rsid w:val="00A47CC2"/>
    <w:rsid w:val="00A502BA"/>
    <w:rsid w:val="00A60146"/>
    <w:rsid w:val="00A601A9"/>
    <w:rsid w:val="00A60F6F"/>
    <w:rsid w:val="00A622C4"/>
    <w:rsid w:val="00A6283D"/>
    <w:rsid w:val="00A676FF"/>
    <w:rsid w:val="00A70EDF"/>
    <w:rsid w:val="00A73EBA"/>
    <w:rsid w:val="00A754B4"/>
    <w:rsid w:val="00A76665"/>
    <w:rsid w:val="00A76749"/>
    <w:rsid w:val="00A807C1"/>
    <w:rsid w:val="00A82658"/>
    <w:rsid w:val="00A827AF"/>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2F8A"/>
    <w:rsid w:val="00CC3000"/>
    <w:rsid w:val="00CC4859"/>
    <w:rsid w:val="00CC7A35"/>
    <w:rsid w:val="00CD072A"/>
    <w:rsid w:val="00CD1070"/>
    <w:rsid w:val="00CD37A7"/>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25E"/>
    <w:rsid w:val="00E87D18"/>
    <w:rsid w:val="00E87D62"/>
    <w:rsid w:val="00E93A04"/>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45BD"/>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2D9"/>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04422A"/>
  <w15:docId w15:val="{F3822282-B437-476A-A362-5A061E5DC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00E76"/>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827AF"/>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A4A5B2A436B47319F0C4888820E6378"/>
        <w:category>
          <w:name w:val="General"/>
          <w:gallery w:val="placeholder"/>
        </w:category>
        <w:types>
          <w:type w:val="bbPlcHdr"/>
        </w:types>
        <w:behaviors>
          <w:behavior w:val="content"/>
        </w:behaviors>
        <w:guid w:val="{474E9840-8F3E-4142-97B6-0AE707A1915B}"/>
      </w:docPartPr>
      <w:docPartBody>
        <w:p w:rsidR="00F02E39" w:rsidRDefault="00524613">
          <w:pPr>
            <w:pStyle w:val="EA4A5B2A436B47319F0C4888820E637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613"/>
    <w:rsid w:val="002B35F1"/>
    <w:rsid w:val="004F3A93"/>
    <w:rsid w:val="00524613"/>
    <w:rsid w:val="00554B5D"/>
    <w:rsid w:val="00F02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A4A5B2A436B47319F0C4888820E6378">
    <w:name w:val="EA4A5B2A436B47319F0C4888820E63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EE118A-2846-4A74-AE8A-217B388EF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3</TotalTime>
  <Pages>1</Pages>
  <Words>703</Words>
  <Characters>4013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Packet Tracer - Troubleshooting Challenge - Document the Network</vt:lpstr>
    </vt:vector>
  </TitlesOfParts>
  <Company>Cisco Systems, Inc.</Company>
  <LinksUpToDate>false</LinksUpToDate>
  <CharactersWithSpaces>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Troubleshooting Challenge - Document the Network</dc:title>
  <dc:creator>SP</dc:creator>
  <dc:description>2017</dc:description>
  <cp:lastModifiedBy>Suk-Yi Pennock -X (spennock - UNICON INC at Cisco)</cp:lastModifiedBy>
  <cp:revision>3</cp:revision>
  <cp:lastPrinted>2019-11-25T20:19:00Z</cp:lastPrinted>
  <dcterms:created xsi:type="dcterms:W3CDTF">2019-11-27T18:51:00Z</dcterms:created>
  <dcterms:modified xsi:type="dcterms:W3CDTF">2019-11-27T18:54:00Z</dcterms:modified>
</cp:coreProperties>
</file>