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2D6C2A" w:rsidP="00FD4A68">
      <w:pPr>
        <w:pStyle w:val="LabTitle"/>
        <w:rPr>
          <w:rStyle w:val="LabTitleInstVersred"/>
          <w:b/>
          <w:color w:val="auto"/>
        </w:rPr>
      </w:pPr>
      <w:r w:rsidRPr="00FD4A68">
        <w:t>Lab</w:t>
      </w:r>
      <w:r w:rsidR="00B97943">
        <w:t xml:space="preserve"> </w:t>
      </w:r>
      <w:r w:rsidR="000062BB">
        <w:t>–</w:t>
      </w:r>
      <w:r w:rsidRPr="00FD4A68">
        <w:t xml:space="preserve"> </w:t>
      </w:r>
      <w:r w:rsidR="000062BB">
        <w:t>Configuring</w:t>
      </w:r>
      <w:r w:rsidR="009F45F5">
        <w:t xml:space="preserve"> a </w:t>
      </w:r>
      <w:r w:rsidR="00310596">
        <w:t xml:space="preserve">Point-to-Point </w:t>
      </w:r>
      <w:r w:rsidR="009F45F5">
        <w:t xml:space="preserve">GRE </w:t>
      </w:r>
      <w:r w:rsidR="00310596">
        <w:t xml:space="preserve">VPN </w:t>
      </w:r>
      <w:r w:rsidR="00AC01AA">
        <w:t>Tunnel</w:t>
      </w:r>
    </w:p>
    <w:p w:rsidR="003C6BCA" w:rsidRDefault="001E38E0" w:rsidP="0014219C">
      <w:pPr>
        <w:pStyle w:val="LabSection"/>
      </w:pPr>
      <w:r>
        <w:t>Topology</w:t>
      </w:r>
    </w:p>
    <w:p w:rsidR="008C4307" w:rsidRDefault="007502C1" w:rsidP="00FB02B4">
      <w:pPr>
        <w:pStyle w:val="Visual"/>
      </w:pPr>
      <w:r w:rsidRPr="00FB02B4">
        <w:rPr>
          <w:noProof/>
          <w:lang w:eastAsia="zh-TW"/>
        </w:rPr>
        <w:drawing>
          <wp:inline distT="0" distB="0" distL="0" distR="0">
            <wp:extent cx="5145405" cy="442023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5405" cy="4420235"/>
                    </a:xfrm>
                    <a:prstGeom prst="rect">
                      <a:avLst/>
                    </a:prstGeom>
                    <a:noFill/>
                  </pic:spPr>
                </pic:pic>
              </a:graphicData>
            </a:graphic>
          </wp:inline>
        </w:drawing>
      </w:r>
    </w:p>
    <w:p w:rsidR="00AE56C0" w:rsidRPr="00BB73FF" w:rsidRDefault="00AE56C0" w:rsidP="0014219C">
      <w:pPr>
        <w:pStyle w:val="LabSection"/>
      </w:pPr>
      <w:r w:rsidRPr="00BB73FF">
        <w:lastRenderedPageBreak/>
        <w:t>Addressing Table</w:t>
      </w:r>
    </w:p>
    <w:tbl>
      <w:tblPr>
        <w:tblW w:w="921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907"/>
        <w:gridCol w:w="1771"/>
        <w:gridCol w:w="1845"/>
        <w:gridCol w:w="1800"/>
        <w:gridCol w:w="1890"/>
      </w:tblGrid>
      <w:tr w:rsidR="003C2A7B" w:rsidTr="00FB02B4">
        <w:trPr>
          <w:cantSplit/>
          <w:jc w:val="center"/>
        </w:trPr>
        <w:tc>
          <w:tcPr>
            <w:tcW w:w="19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7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FB02B4" w:rsidTr="00FB02B4">
        <w:trPr>
          <w:cantSplit/>
          <w:jc w:val="center"/>
        </w:trPr>
        <w:tc>
          <w:tcPr>
            <w:tcW w:w="1907" w:type="dxa"/>
            <w:vMerge w:val="restart"/>
            <w:vAlign w:val="center"/>
          </w:tcPr>
          <w:p w:rsidR="00FB02B4" w:rsidRPr="00E87D62" w:rsidRDefault="00FB02B4" w:rsidP="00FB02B4">
            <w:pPr>
              <w:pStyle w:val="TableText"/>
            </w:pPr>
            <w:r>
              <w:t>WEST</w:t>
            </w:r>
          </w:p>
        </w:tc>
        <w:tc>
          <w:tcPr>
            <w:tcW w:w="1771" w:type="dxa"/>
            <w:vAlign w:val="bottom"/>
          </w:tcPr>
          <w:p w:rsidR="00FB02B4" w:rsidRPr="00E87D62" w:rsidRDefault="00FB02B4" w:rsidP="009F4C2E">
            <w:pPr>
              <w:pStyle w:val="TableText"/>
            </w:pPr>
            <w:r>
              <w:t>G</w:t>
            </w:r>
            <w:r w:rsidRPr="00E87D62">
              <w:t>0/1</w:t>
            </w:r>
          </w:p>
        </w:tc>
        <w:tc>
          <w:tcPr>
            <w:tcW w:w="1845" w:type="dxa"/>
            <w:vAlign w:val="bottom"/>
          </w:tcPr>
          <w:p w:rsidR="00FB02B4" w:rsidRPr="00E87D62" w:rsidRDefault="00FB02B4" w:rsidP="00DC1F27">
            <w:pPr>
              <w:pStyle w:val="TableText"/>
            </w:pPr>
            <w:r>
              <w:t>17</w:t>
            </w:r>
            <w:r w:rsidRPr="00E87D62">
              <w:t>2.16.1.1</w:t>
            </w:r>
          </w:p>
        </w:tc>
        <w:tc>
          <w:tcPr>
            <w:tcW w:w="1800" w:type="dxa"/>
            <w:vAlign w:val="bottom"/>
          </w:tcPr>
          <w:p w:rsidR="00FB02B4" w:rsidRPr="00E87D62" w:rsidRDefault="00FB02B4" w:rsidP="009F4C2E">
            <w:pPr>
              <w:pStyle w:val="TableText"/>
            </w:pPr>
            <w:r w:rsidRPr="00E87D62">
              <w:t>255.255.255.0</w:t>
            </w:r>
          </w:p>
        </w:tc>
        <w:tc>
          <w:tcPr>
            <w:tcW w:w="1890" w:type="dxa"/>
            <w:vAlign w:val="bottom"/>
          </w:tcPr>
          <w:p w:rsidR="00FB02B4" w:rsidRPr="00E87D62" w:rsidRDefault="00FB02B4" w:rsidP="009F4C2E">
            <w:pPr>
              <w:pStyle w:val="TableText"/>
            </w:pPr>
            <w:r w:rsidRPr="00E87D62">
              <w:t>N/A</w:t>
            </w:r>
          </w:p>
        </w:tc>
      </w:tr>
      <w:tr w:rsidR="00FB02B4" w:rsidTr="00FB02B4">
        <w:trPr>
          <w:cantSplit/>
          <w:jc w:val="center"/>
        </w:trPr>
        <w:tc>
          <w:tcPr>
            <w:tcW w:w="1907" w:type="dxa"/>
            <w:vMerge/>
            <w:vAlign w:val="center"/>
          </w:tcPr>
          <w:p w:rsidR="00FB02B4" w:rsidRPr="00E87D62" w:rsidRDefault="00FB02B4" w:rsidP="00FB02B4">
            <w:pPr>
              <w:pStyle w:val="TableText"/>
            </w:pPr>
          </w:p>
        </w:tc>
        <w:tc>
          <w:tcPr>
            <w:tcW w:w="1771" w:type="dxa"/>
            <w:vAlign w:val="bottom"/>
          </w:tcPr>
          <w:p w:rsidR="00FB02B4" w:rsidRPr="00E87D62" w:rsidRDefault="00FB02B4" w:rsidP="00E87D62">
            <w:pPr>
              <w:pStyle w:val="TableText"/>
            </w:pPr>
            <w:r w:rsidRPr="00E87D62">
              <w:t>S0/0/0 (DCE)</w:t>
            </w:r>
          </w:p>
        </w:tc>
        <w:tc>
          <w:tcPr>
            <w:tcW w:w="1845" w:type="dxa"/>
            <w:vAlign w:val="bottom"/>
          </w:tcPr>
          <w:p w:rsidR="00FB02B4" w:rsidRPr="00E87D62" w:rsidRDefault="00FB02B4" w:rsidP="00E87D62">
            <w:pPr>
              <w:pStyle w:val="TableText"/>
            </w:pPr>
            <w:r w:rsidRPr="00E87D62">
              <w:t>10.1.1.1</w:t>
            </w:r>
          </w:p>
        </w:tc>
        <w:tc>
          <w:tcPr>
            <w:tcW w:w="1800" w:type="dxa"/>
            <w:vAlign w:val="bottom"/>
          </w:tcPr>
          <w:p w:rsidR="00FB02B4" w:rsidRPr="00E87D62" w:rsidRDefault="00FB02B4" w:rsidP="00E87D62">
            <w:pPr>
              <w:pStyle w:val="TableText"/>
            </w:pPr>
            <w:r w:rsidRPr="00E87D62">
              <w:t>255.255.255.252</w:t>
            </w:r>
          </w:p>
        </w:tc>
        <w:tc>
          <w:tcPr>
            <w:tcW w:w="1890" w:type="dxa"/>
            <w:vAlign w:val="bottom"/>
          </w:tcPr>
          <w:p w:rsidR="00FB02B4" w:rsidRPr="00E87D62" w:rsidRDefault="00FB02B4" w:rsidP="00E87D62">
            <w:pPr>
              <w:pStyle w:val="TableText"/>
            </w:pPr>
            <w:r w:rsidRPr="00E87D62">
              <w:t>N/A</w:t>
            </w:r>
          </w:p>
        </w:tc>
      </w:tr>
      <w:tr w:rsidR="00FB02B4" w:rsidTr="00FB02B4">
        <w:trPr>
          <w:cantSplit/>
          <w:jc w:val="center"/>
        </w:trPr>
        <w:tc>
          <w:tcPr>
            <w:tcW w:w="1907" w:type="dxa"/>
            <w:vMerge/>
            <w:vAlign w:val="center"/>
          </w:tcPr>
          <w:p w:rsidR="00FB02B4" w:rsidRPr="00E87D62" w:rsidRDefault="00FB02B4" w:rsidP="00FB02B4">
            <w:pPr>
              <w:pStyle w:val="TableText"/>
            </w:pPr>
          </w:p>
        </w:tc>
        <w:tc>
          <w:tcPr>
            <w:tcW w:w="1771" w:type="dxa"/>
            <w:vAlign w:val="bottom"/>
          </w:tcPr>
          <w:p w:rsidR="00FB02B4" w:rsidRPr="00E87D62" w:rsidRDefault="00FB02B4" w:rsidP="00E87D62">
            <w:pPr>
              <w:pStyle w:val="TableText"/>
            </w:pPr>
            <w:r>
              <w:t>Tunnel0</w:t>
            </w:r>
          </w:p>
        </w:tc>
        <w:tc>
          <w:tcPr>
            <w:tcW w:w="1845" w:type="dxa"/>
            <w:vAlign w:val="bottom"/>
          </w:tcPr>
          <w:p w:rsidR="00FB02B4" w:rsidRPr="00E87D62" w:rsidRDefault="00FB02B4" w:rsidP="00E87D62">
            <w:pPr>
              <w:pStyle w:val="TableText"/>
            </w:pPr>
            <w:r>
              <w:t>172.16.12.1</w:t>
            </w:r>
          </w:p>
        </w:tc>
        <w:tc>
          <w:tcPr>
            <w:tcW w:w="1800" w:type="dxa"/>
            <w:vAlign w:val="bottom"/>
          </w:tcPr>
          <w:p w:rsidR="00FB02B4" w:rsidRPr="00E87D62" w:rsidRDefault="00FB02B4" w:rsidP="00E87D62">
            <w:pPr>
              <w:pStyle w:val="TableText"/>
            </w:pPr>
            <w:r>
              <w:t>255.255.255.252</w:t>
            </w:r>
          </w:p>
        </w:tc>
        <w:tc>
          <w:tcPr>
            <w:tcW w:w="1890" w:type="dxa"/>
            <w:vAlign w:val="bottom"/>
          </w:tcPr>
          <w:p w:rsidR="00FB02B4" w:rsidRPr="00E87D62" w:rsidRDefault="00FB02B4" w:rsidP="00E87D62">
            <w:pPr>
              <w:pStyle w:val="TableText"/>
            </w:pPr>
            <w:r>
              <w:t>N/A</w:t>
            </w:r>
          </w:p>
        </w:tc>
      </w:tr>
      <w:tr w:rsidR="00FB02B4" w:rsidTr="00FB02B4">
        <w:trPr>
          <w:cantSplit/>
          <w:jc w:val="center"/>
        </w:trPr>
        <w:tc>
          <w:tcPr>
            <w:tcW w:w="1907" w:type="dxa"/>
            <w:vMerge w:val="restart"/>
            <w:vAlign w:val="center"/>
          </w:tcPr>
          <w:p w:rsidR="00FB02B4" w:rsidRPr="00E87D62" w:rsidRDefault="00FB02B4" w:rsidP="00FB02B4">
            <w:pPr>
              <w:pStyle w:val="TableText"/>
            </w:pPr>
            <w:r>
              <w:t>ISP</w:t>
            </w:r>
          </w:p>
        </w:tc>
        <w:tc>
          <w:tcPr>
            <w:tcW w:w="1771" w:type="dxa"/>
            <w:vAlign w:val="bottom"/>
          </w:tcPr>
          <w:p w:rsidR="00FB02B4" w:rsidRPr="00E87D62" w:rsidRDefault="00FB02B4" w:rsidP="00E87D62">
            <w:pPr>
              <w:pStyle w:val="TableText"/>
            </w:pPr>
            <w:r w:rsidRPr="00E87D62">
              <w:t>S0/0/0</w:t>
            </w:r>
          </w:p>
        </w:tc>
        <w:tc>
          <w:tcPr>
            <w:tcW w:w="1845" w:type="dxa"/>
            <w:vAlign w:val="bottom"/>
          </w:tcPr>
          <w:p w:rsidR="00FB02B4" w:rsidRPr="00E87D62" w:rsidRDefault="00FB02B4" w:rsidP="00E87D62">
            <w:pPr>
              <w:pStyle w:val="TableText"/>
            </w:pPr>
            <w:r w:rsidRPr="00E87D62">
              <w:t>10.1.1.2</w:t>
            </w:r>
          </w:p>
        </w:tc>
        <w:tc>
          <w:tcPr>
            <w:tcW w:w="1800" w:type="dxa"/>
            <w:vAlign w:val="bottom"/>
          </w:tcPr>
          <w:p w:rsidR="00FB02B4" w:rsidRPr="00E87D62" w:rsidRDefault="00FB02B4" w:rsidP="00E87D62">
            <w:pPr>
              <w:pStyle w:val="TableText"/>
            </w:pPr>
            <w:r w:rsidRPr="00E87D62">
              <w:t>255.255.255.252</w:t>
            </w:r>
          </w:p>
        </w:tc>
        <w:tc>
          <w:tcPr>
            <w:tcW w:w="1890" w:type="dxa"/>
            <w:vAlign w:val="bottom"/>
          </w:tcPr>
          <w:p w:rsidR="00FB02B4" w:rsidRPr="00E87D62" w:rsidRDefault="00FB02B4" w:rsidP="00E87D62">
            <w:pPr>
              <w:pStyle w:val="TableText"/>
            </w:pPr>
            <w:r w:rsidRPr="00E87D62">
              <w:t>N/A</w:t>
            </w:r>
          </w:p>
        </w:tc>
      </w:tr>
      <w:tr w:rsidR="00FB02B4" w:rsidTr="00FB02B4">
        <w:trPr>
          <w:cantSplit/>
          <w:jc w:val="center"/>
        </w:trPr>
        <w:tc>
          <w:tcPr>
            <w:tcW w:w="1907" w:type="dxa"/>
            <w:vMerge/>
            <w:vAlign w:val="bottom"/>
          </w:tcPr>
          <w:p w:rsidR="00FB02B4" w:rsidRPr="00E87D62" w:rsidRDefault="00FB02B4" w:rsidP="00E87D62">
            <w:pPr>
              <w:pStyle w:val="TableText"/>
            </w:pPr>
          </w:p>
        </w:tc>
        <w:tc>
          <w:tcPr>
            <w:tcW w:w="1771" w:type="dxa"/>
            <w:vAlign w:val="bottom"/>
          </w:tcPr>
          <w:p w:rsidR="00FB02B4" w:rsidRPr="00E87D62" w:rsidRDefault="00FB02B4" w:rsidP="00E87D62">
            <w:pPr>
              <w:pStyle w:val="TableText"/>
            </w:pPr>
            <w:r w:rsidRPr="00E87D62">
              <w:t>S0/0/1 (DCE)</w:t>
            </w:r>
          </w:p>
        </w:tc>
        <w:tc>
          <w:tcPr>
            <w:tcW w:w="1845" w:type="dxa"/>
            <w:vAlign w:val="bottom"/>
          </w:tcPr>
          <w:p w:rsidR="00FB02B4" w:rsidRPr="00E87D62" w:rsidRDefault="00FB02B4" w:rsidP="00E87D62">
            <w:pPr>
              <w:pStyle w:val="TableText"/>
            </w:pPr>
            <w:r w:rsidRPr="00E87D62">
              <w:t>10.2.2.2</w:t>
            </w:r>
          </w:p>
        </w:tc>
        <w:tc>
          <w:tcPr>
            <w:tcW w:w="1800" w:type="dxa"/>
            <w:vAlign w:val="bottom"/>
          </w:tcPr>
          <w:p w:rsidR="00FB02B4" w:rsidRPr="00E87D62" w:rsidRDefault="00FB02B4" w:rsidP="00E87D62">
            <w:pPr>
              <w:pStyle w:val="TableText"/>
            </w:pPr>
            <w:r w:rsidRPr="00E87D62">
              <w:t>255.255.255.252</w:t>
            </w:r>
          </w:p>
        </w:tc>
        <w:tc>
          <w:tcPr>
            <w:tcW w:w="1890" w:type="dxa"/>
            <w:vAlign w:val="bottom"/>
          </w:tcPr>
          <w:p w:rsidR="00FB02B4" w:rsidRPr="00E87D62" w:rsidRDefault="00FB02B4" w:rsidP="00E87D62">
            <w:pPr>
              <w:pStyle w:val="TableText"/>
            </w:pPr>
            <w:r w:rsidRPr="00E87D62">
              <w:t>N/A</w:t>
            </w:r>
          </w:p>
        </w:tc>
      </w:tr>
      <w:tr w:rsidR="00FB02B4" w:rsidTr="00FB02B4">
        <w:trPr>
          <w:cantSplit/>
          <w:jc w:val="center"/>
        </w:trPr>
        <w:tc>
          <w:tcPr>
            <w:tcW w:w="1907" w:type="dxa"/>
            <w:vMerge w:val="restart"/>
            <w:vAlign w:val="center"/>
          </w:tcPr>
          <w:p w:rsidR="00FB02B4" w:rsidRPr="00E87D62" w:rsidRDefault="00FB02B4" w:rsidP="00FB02B4">
            <w:pPr>
              <w:pStyle w:val="TableText"/>
            </w:pPr>
            <w:r>
              <w:t>EAST</w:t>
            </w:r>
          </w:p>
        </w:tc>
        <w:tc>
          <w:tcPr>
            <w:tcW w:w="1771" w:type="dxa"/>
            <w:vAlign w:val="bottom"/>
          </w:tcPr>
          <w:p w:rsidR="00FB02B4" w:rsidRPr="00E87D62" w:rsidRDefault="00FB02B4" w:rsidP="009F4C2E">
            <w:pPr>
              <w:pStyle w:val="TableText"/>
            </w:pPr>
            <w:r>
              <w:t>G</w:t>
            </w:r>
            <w:r w:rsidRPr="00E87D62">
              <w:t>0/1</w:t>
            </w:r>
          </w:p>
        </w:tc>
        <w:tc>
          <w:tcPr>
            <w:tcW w:w="1845" w:type="dxa"/>
            <w:vAlign w:val="bottom"/>
          </w:tcPr>
          <w:p w:rsidR="00FB02B4" w:rsidRPr="00E87D62" w:rsidRDefault="00FB02B4" w:rsidP="00DC1F27">
            <w:pPr>
              <w:pStyle w:val="TableText"/>
            </w:pPr>
            <w:r w:rsidRPr="00E87D62">
              <w:t>1</w:t>
            </w:r>
            <w:r>
              <w:t>7</w:t>
            </w:r>
            <w:r w:rsidRPr="00E87D62">
              <w:t>2.16</w:t>
            </w:r>
            <w:r>
              <w:t>.2.</w:t>
            </w:r>
            <w:r w:rsidRPr="00E87D62">
              <w:t>1</w:t>
            </w:r>
          </w:p>
        </w:tc>
        <w:tc>
          <w:tcPr>
            <w:tcW w:w="1800" w:type="dxa"/>
            <w:vAlign w:val="bottom"/>
          </w:tcPr>
          <w:p w:rsidR="00FB02B4" w:rsidRPr="00E87D62" w:rsidRDefault="00FB02B4" w:rsidP="009F4C2E">
            <w:pPr>
              <w:pStyle w:val="TableText"/>
            </w:pPr>
            <w:r w:rsidRPr="00E87D62">
              <w:t>255.255.255.0</w:t>
            </w:r>
          </w:p>
        </w:tc>
        <w:tc>
          <w:tcPr>
            <w:tcW w:w="1890" w:type="dxa"/>
            <w:vAlign w:val="bottom"/>
          </w:tcPr>
          <w:p w:rsidR="00FB02B4" w:rsidRPr="00E87D62" w:rsidRDefault="00FB02B4" w:rsidP="009F4C2E">
            <w:pPr>
              <w:pStyle w:val="TableText"/>
            </w:pPr>
            <w:r w:rsidRPr="00E87D62">
              <w:t>N/A</w:t>
            </w:r>
          </w:p>
        </w:tc>
      </w:tr>
      <w:tr w:rsidR="00FB02B4" w:rsidTr="00FB02B4">
        <w:trPr>
          <w:cantSplit/>
          <w:jc w:val="center"/>
        </w:trPr>
        <w:tc>
          <w:tcPr>
            <w:tcW w:w="1907" w:type="dxa"/>
            <w:vMerge/>
            <w:vAlign w:val="center"/>
          </w:tcPr>
          <w:p w:rsidR="00FB02B4" w:rsidRPr="00E87D62" w:rsidRDefault="00FB02B4" w:rsidP="00FB02B4">
            <w:pPr>
              <w:pStyle w:val="TableText"/>
            </w:pPr>
          </w:p>
        </w:tc>
        <w:tc>
          <w:tcPr>
            <w:tcW w:w="1771" w:type="dxa"/>
            <w:vAlign w:val="bottom"/>
          </w:tcPr>
          <w:p w:rsidR="00FB02B4" w:rsidRPr="00E87D62" w:rsidRDefault="00FB02B4" w:rsidP="00E87D62">
            <w:pPr>
              <w:pStyle w:val="TableText"/>
            </w:pPr>
            <w:r>
              <w:t>S0/0/1</w:t>
            </w:r>
          </w:p>
        </w:tc>
        <w:tc>
          <w:tcPr>
            <w:tcW w:w="1845" w:type="dxa"/>
            <w:vAlign w:val="bottom"/>
          </w:tcPr>
          <w:p w:rsidR="00FB02B4" w:rsidRPr="00E87D62" w:rsidRDefault="00FB02B4" w:rsidP="00E87D62">
            <w:pPr>
              <w:pStyle w:val="TableText"/>
            </w:pPr>
            <w:r w:rsidRPr="00E87D62">
              <w:t>10.2.2.1</w:t>
            </w:r>
          </w:p>
        </w:tc>
        <w:tc>
          <w:tcPr>
            <w:tcW w:w="1800" w:type="dxa"/>
            <w:vAlign w:val="bottom"/>
          </w:tcPr>
          <w:p w:rsidR="00FB02B4" w:rsidRPr="00E87D62" w:rsidRDefault="00FB02B4" w:rsidP="00E87D62">
            <w:pPr>
              <w:pStyle w:val="TableText"/>
            </w:pPr>
            <w:r w:rsidRPr="00E87D62">
              <w:t>255.255.255.252</w:t>
            </w:r>
          </w:p>
        </w:tc>
        <w:tc>
          <w:tcPr>
            <w:tcW w:w="1890" w:type="dxa"/>
            <w:vAlign w:val="bottom"/>
          </w:tcPr>
          <w:p w:rsidR="00FB02B4" w:rsidRPr="00E87D62" w:rsidRDefault="00FB02B4" w:rsidP="00E87D62">
            <w:pPr>
              <w:pStyle w:val="TableText"/>
            </w:pPr>
            <w:r w:rsidRPr="00E87D62">
              <w:t>N/A</w:t>
            </w:r>
          </w:p>
        </w:tc>
      </w:tr>
      <w:tr w:rsidR="00FB02B4" w:rsidTr="00FB02B4">
        <w:trPr>
          <w:cantSplit/>
          <w:jc w:val="center"/>
        </w:trPr>
        <w:tc>
          <w:tcPr>
            <w:tcW w:w="1907" w:type="dxa"/>
            <w:vMerge/>
            <w:vAlign w:val="center"/>
          </w:tcPr>
          <w:p w:rsidR="00FB02B4" w:rsidRPr="00E87D62" w:rsidRDefault="00FB02B4" w:rsidP="00FB02B4">
            <w:pPr>
              <w:pStyle w:val="TableText"/>
            </w:pPr>
          </w:p>
        </w:tc>
        <w:tc>
          <w:tcPr>
            <w:tcW w:w="1771" w:type="dxa"/>
            <w:vAlign w:val="bottom"/>
          </w:tcPr>
          <w:p w:rsidR="00FB02B4" w:rsidRDefault="00FB02B4" w:rsidP="00E87D62">
            <w:pPr>
              <w:pStyle w:val="TableText"/>
            </w:pPr>
            <w:r>
              <w:t>Tunnel0</w:t>
            </w:r>
          </w:p>
        </w:tc>
        <w:tc>
          <w:tcPr>
            <w:tcW w:w="1845" w:type="dxa"/>
            <w:vAlign w:val="bottom"/>
          </w:tcPr>
          <w:p w:rsidR="00FB02B4" w:rsidRPr="00E87D62" w:rsidRDefault="00FB02B4" w:rsidP="00E87D62">
            <w:pPr>
              <w:pStyle w:val="TableText"/>
            </w:pPr>
            <w:r>
              <w:t>172.16.12.2</w:t>
            </w:r>
          </w:p>
        </w:tc>
        <w:tc>
          <w:tcPr>
            <w:tcW w:w="1800" w:type="dxa"/>
            <w:vAlign w:val="bottom"/>
          </w:tcPr>
          <w:p w:rsidR="00FB02B4" w:rsidRPr="00E87D62" w:rsidRDefault="00FB02B4" w:rsidP="00E87D62">
            <w:pPr>
              <w:pStyle w:val="TableText"/>
            </w:pPr>
            <w:r>
              <w:t>255.255.255.252</w:t>
            </w:r>
          </w:p>
        </w:tc>
        <w:tc>
          <w:tcPr>
            <w:tcW w:w="1890" w:type="dxa"/>
            <w:vAlign w:val="bottom"/>
          </w:tcPr>
          <w:p w:rsidR="00FB02B4" w:rsidRPr="00E87D62" w:rsidRDefault="00FB02B4" w:rsidP="00E87D62">
            <w:pPr>
              <w:pStyle w:val="TableText"/>
            </w:pPr>
            <w:r>
              <w:t>N/A</w:t>
            </w:r>
          </w:p>
        </w:tc>
      </w:tr>
      <w:tr w:rsidR="003C2A7B" w:rsidTr="00FB02B4">
        <w:trPr>
          <w:cantSplit/>
          <w:jc w:val="center"/>
        </w:trPr>
        <w:tc>
          <w:tcPr>
            <w:tcW w:w="1907" w:type="dxa"/>
            <w:vAlign w:val="bottom"/>
          </w:tcPr>
          <w:p w:rsidR="003C2A7B" w:rsidRPr="00E87D62" w:rsidRDefault="003C2A7B" w:rsidP="00E87D62">
            <w:pPr>
              <w:pStyle w:val="TableText"/>
            </w:pPr>
            <w:r w:rsidRPr="00E87D62">
              <w:t>PC-A</w:t>
            </w:r>
          </w:p>
        </w:tc>
        <w:tc>
          <w:tcPr>
            <w:tcW w:w="1771" w:type="dxa"/>
            <w:vAlign w:val="bottom"/>
          </w:tcPr>
          <w:p w:rsidR="003C2A7B" w:rsidRPr="00E87D62" w:rsidRDefault="003C2A7B" w:rsidP="00E87D62">
            <w:pPr>
              <w:pStyle w:val="TableText"/>
            </w:pPr>
            <w:r w:rsidRPr="00E87D62">
              <w:t>NIC</w:t>
            </w:r>
          </w:p>
        </w:tc>
        <w:tc>
          <w:tcPr>
            <w:tcW w:w="1845" w:type="dxa"/>
            <w:vAlign w:val="bottom"/>
          </w:tcPr>
          <w:p w:rsidR="003C2A7B" w:rsidRPr="00E87D62" w:rsidRDefault="003C2A7B" w:rsidP="00DC1F27">
            <w:pPr>
              <w:pStyle w:val="TableText"/>
            </w:pPr>
            <w:r w:rsidRPr="00E87D62">
              <w:t>1</w:t>
            </w:r>
            <w:r w:rsidR="00DC1F27">
              <w:t>72.16</w:t>
            </w:r>
            <w:r w:rsidRPr="00E87D62">
              <w:t>.1.3</w:t>
            </w:r>
          </w:p>
        </w:tc>
        <w:tc>
          <w:tcPr>
            <w:tcW w:w="1800" w:type="dxa"/>
            <w:vAlign w:val="bottom"/>
          </w:tcPr>
          <w:p w:rsidR="003C2A7B" w:rsidRPr="00E87D62" w:rsidRDefault="003C2A7B" w:rsidP="00E87D62">
            <w:pPr>
              <w:pStyle w:val="TableText"/>
            </w:pPr>
            <w:r w:rsidRPr="00E87D62">
              <w:t>255.255.255.0</w:t>
            </w:r>
          </w:p>
        </w:tc>
        <w:tc>
          <w:tcPr>
            <w:tcW w:w="1890" w:type="dxa"/>
            <w:vAlign w:val="bottom"/>
          </w:tcPr>
          <w:p w:rsidR="003C2A7B" w:rsidRPr="00E87D62" w:rsidRDefault="00DC1F27" w:rsidP="00DC1F27">
            <w:pPr>
              <w:pStyle w:val="TableText"/>
            </w:pPr>
            <w:r>
              <w:t>17</w:t>
            </w:r>
            <w:r w:rsidR="003C2A7B" w:rsidRPr="00E87D62">
              <w:t>2.16.1.1</w:t>
            </w:r>
          </w:p>
        </w:tc>
      </w:tr>
      <w:tr w:rsidR="003C2A7B" w:rsidTr="00FB02B4">
        <w:trPr>
          <w:cantSplit/>
          <w:jc w:val="center"/>
        </w:trPr>
        <w:tc>
          <w:tcPr>
            <w:tcW w:w="1907" w:type="dxa"/>
            <w:vAlign w:val="bottom"/>
          </w:tcPr>
          <w:p w:rsidR="003C2A7B" w:rsidRPr="00E87D62" w:rsidRDefault="003C2A7B" w:rsidP="00FB02B4">
            <w:pPr>
              <w:pStyle w:val="TableText"/>
              <w:keepNext w:val="0"/>
            </w:pPr>
            <w:r w:rsidRPr="00E87D62">
              <w:t>PC-C</w:t>
            </w:r>
          </w:p>
        </w:tc>
        <w:tc>
          <w:tcPr>
            <w:tcW w:w="1771" w:type="dxa"/>
            <w:vAlign w:val="bottom"/>
          </w:tcPr>
          <w:p w:rsidR="003C2A7B" w:rsidRPr="00E87D62" w:rsidRDefault="003C2A7B" w:rsidP="00E87D62">
            <w:pPr>
              <w:pStyle w:val="TableText"/>
            </w:pPr>
            <w:r w:rsidRPr="00E87D62">
              <w:t>NIC</w:t>
            </w:r>
          </w:p>
        </w:tc>
        <w:tc>
          <w:tcPr>
            <w:tcW w:w="1845" w:type="dxa"/>
            <w:vAlign w:val="bottom"/>
          </w:tcPr>
          <w:p w:rsidR="003C2A7B" w:rsidRPr="00E87D62" w:rsidRDefault="00DC1F27" w:rsidP="00DC1F27">
            <w:pPr>
              <w:pStyle w:val="TableText"/>
            </w:pPr>
            <w:r>
              <w:t>17</w:t>
            </w:r>
            <w:r w:rsidR="003C2A7B" w:rsidRPr="00E87D62">
              <w:t>2.16</w:t>
            </w:r>
            <w:r w:rsidR="005345DE">
              <w:t>.2.</w:t>
            </w:r>
            <w:r w:rsidR="003C2A7B" w:rsidRPr="00E87D62">
              <w:t>3</w:t>
            </w:r>
          </w:p>
        </w:tc>
        <w:tc>
          <w:tcPr>
            <w:tcW w:w="1800" w:type="dxa"/>
            <w:vAlign w:val="bottom"/>
          </w:tcPr>
          <w:p w:rsidR="003C2A7B" w:rsidRPr="00E87D62" w:rsidRDefault="003C2A7B" w:rsidP="00E87D62">
            <w:pPr>
              <w:pStyle w:val="TableText"/>
            </w:pPr>
            <w:r w:rsidRPr="00E87D62">
              <w:t>255.255.255.0</w:t>
            </w:r>
          </w:p>
        </w:tc>
        <w:tc>
          <w:tcPr>
            <w:tcW w:w="1890" w:type="dxa"/>
            <w:vAlign w:val="bottom"/>
          </w:tcPr>
          <w:p w:rsidR="003C2A7B" w:rsidRPr="00E87D62" w:rsidRDefault="00DC1F27" w:rsidP="00DC1F27">
            <w:pPr>
              <w:pStyle w:val="TableText"/>
            </w:pPr>
            <w:r>
              <w:t>17</w:t>
            </w:r>
            <w:r w:rsidR="003C2A7B" w:rsidRPr="00E87D62">
              <w:t>2.16</w:t>
            </w:r>
            <w:r w:rsidR="005345DE">
              <w:t>.2.</w:t>
            </w:r>
            <w:r w:rsidR="003C2A7B"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41E38">
        <w:t>Configure Basic Device Settings</w:t>
      </w:r>
    </w:p>
    <w:p w:rsidR="006E6581" w:rsidRDefault="006E6581" w:rsidP="006E6581">
      <w:pPr>
        <w:pStyle w:val="BodyTextL25Bold"/>
      </w:pPr>
      <w:r>
        <w:t xml:space="preserve">Part 2: </w:t>
      </w:r>
      <w:r w:rsidR="000A4C5A">
        <w:t xml:space="preserve">Configure a </w:t>
      </w:r>
      <w:r w:rsidR="00C01C19">
        <w:t>GRE Tunnel</w:t>
      </w:r>
    </w:p>
    <w:p w:rsidR="000A4C5A" w:rsidRPr="004C0909" w:rsidRDefault="000A4C5A" w:rsidP="006E6581">
      <w:pPr>
        <w:pStyle w:val="BodyTextL25Bold"/>
      </w:pPr>
      <w:r>
        <w:t xml:space="preserve">Part 3: </w:t>
      </w:r>
      <w:r w:rsidR="00A35F07">
        <w:t>Enable Routing over the GRE Tunnel</w:t>
      </w:r>
    </w:p>
    <w:p w:rsidR="00C07FD9" w:rsidRPr="00C07FD9" w:rsidRDefault="009D2C27" w:rsidP="0014219C">
      <w:pPr>
        <w:pStyle w:val="LabSection"/>
      </w:pPr>
      <w:r>
        <w:t xml:space="preserve">Background </w:t>
      </w:r>
      <w:r w:rsidR="00672919">
        <w:t>/ Scenario</w:t>
      </w:r>
    </w:p>
    <w:p w:rsidR="005E65B5" w:rsidRDefault="000E3EEA" w:rsidP="000E3EEA">
      <w:pPr>
        <w:pStyle w:val="BodyTextL25"/>
      </w:pPr>
      <w:r>
        <w:t xml:space="preserve">Generic Routing Encapsulation (GRE) is a tunneling protocol that can encapsulate a variety of network layer protocols </w:t>
      </w:r>
      <w:r w:rsidR="00B920D0">
        <w:t xml:space="preserve">between two locations over a </w:t>
      </w:r>
      <w:r w:rsidR="004A0460">
        <w:t xml:space="preserve">public </w:t>
      </w:r>
      <w:r w:rsidR="00B920D0">
        <w:t>network, such as the Internet.</w:t>
      </w:r>
    </w:p>
    <w:p w:rsidR="00BC2923" w:rsidRDefault="00B920D0" w:rsidP="000E3EEA">
      <w:pPr>
        <w:pStyle w:val="BodyTextL25"/>
      </w:pPr>
      <w:r>
        <w:t xml:space="preserve">GRE can be used </w:t>
      </w:r>
      <w:r w:rsidR="00BC2923">
        <w:t>with:</w:t>
      </w:r>
    </w:p>
    <w:p w:rsidR="00BC2923" w:rsidRDefault="00D240A9" w:rsidP="00BC2923">
      <w:pPr>
        <w:pStyle w:val="Bulletlevel2"/>
      </w:pPr>
      <w:r>
        <w:t>Connecting IPv6 networks over IPv4 networks</w:t>
      </w:r>
    </w:p>
    <w:p w:rsidR="00B920D0" w:rsidRDefault="00F22E82" w:rsidP="00BC2923">
      <w:pPr>
        <w:pStyle w:val="Bulletlevel2"/>
      </w:pPr>
      <w:r>
        <w:t xml:space="preserve">Multicast </w:t>
      </w:r>
      <w:r w:rsidR="00B920D0">
        <w:t>packets, such as OSPF, EIGRP, an</w:t>
      </w:r>
      <w:r w:rsidR="00BC2923">
        <w:t>d streaming applications</w:t>
      </w:r>
    </w:p>
    <w:p w:rsidR="00BC2923" w:rsidRDefault="00BC2923" w:rsidP="00BC2923">
      <w:pPr>
        <w:pStyle w:val="BodyTextL25"/>
      </w:pPr>
      <w:r>
        <w:t>In this lab, you will configure a</w:t>
      </w:r>
      <w:r w:rsidR="008A1E7F">
        <w:t>n unencrypted point-to-point</w:t>
      </w:r>
      <w:r>
        <w:t xml:space="preserve"> GRE </w:t>
      </w:r>
      <w:r w:rsidR="008A1E7F">
        <w:t xml:space="preserve">VPN </w:t>
      </w:r>
      <w:r>
        <w:t>tunnel</w:t>
      </w:r>
      <w:r w:rsidR="00E72422">
        <w:t xml:space="preserve"> and verify that network traffic is using the tunnel. You will also configure </w:t>
      </w:r>
      <w:r w:rsidR="004A0460">
        <w:t xml:space="preserve">the OSPF </w:t>
      </w:r>
      <w:r w:rsidR="00E72422">
        <w:t xml:space="preserve">routing protocol inside the </w:t>
      </w:r>
      <w:r w:rsidR="008A1E7F">
        <w:t xml:space="preserve">GRE VPN </w:t>
      </w:r>
      <w:r w:rsidR="00E72422">
        <w:t>tunnel.</w:t>
      </w:r>
      <w:r w:rsidR="00E16D8C">
        <w:t xml:space="preserve"> The GRE tunnel is between the WEST and EAST routers in OSPF area 0. The ISP has no knowledge of the GRE tunnel. Communication between the WEST and EAST routers and the ISP is accomplished using default static routes.</w:t>
      </w:r>
    </w:p>
    <w:p w:rsidR="004D3339" w:rsidRPr="00F22E82" w:rsidRDefault="004D3339" w:rsidP="001F0D77">
      <w:pPr>
        <w:pStyle w:val="BodyTextL25"/>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C41E38"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41E38" w:rsidP="00CD7F73">
      <w:pPr>
        <w:pStyle w:val="Bulletlevel1"/>
      </w:pPr>
      <w:r>
        <w:t>2</w:t>
      </w:r>
      <w:r w:rsidR="00CD7F73">
        <w:t xml:space="preserve"> Switch</w:t>
      </w:r>
      <w:r>
        <w:t>es</w:t>
      </w:r>
      <w:r w:rsidR="00CD7F73">
        <w:t xml:space="preserve"> (Cisco 2960 with Cisco IOS Release 15.0(2) lanbasek9 image or comparable)</w:t>
      </w:r>
    </w:p>
    <w:p w:rsidR="00CD7F73" w:rsidRDefault="0081492D" w:rsidP="00CD7F73">
      <w:pPr>
        <w:pStyle w:val="Bulletlevel1"/>
      </w:pPr>
      <w:r>
        <w:t>2</w:t>
      </w:r>
      <w:r w:rsidR="00CD7F73">
        <w:t xml:space="preserve"> PC</w:t>
      </w:r>
      <w:r w:rsidR="00FC2FAA">
        <w:t>s (Windows</w:t>
      </w:r>
      <w:r w:rsidR="00CD7F73">
        <w:t xml:space="preserve">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C41E38" w:rsidP="00CD7F73">
      <w:pPr>
        <w:pStyle w:val="PartHead"/>
      </w:pPr>
      <w:r>
        <w:t>Configure Basic Device Settings</w:t>
      </w:r>
    </w:p>
    <w:p w:rsidR="00C41E38" w:rsidRDefault="00C41E38" w:rsidP="00C41E38">
      <w:pPr>
        <w:pStyle w:val="BodyTextL25"/>
      </w:pPr>
      <w:r>
        <w:t>In Part 1, you will set up the network topology and configure basic router settings, such as the interface IP addresses, routing, device access, and passwords.</w:t>
      </w:r>
    </w:p>
    <w:p w:rsidR="00C41E38" w:rsidRDefault="00C41E38" w:rsidP="00C41E38">
      <w:pPr>
        <w:pStyle w:val="StepHead"/>
      </w:pPr>
      <w:r>
        <w:t>Cable the network as shown in the topology.</w:t>
      </w:r>
    </w:p>
    <w:p w:rsidR="00C41E38" w:rsidRDefault="00C41E38" w:rsidP="00C41E38">
      <w:pPr>
        <w:pStyle w:val="StepHead"/>
      </w:pPr>
      <w:r>
        <w:t>Initialize and reload the routers and switches.</w:t>
      </w:r>
    </w:p>
    <w:p w:rsidR="00C41E38" w:rsidRDefault="00C41E38" w:rsidP="00C41E38">
      <w:pPr>
        <w:pStyle w:val="StepHead"/>
      </w:pPr>
      <w:r>
        <w:t>Configure basic settings for each router.</w:t>
      </w:r>
    </w:p>
    <w:p w:rsidR="00C41E38" w:rsidRDefault="00C41E38" w:rsidP="00C41E38">
      <w:pPr>
        <w:pStyle w:val="SubStepAlpha"/>
      </w:pPr>
      <w:r>
        <w:t>Disable DNS lookup.</w:t>
      </w:r>
    </w:p>
    <w:p w:rsidR="00C41E38" w:rsidRDefault="00C41E38" w:rsidP="00C41E38">
      <w:pPr>
        <w:pStyle w:val="SubStepAlpha"/>
      </w:pPr>
      <w:r>
        <w:t>Configure the device name</w:t>
      </w:r>
      <w:r w:rsidR="009769CC">
        <w:t>s</w:t>
      </w:r>
      <w:r>
        <w:t>.</w:t>
      </w:r>
    </w:p>
    <w:p w:rsidR="00C41E38" w:rsidRDefault="00C41E38" w:rsidP="00C41E38">
      <w:pPr>
        <w:pStyle w:val="SubStepAlpha"/>
      </w:pPr>
      <w:r>
        <w:t>Encrypt plain text passwords.</w:t>
      </w:r>
    </w:p>
    <w:p w:rsidR="00C41E38" w:rsidRDefault="00C41E38" w:rsidP="00C41E38">
      <w:pPr>
        <w:pStyle w:val="SubStepAlpha"/>
      </w:pPr>
      <w:r>
        <w:t>Create a message of the day (MOTD) banner warning users that unauthorized access is prohibited.</w:t>
      </w:r>
    </w:p>
    <w:p w:rsidR="00C41E38" w:rsidRDefault="00C41E38" w:rsidP="00C41E38">
      <w:pPr>
        <w:pStyle w:val="SubStepAlpha"/>
      </w:pPr>
      <w:r>
        <w:t xml:space="preserve">Assign </w:t>
      </w:r>
      <w:r w:rsidRPr="007E7CAF">
        <w:rPr>
          <w:b/>
        </w:rPr>
        <w:t>class</w:t>
      </w:r>
      <w:r>
        <w:t xml:space="preserve"> as the encrypted privileged EXEC mode password.</w:t>
      </w:r>
    </w:p>
    <w:p w:rsidR="00C41E38" w:rsidRDefault="00C41E38" w:rsidP="00C41E38">
      <w:pPr>
        <w:pStyle w:val="SubStepAlpha"/>
      </w:pPr>
      <w:r>
        <w:t xml:space="preserve">Assign </w:t>
      </w:r>
      <w:r w:rsidRPr="007E7CAF">
        <w:rPr>
          <w:b/>
        </w:rPr>
        <w:t>cisco</w:t>
      </w:r>
      <w:r>
        <w:t xml:space="preserve"> as the console and vty password and enable login.</w:t>
      </w:r>
    </w:p>
    <w:p w:rsidR="00C41E38" w:rsidRDefault="00C41E38" w:rsidP="00C41E38">
      <w:pPr>
        <w:pStyle w:val="SubStepAlpha"/>
      </w:pPr>
      <w:r>
        <w:t xml:space="preserve">Set console logging to </w:t>
      </w:r>
      <w:r w:rsidRPr="008566F1">
        <w:t>synchronous mode</w:t>
      </w:r>
      <w:r>
        <w:t>.</w:t>
      </w:r>
    </w:p>
    <w:p w:rsidR="00C41E38" w:rsidRDefault="00C41E38" w:rsidP="00C41E38">
      <w:pPr>
        <w:pStyle w:val="SubStepAlpha"/>
      </w:pPr>
      <w:r>
        <w:t xml:space="preserve">Apply IP addresses to </w:t>
      </w:r>
      <w:r w:rsidR="008656AD">
        <w:t>S</w:t>
      </w:r>
      <w:r>
        <w:t xml:space="preserve">erial and </w:t>
      </w:r>
      <w:r w:rsidR="008656AD">
        <w:t>G</w:t>
      </w:r>
      <w:r w:rsidR="004A0460">
        <w:t xml:space="preserve">igabit </w:t>
      </w:r>
      <w:r w:rsidR="008656AD">
        <w:t>E</w:t>
      </w:r>
      <w:r>
        <w:t>thernet interfaces according to the Addressing Table and activate the physical interfaces.</w:t>
      </w:r>
      <w:r w:rsidR="004A0460">
        <w:t xml:space="preserve"> Do NOT configure the Tunnel0 interfaces at this time.</w:t>
      </w:r>
    </w:p>
    <w:p w:rsidR="00C41E38" w:rsidRDefault="00C41E38" w:rsidP="00C41E38">
      <w:pPr>
        <w:pStyle w:val="SubStepAlpha"/>
      </w:pPr>
      <w:r>
        <w:t xml:space="preserve">Set the clock rate to </w:t>
      </w:r>
      <w:r w:rsidRPr="005B00B5">
        <w:rPr>
          <w:b/>
        </w:rPr>
        <w:t>128000</w:t>
      </w:r>
      <w:r>
        <w:t xml:space="preserve"> for DCE serial interfaces.</w:t>
      </w:r>
    </w:p>
    <w:p w:rsidR="00C41E38" w:rsidRDefault="00C41E38" w:rsidP="00812E8A">
      <w:pPr>
        <w:pStyle w:val="StepHead"/>
      </w:pPr>
      <w:r>
        <w:t>Configure</w:t>
      </w:r>
      <w:r w:rsidR="0086424A">
        <w:t xml:space="preserve"> default routes to the ISP router.</w:t>
      </w:r>
    </w:p>
    <w:p w:rsidR="00812E8A" w:rsidRPr="008B5278" w:rsidRDefault="00DF7D33" w:rsidP="00F103BF">
      <w:pPr>
        <w:pStyle w:val="CMD"/>
        <w:rPr>
          <w:b/>
        </w:rPr>
      </w:pPr>
      <w:r w:rsidRPr="008B5278">
        <w:t xml:space="preserve">WEST(config)# </w:t>
      </w:r>
      <w:r w:rsidRPr="008B5278">
        <w:rPr>
          <w:b/>
        </w:rPr>
        <w:t>ip route 0.0.0.0 0.0.0.0 10.1.1.2</w:t>
      </w:r>
    </w:p>
    <w:p w:rsidR="0086424A" w:rsidRPr="008B5278" w:rsidRDefault="0086424A" w:rsidP="00F103BF">
      <w:pPr>
        <w:pStyle w:val="CMD"/>
        <w:rPr>
          <w:b/>
        </w:rPr>
      </w:pPr>
    </w:p>
    <w:p w:rsidR="00F103BF" w:rsidRPr="008B5278" w:rsidRDefault="00DF7D33" w:rsidP="00F103BF">
      <w:pPr>
        <w:pStyle w:val="CMD"/>
        <w:rPr>
          <w:b/>
        </w:rPr>
      </w:pPr>
      <w:r w:rsidRPr="008B5278">
        <w:t xml:space="preserve">EAST(config)# </w:t>
      </w:r>
      <w:r w:rsidRPr="008B5278">
        <w:rPr>
          <w:b/>
        </w:rPr>
        <w:t>ip route 0.0.0.0 0.0.0.0 10.2.2.2</w:t>
      </w:r>
    </w:p>
    <w:p w:rsidR="00C41E38" w:rsidRDefault="00C41E38" w:rsidP="00C41E38">
      <w:pPr>
        <w:pStyle w:val="StepHead"/>
      </w:pPr>
      <w:r>
        <w:t>Configure the PCs.</w:t>
      </w:r>
    </w:p>
    <w:p w:rsidR="00C41E38" w:rsidRDefault="00C41E38" w:rsidP="00C41E38">
      <w:pPr>
        <w:pStyle w:val="BodyTextL25"/>
      </w:pPr>
      <w:r>
        <w:t>Assign IP addresses and default gateways to the PCs according to the Addressing Table.</w:t>
      </w:r>
    </w:p>
    <w:p w:rsidR="00C41E38" w:rsidRDefault="00C41E38" w:rsidP="00C41E38">
      <w:pPr>
        <w:pStyle w:val="StepHead"/>
      </w:pPr>
      <w:r>
        <w:t>Verify connectivity.</w:t>
      </w:r>
    </w:p>
    <w:p w:rsidR="00501BE3" w:rsidRDefault="007502C1" w:rsidP="00C824B3">
      <w:pPr>
        <w:pStyle w:val="BodyTextL25"/>
      </w:pPr>
      <w:r>
        <w:t xml:space="preserve">At this point, the PCs are unable to ping each other. </w:t>
      </w:r>
      <w:r w:rsidR="005F2D5F">
        <w:t xml:space="preserve">Each </w:t>
      </w:r>
      <w:r w:rsidR="009C39D5">
        <w:t xml:space="preserve">PC </w:t>
      </w:r>
      <w:r w:rsidR="005F2D5F">
        <w:t xml:space="preserve">should be </w:t>
      </w:r>
      <w:r w:rsidR="009C39D5">
        <w:t>able to ping its default gateway. The routers are able to ping the serial interfaces of the other routers</w:t>
      </w:r>
      <w:r w:rsidR="0081492D">
        <w:t xml:space="preserve"> in the topology</w:t>
      </w:r>
      <w:r w:rsidR="009C39D5">
        <w:t>. If not, troubleshoot until you can verify connectivity.</w:t>
      </w:r>
    </w:p>
    <w:p w:rsidR="000A4C5A" w:rsidRPr="000A4C5A" w:rsidRDefault="000A4C5A" w:rsidP="00347FD0">
      <w:pPr>
        <w:pStyle w:val="StepHead"/>
        <w:keepNext w:val="0"/>
      </w:pPr>
      <w:r>
        <w:t>Save your running configuration.</w:t>
      </w:r>
    </w:p>
    <w:p w:rsidR="009C39D5" w:rsidRDefault="00112AC5" w:rsidP="006D57AC">
      <w:pPr>
        <w:pStyle w:val="PartHead"/>
      </w:pPr>
      <w:r w:rsidRPr="004C0909">
        <w:t xml:space="preserve">Configure </w:t>
      </w:r>
      <w:r w:rsidR="000A4C5A">
        <w:t xml:space="preserve">a </w:t>
      </w:r>
      <w:r w:rsidR="009C39D5">
        <w:t>GRE Tunnel</w:t>
      </w:r>
    </w:p>
    <w:p w:rsidR="00501BE3" w:rsidRPr="00501BE3" w:rsidRDefault="00501BE3" w:rsidP="00C824B3">
      <w:pPr>
        <w:pStyle w:val="BodyTextL25"/>
      </w:pPr>
      <w:r>
        <w:t xml:space="preserve">In Part 2, you will configure a GRE tunnel </w:t>
      </w:r>
      <w:r w:rsidR="00F070A4">
        <w:t xml:space="preserve">between </w:t>
      </w:r>
      <w:r>
        <w:t>the WEST and EAST routers.</w:t>
      </w:r>
    </w:p>
    <w:p w:rsidR="00C51BBE" w:rsidRDefault="009C39D5" w:rsidP="009F571E">
      <w:pPr>
        <w:pStyle w:val="StepHead"/>
      </w:pPr>
      <w:r>
        <w:t xml:space="preserve">Configure </w:t>
      </w:r>
      <w:r w:rsidR="00C51BBE">
        <w:t>the GRE tunnel interface.</w:t>
      </w:r>
    </w:p>
    <w:p w:rsidR="00BF4043" w:rsidRPr="00BF4043" w:rsidRDefault="00BF4043" w:rsidP="00BF4043">
      <w:pPr>
        <w:pStyle w:val="SubStepAlpha"/>
      </w:pPr>
      <w:r>
        <w:t>Configure the tunnel interface on</w:t>
      </w:r>
      <w:r w:rsidR="00232982">
        <w:t xml:space="preserve"> the</w:t>
      </w:r>
      <w:r>
        <w:t xml:space="preserve"> </w:t>
      </w:r>
      <w:r w:rsidR="0053072B">
        <w:t>WEST</w:t>
      </w:r>
      <w:r w:rsidR="00232982">
        <w:t xml:space="preserve"> router</w:t>
      </w:r>
      <w:r>
        <w:t xml:space="preserve">. Use </w:t>
      </w:r>
      <w:r w:rsidR="004A0460">
        <w:t>S</w:t>
      </w:r>
      <w:r>
        <w:t xml:space="preserve">0/0/0 on </w:t>
      </w:r>
      <w:r w:rsidR="0053072B">
        <w:t>WEST</w:t>
      </w:r>
      <w:r>
        <w:t xml:space="preserve"> as the tunnel source interface</w:t>
      </w:r>
      <w:r w:rsidR="00F22E82">
        <w:t xml:space="preserve"> </w:t>
      </w:r>
      <w:r>
        <w:t xml:space="preserve">and </w:t>
      </w:r>
      <w:r w:rsidR="00561DC3">
        <w:t>10.2.2.1</w:t>
      </w:r>
      <w:r>
        <w:t xml:space="preserve"> </w:t>
      </w:r>
      <w:r w:rsidR="00F55479">
        <w:t>as the tunnel destination</w:t>
      </w:r>
      <w:r>
        <w:t xml:space="preserve"> on </w:t>
      </w:r>
      <w:r w:rsidR="00C70DD0">
        <w:t xml:space="preserve">the </w:t>
      </w:r>
      <w:r w:rsidR="0053072B">
        <w:t>EAST</w:t>
      </w:r>
      <w:r w:rsidR="00C70DD0">
        <w:t xml:space="preserve"> router</w:t>
      </w:r>
      <w:r>
        <w:t>.</w:t>
      </w:r>
    </w:p>
    <w:p w:rsidR="00C51BBE" w:rsidRPr="008B5278" w:rsidRDefault="00DF7D33" w:rsidP="00BF4043">
      <w:pPr>
        <w:pStyle w:val="CMD"/>
        <w:rPr>
          <w:b/>
        </w:rPr>
      </w:pPr>
      <w:r w:rsidRPr="008B5278">
        <w:t xml:space="preserve">WEST(config)# </w:t>
      </w:r>
      <w:r w:rsidRPr="008B5278">
        <w:rPr>
          <w:b/>
        </w:rPr>
        <w:t>interface tunnel 0</w:t>
      </w:r>
    </w:p>
    <w:p w:rsidR="00F55479" w:rsidRPr="008B5278" w:rsidRDefault="00DF7D33" w:rsidP="00BF4043">
      <w:pPr>
        <w:pStyle w:val="CMD"/>
        <w:rPr>
          <w:b/>
        </w:rPr>
      </w:pPr>
      <w:r w:rsidRPr="008B5278">
        <w:t>WEST(config</w:t>
      </w:r>
      <w:r w:rsidR="001A3CA0">
        <w:t>-if</w:t>
      </w:r>
      <w:r w:rsidRPr="008B5278">
        <w:t xml:space="preserve">)# </w:t>
      </w:r>
      <w:r w:rsidRPr="008B5278">
        <w:rPr>
          <w:b/>
        </w:rPr>
        <w:t>ip address 172.16.12.1 255.255.255.252</w:t>
      </w:r>
    </w:p>
    <w:p w:rsidR="00BF4043" w:rsidRPr="008B5278" w:rsidRDefault="00DF7D33" w:rsidP="00BF4043">
      <w:pPr>
        <w:pStyle w:val="CMD"/>
        <w:rPr>
          <w:b/>
        </w:rPr>
      </w:pPr>
      <w:r w:rsidRPr="008B5278">
        <w:t xml:space="preserve">WEST(config-if)# </w:t>
      </w:r>
      <w:r w:rsidRPr="008B5278">
        <w:rPr>
          <w:b/>
        </w:rPr>
        <w:t>tunnel source s0/0/0</w:t>
      </w:r>
    </w:p>
    <w:p w:rsidR="00BF4043" w:rsidRPr="008B5278" w:rsidRDefault="00DF7D33" w:rsidP="00F55479">
      <w:pPr>
        <w:pStyle w:val="CMD"/>
      </w:pPr>
      <w:r w:rsidRPr="008B5278">
        <w:t xml:space="preserve">WEST(config-if)# </w:t>
      </w:r>
      <w:r w:rsidRPr="008B5278">
        <w:rPr>
          <w:b/>
        </w:rPr>
        <w:t>tunnel destination 10.2.2.1</w:t>
      </w:r>
    </w:p>
    <w:p w:rsidR="00BF4043" w:rsidRDefault="00BF4043" w:rsidP="00F55479">
      <w:pPr>
        <w:pStyle w:val="SubStepAlpha"/>
      </w:pPr>
      <w:r w:rsidRPr="00F55479">
        <w:t xml:space="preserve">Configure the tunnel interface on </w:t>
      </w:r>
      <w:r w:rsidR="00232982">
        <w:t xml:space="preserve">the </w:t>
      </w:r>
      <w:r w:rsidR="0053072B">
        <w:t>EAST</w:t>
      </w:r>
      <w:r w:rsidR="00232982">
        <w:t xml:space="preserve"> router</w:t>
      </w:r>
      <w:r w:rsidRPr="00F55479">
        <w:t xml:space="preserve">. Use </w:t>
      </w:r>
      <w:r w:rsidR="00561DC3">
        <w:t>S</w:t>
      </w:r>
      <w:r w:rsidRPr="00F55479">
        <w:t xml:space="preserve">0/0/1 on </w:t>
      </w:r>
      <w:r w:rsidR="0053072B">
        <w:t>EAST</w:t>
      </w:r>
      <w:r w:rsidRPr="00F55479">
        <w:t xml:space="preserve"> as the tunnel source interface and </w:t>
      </w:r>
      <w:r w:rsidR="00561DC3">
        <w:t>10.1.1.1</w:t>
      </w:r>
      <w:r w:rsidRPr="00F55479">
        <w:t xml:space="preserve"> </w:t>
      </w:r>
      <w:r w:rsidR="00F55479" w:rsidRPr="00F55479">
        <w:t>as th</w:t>
      </w:r>
      <w:r w:rsidR="00F55479">
        <w:t>e tunnel destination on</w:t>
      </w:r>
      <w:r w:rsidR="00232982">
        <w:t xml:space="preserve"> the</w:t>
      </w:r>
      <w:r w:rsidR="00F55479">
        <w:t xml:space="preserve"> </w:t>
      </w:r>
      <w:r w:rsidR="0053072B">
        <w:t>WEST</w:t>
      </w:r>
      <w:r w:rsidR="00232982">
        <w:t xml:space="preserve"> router</w:t>
      </w:r>
      <w:r>
        <w:t>.</w:t>
      </w:r>
    </w:p>
    <w:p w:rsidR="00BF4043" w:rsidRPr="008B5278" w:rsidRDefault="00DF7D33" w:rsidP="00BF4043">
      <w:pPr>
        <w:pStyle w:val="CMD"/>
        <w:rPr>
          <w:b/>
        </w:rPr>
      </w:pPr>
      <w:r w:rsidRPr="008B5278">
        <w:t xml:space="preserve">EAST(config)# </w:t>
      </w:r>
      <w:r w:rsidRPr="008B5278">
        <w:rPr>
          <w:b/>
        </w:rPr>
        <w:t>interface tunnel 0</w:t>
      </w:r>
    </w:p>
    <w:p w:rsidR="00F55479" w:rsidRPr="008B5278" w:rsidRDefault="00DF7D33" w:rsidP="00BF4043">
      <w:pPr>
        <w:pStyle w:val="CMD"/>
        <w:rPr>
          <w:b/>
        </w:rPr>
      </w:pPr>
      <w:r w:rsidRPr="008B5278">
        <w:t>EAST(config</w:t>
      </w:r>
      <w:r w:rsidR="001A3CA0">
        <w:t>-if</w:t>
      </w:r>
      <w:r w:rsidRPr="008B5278">
        <w:t xml:space="preserve">)# </w:t>
      </w:r>
      <w:r w:rsidRPr="008B5278">
        <w:rPr>
          <w:b/>
        </w:rPr>
        <w:t>ip address 172.16.12.2 255.255.255.252</w:t>
      </w:r>
    </w:p>
    <w:p w:rsidR="00BF4043" w:rsidRPr="008B5278" w:rsidRDefault="00DF7D33" w:rsidP="00BF4043">
      <w:pPr>
        <w:pStyle w:val="CMD"/>
        <w:rPr>
          <w:b/>
        </w:rPr>
      </w:pPr>
      <w:r w:rsidRPr="008B5278">
        <w:t xml:space="preserve">EAST(config-if)# </w:t>
      </w:r>
      <w:r w:rsidRPr="008B5278">
        <w:rPr>
          <w:b/>
        </w:rPr>
        <w:t xml:space="preserve">tunnel source </w:t>
      </w:r>
      <w:r w:rsidR="007F0EA1">
        <w:rPr>
          <w:b/>
        </w:rPr>
        <w:t>10.2.2.1</w:t>
      </w:r>
    </w:p>
    <w:p w:rsidR="00F55479" w:rsidRDefault="00DF7D33" w:rsidP="00F55479">
      <w:pPr>
        <w:pStyle w:val="CMD"/>
        <w:rPr>
          <w:b/>
        </w:rPr>
      </w:pPr>
      <w:r w:rsidRPr="008B5278">
        <w:t xml:space="preserve">EAST(config-if)# </w:t>
      </w:r>
      <w:r w:rsidRPr="008B5278">
        <w:rPr>
          <w:b/>
        </w:rPr>
        <w:t>tunnel destination 10.1.1.1</w:t>
      </w:r>
    </w:p>
    <w:p w:rsidR="007F0EA1" w:rsidRPr="007F0EA1" w:rsidRDefault="007F0EA1" w:rsidP="00E16D8C">
      <w:pPr>
        <w:pStyle w:val="BodyTextL50"/>
      </w:pPr>
      <w:r>
        <w:rPr>
          <w:b/>
        </w:rPr>
        <w:t>Note</w:t>
      </w:r>
      <w:r w:rsidR="00264BB8">
        <w:t xml:space="preserve">: For the </w:t>
      </w:r>
      <w:r>
        <w:rPr>
          <w:b/>
        </w:rPr>
        <w:t>tunnel source</w:t>
      </w:r>
      <w:r w:rsidR="00264BB8">
        <w:t xml:space="preserve"> command</w:t>
      </w:r>
      <w:r>
        <w:t>, either the interface name or the IP address can be used</w:t>
      </w:r>
      <w:r w:rsidR="00D902CD">
        <w:t xml:space="preserve"> as the source.</w:t>
      </w:r>
    </w:p>
    <w:p w:rsidR="009F571E" w:rsidRDefault="00753CA5" w:rsidP="009F571E">
      <w:pPr>
        <w:pStyle w:val="StepHead"/>
      </w:pPr>
      <w:r>
        <w:t xml:space="preserve">Verify </w:t>
      </w:r>
      <w:r w:rsidR="00F55479">
        <w:t>that the GRE tunnel is functional</w:t>
      </w:r>
      <w:r w:rsidR="009F571E">
        <w:t>.</w:t>
      </w:r>
    </w:p>
    <w:p w:rsidR="002C5894" w:rsidRDefault="00E13ED8" w:rsidP="002C5894">
      <w:pPr>
        <w:pStyle w:val="SubStepAlpha"/>
      </w:pPr>
      <w:r>
        <w:t xml:space="preserve">Verify the status of the tunnel interface on the </w:t>
      </w:r>
      <w:r w:rsidR="0053072B">
        <w:t>WEST</w:t>
      </w:r>
      <w:r>
        <w:t xml:space="preserve"> and </w:t>
      </w:r>
      <w:r w:rsidR="0053072B">
        <w:t>EAST</w:t>
      </w:r>
      <w:r>
        <w:t xml:space="preserve"> routers.</w:t>
      </w:r>
    </w:p>
    <w:p w:rsidR="002C5894" w:rsidRPr="008B5278" w:rsidRDefault="00DF7D33" w:rsidP="002C5894">
      <w:pPr>
        <w:pStyle w:val="CMD"/>
      </w:pPr>
      <w:r w:rsidRPr="008B5278">
        <w:t xml:space="preserve">WEST# </w:t>
      </w:r>
      <w:r w:rsidRPr="008B5278">
        <w:rPr>
          <w:b/>
        </w:rPr>
        <w:t>show ip interface brief</w:t>
      </w:r>
    </w:p>
    <w:p w:rsidR="002C5894" w:rsidRPr="00597693" w:rsidRDefault="002C5894" w:rsidP="002C5894">
      <w:pPr>
        <w:pStyle w:val="CMDOutput"/>
        <w:rPr>
          <w:szCs w:val="18"/>
        </w:rPr>
      </w:pPr>
      <w:r w:rsidRPr="00597693">
        <w:rPr>
          <w:szCs w:val="18"/>
        </w:rPr>
        <w:t>Interface                  IP-Address      OK? Method Status                Protocol</w:t>
      </w:r>
    </w:p>
    <w:p w:rsidR="002C5894" w:rsidRPr="00597693" w:rsidRDefault="00DF7D33" w:rsidP="002C5894">
      <w:pPr>
        <w:pStyle w:val="CMDOutput"/>
        <w:rPr>
          <w:szCs w:val="18"/>
        </w:rPr>
      </w:pPr>
      <w:r w:rsidRPr="00DF7D33">
        <w:rPr>
          <w:szCs w:val="18"/>
        </w:rPr>
        <w:t>Embedded-Service-Engine0/0 unassigned      YES unset  administratively down down</w:t>
      </w:r>
    </w:p>
    <w:p w:rsidR="002C5894" w:rsidRPr="00597693" w:rsidRDefault="00DF7D33" w:rsidP="002C5894">
      <w:pPr>
        <w:pStyle w:val="CMDOutput"/>
        <w:rPr>
          <w:szCs w:val="18"/>
        </w:rPr>
      </w:pPr>
      <w:r w:rsidRPr="00DF7D33">
        <w:rPr>
          <w:szCs w:val="18"/>
        </w:rPr>
        <w:t>GigabitEthernet0/0         unassigned      YES unset  administratively down down</w:t>
      </w:r>
    </w:p>
    <w:p w:rsidR="002C5894" w:rsidRPr="00597693" w:rsidRDefault="00DF7D33" w:rsidP="002C5894">
      <w:pPr>
        <w:pStyle w:val="CMDOutput"/>
        <w:rPr>
          <w:szCs w:val="18"/>
        </w:rPr>
      </w:pPr>
      <w:r w:rsidRPr="00DF7D33">
        <w:rPr>
          <w:szCs w:val="18"/>
        </w:rPr>
        <w:t>GigabitEthernet0/1         172.16.1.1      YES manual up                    up</w:t>
      </w:r>
    </w:p>
    <w:p w:rsidR="002C5894" w:rsidRPr="00597693" w:rsidRDefault="00DF7D33" w:rsidP="002C5894">
      <w:pPr>
        <w:pStyle w:val="CMDOutput"/>
        <w:rPr>
          <w:szCs w:val="18"/>
        </w:rPr>
      </w:pPr>
      <w:r w:rsidRPr="00DF7D33">
        <w:rPr>
          <w:szCs w:val="18"/>
        </w:rPr>
        <w:t>Serial0/0/0                10.1.1.1        YES manual up                    up</w:t>
      </w:r>
    </w:p>
    <w:p w:rsidR="002C5894" w:rsidRPr="00597693" w:rsidRDefault="00DF7D33" w:rsidP="002C5894">
      <w:pPr>
        <w:pStyle w:val="CMDOutput"/>
        <w:rPr>
          <w:szCs w:val="18"/>
        </w:rPr>
      </w:pPr>
      <w:r w:rsidRPr="00DF7D33">
        <w:rPr>
          <w:szCs w:val="18"/>
        </w:rPr>
        <w:t>Serial0/0/1                unassigned      YES unset  administratively down down</w:t>
      </w:r>
    </w:p>
    <w:p w:rsidR="002C5894" w:rsidRPr="00597693" w:rsidRDefault="00DF7D33" w:rsidP="002C5894">
      <w:pPr>
        <w:pStyle w:val="CMDOutput"/>
        <w:rPr>
          <w:szCs w:val="18"/>
        </w:rPr>
      </w:pPr>
      <w:r w:rsidRPr="00DF7D33">
        <w:rPr>
          <w:szCs w:val="18"/>
          <w:highlight w:val="yellow"/>
        </w:rPr>
        <w:t>Tunnel0                    172.16.12.1     YES manual up                    up</w:t>
      </w:r>
    </w:p>
    <w:p w:rsidR="002C5894" w:rsidRPr="00597693" w:rsidRDefault="002C5894" w:rsidP="002C5894">
      <w:pPr>
        <w:pStyle w:val="CMDOutput"/>
        <w:rPr>
          <w:szCs w:val="18"/>
        </w:rPr>
      </w:pPr>
    </w:p>
    <w:p w:rsidR="002C5894" w:rsidRPr="008B5278" w:rsidRDefault="00DF7D33" w:rsidP="002C5894">
      <w:pPr>
        <w:pStyle w:val="CMD"/>
      </w:pPr>
      <w:r w:rsidRPr="008B5278">
        <w:t xml:space="preserve">EAST# </w:t>
      </w:r>
      <w:r w:rsidRPr="008B5278">
        <w:rPr>
          <w:b/>
        </w:rPr>
        <w:t>show ip interface brief</w:t>
      </w:r>
    </w:p>
    <w:p w:rsidR="002C5894" w:rsidRPr="00597693" w:rsidRDefault="002C5894" w:rsidP="002C5894">
      <w:pPr>
        <w:pStyle w:val="CMDOutput"/>
        <w:rPr>
          <w:szCs w:val="18"/>
        </w:rPr>
      </w:pPr>
      <w:r w:rsidRPr="00597693">
        <w:rPr>
          <w:szCs w:val="18"/>
        </w:rPr>
        <w:t>Interface                  IP-Address      OK? Method Status                Protocol</w:t>
      </w:r>
    </w:p>
    <w:p w:rsidR="002C5894" w:rsidRPr="00597693" w:rsidRDefault="00DF7D33" w:rsidP="002C5894">
      <w:pPr>
        <w:pStyle w:val="CMDOutput"/>
        <w:rPr>
          <w:szCs w:val="18"/>
        </w:rPr>
      </w:pPr>
      <w:r w:rsidRPr="00DF7D33">
        <w:rPr>
          <w:szCs w:val="18"/>
        </w:rPr>
        <w:t>Embedded-Service-Engine0/0 unassigned      YES unset  administratively down down</w:t>
      </w:r>
    </w:p>
    <w:p w:rsidR="002C5894" w:rsidRDefault="002C5894" w:rsidP="002C5894">
      <w:pPr>
        <w:pStyle w:val="CMDOutput"/>
      </w:pPr>
      <w:r>
        <w:t>GigabitEthernet0/0         unassigned      YES unset  administratively down down</w:t>
      </w:r>
    </w:p>
    <w:p w:rsidR="002C5894" w:rsidRDefault="002C5894" w:rsidP="002C5894">
      <w:pPr>
        <w:pStyle w:val="CMDOutput"/>
      </w:pPr>
      <w:r>
        <w:t>GigabitEthernet0/1         172.16</w:t>
      </w:r>
      <w:r w:rsidR="005345DE">
        <w:t>.2.</w:t>
      </w:r>
      <w:r>
        <w:t>1      YES manual up                    up</w:t>
      </w:r>
    </w:p>
    <w:p w:rsidR="002C5894" w:rsidRDefault="002C5894" w:rsidP="002C5894">
      <w:pPr>
        <w:pStyle w:val="CMDOutput"/>
      </w:pPr>
      <w:r>
        <w:t>Serial0/0/0                unassigned      YES unset  administratively down down</w:t>
      </w:r>
    </w:p>
    <w:p w:rsidR="002C5894" w:rsidRDefault="002C5894" w:rsidP="002C5894">
      <w:pPr>
        <w:pStyle w:val="CMDOutput"/>
      </w:pPr>
      <w:r>
        <w:t>Serial0/0/1                10.2.2.1        YES manual up                    up</w:t>
      </w:r>
    </w:p>
    <w:p w:rsidR="002C5894" w:rsidRDefault="002C5894" w:rsidP="002C5894">
      <w:pPr>
        <w:pStyle w:val="CMDOutput"/>
      </w:pPr>
      <w:r w:rsidRPr="00E13ED8">
        <w:rPr>
          <w:highlight w:val="yellow"/>
        </w:rPr>
        <w:t>Tunnel0                    172.16</w:t>
      </w:r>
      <w:r w:rsidR="005345DE">
        <w:rPr>
          <w:highlight w:val="yellow"/>
        </w:rPr>
        <w:t>.12.</w:t>
      </w:r>
      <w:r w:rsidR="00F103BF">
        <w:rPr>
          <w:highlight w:val="yellow"/>
        </w:rPr>
        <w:t>2</w:t>
      </w:r>
      <w:r w:rsidRPr="00E13ED8">
        <w:rPr>
          <w:highlight w:val="yellow"/>
        </w:rPr>
        <w:t xml:space="preserve">     YES manual up                    up</w:t>
      </w:r>
    </w:p>
    <w:p w:rsidR="002C5894" w:rsidRDefault="002C5894" w:rsidP="002C5894">
      <w:pPr>
        <w:pStyle w:val="SubStepAlpha"/>
      </w:pPr>
      <w:r>
        <w:t xml:space="preserve">Issue the </w:t>
      </w:r>
      <w:r w:rsidR="001A3CA0">
        <w:rPr>
          <w:b/>
        </w:rPr>
        <w:t xml:space="preserve">show interfaces tunnel </w:t>
      </w:r>
      <w:r w:rsidR="001A3CA0" w:rsidRPr="001A3CA0">
        <w:rPr>
          <w:b/>
        </w:rPr>
        <w:t>0</w:t>
      </w:r>
      <w:r w:rsidR="001A3CA0">
        <w:t xml:space="preserve"> </w:t>
      </w:r>
      <w:r w:rsidRPr="001A3CA0">
        <w:t>command</w:t>
      </w:r>
      <w:r>
        <w:t xml:space="preserve"> to ver</w:t>
      </w:r>
      <w:r w:rsidR="005D30F5">
        <w:t>ify the tunneling protocol</w:t>
      </w:r>
      <w:r w:rsidR="0086424A">
        <w:t>,</w:t>
      </w:r>
      <w:r w:rsidR="00CB7495">
        <w:t xml:space="preserve"> tunnel source</w:t>
      </w:r>
      <w:r w:rsidR="0086424A">
        <w:t>,</w:t>
      </w:r>
      <w:r w:rsidR="00CB7495">
        <w:t xml:space="preserve"> and </w:t>
      </w:r>
      <w:r w:rsidR="0086424A">
        <w:t xml:space="preserve">tunnel </w:t>
      </w:r>
      <w:r w:rsidR="00CB7495">
        <w:t>des</w:t>
      </w:r>
      <w:r w:rsidR="0086424A">
        <w:t>tin</w:t>
      </w:r>
      <w:r w:rsidR="00CB7495">
        <w:t>ation</w:t>
      </w:r>
      <w:r w:rsidR="005D30F5">
        <w:t xml:space="preserve"> used</w:t>
      </w:r>
      <w:r>
        <w:t xml:space="preserve"> in this tunnel.</w:t>
      </w:r>
    </w:p>
    <w:p w:rsidR="002C5894" w:rsidRPr="00CB7495" w:rsidRDefault="002C5894" w:rsidP="002C5894">
      <w:pPr>
        <w:pStyle w:val="BodyTextL50"/>
      </w:pPr>
      <w:r w:rsidRPr="001A3CA0">
        <w:t>What</w:t>
      </w:r>
      <w:r>
        <w:t xml:space="preserve"> is the tunnel</w:t>
      </w:r>
      <w:r w:rsidR="00AE155D">
        <w:t>ing</w:t>
      </w:r>
      <w:r>
        <w:t xml:space="preserve"> protocol used?</w:t>
      </w:r>
      <w:r w:rsidR="001A3CA0">
        <w:t xml:space="preserve"> What are </w:t>
      </w:r>
      <w:r w:rsidR="000C3B3B">
        <w:t xml:space="preserve">the </w:t>
      </w:r>
      <w:r w:rsidR="001A3CA0">
        <w:t>tunnel source and destination IP addresses associated with GRE tunnel on each router?</w:t>
      </w:r>
    </w:p>
    <w:p w:rsidR="002C5894" w:rsidRDefault="002C5894" w:rsidP="002C5894">
      <w:pPr>
        <w:pStyle w:val="BodyTextL50"/>
      </w:pPr>
      <w:r>
        <w:t>____________________________________________________________________________________</w:t>
      </w:r>
    </w:p>
    <w:p w:rsidR="002C5894" w:rsidRDefault="002C5894" w:rsidP="002C5894">
      <w:pPr>
        <w:pStyle w:val="BodyTextL50"/>
      </w:pPr>
      <w:r>
        <w:t>____________________________________________________________________________________</w:t>
      </w:r>
    </w:p>
    <w:p w:rsidR="00F55479" w:rsidRPr="00F55479" w:rsidRDefault="008F096F" w:rsidP="00F55479">
      <w:pPr>
        <w:pStyle w:val="SubStepAlpha"/>
      </w:pPr>
      <w:r>
        <w:t xml:space="preserve">Ping across the tunnel from the </w:t>
      </w:r>
      <w:r w:rsidR="0053072B">
        <w:t>WEST</w:t>
      </w:r>
      <w:r>
        <w:t xml:space="preserve"> router to the </w:t>
      </w:r>
      <w:r w:rsidR="0053072B">
        <w:t>EAST</w:t>
      </w:r>
      <w:r>
        <w:t xml:space="preserve"> router using the IP address of the tunnel interface.</w:t>
      </w:r>
    </w:p>
    <w:p w:rsidR="00E13ED8" w:rsidRPr="005118B1" w:rsidRDefault="00DF7D33" w:rsidP="005118B1">
      <w:pPr>
        <w:pStyle w:val="CMD"/>
      </w:pPr>
      <w:r w:rsidRPr="005118B1">
        <w:t xml:space="preserve">WEST# </w:t>
      </w:r>
      <w:r w:rsidRPr="005118B1">
        <w:rPr>
          <w:b/>
        </w:rPr>
        <w:t>ping 172.16.12.2</w:t>
      </w:r>
    </w:p>
    <w:p w:rsidR="00261E48" w:rsidRPr="00261E48" w:rsidRDefault="00261E48" w:rsidP="00261E48">
      <w:pPr>
        <w:pStyle w:val="CMD"/>
        <w:rPr>
          <w:sz w:val="18"/>
        </w:rPr>
      </w:pPr>
      <w:r w:rsidRPr="00261E48">
        <w:rPr>
          <w:sz w:val="18"/>
        </w:rPr>
        <w:t>Type escape sequence to abort.</w:t>
      </w:r>
    </w:p>
    <w:p w:rsidR="00261E48" w:rsidRPr="00261E48" w:rsidRDefault="00261E48" w:rsidP="00261E48">
      <w:pPr>
        <w:pStyle w:val="CMD"/>
        <w:rPr>
          <w:sz w:val="18"/>
        </w:rPr>
      </w:pPr>
      <w:r w:rsidRPr="00261E48">
        <w:rPr>
          <w:sz w:val="18"/>
        </w:rPr>
        <w:t>Sending 5, 100-byte ICMP Echos to 172.16</w:t>
      </w:r>
      <w:r w:rsidR="005345DE">
        <w:rPr>
          <w:sz w:val="18"/>
        </w:rPr>
        <w:t>.12.</w:t>
      </w:r>
      <w:r w:rsidRPr="00261E48">
        <w:rPr>
          <w:sz w:val="18"/>
        </w:rPr>
        <w:t>2, timeout is 2 seconds:</w:t>
      </w:r>
    </w:p>
    <w:p w:rsidR="00261E48" w:rsidRPr="00261E48" w:rsidRDefault="00261E48" w:rsidP="00261E48">
      <w:pPr>
        <w:pStyle w:val="CMD"/>
        <w:rPr>
          <w:sz w:val="18"/>
        </w:rPr>
      </w:pPr>
      <w:r w:rsidRPr="00261E48">
        <w:rPr>
          <w:sz w:val="18"/>
        </w:rPr>
        <w:t>!!!!!</w:t>
      </w:r>
    </w:p>
    <w:p w:rsidR="00E13ED8" w:rsidRDefault="00261E48" w:rsidP="00E13ED8">
      <w:pPr>
        <w:pStyle w:val="CMDOutput"/>
      </w:pPr>
      <w:r w:rsidRPr="00261E48">
        <w:t>Success rate is 100 percent (5/5), round-trip min/avg/max = 32/34/36 ms</w:t>
      </w:r>
    </w:p>
    <w:p w:rsidR="00E13ED8" w:rsidRPr="00E13ED8" w:rsidRDefault="00E13ED8" w:rsidP="00E13ED8">
      <w:pPr>
        <w:pStyle w:val="SubStepAlpha"/>
        <w:rPr>
          <w:rStyle w:val="AnswerGray"/>
          <w:shd w:val="clear" w:color="auto" w:fill="auto"/>
        </w:rPr>
      </w:pPr>
      <w:r>
        <w:t>Use</w:t>
      </w:r>
      <w:r w:rsidR="003972AF">
        <w:t xml:space="preserve"> the</w:t>
      </w:r>
      <w:r>
        <w:t xml:space="preserve"> </w:t>
      </w:r>
      <w:r>
        <w:rPr>
          <w:b/>
        </w:rPr>
        <w:t>traceroute</w:t>
      </w:r>
      <w:r>
        <w:t xml:space="preserve"> command on the </w:t>
      </w:r>
      <w:r w:rsidR="0053072B">
        <w:t>WEST</w:t>
      </w:r>
      <w:r>
        <w:t xml:space="preserve"> to determine the path to the tunnel interface on the </w:t>
      </w:r>
      <w:r w:rsidR="0053072B">
        <w:t>EAST</w:t>
      </w:r>
      <w:r>
        <w:t xml:space="preserve"> router. What is the path to the </w:t>
      </w:r>
      <w:r w:rsidR="0053072B">
        <w:t>EAST</w:t>
      </w:r>
      <w:r>
        <w:t xml:space="preserve"> router? ______________________</w:t>
      </w:r>
      <w:r w:rsidR="00B2552D">
        <w:t>______________________________________________________________</w:t>
      </w:r>
    </w:p>
    <w:p w:rsidR="00A35F07" w:rsidRDefault="00A35F07" w:rsidP="00A35F07">
      <w:pPr>
        <w:pStyle w:val="SubStepAlpha"/>
      </w:pPr>
      <w:r>
        <w:t>Ping and trace</w:t>
      </w:r>
      <w:r w:rsidR="003972AF">
        <w:t xml:space="preserve"> the </w:t>
      </w:r>
      <w:r>
        <w:t xml:space="preserve">route across the tunnel from the </w:t>
      </w:r>
      <w:r w:rsidR="0053072B">
        <w:t>EAST</w:t>
      </w:r>
      <w:r>
        <w:t xml:space="preserve"> router to the </w:t>
      </w:r>
      <w:r w:rsidR="0053072B">
        <w:t>WEST</w:t>
      </w:r>
      <w:r>
        <w:t xml:space="preserve"> router using the IP address of the tunnel interface.</w:t>
      </w:r>
    </w:p>
    <w:p w:rsidR="005D30F5" w:rsidRDefault="005D30F5" w:rsidP="005D30F5">
      <w:pPr>
        <w:pStyle w:val="BodyTextL50"/>
        <w:rPr>
          <w:rStyle w:val="AnswerGray"/>
        </w:rPr>
      </w:pPr>
      <w:r>
        <w:t xml:space="preserve">What is the path to the </w:t>
      </w:r>
      <w:r w:rsidR="0053072B">
        <w:t>WEST</w:t>
      </w:r>
      <w:r>
        <w:t xml:space="preserve"> router from the </w:t>
      </w:r>
      <w:r w:rsidR="0053072B">
        <w:t>EAST</w:t>
      </w:r>
      <w:r>
        <w:t xml:space="preserve"> router? ____________________________________</w:t>
      </w:r>
    </w:p>
    <w:p w:rsidR="00347FD0" w:rsidRDefault="000C3B3B" w:rsidP="00347FD0">
      <w:pPr>
        <w:pStyle w:val="BodyTextL50"/>
        <w:keepNext/>
      </w:pPr>
      <w:r>
        <w:t>With w</w:t>
      </w:r>
      <w:r w:rsidR="00614D4C">
        <w:t xml:space="preserve">hich interfaces are these IP addresses associated? </w:t>
      </w:r>
      <w:r w:rsidR="00347FD0">
        <w:t>Explain.</w:t>
      </w:r>
    </w:p>
    <w:p w:rsidR="00614D4C" w:rsidRDefault="00614D4C" w:rsidP="00347FD0">
      <w:pPr>
        <w:pStyle w:val="BodyTextL50"/>
        <w:keepNext/>
      </w:pPr>
      <w:r>
        <w:t>____________________________________________________________________________________</w:t>
      </w:r>
    </w:p>
    <w:p w:rsidR="00614D4C" w:rsidRDefault="00614D4C" w:rsidP="00614D4C">
      <w:pPr>
        <w:pStyle w:val="BodyTextL50"/>
      </w:pPr>
      <w:r>
        <w:t>____________________________________________________________________________________</w:t>
      </w:r>
    </w:p>
    <w:p w:rsidR="00A35F07" w:rsidRPr="00F55479" w:rsidRDefault="00A35F07" w:rsidP="00A35F07">
      <w:pPr>
        <w:pStyle w:val="SubStepAlpha"/>
      </w:pPr>
      <w:r>
        <w:t xml:space="preserve">The </w:t>
      </w:r>
      <w:r w:rsidR="00BC3A91" w:rsidRPr="00BC3A91">
        <w:rPr>
          <w:b/>
        </w:rPr>
        <w:t>ping</w:t>
      </w:r>
      <w:r>
        <w:t xml:space="preserve"> and </w:t>
      </w:r>
      <w:r w:rsidR="00BC3A91" w:rsidRPr="00BC3A91">
        <w:rPr>
          <w:b/>
        </w:rPr>
        <w:t>traceroute</w:t>
      </w:r>
      <w:r>
        <w:t xml:space="preserve"> </w:t>
      </w:r>
      <w:r w:rsidR="003972AF">
        <w:t xml:space="preserve">commands </w:t>
      </w:r>
      <w:r>
        <w:t>should be successful. If not</w:t>
      </w:r>
      <w:r w:rsidR="003972AF">
        <w:t>,</w:t>
      </w:r>
      <w:r>
        <w:t xml:space="preserve"> troubleshoot before continuing to the next part.</w:t>
      </w:r>
    </w:p>
    <w:p w:rsidR="002C5894" w:rsidRDefault="00A35F07" w:rsidP="00A35F07">
      <w:pPr>
        <w:pStyle w:val="PartHead"/>
      </w:pPr>
      <w:r>
        <w:t>Enable Routing over the GRE Tunnel</w:t>
      </w:r>
    </w:p>
    <w:p w:rsidR="00A35F07" w:rsidRDefault="00A35F07" w:rsidP="00A35F07">
      <w:pPr>
        <w:pStyle w:val="BodyTextL25"/>
      </w:pPr>
      <w:r>
        <w:t>In Part 3, you will configure OSPF routing so that the LAN</w:t>
      </w:r>
      <w:r w:rsidR="00CD1C0D">
        <w:t>s</w:t>
      </w:r>
      <w:r>
        <w:t xml:space="preserve"> on the </w:t>
      </w:r>
      <w:r w:rsidR="0053072B">
        <w:t>WEST</w:t>
      </w:r>
      <w:r>
        <w:t xml:space="preserve"> and </w:t>
      </w:r>
      <w:r w:rsidR="0053072B">
        <w:t>EAST</w:t>
      </w:r>
      <w:r>
        <w:t xml:space="preserve"> rout</w:t>
      </w:r>
      <w:r w:rsidR="00DD665F">
        <w:t>er</w:t>
      </w:r>
      <w:r>
        <w:t xml:space="preserve">s </w:t>
      </w:r>
      <w:r w:rsidR="00CD1C0D">
        <w:t xml:space="preserve">can </w:t>
      </w:r>
      <w:r>
        <w:t>communicate using the GRE tunnel.</w:t>
      </w:r>
    </w:p>
    <w:p w:rsidR="00DD665F" w:rsidRPr="00A35F07" w:rsidRDefault="00DD665F" w:rsidP="00A35F07">
      <w:pPr>
        <w:pStyle w:val="BodyTextL25"/>
      </w:pPr>
      <w:r>
        <w:t>After the GRE tunnel is set up, the routing protocol can be implemented</w:t>
      </w:r>
      <w:r w:rsidR="00907748">
        <w:t>. For GRE tunneling, a network statement will include the IP network of the tunnel, instead of the network associated with the serial interface.</w:t>
      </w:r>
      <w:r>
        <w:t xml:space="preserve"> just like you would with other interfaces, such as Serial and Ethernet. Remember that the ISP router is not participating in this routing process.</w:t>
      </w:r>
    </w:p>
    <w:p w:rsidR="008D074F" w:rsidRDefault="00E13ED8" w:rsidP="008D074F">
      <w:pPr>
        <w:pStyle w:val="StepHead"/>
      </w:pPr>
      <w:r>
        <w:t>Configure OSPF routing</w:t>
      </w:r>
      <w:r w:rsidR="00F37A55">
        <w:t xml:space="preserve"> for area </w:t>
      </w:r>
      <w:r w:rsidR="00F103BF">
        <w:t>0</w:t>
      </w:r>
      <w:r>
        <w:t xml:space="preserve"> over the tunnel.</w:t>
      </w:r>
    </w:p>
    <w:p w:rsidR="00A35F07" w:rsidRDefault="00A35F07" w:rsidP="00A35F07">
      <w:pPr>
        <w:pStyle w:val="SubStepAlpha"/>
      </w:pPr>
      <w:r>
        <w:t xml:space="preserve">Configure OSPF process ID 1 using area </w:t>
      </w:r>
      <w:r w:rsidR="00D7028D">
        <w:t>0</w:t>
      </w:r>
      <w:r>
        <w:t xml:space="preserve"> on the </w:t>
      </w:r>
      <w:r w:rsidR="0053072B">
        <w:t>WEST</w:t>
      </w:r>
      <w:r>
        <w:t xml:space="preserve"> router for</w:t>
      </w:r>
      <w:r w:rsidR="00907748">
        <w:t xml:space="preserve"> the</w:t>
      </w:r>
      <w:r>
        <w:t xml:space="preserve"> 172.16.1.0/24 and 172.16</w:t>
      </w:r>
      <w:r w:rsidR="005345DE">
        <w:t>.12.</w:t>
      </w:r>
      <w:r>
        <w:t>0/24 network</w:t>
      </w:r>
      <w:r w:rsidR="006F41B6">
        <w:t>s</w:t>
      </w:r>
      <w:r>
        <w:t>.</w:t>
      </w:r>
    </w:p>
    <w:p w:rsidR="00A35F07" w:rsidRPr="005118B1" w:rsidRDefault="00DF7D33" w:rsidP="005118B1">
      <w:pPr>
        <w:pStyle w:val="CMD"/>
      </w:pPr>
      <w:r w:rsidRPr="005118B1">
        <w:t xml:space="preserve">WEST(config)# </w:t>
      </w:r>
      <w:r w:rsidRPr="005118B1">
        <w:rPr>
          <w:b/>
        </w:rPr>
        <w:t>router ospf 1</w:t>
      </w:r>
    </w:p>
    <w:p w:rsidR="00A35F07" w:rsidRPr="005118B1" w:rsidRDefault="00DF7D33" w:rsidP="005118B1">
      <w:pPr>
        <w:pStyle w:val="CMD"/>
      </w:pPr>
      <w:r w:rsidRPr="005118B1">
        <w:t xml:space="preserve">WEST(config-router)# </w:t>
      </w:r>
      <w:r w:rsidRPr="005118B1">
        <w:rPr>
          <w:b/>
        </w:rPr>
        <w:t>network 172.16.1.0 0.0.0.255 area 0</w:t>
      </w:r>
    </w:p>
    <w:p w:rsidR="006F41B6" w:rsidRPr="005118B1" w:rsidRDefault="00DF7D33" w:rsidP="005118B1">
      <w:pPr>
        <w:pStyle w:val="CMD"/>
      </w:pPr>
      <w:r w:rsidRPr="005118B1">
        <w:t xml:space="preserve">WEST(config-router)# </w:t>
      </w:r>
      <w:r w:rsidRPr="005118B1">
        <w:rPr>
          <w:b/>
        </w:rPr>
        <w:t>network 172.16.12.0 0.0.0.3 area 0</w:t>
      </w:r>
    </w:p>
    <w:p w:rsidR="00A35F07" w:rsidRDefault="00A35F07" w:rsidP="00A35F07">
      <w:pPr>
        <w:pStyle w:val="SubStepAlpha"/>
      </w:pPr>
      <w:r>
        <w:t xml:space="preserve">Configure OSPF process ID 1 using area </w:t>
      </w:r>
      <w:r w:rsidR="00F103BF">
        <w:t>0</w:t>
      </w:r>
      <w:r>
        <w:t xml:space="preserve"> on the </w:t>
      </w:r>
      <w:r w:rsidR="0053072B">
        <w:t>EAST</w:t>
      </w:r>
      <w:r w:rsidR="006F41B6">
        <w:t xml:space="preserve"> router for </w:t>
      </w:r>
      <w:r w:rsidR="00907748">
        <w:t xml:space="preserve">the </w:t>
      </w:r>
      <w:r w:rsidR="006F41B6">
        <w:t>172.16</w:t>
      </w:r>
      <w:r w:rsidR="005345DE">
        <w:t>.2.</w:t>
      </w:r>
      <w:r w:rsidR="006F41B6">
        <w:t>0/24 and 172.16</w:t>
      </w:r>
      <w:r w:rsidR="005345DE">
        <w:t>.12.</w:t>
      </w:r>
      <w:r w:rsidR="006F41B6">
        <w:t>0/24 networks.</w:t>
      </w:r>
    </w:p>
    <w:p w:rsidR="006F41B6" w:rsidRPr="005118B1" w:rsidRDefault="00DF7D33" w:rsidP="005118B1">
      <w:pPr>
        <w:pStyle w:val="CMD"/>
      </w:pPr>
      <w:r w:rsidRPr="005118B1">
        <w:t xml:space="preserve">EAST(config)# </w:t>
      </w:r>
      <w:r w:rsidRPr="005118B1">
        <w:rPr>
          <w:b/>
        </w:rPr>
        <w:t>router ospf 1</w:t>
      </w:r>
    </w:p>
    <w:p w:rsidR="006F41B6" w:rsidRPr="005118B1" w:rsidRDefault="00DF7D33" w:rsidP="005118B1">
      <w:pPr>
        <w:pStyle w:val="CMD"/>
      </w:pPr>
      <w:r w:rsidRPr="005118B1">
        <w:t xml:space="preserve">EAST(config-router)# </w:t>
      </w:r>
      <w:r w:rsidRPr="005118B1">
        <w:rPr>
          <w:b/>
        </w:rPr>
        <w:t>network 172.16.2.0 0.0.0.255 area 0</w:t>
      </w:r>
    </w:p>
    <w:p w:rsidR="006F41B6" w:rsidRPr="005118B1" w:rsidRDefault="00DF7D33" w:rsidP="005118B1">
      <w:pPr>
        <w:pStyle w:val="CMD"/>
      </w:pPr>
      <w:r w:rsidRPr="005118B1">
        <w:t xml:space="preserve">EAST(config-router)# </w:t>
      </w:r>
      <w:r w:rsidRPr="005118B1">
        <w:rPr>
          <w:b/>
        </w:rPr>
        <w:t>network 172.16.12.0 0.0.0.3 area 0</w:t>
      </w:r>
    </w:p>
    <w:p w:rsidR="006F41B6" w:rsidRDefault="006F41B6" w:rsidP="006F41B6">
      <w:pPr>
        <w:pStyle w:val="StepHead"/>
      </w:pPr>
      <w:r>
        <w:t>Verify OSPF routing.</w:t>
      </w:r>
    </w:p>
    <w:p w:rsidR="006F41B6" w:rsidRPr="006F41B6" w:rsidRDefault="00CD1C0D" w:rsidP="006F41B6">
      <w:pPr>
        <w:pStyle w:val="SubStepAlpha"/>
      </w:pPr>
      <w:r>
        <w:t xml:space="preserve">From the </w:t>
      </w:r>
      <w:r w:rsidR="0053072B">
        <w:t>WEST</w:t>
      </w:r>
      <w:r>
        <w:t xml:space="preserve"> router, i</w:t>
      </w:r>
      <w:r w:rsidR="006F41B6">
        <w:t>ssue</w:t>
      </w:r>
      <w:r w:rsidR="0029607E">
        <w:t xml:space="preserve"> the</w:t>
      </w:r>
      <w:r w:rsidR="006F41B6">
        <w:t xml:space="preserve"> </w:t>
      </w:r>
      <w:r w:rsidR="006F41B6">
        <w:rPr>
          <w:b/>
        </w:rPr>
        <w:t>show ip route</w:t>
      </w:r>
      <w:r w:rsidR="006F41B6">
        <w:t xml:space="preserve"> </w:t>
      </w:r>
      <w:r w:rsidR="00DD665F">
        <w:t>command to verify the route to 172.16</w:t>
      </w:r>
      <w:r w:rsidR="005345DE">
        <w:t>.2.</w:t>
      </w:r>
      <w:r w:rsidR="00DD665F">
        <w:t xml:space="preserve">0/24 </w:t>
      </w:r>
      <w:r>
        <w:t xml:space="preserve">LAN on the </w:t>
      </w:r>
      <w:r w:rsidR="0053072B">
        <w:t>EAST</w:t>
      </w:r>
      <w:r>
        <w:t xml:space="preserve"> router</w:t>
      </w:r>
      <w:r w:rsidR="00DD665F">
        <w:t>.</w:t>
      </w:r>
    </w:p>
    <w:p w:rsidR="006F41B6" w:rsidRPr="005118B1" w:rsidRDefault="00DF7D33" w:rsidP="005118B1">
      <w:pPr>
        <w:pStyle w:val="CMD"/>
      </w:pPr>
      <w:r w:rsidRPr="005118B1">
        <w:t xml:space="preserve">WEST# </w:t>
      </w:r>
      <w:r w:rsidRPr="005118B1">
        <w:rPr>
          <w:b/>
        </w:rPr>
        <w:t>show ip route</w:t>
      </w:r>
    </w:p>
    <w:p w:rsidR="005345DE" w:rsidRPr="005345DE" w:rsidRDefault="005345DE" w:rsidP="005345DE">
      <w:pPr>
        <w:pStyle w:val="CMD"/>
        <w:rPr>
          <w:sz w:val="18"/>
        </w:rPr>
      </w:pPr>
      <w:r w:rsidRPr="005345DE">
        <w:rPr>
          <w:sz w:val="18"/>
        </w:rPr>
        <w:t>Codes: L - local, C - connected, S - static, R - RIP, M - mobile, B - BGP</w:t>
      </w:r>
    </w:p>
    <w:p w:rsidR="005345DE" w:rsidRPr="005345DE" w:rsidRDefault="005345DE" w:rsidP="005345DE">
      <w:pPr>
        <w:pStyle w:val="CMD"/>
        <w:rPr>
          <w:sz w:val="18"/>
        </w:rPr>
      </w:pPr>
      <w:r w:rsidRPr="005345DE">
        <w:rPr>
          <w:sz w:val="18"/>
        </w:rPr>
        <w:t xml:space="preserve">       D - EIGRP, EX - EIGRP external, O - OSPF, IA - OSPF inter area</w:t>
      </w:r>
    </w:p>
    <w:p w:rsidR="005345DE" w:rsidRPr="005345DE" w:rsidRDefault="005345DE" w:rsidP="005345DE">
      <w:pPr>
        <w:pStyle w:val="CMD"/>
        <w:rPr>
          <w:sz w:val="18"/>
        </w:rPr>
      </w:pPr>
      <w:r w:rsidRPr="005345DE">
        <w:rPr>
          <w:sz w:val="18"/>
        </w:rPr>
        <w:t xml:space="preserve">       N1 - OSPF NSSA external type 1, N2 - OSPF NSSA external type 2</w:t>
      </w:r>
    </w:p>
    <w:p w:rsidR="005345DE" w:rsidRPr="005345DE" w:rsidRDefault="005345DE" w:rsidP="005345DE">
      <w:pPr>
        <w:pStyle w:val="CMD"/>
        <w:rPr>
          <w:sz w:val="18"/>
        </w:rPr>
      </w:pPr>
      <w:r w:rsidRPr="005345DE">
        <w:rPr>
          <w:sz w:val="18"/>
        </w:rPr>
        <w:t xml:space="preserve">       E1 - OSPF external type 1, E2 - OSPF external type 2</w:t>
      </w:r>
    </w:p>
    <w:p w:rsidR="005345DE" w:rsidRPr="005345DE" w:rsidRDefault="005345DE" w:rsidP="005345DE">
      <w:pPr>
        <w:pStyle w:val="CMD"/>
        <w:rPr>
          <w:sz w:val="18"/>
        </w:rPr>
      </w:pPr>
      <w:r w:rsidRPr="005345DE">
        <w:rPr>
          <w:sz w:val="18"/>
        </w:rPr>
        <w:t xml:space="preserve">       i - IS-IS, su - IS-IS summary, L1 - IS-IS level-1, L2 - IS-IS level-2</w:t>
      </w:r>
    </w:p>
    <w:p w:rsidR="005345DE" w:rsidRPr="005345DE" w:rsidRDefault="005345DE" w:rsidP="005345DE">
      <w:pPr>
        <w:pStyle w:val="CMD"/>
        <w:rPr>
          <w:sz w:val="18"/>
        </w:rPr>
      </w:pPr>
      <w:r w:rsidRPr="005345DE">
        <w:rPr>
          <w:sz w:val="18"/>
        </w:rPr>
        <w:t xml:space="preserve">       ia - IS-IS inter area, * - candidate default, U - per-user static route</w:t>
      </w:r>
    </w:p>
    <w:p w:rsidR="005345DE" w:rsidRPr="005345DE" w:rsidRDefault="005345DE" w:rsidP="005345DE">
      <w:pPr>
        <w:pStyle w:val="CMD"/>
        <w:rPr>
          <w:sz w:val="18"/>
        </w:rPr>
      </w:pPr>
      <w:r w:rsidRPr="005345DE">
        <w:rPr>
          <w:sz w:val="18"/>
        </w:rPr>
        <w:t xml:space="preserve">       o - ODR, P - periodic downloaded static route, H - NHRP, l - LISP</w:t>
      </w:r>
    </w:p>
    <w:p w:rsidR="005345DE" w:rsidRPr="005345DE" w:rsidRDefault="005345DE" w:rsidP="005345DE">
      <w:pPr>
        <w:pStyle w:val="CMD"/>
        <w:rPr>
          <w:sz w:val="18"/>
        </w:rPr>
      </w:pPr>
      <w:r w:rsidRPr="005345DE">
        <w:rPr>
          <w:sz w:val="18"/>
        </w:rPr>
        <w:t xml:space="preserve">       + - replicated route, % - next hop override</w:t>
      </w:r>
    </w:p>
    <w:p w:rsidR="005345DE" w:rsidRPr="005345DE" w:rsidRDefault="005345DE" w:rsidP="005345DE">
      <w:pPr>
        <w:pStyle w:val="CMD"/>
        <w:rPr>
          <w:sz w:val="18"/>
        </w:rPr>
      </w:pPr>
    </w:p>
    <w:p w:rsidR="005345DE" w:rsidRPr="005345DE" w:rsidRDefault="005345DE" w:rsidP="005345DE">
      <w:pPr>
        <w:pStyle w:val="CMD"/>
        <w:rPr>
          <w:sz w:val="18"/>
        </w:rPr>
      </w:pPr>
      <w:r w:rsidRPr="005345DE">
        <w:rPr>
          <w:sz w:val="18"/>
        </w:rPr>
        <w:t>Gateway of last resort is 10.1.1.2 to network 0.0.0.0</w:t>
      </w:r>
    </w:p>
    <w:p w:rsidR="005345DE" w:rsidRPr="005345DE" w:rsidRDefault="005345DE" w:rsidP="005345DE">
      <w:pPr>
        <w:pStyle w:val="CMD"/>
        <w:rPr>
          <w:sz w:val="18"/>
        </w:rPr>
      </w:pPr>
    </w:p>
    <w:p w:rsidR="005345DE" w:rsidRPr="005345DE" w:rsidRDefault="005345DE" w:rsidP="005345DE">
      <w:pPr>
        <w:pStyle w:val="CMD"/>
        <w:rPr>
          <w:sz w:val="18"/>
        </w:rPr>
      </w:pPr>
      <w:r w:rsidRPr="005345DE">
        <w:rPr>
          <w:sz w:val="18"/>
        </w:rPr>
        <w:t>S*    0.0.0.0/0 [1/0] via 10.1.1.2</w:t>
      </w:r>
    </w:p>
    <w:p w:rsidR="005345DE" w:rsidRPr="005345DE" w:rsidRDefault="005345DE" w:rsidP="005345DE">
      <w:pPr>
        <w:pStyle w:val="CMD"/>
        <w:rPr>
          <w:sz w:val="18"/>
        </w:rPr>
      </w:pPr>
      <w:r w:rsidRPr="005345DE">
        <w:rPr>
          <w:sz w:val="18"/>
        </w:rPr>
        <w:t xml:space="preserve">      10.0.0.0/8 is variably subnetted, 2 subnets, 2 masks</w:t>
      </w:r>
    </w:p>
    <w:p w:rsidR="005345DE" w:rsidRPr="005345DE" w:rsidRDefault="005345DE" w:rsidP="005345DE">
      <w:pPr>
        <w:pStyle w:val="CMD"/>
        <w:rPr>
          <w:sz w:val="18"/>
        </w:rPr>
      </w:pPr>
      <w:r w:rsidRPr="005345DE">
        <w:rPr>
          <w:sz w:val="18"/>
        </w:rPr>
        <w:t>C        10.1.1.0/30 is directly connected, Serial0/0/0</w:t>
      </w:r>
    </w:p>
    <w:p w:rsidR="005345DE" w:rsidRPr="005345DE" w:rsidRDefault="005345DE" w:rsidP="005345DE">
      <w:pPr>
        <w:pStyle w:val="CMD"/>
        <w:rPr>
          <w:sz w:val="18"/>
        </w:rPr>
      </w:pPr>
      <w:r w:rsidRPr="005345DE">
        <w:rPr>
          <w:sz w:val="18"/>
        </w:rPr>
        <w:t>L        10.1.1.1/32 is directly connected, Serial0/0/0</w:t>
      </w:r>
    </w:p>
    <w:p w:rsidR="005345DE" w:rsidRPr="005345DE" w:rsidRDefault="005345DE" w:rsidP="005345DE">
      <w:pPr>
        <w:pStyle w:val="CMD"/>
        <w:rPr>
          <w:sz w:val="18"/>
        </w:rPr>
      </w:pPr>
      <w:r w:rsidRPr="005345DE">
        <w:rPr>
          <w:sz w:val="18"/>
        </w:rPr>
        <w:t xml:space="preserve">      172.16.0.0/16 is variably subnetted, 5 subnets, 3 masks</w:t>
      </w:r>
    </w:p>
    <w:p w:rsidR="005345DE" w:rsidRPr="005345DE" w:rsidRDefault="005345DE" w:rsidP="005345DE">
      <w:pPr>
        <w:pStyle w:val="CMD"/>
        <w:rPr>
          <w:sz w:val="18"/>
        </w:rPr>
      </w:pPr>
      <w:r w:rsidRPr="005345DE">
        <w:rPr>
          <w:sz w:val="18"/>
        </w:rPr>
        <w:t>C        172.16.1.0/24 is directly connected, GigabitEthernet0/1</w:t>
      </w:r>
    </w:p>
    <w:p w:rsidR="005345DE" w:rsidRPr="005345DE" w:rsidRDefault="005345DE" w:rsidP="005345DE">
      <w:pPr>
        <w:pStyle w:val="CMD"/>
        <w:rPr>
          <w:sz w:val="18"/>
        </w:rPr>
      </w:pPr>
      <w:r w:rsidRPr="005345DE">
        <w:rPr>
          <w:sz w:val="18"/>
        </w:rPr>
        <w:t>L        172.16.1.1/32 is directly connected, GigabitEthernet0/1</w:t>
      </w:r>
    </w:p>
    <w:p w:rsidR="005345DE" w:rsidRPr="005345DE" w:rsidRDefault="00E80553" w:rsidP="005345DE">
      <w:pPr>
        <w:pStyle w:val="CMD"/>
        <w:rPr>
          <w:sz w:val="18"/>
        </w:rPr>
      </w:pPr>
      <w:r w:rsidRPr="00E80553">
        <w:rPr>
          <w:sz w:val="18"/>
          <w:highlight w:val="yellow"/>
        </w:rPr>
        <w:t>O        172.16.2.0/24 [110/1001] via 172.16.12.2, 00:00:07, Tunnel0</w:t>
      </w:r>
    </w:p>
    <w:p w:rsidR="005345DE" w:rsidRPr="005345DE" w:rsidRDefault="005345DE" w:rsidP="005345DE">
      <w:pPr>
        <w:pStyle w:val="CMD"/>
        <w:rPr>
          <w:sz w:val="18"/>
        </w:rPr>
      </w:pPr>
      <w:r w:rsidRPr="005345DE">
        <w:rPr>
          <w:sz w:val="18"/>
        </w:rPr>
        <w:t>C        172.16.12.0/30 is directly connected, Tunnel0</w:t>
      </w:r>
    </w:p>
    <w:p w:rsidR="00F103BF" w:rsidRDefault="005345DE" w:rsidP="006F41B6">
      <w:pPr>
        <w:pStyle w:val="CMDOutput"/>
      </w:pPr>
      <w:r w:rsidRPr="005345DE">
        <w:t>L        172.16.12.1/32 is directly connected, Tunnel0</w:t>
      </w:r>
    </w:p>
    <w:p w:rsidR="006F41B6" w:rsidRDefault="006F41B6" w:rsidP="006F41B6">
      <w:pPr>
        <w:pStyle w:val="BodyTextL50"/>
      </w:pPr>
      <w:r>
        <w:t>What is the exit interface and IP address to reach the 172.16</w:t>
      </w:r>
      <w:r w:rsidR="005345DE">
        <w:t>.2.</w:t>
      </w:r>
      <w:r>
        <w:t>0/24 network?</w:t>
      </w:r>
    </w:p>
    <w:p w:rsidR="006F41B6" w:rsidRDefault="006F41B6" w:rsidP="006F41B6">
      <w:pPr>
        <w:pStyle w:val="BodyTextL50"/>
      </w:pPr>
      <w:r>
        <w:t>____________________________________________________________________________________</w:t>
      </w:r>
    </w:p>
    <w:p w:rsidR="006F41B6" w:rsidRPr="00AE6051" w:rsidRDefault="00CD1C0D" w:rsidP="00AE6051">
      <w:pPr>
        <w:pStyle w:val="SubStepAlpha"/>
        <w:rPr>
          <w:shd w:val="clear" w:color="auto" w:fill="BFBFBF"/>
        </w:rPr>
      </w:pPr>
      <w:r>
        <w:t xml:space="preserve">From the </w:t>
      </w:r>
      <w:r w:rsidR="0053072B">
        <w:t>EAST</w:t>
      </w:r>
      <w:r>
        <w:t xml:space="preserve"> router i</w:t>
      </w:r>
      <w:r w:rsidR="00DD665F">
        <w:t xml:space="preserve">ssue the command to verify the route to 172.16.1.0/24 </w:t>
      </w:r>
      <w:r>
        <w:t xml:space="preserve">LAN on the </w:t>
      </w:r>
      <w:r w:rsidR="0053072B">
        <w:t>WEST</w:t>
      </w:r>
      <w:r>
        <w:t xml:space="preserve"> </w:t>
      </w:r>
      <w:r w:rsidR="00DD665F">
        <w:t>router.</w:t>
      </w:r>
    </w:p>
    <w:p w:rsidR="00DD665F" w:rsidRDefault="00DD665F" w:rsidP="00DD665F">
      <w:pPr>
        <w:pStyle w:val="BodyTextL50"/>
      </w:pPr>
      <w:r>
        <w:t>What is the exit interface and IP address to reach the 172.16.1.0/24 network?</w:t>
      </w:r>
    </w:p>
    <w:p w:rsidR="00DD665F" w:rsidRPr="006F41B6" w:rsidRDefault="00DD665F" w:rsidP="00DD665F">
      <w:pPr>
        <w:pStyle w:val="BodyTextL50"/>
      </w:pPr>
      <w:r>
        <w:t>____________________________________________________________________________________</w:t>
      </w:r>
    </w:p>
    <w:p w:rsidR="00012C98" w:rsidRDefault="00012C98" w:rsidP="00012C98">
      <w:pPr>
        <w:pStyle w:val="StepHead"/>
      </w:pPr>
      <w:r>
        <w:t>Verify end-to-end connectivity.</w:t>
      </w:r>
    </w:p>
    <w:p w:rsidR="00012C98" w:rsidRDefault="00012C98" w:rsidP="00012C98">
      <w:pPr>
        <w:pStyle w:val="SubStepAlpha"/>
      </w:pPr>
      <w:r>
        <w:t>Ping from PC-A to PC-C. It should be successful. If not, troubleshoot until you have end-to-end connectivity.</w:t>
      </w:r>
    </w:p>
    <w:p w:rsidR="00283417" w:rsidRDefault="00F017C4">
      <w:pPr>
        <w:pStyle w:val="BodyTextL50"/>
      </w:pPr>
      <w:r w:rsidRPr="00F017C4">
        <w:rPr>
          <w:b/>
        </w:rPr>
        <w:t>Note</w:t>
      </w:r>
      <w:r w:rsidRPr="00F017C4">
        <w:t>: It may be necessary to disable the PC firewall to ping between PCs.</w:t>
      </w:r>
    </w:p>
    <w:p w:rsidR="00012C98" w:rsidRDefault="00012C98" w:rsidP="00012C98">
      <w:pPr>
        <w:pStyle w:val="SubStepAlpha"/>
      </w:pPr>
      <w:r>
        <w:t>Traceroute from PC-A to PC-C. What is the path from PC-A to PC-C?</w:t>
      </w:r>
    </w:p>
    <w:p w:rsidR="00012C98" w:rsidRDefault="00012C98" w:rsidP="00012C98">
      <w:pPr>
        <w:pStyle w:val="BodyTextL50"/>
      </w:pPr>
      <w:r>
        <w:t>____________________________________________________________________________________</w:t>
      </w:r>
    </w:p>
    <w:p w:rsidR="00853418" w:rsidRDefault="00024EE5" w:rsidP="00024EE5">
      <w:pPr>
        <w:pStyle w:val="LabSection"/>
      </w:pPr>
      <w:r>
        <w:t>Reflection</w:t>
      </w:r>
    </w:p>
    <w:p w:rsidR="00024EE5" w:rsidRDefault="0095701A" w:rsidP="00596998">
      <w:pPr>
        <w:pStyle w:val="ReflectionQ"/>
      </w:pPr>
      <w:r>
        <w:t>What other configurations are needed to create a secured GRE tunnel</w:t>
      </w:r>
      <w:r w:rsidR="00867EAF">
        <w:t>?</w:t>
      </w:r>
    </w:p>
    <w:p w:rsidR="00B2552D" w:rsidRDefault="00B2552D" w:rsidP="001772B8">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536F43" w:rsidRDefault="0095701A" w:rsidP="00596998">
      <w:pPr>
        <w:pStyle w:val="ReflectionQ"/>
      </w:pPr>
      <w:r>
        <w:t>If you added more LAN</w:t>
      </w:r>
      <w:r w:rsidR="00F017C4">
        <w:t>s</w:t>
      </w:r>
      <w:r>
        <w:t xml:space="preserve"> to the </w:t>
      </w:r>
      <w:r w:rsidR="0053072B">
        <w:t>WEST</w:t>
      </w:r>
      <w:r>
        <w:t xml:space="preserve"> or </w:t>
      </w:r>
      <w:r w:rsidR="0053072B">
        <w:t>EAST</w:t>
      </w:r>
      <w:r>
        <w:t xml:space="preserve"> router, what </w:t>
      </w:r>
      <w:r w:rsidR="00C70DD0">
        <w:t>would</w:t>
      </w:r>
      <w:r>
        <w:t xml:space="preserve"> you need to do so that the network will use the GRE tunnel for traffic</w:t>
      </w:r>
      <w:r w:rsidR="00536F43">
        <w:t>?</w:t>
      </w:r>
    </w:p>
    <w:p w:rsidR="00B2552D" w:rsidRDefault="00B2552D" w:rsidP="001772B8">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3E0E61" w:rsidRPr="00B2552D" w:rsidRDefault="003E0E61" w:rsidP="00B2552D">
      <w:bookmarkStart w:id="0" w:name="_GoBack"/>
      <w:bookmarkEnd w:id="0"/>
    </w:p>
    <w:sectPr w:rsidR="003E0E61" w:rsidRPr="00B2552D"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C6F" w:rsidRDefault="00E86C6F" w:rsidP="0090659A">
      <w:pPr>
        <w:spacing w:after="0" w:line="240" w:lineRule="auto"/>
      </w:pPr>
      <w:r>
        <w:separator/>
      </w:r>
    </w:p>
    <w:p w:rsidR="00E86C6F" w:rsidRDefault="00E86C6F"/>
    <w:p w:rsidR="00E86C6F" w:rsidRDefault="00E86C6F"/>
    <w:p w:rsidR="00E86C6F" w:rsidRDefault="00E86C6F"/>
    <w:p w:rsidR="00E86C6F" w:rsidRDefault="00E86C6F"/>
  </w:endnote>
  <w:endnote w:type="continuationSeparator" w:id="0">
    <w:p w:rsidR="00E86C6F" w:rsidRDefault="00E86C6F" w:rsidP="0090659A">
      <w:pPr>
        <w:spacing w:after="0" w:line="240" w:lineRule="auto"/>
      </w:pPr>
      <w:r>
        <w:continuationSeparator/>
      </w:r>
    </w:p>
    <w:p w:rsidR="00E86C6F" w:rsidRDefault="00E86C6F"/>
    <w:p w:rsidR="00E86C6F" w:rsidRDefault="00E86C6F"/>
    <w:p w:rsidR="00E86C6F" w:rsidRDefault="00E86C6F"/>
    <w:p w:rsidR="00E86C6F" w:rsidRDefault="00E86C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2B4" w:rsidRPr="0090659A" w:rsidRDefault="00FB02B4" w:rsidP="008C4307">
    <w:pPr>
      <w:pStyle w:val="Footer"/>
      <w:rPr>
        <w:szCs w:val="16"/>
      </w:rPr>
    </w:pPr>
    <w:r w:rsidRPr="002A244B">
      <w:t xml:space="preserve">© </w:t>
    </w:r>
    <w:r>
      <w:fldChar w:fldCharType="begin"/>
    </w:r>
    <w:r>
      <w:instrText xml:space="preserve"> DATE  \@ "yyyy"  \* MERGEFORMAT </w:instrText>
    </w:r>
    <w:r>
      <w:fldChar w:fldCharType="separate"/>
    </w:r>
    <w:r w:rsidR="00A36287">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2552D">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2552D">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2B4" w:rsidRPr="0090659A" w:rsidRDefault="00FB02B4" w:rsidP="008C4307">
    <w:pPr>
      <w:pStyle w:val="Footer"/>
      <w:rPr>
        <w:szCs w:val="16"/>
      </w:rPr>
    </w:pPr>
    <w:r w:rsidRPr="002A244B">
      <w:t xml:space="preserve">© </w:t>
    </w:r>
    <w:r>
      <w:fldChar w:fldCharType="begin"/>
    </w:r>
    <w:r>
      <w:instrText xml:space="preserve"> DATE  \@ "yyyy"  \* MERGEFORMAT </w:instrText>
    </w:r>
    <w:r>
      <w:fldChar w:fldCharType="separate"/>
    </w:r>
    <w:r w:rsidR="00A36287">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86C6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86C6F">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C6F" w:rsidRDefault="00E86C6F" w:rsidP="0090659A">
      <w:pPr>
        <w:spacing w:after="0" w:line="240" w:lineRule="auto"/>
      </w:pPr>
      <w:r>
        <w:separator/>
      </w:r>
    </w:p>
    <w:p w:rsidR="00E86C6F" w:rsidRDefault="00E86C6F"/>
    <w:p w:rsidR="00E86C6F" w:rsidRDefault="00E86C6F"/>
    <w:p w:rsidR="00E86C6F" w:rsidRDefault="00E86C6F"/>
    <w:p w:rsidR="00E86C6F" w:rsidRDefault="00E86C6F"/>
  </w:footnote>
  <w:footnote w:type="continuationSeparator" w:id="0">
    <w:p w:rsidR="00E86C6F" w:rsidRDefault="00E86C6F" w:rsidP="0090659A">
      <w:pPr>
        <w:spacing w:after="0" w:line="240" w:lineRule="auto"/>
      </w:pPr>
      <w:r>
        <w:continuationSeparator/>
      </w:r>
    </w:p>
    <w:p w:rsidR="00E86C6F" w:rsidRDefault="00E86C6F"/>
    <w:p w:rsidR="00E86C6F" w:rsidRDefault="00E86C6F"/>
    <w:p w:rsidR="00E86C6F" w:rsidRDefault="00E86C6F"/>
    <w:p w:rsidR="00E86C6F" w:rsidRDefault="00E86C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2B4" w:rsidRDefault="00FB02B4" w:rsidP="00C52BA6">
    <w:pPr>
      <w:pStyle w:val="PageHead"/>
    </w:pPr>
    <w:r w:rsidRPr="00FD4A68">
      <w:t xml:space="preserve">Lab </w:t>
    </w:r>
    <w:r>
      <w:t>–</w:t>
    </w:r>
    <w:r w:rsidRPr="00FD4A68">
      <w:t xml:space="preserve"> </w:t>
    </w:r>
    <w:r>
      <w:t>Configuring a Point-to-Point GRE VPN Tunnel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2B4" w:rsidRDefault="00FB02B4">
    <w:pPr>
      <w:pStyle w:val="Header"/>
    </w:pPr>
    <w:r>
      <w:rPr>
        <w:noProof/>
        <w:lang w:eastAsia="zh-TW"/>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035095EE"/>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efaultTableStyle w:val="LabTableStyle"/>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37DF"/>
    <w:rsid w:val="00004175"/>
    <w:rsid w:val="00005791"/>
    <w:rsid w:val="000059C9"/>
    <w:rsid w:val="000062BB"/>
    <w:rsid w:val="00012C98"/>
    <w:rsid w:val="000160F7"/>
    <w:rsid w:val="00016D5B"/>
    <w:rsid w:val="00016F30"/>
    <w:rsid w:val="0002047C"/>
    <w:rsid w:val="00021B9A"/>
    <w:rsid w:val="000242D6"/>
    <w:rsid w:val="00024EE5"/>
    <w:rsid w:val="00025F73"/>
    <w:rsid w:val="00033AB4"/>
    <w:rsid w:val="00041AF6"/>
    <w:rsid w:val="00044E62"/>
    <w:rsid w:val="00050203"/>
    <w:rsid w:val="00050BA4"/>
    <w:rsid w:val="00051738"/>
    <w:rsid w:val="00052548"/>
    <w:rsid w:val="00060696"/>
    <w:rsid w:val="000629BF"/>
    <w:rsid w:val="000769CF"/>
    <w:rsid w:val="000815D8"/>
    <w:rsid w:val="00084C99"/>
    <w:rsid w:val="00085CC6"/>
    <w:rsid w:val="00090C07"/>
    <w:rsid w:val="00091E8D"/>
    <w:rsid w:val="0009378D"/>
    <w:rsid w:val="000950D2"/>
    <w:rsid w:val="00097163"/>
    <w:rsid w:val="000A22C8"/>
    <w:rsid w:val="000A4C5A"/>
    <w:rsid w:val="000B2344"/>
    <w:rsid w:val="000B7DE5"/>
    <w:rsid w:val="000C3B3B"/>
    <w:rsid w:val="000D1F02"/>
    <w:rsid w:val="000D55B4"/>
    <w:rsid w:val="000E2C96"/>
    <w:rsid w:val="000E3EEA"/>
    <w:rsid w:val="000E65F0"/>
    <w:rsid w:val="000F072C"/>
    <w:rsid w:val="000F6743"/>
    <w:rsid w:val="001006C2"/>
    <w:rsid w:val="00106086"/>
    <w:rsid w:val="00107B2B"/>
    <w:rsid w:val="00112AC5"/>
    <w:rsid w:val="001133DD"/>
    <w:rsid w:val="00117671"/>
    <w:rsid w:val="00120CBE"/>
    <w:rsid w:val="00124754"/>
    <w:rsid w:val="001261C4"/>
    <w:rsid w:val="001314FB"/>
    <w:rsid w:val="001366EC"/>
    <w:rsid w:val="00141125"/>
    <w:rsid w:val="0014219C"/>
    <w:rsid w:val="001425ED"/>
    <w:rsid w:val="00144997"/>
    <w:rsid w:val="00154E3A"/>
    <w:rsid w:val="00157902"/>
    <w:rsid w:val="00163164"/>
    <w:rsid w:val="00166253"/>
    <w:rsid w:val="001704B7"/>
    <w:rsid w:val="001710C0"/>
    <w:rsid w:val="001713D3"/>
    <w:rsid w:val="00172AFB"/>
    <w:rsid w:val="001772B8"/>
    <w:rsid w:val="00180FBF"/>
    <w:rsid w:val="00182324"/>
    <w:rsid w:val="00182CF4"/>
    <w:rsid w:val="00186CE1"/>
    <w:rsid w:val="00191F00"/>
    <w:rsid w:val="00192F12"/>
    <w:rsid w:val="00193F14"/>
    <w:rsid w:val="00197614"/>
    <w:rsid w:val="001A0312"/>
    <w:rsid w:val="001A15DA"/>
    <w:rsid w:val="001A2694"/>
    <w:rsid w:val="001A3CA0"/>
    <w:rsid w:val="001A3CC7"/>
    <w:rsid w:val="001A69AC"/>
    <w:rsid w:val="001B67D8"/>
    <w:rsid w:val="001B6F95"/>
    <w:rsid w:val="001C05A1"/>
    <w:rsid w:val="001C1D9E"/>
    <w:rsid w:val="001C7C3B"/>
    <w:rsid w:val="001D5B6F"/>
    <w:rsid w:val="001E0AB8"/>
    <w:rsid w:val="001E38E0"/>
    <w:rsid w:val="001E39DD"/>
    <w:rsid w:val="001E4E72"/>
    <w:rsid w:val="001E62B3"/>
    <w:rsid w:val="001F0171"/>
    <w:rsid w:val="001F0D77"/>
    <w:rsid w:val="001F1F62"/>
    <w:rsid w:val="001F7DD8"/>
    <w:rsid w:val="00201928"/>
    <w:rsid w:val="00203403"/>
    <w:rsid w:val="00203E26"/>
    <w:rsid w:val="0020449C"/>
    <w:rsid w:val="00206BF8"/>
    <w:rsid w:val="002113B8"/>
    <w:rsid w:val="00215665"/>
    <w:rsid w:val="002163BB"/>
    <w:rsid w:val="0021792C"/>
    <w:rsid w:val="002240AB"/>
    <w:rsid w:val="00225E37"/>
    <w:rsid w:val="00232982"/>
    <w:rsid w:val="00242E3A"/>
    <w:rsid w:val="002506CF"/>
    <w:rsid w:val="0025107F"/>
    <w:rsid w:val="00260CD4"/>
    <w:rsid w:val="00261E48"/>
    <w:rsid w:val="002639D8"/>
    <w:rsid w:val="00264BB8"/>
    <w:rsid w:val="00265F77"/>
    <w:rsid w:val="00266C83"/>
    <w:rsid w:val="00271E3E"/>
    <w:rsid w:val="00275BBE"/>
    <w:rsid w:val="002768DC"/>
    <w:rsid w:val="00283417"/>
    <w:rsid w:val="0029607E"/>
    <w:rsid w:val="002A0231"/>
    <w:rsid w:val="002A6C56"/>
    <w:rsid w:val="002C090C"/>
    <w:rsid w:val="002C1243"/>
    <w:rsid w:val="002C1815"/>
    <w:rsid w:val="002C475E"/>
    <w:rsid w:val="002C5894"/>
    <w:rsid w:val="002C6AD6"/>
    <w:rsid w:val="002D6C2A"/>
    <w:rsid w:val="002D7A86"/>
    <w:rsid w:val="002F1E6A"/>
    <w:rsid w:val="002F45FF"/>
    <w:rsid w:val="002F6D17"/>
    <w:rsid w:val="00302887"/>
    <w:rsid w:val="003056EB"/>
    <w:rsid w:val="003071FF"/>
    <w:rsid w:val="00310596"/>
    <w:rsid w:val="00310652"/>
    <w:rsid w:val="0031371D"/>
    <w:rsid w:val="0031789F"/>
    <w:rsid w:val="00320788"/>
    <w:rsid w:val="003233A3"/>
    <w:rsid w:val="0034455D"/>
    <w:rsid w:val="0034604B"/>
    <w:rsid w:val="00346D17"/>
    <w:rsid w:val="00347972"/>
    <w:rsid w:val="00347FD0"/>
    <w:rsid w:val="0035469B"/>
    <w:rsid w:val="003559CC"/>
    <w:rsid w:val="003569D7"/>
    <w:rsid w:val="003608AC"/>
    <w:rsid w:val="0036465A"/>
    <w:rsid w:val="00392C65"/>
    <w:rsid w:val="00392ED5"/>
    <w:rsid w:val="003972AF"/>
    <w:rsid w:val="003A19DC"/>
    <w:rsid w:val="003A1B45"/>
    <w:rsid w:val="003A220C"/>
    <w:rsid w:val="003A4D27"/>
    <w:rsid w:val="003B46FC"/>
    <w:rsid w:val="003B5767"/>
    <w:rsid w:val="003B7605"/>
    <w:rsid w:val="003C05DB"/>
    <w:rsid w:val="003C08AA"/>
    <w:rsid w:val="003C2A7B"/>
    <w:rsid w:val="003C6BCA"/>
    <w:rsid w:val="003C7902"/>
    <w:rsid w:val="003D0BFF"/>
    <w:rsid w:val="003E0E61"/>
    <w:rsid w:val="003E5BE5"/>
    <w:rsid w:val="003F18D1"/>
    <w:rsid w:val="003F4F0E"/>
    <w:rsid w:val="003F6E06"/>
    <w:rsid w:val="0040027F"/>
    <w:rsid w:val="00403C7A"/>
    <w:rsid w:val="004057A6"/>
    <w:rsid w:val="00406554"/>
    <w:rsid w:val="004131B0"/>
    <w:rsid w:val="00415251"/>
    <w:rsid w:val="00416C42"/>
    <w:rsid w:val="00422476"/>
    <w:rsid w:val="0042385C"/>
    <w:rsid w:val="00425D88"/>
    <w:rsid w:val="00431654"/>
    <w:rsid w:val="00434926"/>
    <w:rsid w:val="00443ACE"/>
    <w:rsid w:val="00444217"/>
    <w:rsid w:val="004478F4"/>
    <w:rsid w:val="00450F7A"/>
    <w:rsid w:val="0045133E"/>
    <w:rsid w:val="00452C6D"/>
    <w:rsid w:val="00455E0B"/>
    <w:rsid w:val="0046065D"/>
    <w:rsid w:val="00462B9F"/>
    <w:rsid w:val="00464D06"/>
    <w:rsid w:val="004659EE"/>
    <w:rsid w:val="00482791"/>
    <w:rsid w:val="0049329D"/>
    <w:rsid w:val="004936C2"/>
    <w:rsid w:val="0049379C"/>
    <w:rsid w:val="004A0460"/>
    <w:rsid w:val="004A1CA0"/>
    <w:rsid w:val="004A22E9"/>
    <w:rsid w:val="004A343B"/>
    <w:rsid w:val="004A4326"/>
    <w:rsid w:val="004A4ACD"/>
    <w:rsid w:val="004A5BC5"/>
    <w:rsid w:val="004B023D"/>
    <w:rsid w:val="004B1AE6"/>
    <w:rsid w:val="004C0909"/>
    <w:rsid w:val="004C3216"/>
    <w:rsid w:val="004C3F97"/>
    <w:rsid w:val="004C4C89"/>
    <w:rsid w:val="004D01F2"/>
    <w:rsid w:val="004D3339"/>
    <w:rsid w:val="004D353F"/>
    <w:rsid w:val="004D36D7"/>
    <w:rsid w:val="004D682B"/>
    <w:rsid w:val="004E419A"/>
    <w:rsid w:val="004E6152"/>
    <w:rsid w:val="004F0267"/>
    <w:rsid w:val="004F2359"/>
    <w:rsid w:val="004F344A"/>
    <w:rsid w:val="004F6CB5"/>
    <w:rsid w:val="00501BE3"/>
    <w:rsid w:val="00504ED4"/>
    <w:rsid w:val="00510639"/>
    <w:rsid w:val="005118B1"/>
    <w:rsid w:val="00516142"/>
    <w:rsid w:val="00520027"/>
    <w:rsid w:val="0052093C"/>
    <w:rsid w:val="00521B31"/>
    <w:rsid w:val="00522469"/>
    <w:rsid w:val="00523EF8"/>
    <w:rsid w:val="0052400A"/>
    <w:rsid w:val="0053072B"/>
    <w:rsid w:val="005345DE"/>
    <w:rsid w:val="00536F43"/>
    <w:rsid w:val="005510BA"/>
    <w:rsid w:val="00554B4E"/>
    <w:rsid w:val="00556C02"/>
    <w:rsid w:val="00561BB2"/>
    <w:rsid w:val="00561DC3"/>
    <w:rsid w:val="00563249"/>
    <w:rsid w:val="00570A65"/>
    <w:rsid w:val="005762B1"/>
    <w:rsid w:val="00580456"/>
    <w:rsid w:val="00580E73"/>
    <w:rsid w:val="00593386"/>
    <w:rsid w:val="00595F43"/>
    <w:rsid w:val="00596998"/>
    <w:rsid w:val="00597693"/>
    <w:rsid w:val="005A5638"/>
    <w:rsid w:val="005A6E62"/>
    <w:rsid w:val="005B44C7"/>
    <w:rsid w:val="005D2B29"/>
    <w:rsid w:val="005D30F5"/>
    <w:rsid w:val="005D354A"/>
    <w:rsid w:val="005D56D9"/>
    <w:rsid w:val="005D5E1B"/>
    <w:rsid w:val="005E3235"/>
    <w:rsid w:val="005E4176"/>
    <w:rsid w:val="005E65B5"/>
    <w:rsid w:val="005E689B"/>
    <w:rsid w:val="005F2D5F"/>
    <w:rsid w:val="005F3AE9"/>
    <w:rsid w:val="006007BB"/>
    <w:rsid w:val="00601DC0"/>
    <w:rsid w:val="006034CB"/>
    <w:rsid w:val="006131CE"/>
    <w:rsid w:val="0061336B"/>
    <w:rsid w:val="00614D4C"/>
    <w:rsid w:val="00617D6E"/>
    <w:rsid w:val="00622D61"/>
    <w:rsid w:val="00624198"/>
    <w:rsid w:val="006428E5"/>
    <w:rsid w:val="00644958"/>
    <w:rsid w:val="00646B04"/>
    <w:rsid w:val="00666300"/>
    <w:rsid w:val="00672919"/>
    <w:rsid w:val="00676576"/>
    <w:rsid w:val="00680EEB"/>
    <w:rsid w:val="00686587"/>
    <w:rsid w:val="006904CF"/>
    <w:rsid w:val="0069193F"/>
    <w:rsid w:val="00695EE2"/>
    <w:rsid w:val="0069660B"/>
    <w:rsid w:val="006A0CEB"/>
    <w:rsid w:val="006A1B33"/>
    <w:rsid w:val="006A48F1"/>
    <w:rsid w:val="006A5FFF"/>
    <w:rsid w:val="006A71A3"/>
    <w:rsid w:val="006B03F2"/>
    <w:rsid w:val="006B14C1"/>
    <w:rsid w:val="006B1639"/>
    <w:rsid w:val="006B5CA7"/>
    <w:rsid w:val="006B5E89"/>
    <w:rsid w:val="006C19B2"/>
    <w:rsid w:val="006C30A0"/>
    <w:rsid w:val="006C35FF"/>
    <w:rsid w:val="006C57F2"/>
    <w:rsid w:val="006C5949"/>
    <w:rsid w:val="006C6832"/>
    <w:rsid w:val="006D1370"/>
    <w:rsid w:val="006D2C28"/>
    <w:rsid w:val="006D3FC1"/>
    <w:rsid w:val="006D57AC"/>
    <w:rsid w:val="006E372B"/>
    <w:rsid w:val="006E6581"/>
    <w:rsid w:val="006E71DF"/>
    <w:rsid w:val="006F1CC4"/>
    <w:rsid w:val="006F2A86"/>
    <w:rsid w:val="006F3163"/>
    <w:rsid w:val="006F41B6"/>
    <w:rsid w:val="00705FEC"/>
    <w:rsid w:val="0070737D"/>
    <w:rsid w:val="0071147A"/>
    <w:rsid w:val="0071185D"/>
    <w:rsid w:val="007167E4"/>
    <w:rsid w:val="00721E01"/>
    <w:rsid w:val="007222AD"/>
    <w:rsid w:val="007267CF"/>
    <w:rsid w:val="00730101"/>
    <w:rsid w:val="00731F3F"/>
    <w:rsid w:val="00733BAB"/>
    <w:rsid w:val="00740E28"/>
    <w:rsid w:val="007436BF"/>
    <w:rsid w:val="007443E9"/>
    <w:rsid w:val="00745DCE"/>
    <w:rsid w:val="00747A15"/>
    <w:rsid w:val="007502C1"/>
    <w:rsid w:val="00753CA5"/>
    <w:rsid w:val="00753D89"/>
    <w:rsid w:val="00755C9B"/>
    <w:rsid w:val="00756D06"/>
    <w:rsid w:val="00760EC1"/>
    <w:rsid w:val="00760FE4"/>
    <w:rsid w:val="00763D8B"/>
    <w:rsid w:val="007657F6"/>
    <w:rsid w:val="00765E47"/>
    <w:rsid w:val="007660C6"/>
    <w:rsid w:val="0077125A"/>
    <w:rsid w:val="0078405B"/>
    <w:rsid w:val="00786F58"/>
    <w:rsid w:val="00787CC1"/>
    <w:rsid w:val="00792F4E"/>
    <w:rsid w:val="0079398D"/>
    <w:rsid w:val="00796C25"/>
    <w:rsid w:val="007A287C"/>
    <w:rsid w:val="007A3B2A"/>
    <w:rsid w:val="007B5522"/>
    <w:rsid w:val="007C0EE0"/>
    <w:rsid w:val="007C1B71"/>
    <w:rsid w:val="007C2FBB"/>
    <w:rsid w:val="007C4B8F"/>
    <w:rsid w:val="007C7164"/>
    <w:rsid w:val="007D1984"/>
    <w:rsid w:val="007D2AFE"/>
    <w:rsid w:val="007D5DEB"/>
    <w:rsid w:val="007E0633"/>
    <w:rsid w:val="007E3264"/>
    <w:rsid w:val="007E3FEA"/>
    <w:rsid w:val="007F0A0B"/>
    <w:rsid w:val="007F0EA1"/>
    <w:rsid w:val="007F3A60"/>
    <w:rsid w:val="007F3D0B"/>
    <w:rsid w:val="007F553D"/>
    <w:rsid w:val="007F7C94"/>
    <w:rsid w:val="00810E4B"/>
    <w:rsid w:val="00812E8A"/>
    <w:rsid w:val="0081320D"/>
    <w:rsid w:val="0081492D"/>
    <w:rsid w:val="00814BAA"/>
    <w:rsid w:val="00824295"/>
    <w:rsid w:val="00826BA5"/>
    <w:rsid w:val="008302AB"/>
    <w:rsid w:val="00830473"/>
    <w:rsid w:val="008313F3"/>
    <w:rsid w:val="008405BB"/>
    <w:rsid w:val="00846494"/>
    <w:rsid w:val="00847B20"/>
    <w:rsid w:val="008509D3"/>
    <w:rsid w:val="00853418"/>
    <w:rsid w:val="00857CF6"/>
    <w:rsid w:val="008610ED"/>
    <w:rsid w:val="00861C6A"/>
    <w:rsid w:val="0086424A"/>
    <w:rsid w:val="00864AC8"/>
    <w:rsid w:val="00865199"/>
    <w:rsid w:val="008656AD"/>
    <w:rsid w:val="00867EAF"/>
    <w:rsid w:val="008713EA"/>
    <w:rsid w:val="00873C6B"/>
    <w:rsid w:val="008841C4"/>
    <w:rsid w:val="0088426A"/>
    <w:rsid w:val="008852BA"/>
    <w:rsid w:val="008856EF"/>
    <w:rsid w:val="00890108"/>
    <w:rsid w:val="00893877"/>
    <w:rsid w:val="0089532C"/>
    <w:rsid w:val="00896165"/>
    <w:rsid w:val="00896681"/>
    <w:rsid w:val="008A1E7F"/>
    <w:rsid w:val="008A2749"/>
    <w:rsid w:val="008A3A90"/>
    <w:rsid w:val="008B06D4"/>
    <w:rsid w:val="008B4F20"/>
    <w:rsid w:val="008B5278"/>
    <w:rsid w:val="008B7FFD"/>
    <w:rsid w:val="008C2920"/>
    <w:rsid w:val="008C4307"/>
    <w:rsid w:val="008C479A"/>
    <w:rsid w:val="008D074F"/>
    <w:rsid w:val="008D23DF"/>
    <w:rsid w:val="008D73BF"/>
    <w:rsid w:val="008D7F09"/>
    <w:rsid w:val="008E5B64"/>
    <w:rsid w:val="008E5E72"/>
    <w:rsid w:val="008E7DAA"/>
    <w:rsid w:val="008F0094"/>
    <w:rsid w:val="008F096F"/>
    <w:rsid w:val="008F340F"/>
    <w:rsid w:val="008F72EF"/>
    <w:rsid w:val="009014E4"/>
    <w:rsid w:val="00902190"/>
    <w:rsid w:val="00903523"/>
    <w:rsid w:val="0090659A"/>
    <w:rsid w:val="00907748"/>
    <w:rsid w:val="00911080"/>
    <w:rsid w:val="00915986"/>
    <w:rsid w:val="00917624"/>
    <w:rsid w:val="00930386"/>
    <w:rsid w:val="009309F5"/>
    <w:rsid w:val="00933237"/>
    <w:rsid w:val="00933F28"/>
    <w:rsid w:val="009476C0"/>
    <w:rsid w:val="00951A6B"/>
    <w:rsid w:val="0095701A"/>
    <w:rsid w:val="00963E34"/>
    <w:rsid w:val="00964DFA"/>
    <w:rsid w:val="009769CC"/>
    <w:rsid w:val="0098155C"/>
    <w:rsid w:val="00983B77"/>
    <w:rsid w:val="00996053"/>
    <w:rsid w:val="009A0B2F"/>
    <w:rsid w:val="009A1CF4"/>
    <w:rsid w:val="009A37D7"/>
    <w:rsid w:val="009A449C"/>
    <w:rsid w:val="009A4E17"/>
    <w:rsid w:val="009A6955"/>
    <w:rsid w:val="009B2DC1"/>
    <w:rsid w:val="009B341C"/>
    <w:rsid w:val="009B5747"/>
    <w:rsid w:val="009C39D5"/>
    <w:rsid w:val="009D2C27"/>
    <w:rsid w:val="009E2309"/>
    <w:rsid w:val="009E42B9"/>
    <w:rsid w:val="009F45F5"/>
    <w:rsid w:val="009F4C2E"/>
    <w:rsid w:val="009F571E"/>
    <w:rsid w:val="00A014A3"/>
    <w:rsid w:val="00A0412D"/>
    <w:rsid w:val="00A21211"/>
    <w:rsid w:val="00A243BE"/>
    <w:rsid w:val="00A34E7F"/>
    <w:rsid w:val="00A35F07"/>
    <w:rsid w:val="00A36287"/>
    <w:rsid w:val="00A46F0A"/>
    <w:rsid w:val="00A46F25"/>
    <w:rsid w:val="00A47CC2"/>
    <w:rsid w:val="00A502BA"/>
    <w:rsid w:val="00A60146"/>
    <w:rsid w:val="00A60221"/>
    <w:rsid w:val="00A622C4"/>
    <w:rsid w:val="00A6283D"/>
    <w:rsid w:val="00A72198"/>
    <w:rsid w:val="00A754B4"/>
    <w:rsid w:val="00A807C1"/>
    <w:rsid w:val="00A83374"/>
    <w:rsid w:val="00A95648"/>
    <w:rsid w:val="00A96172"/>
    <w:rsid w:val="00A97C5F"/>
    <w:rsid w:val="00AB0D6A"/>
    <w:rsid w:val="00AB43B3"/>
    <w:rsid w:val="00AB49B9"/>
    <w:rsid w:val="00AB758A"/>
    <w:rsid w:val="00AC01AA"/>
    <w:rsid w:val="00AC027E"/>
    <w:rsid w:val="00AC1E7E"/>
    <w:rsid w:val="00AC507D"/>
    <w:rsid w:val="00AC66E4"/>
    <w:rsid w:val="00AD04F2"/>
    <w:rsid w:val="00AD07AC"/>
    <w:rsid w:val="00AD4578"/>
    <w:rsid w:val="00AD68E9"/>
    <w:rsid w:val="00AE155D"/>
    <w:rsid w:val="00AE56C0"/>
    <w:rsid w:val="00AE6051"/>
    <w:rsid w:val="00B00914"/>
    <w:rsid w:val="00B02A8E"/>
    <w:rsid w:val="00B052EE"/>
    <w:rsid w:val="00B1081F"/>
    <w:rsid w:val="00B2552D"/>
    <w:rsid w:val="00B27499"/>
    <w:rsid w:val="00B3010D"/>
    <w:rsid w:val="00B35151"/>
    <w:rsid w:val="00B433F2"/>
    <w:rsid w:val="00B458E8"/>
    <w:rsid w:val="00B5397B"/>
    <w:rsid w:val="00B53EE9"/>
    <w:rsid w:val="00B60777"/>
    <w:rsid w:val="00B62809"/>
    <w:rsid w:val="00B7675A"/>
    <w:rsid w:val="00B81898"/>
    <w:rsid w:val="00B8606B"/>
    <w:rsid w:val="00B87141"/>
    <w:rsid w:val="00B878E7"/>
    <w:rsid w:val="00B920D0"/>
    <w:rsid w:val="00B97278"/>
    <w:rsid w:val="00B97943"/>
    <w:rsid w:val="00BA1D0B"/>
    <w:rsid w:val="00BA6972"/>
    <w:rsid w:val="00BA796A"/>
    <w:rsid w:val="00BB1E0D"/>
    <w:rsid w:val="00BB4D9B"/>
    <w:rsid w:val="00BB73FF"/>
    <w:rsid w:val="00BB7688"/>
    <w:rsid w:val="00BC1400"/>
    <w:rsid w:val="00BC2923"/>
    <w:rsid w:val="00BC3A91"/>
    <w:rsid w:val="00BC7CAC"/>
    <w:rsid w:val="00BD6D76"/>
    <w:rsid w:val="00BE56B3"/>
    <w:rsid w:val="00BE6132"/>
    <w:rsid w:val="00BE676D"/>
    <w:rsid w:val="00BE70ED"/>
    <w:rsid w:val="00BF04E8"/>
    <w:rsid w:val="00BF16BF"/>
    <w:rsid w:val="00BF4043"/>
    <w:rsid w:val="00BF4D1F"/>
    <w:rsid w:val="00C01C19"/>
    <w:rsid w:val="00C02A73"/>
    <w:rsid w:val="00C0309F"/>
    <w:rsid w:val="00C063D2"/>
    <w:rsid w:val="00C07FD9"/>
    <w:rsid w:val="00C10955"/>
    <w:rsid w:val="00C1177C"/>
    <w:rsid w:val="00C11C4D"/>
    <w:rsid w:val="00C1712C"/>
    <w:rsid w:val="00C23E16"/>
    <w:rsid w:val="00C2704F"/>
    <w:rsid w:val="00C27E37"/>
    <w:rsid w:val="00C32713"/>
    <w:rsid w:val="00C351B8"/>
    <w:rsid w:val="00C410D9"/>
    <w:rsid w:val="00C41E38"/>
    <w:rsid w:val="00C44DB7"/>
    <w:rsid w:val="00C4510A"/>
    <w:rsid w:val="00C47F2E"/>
    <w:rsid w:val="00C51BBE"/>
    <w:rsid w:val="00C52BA6"/>
    <w:rsid w:val="00C57A1A"/>
    <w:rsid w:val="00C6258F"/>
    <w:rsid w:val="00C63DF6"/>
    <w:rsid w:val="00C63E58"/>
    <w:rsid w:val="00C6495E"/>
    <w:rsid w:val="00C670EE"/>
    <w:rsid w:val="00C67E3B"/>
    <w:rsid w:val="00C70DD0"/>
    <w:rsid w:val="00C724DD"/>
    <w:rsid w:val="00C824B3"/>
    <w:rsid w:val="00C872E4"/>
    <w:rsid w:val="00C90311"/>
    <w:rsid w:val="00C90975"/>
    <w:rsid w:val="00C91C26"/>
    <w:rsid w:val="00C97E00"/>
    <w:rsid w:val="00CA0AD1"/>
    <w:rsid w:val="00CA73D5"/>
    <w:rsid w:val="00CB3675"/>
    <w:rsid w:val="00CB7495"/>
    <w:rsid w:val="00CC1C87"/>
    <w:rsid w:val="00CC3000"/>
    <w:rsid w:val="00CC4859"/>
    <w:rsid w:val="00CC7A35"/>
    <w:rsid w:val="00CD072A"/>
    <w:rsid w:val="00CD1C0D"/>
    <w:rsid w:val="00CD7F73"/>
    <w:rsid w:val="00CE26C5"/>
    <w:rsid w:val="00CE36AF"/>
    <w:rsid w:val="00CE54DD"/>
    <w:rsid w:val="00CF0DA5"/>
    <w:rsid w:val="00CF5D31"/>
    <w:rsid w:val="00CF5F3B"/>
    <w:rsid w:val="00CF791A"/>
    <w:rsid w:val="00D00D7D"/>
    <w:rsid w:val="00D109D3"/>
    <w:rsid w:val="00D139C8"/>
    <w:rsid w:val="00D17F81"/>
    <w:rsid w:val="00D240A9"/>
    <w:rsid w:val="00D2758C"/>
    <w:rsid w:val="00D275CA"/>
    <w:rsid w:val="00D2789B"/>
    <w:rsid w:val="00D345AB"/>
    <w:rsid w:val="00D41566"/>
    <w:rsid w:val="00D458EC"/>
    <w:rsid w:val="00D501B0"/>
    <w:rsid w:val="00D52582"/>
    <w:rsid w:val="00D56A0E"/>
    <w:rsid w:val="00D57AD3"/>
    <w:rsid w:val="00D635FE"/>
    <w:rsid w:val="00D7028D"/>
    <w:rsid w:val="00D729DE"/>
    <w:rsid w:val="00D75B6A"/>
    <w:rsid w:val="00D84BDA"/>
    <w:rsid w:val="00D876A8"/>
    <w:rsid w:val="00D87F26"/>
    <w:rsid w:val="00D902CD"/>
    <w:rsid w:val="00D93063"/>
    <w:rsid w:val="00D933B0"/>
    <w:rsid w:val="00D977E8"/>
    <w:rsid w:val="00D97B16"/>
    <w:rsid w:val="00DA3B87"/>
    <w:rsid w:val="00DB1C89"/>
    <w:rsid w:val="00DB3763"/>
    <w:rsid w:val="00DB4029"/>
    <w:rsid w:val="00DB5F4D"/>
    <w:rsid w:val="00DB6DA5"/>
    <w:rsid w:val="00DC076B"/>
    <w:rsid w:val="00DC186F"/>
    <w:rsid w:val="00DC1F27"/>
    <w:rsid w:val="00DC252F"/>
    <w:rsid w:val="00DC6050"/>
    <w:rsid w:val="00DD046E"/>
    <w:rsid w:val="00DD0AB6"/>
    <w:rsid w:val="00DD43EA"/>
    <w:rsid w:val="00DD665F"/>
    <w:rsid w:val="00DE0429"/>
    <w:rsid w:val="00DE6F44"/>
    <w:rsid w:val="00DF7D33"/>
    <w:rsid w:val="00E037D9"/>
    <w:rsid w:val="00E04927"/>
    <w:rsid w:val="00E130EB"/>
    <w:rsid w:val="00E13ED8"/>
    <w:rsid w:val="00E162CD"/>
    <w:rsid w:val="00E16D8C"/>
    <w:rsid w:val="00E17FA5"/>
    <w:rsid w:val="00E20772"/>
    <w:rsid w:val="00E26930"/>
    <w:rsid w:val="00E27257"/>
    <w:rsid w:val="00E34553"/>
    <w:rsid w:val="00E449D0"/>
    <w:rsid w:val="00E4506A"/>
    <w:rsid w:val="00E53E5B"/>
    <w:rsid w:val="00E53F99"/>
    <w:rsid w:val="00E56510"/>
    <w:rsid w:val="00E62EA8"/>
    <w:rsid w:val="00E67A6E"/>
    <w:rsid w:val="00E71B43"/>
    <w:rsid w:val="00E72422"/>
    <w:rsid w:val="00E80553"/>
    <w:rsid w:val="00E81612"/>
    <w:rsid w:val="00E82D5F"/>
    <w:rsid w:val="00E86C6F"/>
    <w:rsid w:val="00E87D18"/>
    <w:rsid w:val="00E87D62"/>
    <w:rsid w:val="00E92AC5"/>
    <w:rsid w:val="00EA38EC"/>
    <w:rsid w:val="00EA486E"/>
    <w:rsid w:val="00EA4FA3"/>
    <w:rsid w:val="00EB001B"/>
    <w:rsid w:val="00EB3082"/>
    <w:rsid w:val="00EB6C33"/>
    <w:rsid w:val="00ED56DD"/>
    <w:rsid w:val="00ED6019"/>
    <w:rsid w:val="00ED7830"/>
    <w:rsid w:val="00EE3909"/>
    <w:rsid w:val="00EF4205"/>
    <w:rsid w:val="00EF5939"/>
    <w:rsid w:val="00F01714"/>
    <w:rsid w:val="00F017C4"/>
    <w:rsid w:val="00F0258F"/>
    <w:rsid w:val="00F02D06"/>
    <w:rsid w:val="00F056E5"/>
    <w:rsid w:val="00F06FDD"/>
    <w:rsid w:val="00F070A4"/>
    <w:rsid w:val="00F103BF"/>
    <w:rsid w:val="00F10819"/>
    <w:rsid w:val="00F16F35"/>
    <w:rsid w:val="00F2229D"/>
    <w:rsid w:val="00F22E82"/>
    <w:rsid w:val="00F25ABB"/>
    <w:rsid w:val="00F27963"/>
    <w:rsid w:val="00F27AE7"/>
    <w:rsid w:val="00F30103"/>
    <w:rsid w:val="00F30446"/>
    <w:rsid w:val="00F328BD"/>
    <w:rsid w:val="00F37A55"/>
    <w:rsid w:val="00F4135D"/>
    <w:rsid w:val="00F41F1B"/>
    <w:rsid w:val="00F46BD9"/>
    <w:rsid w:val="00F55479"/>
    <w:rsid w:val="00F60BE0"/>
    <w:rsid w:val="00F6280E"/>
    <w:rsid w:val="00F7050A"/>
    <w:rsid w:val="00F75533"/>
    <w:rsid w:val="00F809DC"/>
    <w:rsid w:val="00F86EB0"/>
    <w:rsid w:val="00FA3811"/>
    <w:rsid w:val="00FA3B9F"/>
    <w:rsid w:val="00FA3F06"/>
    <w:rsid w:val="00FA4A26"/>
    <w:rsid w:val="00FA7084"/>
    <w:rsid w:val="00FA7BEF"/>
    <w:rsid w:val="00FB02B4"/>
    <w:rsid w:val="00FB03EE"/>
    <w:rsid w:val="00FB1929"/>
    <w:rsid w:val="00FB293B"/>
    <w:rsid w:val="00FB5FD9"/>
    <w:rsid w:val="00FC2FAA"/>
    <w:rsid w:val="00FD33AB"/>
    <w:rsid w:val="00FD4724"/>
    <w:rsid w:val="00FD4A68"/>
    <w:rsid w:val="00FD68ED"/>
    <w:rsid w:val="00FE282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B78DEB-76BC-403B-80B4-40E6E865E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AE6051"/>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FB02B4"/>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FB02B4"/>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AE6051"/>
    <w:pPr>
      <w:keepNext/>
      <w:numPr>
        <w:numId w:val="2"/>
      </w:numPr>
      <w:spacing w:before="240"/>
      <w:outlineLvl w:val="0"/>
    </w:pPr>
    <w:rPr>
      <w:b/>
      <w:sz w:val="28"/>
    </w:rPr>
  </w:style>
  <w:style w:type="paragraph" w:customStyle="1" w:styleId="SubStepAlpha">
    <w:name w:val="SubStep Alpha"/>
    <w:basedOn w:val="Normal"/>
    <w:qFormat/>
    <w:rsid w:val="00AE6051"/>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E6051"/>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8642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E5061-7351-40EE-8306-1C4E9D38D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1950</Words>
  <Characters>10866</Characters>
  <Application>Microsoft Office Word</Application>
  <DocSecurity>0</DocSecurity>
  <Lines>452</Lines>
  <Paragraphs>457</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
      <vt:lpstr>Topology</vt:lpstr>
      <vt:lpstr>Addressing Table</vt:lpstr>
      <vt:lpstr>Objectives</vt:lpstr>
      <vt:lpstr>Background / Scenario</vt:lpstr>
      <vt:lpstr>Required Resources</vt:lpstr>
      <vt:lpstr>Configure Basic Device Settings</vt:lpstr>
      <vt:lpstr>    Cable the network as shown in the topology.</vt:lpstr>
      <vt:lpstr>    Initialize and reload the routers and switches.</vt:lpstr>
      <vt:lpstr>    Configure basic settings for each router.</vt:lpstr>
      <vt:lpstr>    Configure default routes to the ISP router.</vt:lpstr>
      <vt:lpstr>    Configure the PCs.</vt:lpstr>
      <vt:lpstr>    Verify connectivity.</vt:lpstr>
      <vt:lpstr>    Save your running configuration.</vt:lpstr>
      <vt:lpstr>Configure a GRE Tunnel</vt:lpstr>
      <vt:lpstr>    Configure the GRE tunnel interface.</vt:lpstr>
      <vt:lpstr>    Verify that the GRE tunnel is functional.</vt:lpstr>
      <vt:lpstr>Enable Routing over the GRE Tunnel</vt:lpstr>
      <vt:lpstr>    Configure OSPF routing for area 0 over the tunnel.</vt:lpstr>
      <vt:lpstr>    Verify OSPF routing.</vt:lpstr>
      <vt:lpstr>    Verify end-to-end connectivity.</vt:lpstr>
      <vt:lpstr>Reflection</vt:lpstr>
      <vt:lpstr>Router Interface Summary Table</vt:lpstr>
      <vt:lpstr>Device Configs</vt:lpstr>
      <vt:lpstr>Router WEST</vt:lpstr>
      <vt:lpstr>Router ISP</vt:lpstr>
      <vt:lpstr>Router EAST</vt:lpstr>
    </vt:vector>
  </TitlesOfParts>
  <Company>Microsoft</Company>
  <LinksUpToDate>false</LinksUpToDate>
  <CharactersWithSpaces>12359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 Pennock</cp:lastModifiedBy>
  <cp:revision>3</cp:revision>
  <dcterms:created xsi:type="dcterms:W3CDTF">2016-09-29T18:28:00Z</dcterms:created>
  <dcterms:modified xsi:type="dcterms:W3CDTF">2016-09-29T18:31:00Z</dcterms:modified>
</cp:coreProperties>
</file>