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CF4" w:rsidRPr="009A1CF4" w:rsidRDefault="009C77EE" w:rsidP="009209AE">
      <w:pPr>
        <w:pStyle w:val="LabTitle"/>
      </w:pPr>
      <w:r>
        <w:rPr>
          <w:b w:val="0"/>
          <w:sz w:val="20"/>
        </w:rPr>
        <w:t xml:space="preserve"> </w:t>
      </w:r>
      <w:r w:rsidR="002C7FC7">
        <w:t>We Really Could Use a Map</w:t>
      </w:r>
      <w:r w:rsidR="00CD68CB">
        <w:t>!</w:t>
      </w:r>
    </w:p>
    <w:p w:rsidR="009D2C27" w:rsidRPr="00BB73FF" w:rsidRDefault="009D2C27" w:rsidP="0014219C">
      <w:pPr>
        <w:pStyle w:val="LabSection"/>
      </w:pPr>
      <w:r w:rsidRPr="00BB73FF">
        <w:t>Objective</w:t>
      </w:r>
      <w:r w:rsidR="006E6581">
        <w:t>s</w:t>
      </w:r>
    </w:p>
    <w:p w:rsidR="006E6581" w:rsidRPr="009209AE" w:rsidRDefault="002C7FC7" w:rsidP="009209AE">
      <w:pPr>
        <w:pStyle w:val="BodyTextL25"/>
        <w:rPr>
          <w:b/>
        </w:rPr>
      </w:pPr>
      <w:r w:rsidRPr="009C77EE">
        <w:rPr>
          <w:b/>
        </w:rPr>
        <w:t>Describe the three types of routes that are populated in a routing table (to include: directly-connected, static</w:t>
      </w:r>
      <w:r w:rsidR="001E1033">
        <w:rPr>
          <w:b/>
        </w:rPr>
        <w:t>,</w:t>
      </w:r>
      <w:r w:rsidR="00213163" w:rsidRPr="009C77EE">
        <w:rPr>
          <w:b/>
        </w:rPr>
        <w:t xml:space="preserve"> and dynamic</w:t>
      </w:r>
      <w:r w:rsidRPr="009C77EE">
        <w:rPr>
          <w:b/>
        </w:rPr>
        <w:t>)</w:t>
      </w:r>
      <w:r w:rsidR="006724BE" w:rsidRPr="009C77EE">
        <w:rPr>
          <w:b/>
        </w:rPr>
        <w:t>.</w:t>
      </w:r>
    </w:p>
    <w:p w:rsidR="00C07FD9" w:rsidRPr="00C07FD9" w:rsidRDefault="00672919" w:rsidP="0014219C">
      <w:pPr>
        <w:pStyle w:val="LabSection"/>
      </w:pPr>
      <w:r>
        <w:t>Scenario</w:t>
      </w:r>
    </w:p>
    <w:p w:rsidR="009C77EE" w:rsidRDefault="00F13F96" w:rsidP="00F13F96">
      <w:pPr>
        <w:pStyle w:val="BodyTextL25"/>
      </w:pPr>
      <w:r w:rsidRPr="009C77EE">
        <w:t>Use</w:t>
      </w:r>
      <w:r>
        <w:t xml:space="preserve"> the </w:t>
      </w:r>
      <w:r w:rsidR="009C77EE">
        <w:t xml:space="preserve">Ashland and Richmond </w:t>
      </w:r>
      <w:r>
        <w:t xml:space="preserve">routing tables shown </w:t>
      </w:r>
      <w:r w:rsidR="00A54158">
        <w:t>below</w:t>
      </w:r>
      <w:r w:rsidR="009C77EE">
        <w:t xml:space="preserve">. </w:t>
      </w:r>
      <w:r>
        <w:t xml:space="preserve">With the help of a classmate, </w:t>
      </w:r>
      <w:r w:rsidR="00976B35">
        <w:t xml:space="preserve">draw </w:t>
      </w:r>
      <w:r>
        <w:t>a network topology using the information from the tables. To assist you with this activity, follow these guidelines:</w:t>
      </w:r>
    </w:p>
    <w:p w:rsidR="00F13F96" w:rsidRDefault="00F13F96" w:rsidP="009C77EE">
      <w:pPr>
        <w:pStyle w:val="Bulletlevel1"/>
      </w:pPr>
      <w:r>
        <w:t>Start with the Ashland router - use its routing table to identify ports and IP addresses/networks.</w:t>
      </w:r>
    </w:p>
    <w:p w:rsidR="00236024" w:rsidRDefault="00F13F96" w:rsidP="009C77EE">
      <w:pPr>
        <w:pStyle w:val="Bulletlevel1"/>
      </w:pPr>
      <w:r>
        <w:t xml:space="preserve">Add the Richmond router </w:t>
      </w:r>
      <w:r w:rsidR="00BF0AED">
        <w:t xml:space="preserve">- </w:t>
      </w:r>
      <w:r>
        <w:t>use its routing table to identify ports and IP addresses/networks.</w:t>
      </w:r>
    </w:p>
    <w:p w:rsidR="00F13F96" w:rsidRDefault="00F13F96" w:rsidP="009C77EE">
      <w:pPr>
        <w:pStyle w:val="Bulletlevel1"/>
      </w:pPr>
      <w:r>
        <w:t>Add any other intermediary and end devices</w:t>
      </w:r>
      <w:r w:rsidR="00BF0AED">
        <w:t>,</w:t>
      </w:r>
      <w:r>
        <w:t xml:space="preserve"> as specified by the tables.</w:t>
      </w:r>
    </w:p>
    <w:p w:rsidR="00236024" w:rsidRDefault="00976B35" w:rsidP="00A57723">
      <w:pPr>
        <w:pStyle w:val="BodyTextL25"/>
      </w:pPr>
      <w:r>
        <w:t xml:space="preserve">In addition, record </w:t>
      </w:r>
      <w:r w:rsidR="00236024">
        <w:t>answer</w:t>
      </w:r>
      <w:r>
        <w:t xml:space="preserve">s from your group to </w:t>
      </w:r>
      <w:r w:rsidR="00236024">
        <w:t xml:space="preserve">the reflection questions </w:t>
      </w:r>
      <w:r w:rsidR="00A57723">
        <w:t>provided with this</w:t>
      </w:r>
      <w:r w:rsidR="00236024">
        <w:t xml:space="preserve"> activity.</w:t>
      </w:r>
    </w:p>
    <w:p w:rsidR="00A57723" w:rsidRDefault="00A57723" w:rsidP="00A57723">
      <w:pPr>
        <w:pStyle w:val="BodyTextL25"/>
      </w:pPr>
      <w:r>
        <w:t>Be prepared to share your work with another group or the class.</w:t>
      </w:r>
    </w:p>
    <w:p w:rsidR="009C77EE" w:rsidRDefault="009C77EE" w:rsidP="009C77EE">
      <w:pPr>
        <w:pStyle w:val="LabSection"/>
      </w:pPr>
      <w:r>
        <w:t>Resources</w:t>
      </w:r>
    </w:p>
    <w:tbl>
      <w:tblPr>
        <w:tblStyle w:val="LabTableStyle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FD2438" w:rsidTr="000E74E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96" w:type="dxa"/>
          </w:tcPr>
          <w:p w:rsidR="00855E53" w:rsidRDefault="00855E53" w:rsidP="00855E53">
            <w:pPr>
              <w:pStyle w:val="CMDOutput"/>
              <w:jc w:val="left"/>
            </w:pPr>
            <w:r>
              <w:t xml:space="preserve">Ashland&gt; </w:t>
            </w:r>
            <w:r w:rsidRPr="00855E53">
              <w:rPr>
                <w:b/>
              </w:rPr>
              <w:t>show ip route</w:t>
            </w:r>
          </w:p>
          <w:p w:rsidR="00855E53" w:rsidRDefault="00855E53" w:rsidP="00855E53">
            <w:pPr>
              <w:pStyle w:val="CMDOutput"/>
              <w:jc w:val="left"/>
            </w:pPr>
            <w:r>
              <w:t>Codes: L - local, C - connected, S - static, R - RIP, M - mobile, B - BGP</w:t>
            </w:r>
          </w:p>
          <w:p w:rsidR="00855E53" w:rsidRDefault="00855E53" w:rsidP="00855E53">
            <w:pPr>
              <w:pStyle w:val="CMDOutput"/>
              <w:jc w:val="left"/>
            </w:pPr>
            <w:r>
              <w:t>D - EIGRP, EX - EIGRP external, O - OSPF, IA - OSPF inter area</w:t>
            </w:r>
          </w:p>
          <w:p w:rsidR="00855E53" w:rsidRDefault="00855E53" w:rsidP="00855E53">
            <w:pPr>
              <w:pStyle w:val="CMDOutput"/>
              <w:jc w:val="left"/>
            </w:pPr>
            <w:r>
              <w:t>N1 - OSPF NSSA external type 1, N2 - OSPF NSSA external type 2</w:t>
            </w:r>
          </w:p>
          <w:p w:rsidR="00855E53" w:rsidRDefault="00855E53" w:rsidP="00855E53">
            <w:pPr>
              <w:pStyle w:val="CMDOutput"/>
              <w:jc w:val="left"/>
            </w:pPr>
            <w:r>
              <w:t>E1 - OSPF external type 1, E2 - OSPF external type 2, E - EGP</w:t>
            </w:r>
          </w:p>
          <w:p w:rsidR="00855E53" w:rsidRDefault="00855E53" w:rsidP="00855E53">
            <w:pPr>
              <w:pStyle w:val="CMDOutput"/>
              <w:jc w:val="left"/>
            </w:pPr>
            <w:proofErr w:type="spellStart"/>
            <w:r>
              <w:t>i</w:t>
            </w:r>
            <w:proofErr w:type="spellEnd"/>
            <w:r>
              <w:t xml:space="preserve"> - IS-IS, L1 - IS-IS level-1, L2 - IS-IS level-2, </w:t>
            </w:r>
            <w:proofErr w:type="spellStart"/>
            <w:r>
              <w:t>ia</w:t>
            </w:r>
            <w:proofErr w:type="spellEnd"/>
            <w:r>
              <w:t xml:space="preserve"> - IS-IS inter area</w:t>
            </w:r>
          </w:p>
          <w:p w:rsidR="00855E53" w:rsidRDefault="00855E53" w:rsidP="00855E53">
            <w:pPr>
              <w:pStyle w:val="CMDOutput"/>
              <w:jc w:val="left"/>
            </w:pPr>
            <w:r>
              <w:t>* - candidate default, U - per-user static route, o - ODR</w:t>
            </w:r>
          </w:p>
          <w:p w:rsidR="00855E53" w:rsidRDefault="00855E53" w:rsidP="00855E53">
            <w:pPr>
              <w:pStyle w:val="CMDOutput"/>
              <w:jc w:val="left"/>
            </w:pPr>
            <w:r>
              <w:t>P - periodic downloaded static route</w:t>
            </w:r>
          </w:p>
          <w:p w:rsidR="00855E53" w:rsidRDefault="00855E53" w:rsidP="00855E53">
            <w:pPr>
              <w:pStyle w:val="CMDOutput"/>
              <w:jc w:val="left"/>
            </w:pPr>
          </w:p>
          <w:p w:rsidR="00855E53" w:rsidRDefault="00855E53" w:rsidP="00855E53">
            <w:pPr>
              <w:pStyle w:val="CMDOutput"/>
              <w:jc w:val="left"/>
            </w:pPr>
            <w:r>
              <w:t>Gateway of last resort is not set</w:t>
            </w:r>
          </w:p>
          <w:p w:rsidR="00855E53" w:rsidRDefault="00855E53" w:rsidP="00855E53">
            <w:pPr>
              <w:pStyle w:val="CMDOutput"/>
              <w:jc w:val="left"/>
            </w:pPr>
          </w:p>
          <w:p w:rsidR="00855E53" w:rsidRDefault="00855E53" w:rsidP="00855E53">
            <w:pPr>
              <w:pStyle w:val="CMDOutput"/>
              <w:jc w:val="left"/>
            </w:pPr>
            <w:r>
              <w:t xml:space="preserve">192.168.1.0/24 is variably </w:t>
            </w:r>
            <w:proofErr w:type="spellStart"/>
            <w:r>
              <w:t>subnetted</w:t>
            </w:r>
            <w:proofErr w:type="spellEnd"/>
            <w:r>
              <w:t>, 2 subnets, 2 masks</w:t>
            </w:r>
          </w:p>
          <w:p w:rsidR="00855E53" w:rsidRDefault="00855E53" w:rsidP="00855E53">
            <w:pPr>
              <w:pStyle w:val="CMDOutput"/>
              <w:jc w:val="left"/>
            </w:pPr>
            <w:r>
              <w:t>C 192.168.1.0/24 is directly connected, GigabitEthernet0/1</w:t>
            </w:r>
          </w:p>
          <w:p w:rsidR="00855E53" w:rsidRDefault="00855E53" w:rsidP="00855E53">
            <w:pPr>
              <w:pStyle w:val="CMDOutput"/>
              <w:jc w:val="left"/>
            </w:pPr>
            <w:r>
              <w:t>L 192.168.1.1/32 is directly connected, GigabitEthernet0/1</w:t>
            </w:r>
          </w:p>
          <w:p w:rsidR="00855E53" w:rsidRDefault="00855E53" w:rsidP="00855E53">
            <w:pPr>
              <w:pStyle w:val="CMDOutput"/>
              <w:jc w:val="left"/>
            </w:pPr>
            <w:r>
              <w:t xml:space="preserve">192.168.2.0/24 is variably </w:t>
            </w:r>
            <w:proofErr w:type="spellStart"/>
            <w:r>
              <w:t>subnetted</w:t>
            </w:r>
            <w:proofErr w:type="spellEnd"/>
            <w:r>
              <w:t>, 2 subnets, 2 masks</w:t>
            </w:r>
          </w:p>
          <w:p w:rsidR="00855E53" w:rsidRDefault="00855E53" w:rsidP="00855E53">
            <w:pPr>
              <w:pStyle w:val="CMDOutput"/>
              <w:jc w:val="left"/>
            </w:pPr>
            <w:r>
              <w:t>C 192.168.2.0/24 is directly connected, Serial0/0/0</w:t>
            </w:r>
          </w:p>
          <w:p w:rsidR="00855E53" w:rsidRDefault="00855E53" w:rsidP="00855E53">
            <w:pPr>
              <w:pStyle w:val="CMDOutput"/>
              <w:jc w:val="left"/>
            </w:pPr>
            <w:r>
              <w:t>L 192.168.2.1/32 is directly connected, Serial0/0/0</w:t>
            </w:r>
          </w:p>
          <w:p w:rsidR="00855E53" w:rsidRDefault="00855E53" w:rsidP="00855E53">
            <w:pPr>
              <w:pStyle w:val="CMDOutput"/>
              <w:jc w:val="left"/>
            </w:pPr>
            <w:r>
              <w:t>D 192.168.3.0/24 [90/2170368] via 192.168.4.2, 01:53:50, GigabitEthernet0/0</w:t>
            </w:r>
          </w:p>
          <w:p w:rsidR="00855E53" w:rsidRDefault="00855E53" w:rsidP="00855E53">
            <w:pPr>
              <w:pStyle w:val="CMDOutput"/>
              <w:jc w:val="left"/>
            </w:pPr>
            <w:r>
              <w:t xml:space="preserve">192.168.4.0/24 is variably </w:t>
            </w:r>
            <w:proofErr w:type="spellStart"/>
            <w:r>
              <w:t>subnetted</w:t>
            </w:r>
            <w:proofErr w:type="spellEnd"/>
            <w:r>
              <w:t>, 2 subnets, 2 masks</w:t>
            </w:r>
          </w:p>
          <w:p w:rsidR="00855E53" w:rsidRDefault="00855E53" w:rsidP="00855E53">
            <w:pPr>
              <w:pStyle w:val="CMDOutput"/>
              <w:jc w:val="left"/>
            </w:pPr>
            <w:r>
              <w:t>C 192.168.4.0/24 is directly connected, GigabitEthernet0/0</w:t>
            </w:r>
          </w:p>
          <w:p w:rsidR="00855E53" w:rsidRDefault="00855E53" w:rsidP="00855E53">
            <w:pPr>
              <w:pStyle w:val="CMDOutput"/>
              <w:jc w:val="left"/>
            </w:pPr>
            <w:r>
              <w:t>L 192.168.4.1/32 is directly connected, GigabitEthernet0/0</w:t>
            </w:r>
          </w:p>
          <w:p w:rsidR="00855E53" w:rsidRDefault="00855E53" w:rsidP="00855E53">
            <w:pPr>
              <w:pStyle w:val="CMDOutput"/>
              <w:jc w:val="left"/>
            </w:pPr>
            <w:r>
              <w:t>D 192.168.5.0/24 [90/3072] via 192.168.4.2, 01:59:14, GigabitEthernet0/0</w:t>
            </w:r>
          </w:p>
          <w:p w:rsidR="00855E53" w:rsidRDefault="00855E53" w:rsidP="00855E53">
            <w:pPr>
              <w:pStyle w:val="CMDOutput"/>
              <w:jc w:val="left"/>
            </w:pPr>
            <w:r>
              <w:t>S 192.168.6.0/24 [1/0] via 192.168.2.2</w:t>
            </w:r>
          </w:p>
          <w:p w:rsidR="00FD2438" w:rsidRDefault="00855E53" w:rsidP="00855E53">
            <w:pPr>
              <w:pStyle w:val="CMDOutput"/>
              <w:jc w:val="left"/>
            </w:pPr>
            <w:r>
              <w:t>Ashland&gt;</w:t>
            </w:r>
          </w:p>
        </w:tc>
      </w:tr>
    </w:tbl>
    <w:p w:rsidR="009C77EE" w:rsidRDefault="009C77EE" w:rsidP="009C77EE">
      <w:pPr>
        <w:pStyle w:val="BodyText1"/>
      </w:pPr>
    </w:p>
    <w:tbl>
      <w:tblPr>
        <w:tblStyle w:val="LabTableStyle"/>
        <w:tblW w:w="0" w:type="auto"/>
        <w:tblLook w:val="04A0" w:firstRow="1" w:lastRow="0" w:firstColumn="1" w:lastColumn="0" w:noHBand="0" w:noVBand="1"/>
      </w:tblPr>
      <w:tblGrid>
        <w:gridCol w:w="10296"/>
      </w:tblGrid>
      <w:tr w:rsidR="00855E53" w:rsidRPr="00855E53" w:rsidTr="00FD24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0296" w:type="dxa"/>
          </w:tcPr>
          <w:p w:rsidR="00855E53" w:rsidRPr="00855E53" w:rsidRDefault="00855E53" w:rsidP="00855E53">
            <w:pPr>
              <w:pStyle w:val="CMDOutput"/>
              <w:jc w:val="left"/>
              <w:rPr>
                <w:color w:val="000000" w:themeColor="text1"/>
              </w:rPr>
            </w:pPr>
            <w:r w:rsidRPr="00855E53">
              <w:rPr>
                <w:color w:val="000000" w:themeColor="text1"/>
              </w:rPr>
              <w:lastRenderedPageBreak/>
              <w:t>Richmond&gt;</w:t>
            </w:r>
            <w:r>
              <w:rPr>
                <w:color w:val="000000" w:themeColor="text1"/>
              </w:rPr>
              <w:t xml:space="preserve"> </w:t>
            </w:r>
            <w:r w:rsidRPr="00855E53">
              <w:rPr>
                <w:b/>
                <w:color w:val="000000" w:themeColor="text1"/>
              </w:rPr>
              <w:t>show ip route</w:t>
            </w:r>
          </w:p>
          <w:p w:rsidR="00855E53" w:rsidRPr="00855E53" w:rsidRDefault="00855E53" w:rsidP="00855E53">
            <w:pPr>
              <w:pStyle w:val="CMDOutput"/>
              <w:jc w:val="left"/>
              <w:rPr>
                <w:color w:val="000000" w:themeColor="text1"/>
              </w:rPr>
            </w:pPr>
            <w:r w:rsidRPr="00855E53">
              <w:rPr>
                <w:color w:val="000000" w:themeColor="text1"/>
              </w:rPr>
              <w:t>Codes: L - local, C - connected, S - static, R - RIP, M - mobile, B - BGP</w:t>
            </w:r>
          </w:p>
          <w:p w:rsidR="00855E53" w:rsidRPr="00855E53" w:rsidRDefault="00855E53" w:rsidP="00855E53">
            <w:pPr>
              <w:pStyle w:val="CMDOutput"/>
              <w:jc w:val="left"/>
              <w:rPr>
                <w:color w:val="000000" w:themeColor="text1"/>
              </w:rPr>
            </w:pPr>
            <w:r w:rsidRPr="00855E53">
              <w:rPr>
                <w:color w:val="000000" w:themeColor="text1"/>
              </w:rPr>
              <w:t>D - EIGRP, EX - EIGRP external, O - OSPF, IA - OSPF inter area</w:t>
            </w:r>
          </w:p>
          <w:p w:rsidR="00855E53" w:rsidRPr="00855E53" w:rsidRDefault="00855E53" w:rsidP="00855E53">
            <w:pPr>
              <w:pStyle w:val="CMDOutput"/>
              <w:jc w:val="left"/>
              <w:rPr>
                <w:color w:val="000000" w:themeColor="text1"/>
              </w:rPr>
            </w:pPr>
            <w:r w:rsidRPr="00855E53">
              <w:rPr>
                <w:color w:val="000000" w:themeColor="text1"/>
              </w:rPr>
              <w:t>N1 - OSPF NSSA external type 1, N2 - OSPF NSSA external type 2</w:t>
            </w:r>
          </w:p>
          <w:p w:rsidR="00855E53" w:rsidRPr="00855E53" w:rsidRDefault="00855E53" w:rsidP="00855E53">
            <w:pPr>
              <w:pStyle w:val="CMDOutput"/>
              <w:jc w:val="left"/>
              <w:rPr>
                <w:color w:val="000000" w:themeColor="text1"/>
              </w:rPr>
            </w:pPr>
            <w:r w:rsidRPr="00855E53">
              <w:rPr>
                <w:color w:val="000000" w:themeColor="text1"/>
              </w:rPr>
              <w:t>E1 - OSPF external type 1, E2 - OSPF external type 2, E - EGP</w:t>
            </w:r>
          </w:p>
          <w:p w:rsidR="00855E53" w:rsidRPr="00855E53" w:rsidRDefault="00855E53" w:rsidP="00855E53">
            <w:pPr>
              <w:pStyle w:val="CMDOutput"/>
              <w:jc w:val="left"/>
              <w:rPr>
                <w:color w:val="000000" w:themeColor="text1"/>
              </w:rPr>
            </w:pPr>
            <w:proofErr w:type="spellStart"/>
            <w:r w:rsidRPr="00855E53">
              <w:rPr>
                <w:color w:val="000000" w:themeColor="text1"/>
              </w:rPr>
              <w:t>i</w:t>
            </w:r>
            <w:proofErr w:type="spellEnd"/>
            <w:r w:rsidRPr="00855E53">
              <w:rPr>
                <w:color w:val="000000" w:themeColor="text1"/>
              </w:rPr>
              <w:t xml:space="preserve"> - IS-IS, L1 - IS-IS level-1, L2 - IS-IS level-2, </w:t>
            </w:r>
            <w:proofErr w:type="spellStart"/>
            <w:r w:rsidRPr="00855E53">
              <w:rPr>
                <w:color w:val="000000" w:themeColor="text1"/>
              </w:rPr>
              <w:t>ia</w:t>
            </w:r>
            <w:proofErr w:type="spellEnd"/>
            <w:r w:rsidRPr="00855E53">
              <w:rPr>
                <w:color w:val="000000" w:themeColor="text1"/>
              </w:rPr>
              <w:t xml:space="preserve"> - IS-IS inter area</w:t>
            </w:r>
          </w:p>
          <w:p w:rsidR="00855E53" w:rsidRPr="00855E53" w:rsidRDefault="00855E53" w:rsidP="00855E53">
            <w:pPr>
              <w:pStyle w:val="CMDOutput"/>
              <w:jc w:val="left"/>
              <w:rPr>
                <w:color w:val="000000" w:themeColor="text1"/>
              </w:rPr>
            </w:pPr>
            <w:r w:rsidRPr="00855E53">
              <w:rPr>
                <w:color w:val="000000" w:themeColor="text1"/>
              </w:rPr>
              <w:t>* - candidate default, U - per-user static route, o - ODR</w:t>
            </w:r>
          </w:p>
          <w:p w:rsidR="00855E53" w:rsidRPr="00855E53" w:rsidRDefault="00855E53" w:rsidP="00855E53">
            <w:pPr>
              <w:pStyle w:val="CMDOutput"/>
              <w:jc w:val="left"/>
              <w:rPr>
                <w:color w:val="000000" w:themeColor="text1"/>
              </w:rPr>
            </w:pPr>
            <w:r w:rsidRPr="00855E53">
              <w:rPr>
                <w:color w:val="000000" w:themeColor="text1"/>
              </w:rPr>
              <w:t>P - periodic downloaded static route</w:t>
            </w:r>
          </w:p>
          <w:p w:rsidR="00855E53" w:rsidRPr="00855E53" w:rsidRDefault="00855E53" w:rsidP="00855E53">
            <w:pPr>
              <w:pStyle w:val="CMDOutput"/>
              <w:jc w:val="left"/>
              <w:rPr>
                <w:color w:val="000000" w:themeColor="text1"/>
              </w:rPr>
            </w:pPr>
          </w:p>
          <w:p w:rsidR="00855E53" w:rsidRPr="00855E53" w:rsidRDefault="00855E53" w:rsidP="00855E53">
            <w:pPr>
              <w:pStyle w:val="CMDOutput"/>
              <w:jc w:val="left"/>
              <w:rPr>
                <w:color w:val="000000" w:themeColor="text1"/>
              </w:rPr>
            </w:pPr>
            <w:r w:rsidRPr="00855E53">
              <w:rPr>
                <w:color w:val="000000" w:themeColor="text1"/>
              </w:rPr>
              <w:t>Gateway of last resort is not set</w:t>
            </w:r>
          </w:p>
          <w:p w:rsidR="00855E53" w:rsidRPr="00855E53" w:rsidRDefault="00855E53" w:rsidP="00855E53">
            <w:pPr>
              <w:pStyle w:val="CMDOutput"/>
              <w:jc w:val="left"/>
              <w:rPr>
                <w:color w:val="000000" w:themeColor="text1"/>
              </w:rPr>
            </w:pPr>
          </w:p>
          <w:p w:rsidR="00855E53" w:rsidRPr="00855E53" w:rsidRDefault="00855E53" w:rsidP="00855E53">
            <w:pPr>
              <w:pStyle w:val="CMDOutput"/>
              <w:jc w:val="left"/>
              <w:rPr>
                <w:color w:val="000000" w:themeColor="text1"/>
              </w:rPr>
            </w:pPr>
            <w:r w:rsidRPr="00855E53">
              <w:rPr>
                <w:color w:val="000000" w:themeColor="text1"/>
              </w:rPr>
              <w:t>S 192.168.1.0/24 [1/0] via 192.168.3.1</w:t>
            </w:r>
          </w:p>
          <w:p w:rsidR="00855E53" w:rsidRPr="00855E53" w:rsidRDefault="00855E53" w:rsidP="00855E53">
            <w:pPr>
              <w:pStyle w:val="CMDOutput"/>
              <w:jc w:val="left"/>
              <w:rPr>
                <w:color w:val="000000" w:themeColor="text1"/>
              </w:rPr>
            </w:pPr>
            <w:r w:rsidRPr="00855E53">
              <w:rPr>
                <w:color w:val="000000" w:themeColor="text1"/>
              </w:rPr>
              <w:t>D 192.168.2.0/24 [90/2170368] via 192.168.5.2, 01:55:09, GigabitEthernet0/1</w:t>
            </w:r>
          </w:p>
          <w:p w:rsidR="00855E53" w:rsidRPr="00855E53" w:rsidRDefault="00855E53" w:rsidP="00855E53">
            <w:pPr>
              <w:pStyle w:val="CMDOutput"/>
              <w:jc w:val="left"/>
              <w:rPr>
                <w:color w:val="000000" w:themeColor="text1"/>
              </w:rPr>
            </w:pPr>
            <w:r w:rsidRPr="00855E53">
              <w:rPr>
                <w:color w:val="000000" w:themeColor="text1"/>
              </w:rPr>
              <w:t xml:space="preserve">192.168.3.0/24 is variably </w:t>
            </w:r>
            <w:proofErr w:type="spellStart"/>
            <w:r w:rsidRPr="00855E53">
              <w:rPr>
                <w:color w:val="000000" w:themeColor="text1"/>
              </w:rPr>
              <w:t>subnetted</w:t>
            </w:r>
            <w:proofErr w:type="spellEnd"/>
            <w:r w:rsidRPr="00855E53">
              <w:rPr>
                <w:color w:val="000000" w:themeColor="text1"/>
              </w:rPr>
              <w:t>, 2 subnets, 2 masks</w:t>
            </w:r>
          </w:p>
          <w:p w:rsidR="00855E53" w:rsidRPr="00855E53" w:rsidRDefault="00855E53" w:rsidP="00855E53">
            <w:pPr>
              <w:pStyle w:val="CMDOutput"/>
              <w:jc w:val="left"/>
              <w:rPr>
                <w:color w:val="000000" w:themeColor="text1"/>
              </w:rPr>
            </w:pPr>
            <w:r w:rsidRPr="00855E53">
              <w:rPr>
                <w:color w:val="000000" w:themeColor="text1"/>
              </w:rPr>
              <w:t>C 192.168.3.0/24 is directly connected, Serial0/0/0</w:t>
            </w:r>
          </w:p>
          <w:p w:rsidR="00855E53" w:rsidRPr="00855E53" w:rsidRDefault="00855E53" w:rsidP="00855E53">
            <w:pPr>
              <w:pStyle w:val="CMDOutput"/>
              <w:jc w:val="left"/>
              <w:rPr>
                <w:color w:val="000000" w:themeColor="text1"/>
              </w:rPr>
            </w:pPr>
            <w:r w:rsidRPr="00855E53">
              <w:rPr>
                <w:color w:val="000000" w:themeColor="text1"/>
              </w:rPr>
              <w:t>L 192.168.3.2/32 is directly connected, Serial0/0/0</w:t>
            </w:r>
          </w:p>
          <w:p w:rsidR="00855E53" w:rsidRPr="00855E53" w:rsidRDefault="00855E53" w:rsidP="00855E53">
            <w:pPr>
              <w:pStyle w:val="CMDOutput"/>
              <w:jc w:val="left"/>
              <w:rPr>
                <w:color w:val="000000" w:themeColor="text1"/>
              </w:rPr>
            </w:pPr>
            <w:r w:rsidRPr="00855E53">
              <w:rPr>
                <w:color w:val="000000" w:themeColor="text1"/>
              </w:rPr>
              <w:t>D 192.168.4.0/24 [90/3072] via 192.168.5.2, 01:55:09, GigabitEthernet0/1</w:t>
            </w:r>
          </w:p>
          <w:p w:rsidR="00855E53" w:rsidRPr="00855E53" w:rsidRDefault="00855E53" w:rsidP="00855E53">
            <w:pPr>
              <w:pStyle w:val="CMDOutput"/>
              <w:jc w:val="left"/>
              <w:rPr>
                <w:color w:val="000000" w:themeColor="text1"/>
              </w:rPr>
            </w:pPr>
            <w:r w:rsidRPr="00855E53">
              <w:rPr>
                <w:color w:val="000000" w:themeColor="text1"/>
              </w:rPr>
              <w:t xml:space="preserve">192.168.5.0/24 is variably </w:t>
            </w:r>
            <w:proofErr w:type="spellStart"/>
            <w:r w:rsidRPr="00855E53">
              <w:rPr>
                <w:color w:val="000000" w:themeColor="text1"/>
              </w:rPr>
              <w:t>subnetted</w:t>
            </w:r>
            <w:proofErr w:type="spellEnd"/>
            <w:r w:rsidRPr="00855E53">
              <w:rPr>
                <w:color w:val="000000" w:themeColor="text1"/>
              </w:rPr>
              <w:t>, 2 subnets, 2 masks</w:t>
            </w:r>
          </w:p>
          <w:p w:rsidR="00855E53" w:rsidRPr="00855E53" w:rsidRDefault="00855E53" w:rsidP="00855E53">
            <w:pPr>
              <w:pStyle w:val="CMDOutput"/>
              <w:jc w:val="left"/>
              <w:rPr>
                <w:color w:val="000000" w:themeColor="text1"/>
              </w:rPr>
            </w:pPr>
            <w:r w:rsidRPr="00855E53">
              <w:rPr>
                <w:color w:val="000000" w:themeColor="text1"/>
              </w:rPr>
              <w:t>C 192.168.5.0/24 is directly connected, GigabitEthernet0/1</w:t>
            </w:r>
          </w:p>
          <w:p w:rsidR="00855E53" w:rsidRPr="00855E53" w:rsidRDefault="00855E53" w:rsidP="00855E53">
            <w:pPr>
              <w:pStyle w:val="CMDOutput"/>
              <w:jc w:val="left"/>
              <w:rPr>
                <w:color w:val="000000" w:themeColor="text1"/>
              </w:rPr>
            </w:pPr>
            <w:r w:rsidRPr="00855E53">
              <w:rPr>
                <w:color w:val="000000" w:themeColor="text1"/>
              </w:rPr>
              <w:t>L 192.168.5.1/32 is directly connected, GigabitEthernet0/1</w:t>
            </w:r>
          </w:p>
          <w:p w:rsidR="00855E53" w:rsidRPr="00855E53" w:rsidRDefault="00855E53" w:rsidP="00855E53">
            <w:pPr>
              <w:pStyle w:val="CMDOutput"/>
              <w:jc w:val="left"/>
              <w:rPr>
                <w:color w:val="000000" w:themeColor="text1"/>
              </w:rPr>
            </w:pPr>
            <w:r w:rsidRPr="00855E53">
              <w:rPr>
                <w:color w:val="000000" w:themeColor="text1"/>
              </w:rPr>
              <w:t xml:space="preserve">192.168.6.0/24 is variably </w:t>
            </w:r>
            <w:proofErr w:type="spellStart"/>
            <w:r w:rsidRPr="00855E53">
              <w:rPr>
                <w:color w:val="000000" w:themeColor="text1"/>
              </w:rPr>
              <w:t>subnetted</w:t>
            </w:r>
            <w:proofErr w:type="spellEnd"/>
            <w:r w:rsidRPr="00855E53">
              <w:rPr>
                <w:color w:val="000000" w:themeColor="text1"/>
              </w:rPr>
              <w:t>, 2 subnets, 2 masks</w:t>
            </w:r>
          </w:p>
          <w:p w:rsidR="00855E53" w:rsidRPr="00855E53" w:rsidRDefault="00855E53" w:rsidP="00855E53">
            <w:pPr>
              <w:pStyle w:val="CMDOutput"/>
              <w:jc w:val="left"/>
              <w:rPr>
                <w:color w:val="000000" w:themeColor="text1"/>
              </w:rPr>
            </w:pPr>
            <w:r w:rsidRPr="00855E53">
              <w:rPr>
                <w:color w:val="000000" w:themeColor="text1"/>
              </w:rPr>
              <w:t>C 192.168.6.0/24 is directly connected, GigabitEthernet0/0</w:t>
            </w:r>
          </w:p>
          <w:p w:rsidR="00855E53" w:rsidRPr="00855E53" w:rsidRDefault="00855E53" w:rsidP="00855E53">
            <w:pPr>
              <w:pStyle w:val="CMDOutput"/>
              <w:jc w:val="left"/>
              <w:rPr>
                <w:color w:val="000000" w:themeColor="text1"/>
              </w:rPr>
            </w:pPr>
            <w:r w:rsidRPr="00855E53">
              <w:rPr>
                <w:color w:val="000000" w:themeColor="text1"/>
              </w:rPr>
              <w:t>L 192.168.6.1/32 is directly connected, GigabitEthernet0/0</w:t>
            </w:r>
          </w:p>
          <w:p w:rsidR="00FD2438" w:rsidRPr="00855E53" w:rsidRDefault="00855E53" w:rsidP="00855E53">
            <w:pPr>
              <w:pStyle w:val="CMDOutput"/>
              <w:jc w:val="left"/>
            </w:pPr>
            <w:r w:rsidRPr="00855E53">
              <w:rPr>
                <w:color w:val="000000" w:themeColor="text1"/>
              </w:rPr>
              <w:t>Richmond&gt;</w:t>
            </w:r>
          </w:p>
        </w:tc>
      </w:tr>
    </w:tbl>
    <w:p w:rsidR="00853418" w:rsidRPr="008A0B0D" w:rsidRDefault="00024EE5" w:rsidP="00024EE5">
      <w:pPr>
        <w:pStyle w:val="LabSection"/>
        <w:rPr>
          <w:color w:val="FF0000"/>
          <w:highlight w:val="yellow"/>
        </w:rPr>
      </w:pPr>
      <w:r>
        <w:t>Reflection</w:t>
      </w:r>
    </w:p>
    <w:p w:rsidR="003F5DB1" w:rsidRPr="008A08E3" w:rsidRDefault="00E63217" w:rsidP="00165C65">
      <w:pPr>
        <w:pStyle w:val="ReflectionQ"/>
        <w:rPr>
          <w:rStyle w:val="AnswerGray"/>
        </w:rPr>
      </w:pPr>
      <w:r>
        <w:t>How many direct</w:t>
      </w:r>
      <w:r w:rsidR="00014BCE">
        <w:t xml:space="preserve">ly connected routes </w:t>
      </w:r>
      <w:r>
        <w:t>are listed on the Ashland router? What letter represents a direct connection to a network on a routing table?</w:t>
      </w:r>
      <w:r w:rsidR="003F5DB1">
        <w:br/>
        <w:t>________________________________________________________</w:t>
      </w:r>
      <w:r w:rsidR="009209AE">
        <w:t>_______________________________</w:t>
      </w:r>
    </w:p>
    <w:p w:rsidR="003F5DB1" w:rsidRPr="008A08E3" w:rsidRDefault="00E63217" w:rsidP="004F5926">
      <w:pPr>
        <w:pStyle w:val="ReflectionQ"/>
        <w:rPr>
          <w:rStyle w:val="AnswerGray"/>
        </w:rPr>
      </w:pPr>
      <w:r w:rsidRPr="008A08E3">
        <w:t>Find the route to the 192.168.6.0/24 network. What kind of route is this? Was it dynamically discovered by the Ashland router or manually configured by a network administrator on the Ashland router?</w:t>
      </w:r>
      <w:r w:rsidR="001F3121" w:rsidRPr="008A08E3">
        <w:br/>
        <w:t>________________________________________________________</w:t>
      </w:r>
      <w:r w:rsidR="004F5926" w:rsidRPr="008A08E3">
        <w:t>_______________________________</w:t>
      </w:r>
      <w:r w:rsidR="001F3121" w:rsidRPr="008A08E3">
        <w:rPr>
          <w:rStyle w:val="AnswerGray"/>
        </w:rPr>
        <w:t xml:space="preserve"> </w:t>
      </w:r>
    </w:p>
    <w:p w:rsidR="004F0D94" w:rsidRPr="008A08E3" w:rsidRDefault="004F0D94" w:rsidP="00E63217">
      <w:pPr>
        <w:pStyle w:val="ReflectionQ"/>
        <w:rPr>
          <w:rStyle w:val="DevConfigGray"/>
        </w:rPr>
      </w:pPr>
      <w:r w:rsidRPr="008A08E3">
        <w:t xml:space="preserve">If you were configuring a default (static route) </w:t>
      </w:r>
      <w:r w:rsidR="00A57723" w:rsidRPr="008A08E3">
        <w:t xml:space="preserve">to any </w:t>
      </w:r>
      <w:r w:rsidRPr="008A08E3">
        <w:t xml:space="preserve">network from the Ashland router and wanted to send all data to 192.168.2.2 </w:t>
      </w:r>
      <w:r w:rsidR="004F5926" w:rsidRPr="008A08E3">
        <w:t xml:space="preserve">(the next hop) </w:t>
      </w:r>
      <w:r w:rsidRPr="008A08E3">
        <w:t>for routing purposes, how would you write it?</w:t>
      </w:r>
      <w:r w:rsidRPr="008A08E3">
        <w:br/>
        <w:t>________________________________________________________</w:t>
      </w:r>
      <w:r w:rsidR="009209AE">
        <w:t>_______________________________</w:t>
      </w:r>
    </w:p>
    <w:p w:rsidR="004F5926" w:rsidRPr="008A08E3" w:rsidRDefault="004F5926" w:rsidP="00E63217">
      <w:pPr>
        <w:pStyle w:val="ReflectionQ"/>
        <w:rPr>
          <w:rFonts w:cs="Arial"/>
          <w:szCs w:val="20"/>
        </w:rPr>
      </w:pPr>
      <w:r w:rsidRPr="008A08E3">
        <w:rPr>
          <w:rFonts w:cs="Arial"/>
          <w:szCs w:val="20"/>
        </w:rPr>
        <w:t xml:space="preserve">If you were configuring a default (static route) to </w:t>
      </w:r>
      <w:r w:rsidR="00A57723" w:rsidRPr="008A08E3">
        <w:rPr>
          <w:rFonts w:cs="Arial"/>
          <w:szCs w:val="20"/>
        </w:rPr>
        <w:t>any network</w:t>
      </w:r>
      <w:r w:rsidRPr="008A08E3">
        <w:rPr>
          <w:rFonts w:cs="Arial"/>
          <w:szCs w:val="20"/>
        </w:rPr>
        <w:t xml:space="preserve"> from the Ashland router and wanted to send all data through your exit interface, how would you write it?</w:t>
      </w:r>
    </w:p>
    <w:p w:rsidR="004F5926" w:rsidRPr="008A08E3" w:rsidRDefault="009209AE" w:rsidP="00A57723">
      <w:pPr>
        <w:pStyle w:val="ReflectionQ"/>
        <w:numPr>
          <w:ilvl w:val="0"/>
          <w:numId w:val="0"/>
        </w:numPr>
        <w:ind w:left="360"/>
        <w:rPr>
          <w:rStyle w:val="DevConfigGray"/>
        </w:rPr>
      </w:pPr>
      <w:r w:rsidRPr="008A08E3">
        <w:t>________________________________________________________</w:t>
      </w:r>
      <w:r>
        <w:t>_______________________________</w:t>
      </w:r>
    </w:p>
    <w:p w:rsidR="004F0D94" w:rsidRPr="009209AE" w:rsidRDefault="004F0D94" w:rsidP="00A57723">
      <w:pPr>
        <w:pStyle w:val="ReflectionQ"/>
        <w:rPr>
          <w:shd w:val="clear" w:color="auto" w:fill="BFBFBF"/>
        </w:rPr>
      </w:pPr>
      <w:r w:rsidRPr="008A08E3">
        <w:t xml:space="preserve">When would you choose </w:t>
      </w:r>
      <w:r w:rsidR="004F5926" w:rsidRPr="008A08E3">
        <w:t>to use static routing</w:t>
      </w:r>
      <w:r w:rsidR="00BF0AED">
        <w:t>,</w:t>
      </w:r>
      <w:r w:rsidR="004F5926" w:rsidRPr="008A08E3">
        <w:t xml:space="preserve"> instead</w:t>
      </w:r>
      <w:r w:rsidRPr="008A08E3">
        <w:t xml:space="preserve"> of letting dynamic routing take care of the routing paths for you?</w:t>
      </w:r>
      <w:r w:rsidRPr="008A08E3">
        <w:br/>
        <w:t>________________________________________________________</w:t>
      </w:r>
      <w:r w:rsidR="009209AE">
        <w:t>_______________________________</w:t>
      </w:r>
    </w:p>
    <w:p w:rsidR="009209AE" w:rsidRDefault="009209AE" w:rsidP="009209AE">
      <w:pPr>
        <w:pStyle w:val="ReflectionQ"/>
        <w:numPr>
          <w:ilvl w:val="0"/>
          <w:numId w:val="0"/>
        </w:numPr>
        <w:ind w:left="360"/>
      </w:pPr>
      <w:r w:rsidRPr="008A08E3">
        <w:t>________________________________________________________</w:t>
      </w:r>
      <w:r>
        <w:t>_______________________________</w:t>
      </w:r>
    </w:p>
    <w:p w:rsidR="009209AE" w:rsidRPr="008A08E3" w:rsidRDefault="009209AE" w:rsidP="009209AE">
      <w:pPr>
        <w:pStyle w:val="ReflectionQ"/>
        <w:numPr>
          <w:ilvl w:val="0"/>
          <w:numId w:val="0"/>
        </w:numPr>
        <w:ind w:left="360"/>
        <w:rPr>
          <w:rStyle w:val="AnswerGray"/>
        </w:rPr>
      </w:pPr>
      <w:r w:rsidRPr="008A08E3">
        <w:t>________________________________________________________</w:t>
      </w:r>
      <w:r>
        <w:t>_______________________________</w:t>
      </w:r>
    </w:p>
    <w:p w:rsidR="004F5926" w:rsidRPr="008A08E3" w:rsidRDefault="004F5926" w:rsidP="004F0D94">
      <w:pPr>
        <w:pStyle w:val="ReflectionQ"/>
      </w:pPr>
      <w:r w:rsidRPr="008A08E3">
        <w:t>What is the significance of the L on the left side of the routing table?</w:t>
      </w:r>
    </w:p>
    <w:p w:rsidR="00696F01" w:rsidRPr="009209AE" w:rsidRDefault="004F5926" w:rsidP="009209AE">
      <w:pPr>
        <w:pStyle w:val="ReflectionQ"/>
        <w:numPr>
          <w:ilvl w:val="0"/>
          <w:numId w:val="0"/>
        </w:numPr>
        <w:ind w:left="360"/>
        <w:rPr>
          <w:rFonts w:eastAsia="Times New Roman" w:cs="Arial"/>
          <w:color w:val="FF0000"/>
        </w:rPr>
      </w:pPr>
      <w:r w:rsidRPr="008A08E3">
        <w:t>_______________________________________________________________________________________</w:t>
      </w:r>
      <w:bookmarkStart w:id="0" w:name="_GoBack"/>
      <w:bookmarkEnd w:id="0"/>
    </w:p>
    <w:sectPr w:rsidR="00696F01" w:rsidRPr="009209AE" w:rsidSect="008C4307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440" w:right="1080" w:bottom="144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DDD" w:rsidRDefault="00735DDD" w:rsidP="0090659A">
      <w:pPr>
        <w:spacing w:after="0" w:line="240" w:lineRule="auto"/>
      </w:pPr>
      <w:r>
        <w:separator/>
      </w:r>
    </w:p>
    <w:p w:rsidR="00735DDD" w:rsidRDefault="00735DDD"/>
    <w:p w:rsidR="00735DDD" w:rsidRDefault="00735DDD"/>
    <w:p w:rsidR="00735DDD" w:rsidRDefault="00735DDD"/>
    <w:p w:rsidR="00735DDD" w:rsidRDefault="00735DDD"/>
  </w:endnote>
  <w:endnote w:type="continuationSeparator" w:id="0">
    <w:p w:rsidR="00735DDD" w:rsidRDefault="00735DDD" w:rsidP="0090659A">
      <w:pPr>
        <w:spacing w:after="0" w:line="240" w:lineRule="auto"/>
      </w:pPr>
      <w:r>
        <w:continuationSeparator/>
      </w:r>
    </w:p>
    <w:p w:rsidR="00735DDD" w:rsidRDefault="00735DDD"/>
    <w:p w:rsidR="00735DDD" w:rsidRDefault="00735DDD"/>
    <w:p w:rsidR="00735DDD" w:rsidRDefault="00735DDD"/>
    <w:p w:rsidR="00735DDD" w:rsidRDefault="00735DD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>
      <w:t>201</w:t>
    </w:r>
    <w:r w:rsidR="001772B8">
      <w:t>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BE24B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BE24B0" w:rsidRPr="0090659A">
      <w:rPr>
        <w:b/>
        <w:szCs w:val="16"/>
      </w:rPr>
      <w:fldChar w:fldCharType="separate"/>
    </w:r>
    <w:r w:rsidR="009209AE">
      <w:rPr>
        <w:b/>
        <w:noProof/>
        <w:szCs w:val="16"/>
      </w:rPr>
      <w:t>2</w:t>
    </w:r>
    <w:r w:rsidR="00BE24B0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BE24B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BE24B0" w:rsidRPr="0090659A">
      <w:rPr>
        <w:b/>
        <w:szCs w:val="16"/>
      </w:rPr>
      <w:fldChar w:fldCharType="separate"/>
    </w:r>
    <w:r w:rsidR="009209AE">
      <w:rPr>
        <w:b/>
        <w:noProof/>
        <w:szCs w:val="16"/>
      </w:rPr>
      <w:t>2</w:t>
    </w:r>
    <w:r w:rsidR="00BE24B0" w:rsidRPr="0090659A">
      <w:rPr>
        <w:b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Pr="0090659A" w:rsidRDefault="008C4307" w:rsidP="008C4307">
    <w:pPr>
      <w:pStyle w:val="Footer"/>
      <w:rPr>
        <w:szCs w:val="16"/>
      </w:rPr>
    </w:pPr>
    <w:r w:rsidRPr="002A244B">
      <w:t xml:space="preserve">© </w:t>
    </w:r>
    <w:r w:rsidR="001772B8">
      <w:t>2013</w:t>
    </w:r>
    <w:r w:rsidRPr="002A244B">
      <w:t xml:space="preserve"> Cisco </w:t>
    </w:r>
    <w:r>
      <w:t>and/or its affiliates</w:t>
    </w:r>
    <w:r w:rsidRPr="002A244B">
      <w:t>. All rights reserved. This document is Cisco Public.</w:t>
    </w:r>
    <w:r>
      <w:rPr>
        <w:szCs w:val="16"/>
      </w:rPr>
      <w:tab/>
    </w:r>
    <w:r w:rsidRPr="0090659A">
      <w:rPr>
        <w:szCs w:val="16"/>
      </w:rPr>
      <w:t xml:space="preserve">Page </w:t>
    </w:r>
    <w:r w:rsidR="00BE24B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="00BE24B0" w:rsidRPr="0090659A">
      <w:rPr>
        <w:b/>
        <w:szCs w:val="16"/>
      </w:rPr>
      <w:fldChar w:fldCharType="separate"/>
    </w:r>
    <w:r w:rsidR="009209AE">
      <w:rPr>
        <w:b/>
        <w:noProof/>
        <w:szCs w:val="16"/>
      </w:rPr>
      <w:t>1</w:t>
    </w:r>
    <w:r w:rsidR="00BE24B0"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="00BE24B0"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="00BE24B0" w:rsidRPr="0090659A">
      <w:rPr>
        <w:b/>
        <w:szCs w:val="16"/>
      </w:rPr>
      <w:fldChar w:fldCharType="separate"/>
    </w:r>
    <w:r w:rsidR="009209AE">
      <w:rPr>
        <w:b/>
        <w:noProof/>
        <w:szCs w:val="16"/>
      </w:rPr>
      <w:t>2</w:t>
    </w:r>
    <w:r w:rsidR="00BE24B0" w:rsidRPr="0090659A">
      <w:rPr>
        <w:b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DDD" w:rsidRDefault="00735DDD" w:rsidP="0090659A">
      <w:pPr>
        <w:spacing w:after="0" w:line="240" w:lineRule="auto"/>
      </w:pPr>
      <w:r>
        <w:separator/>
      </w:r>
    </w:p>
    <w:p w:rsidR="00735DDD" w:rsidRDefault="00735DDD"/>
    <w:p w:rsidR="00735DDD" w:rsidRDefault="00735DDD"/>
    <w:p w:rsidR="00735DDD" w:rsidRDefault="00735DDD"/>
    <w:p w:rsidR="00735DDD" w:rsidRDefault="00735DDD"/>
  </w:footnote>
  <w:footnote w:type="continuationSeparator" w:id="0">
    <w:p w:rsidR="00735DDD" w:rsidRDefault="00735DDD" w:rsidP="0090659A">
      <w:pPr>
        <w:spacing w:after="0" w:line="240" w:lineRule="auto"/>
      </w:pPr>
      <w:r>
        <w:continuationSeparator/>
      </w:r>
    </w:p>
    <w:p w:rsidR="00735DDD" w:rsidRDefault="00735DDD"/>
    <w:p w:rsidR="00735DDD" w:rsidRDefault="00735DDD"/>
    <w:p w:rsidR="00735DDD" w:rsidRDefault="00735DDD"/>
    <w:p w:rsidR="00735DDD" w:rsidRDefault="00735DDD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43E9" w:rsidRDefault="00CD68CB" w:rsidP="00C52BA6">
    <w:pPr>
      <w:pStyle w:val="PageHead"/>
    </w:pPr>
    <w:r>
      <w:t>We Really Could Use a Map!</w:t>
    </w:r>
    <w:r w:rsidR="00C52BA6"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4307" w:rsidRDefault="00600A16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-704850</wp:posOffset>
          </wp:positionH>
          <wp:positionV relativeFrom="paragraph">
            <wp:posOffset>-274320</wp:posOffset>
          </wp:positionV>
          <wp:extent cx="7776210" cy="678180"/>
          <wp:effectExtent l="0" t="0" r="0" b="7620"/>
          <wp:wrapNone/>
          <wp:docPr id="2" name="Picture 1" descr="Cisco NetAcad_Header(Vertical)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sco NetAcad_Header(Vertical)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776210" cy="6781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17228C"/>
    <w:multiLevelType w:val="multilevel"/>
    <w:tmpl w:val="5218E3DA"/>
    <w:styleLink w:val="SectionList"/>
    <w:lvl w:ilvl="0">
      <w:start w:val="1"/>
      <w:numFmt w:val="none"/>
      <w:pStyle w:val="LabSection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>
    <w:nsid w:val="1D796360"/>
    <w:multiLevelType w:val="multilevel"/>
    <w:tmpl w:val="1258F7AC"/>
    <w:styleLink w:val="PartStepSubStepList"/>
    <w:lvl w:ilvl="0">
      <w:start w:val="1"/>
      <w:numFmt w:val="decimal"/>
      <w:pStyle w:val="PartHead"/>
      <w:lvlText w:val="Part %1: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1">
      <w:start w:val="1"/>
      <w:numFmt w:val="decimal"/>
      <w:pStyle w:val="StepHead"/>
      <w:lvlText w:val="Step %2:"/>
      <w:lvlJc w:val="left"/>
      <w:pPr>
        <w:tabs>
          <w:tab w:val="num" w:pos="936"/>
        </w:tabs>
        <w:ind w:left="936" w:hanging="936"/>
      </w:pPr>
      <w:rPr>
        <w:rFonts w:hint="default"/>
      </w:rPr>
    </w:lvl>
    <w:lvl w:ilvl="2">
      <w:start w:val="1"/>
      <w:numFmt w:val="lowerLetter"/>
      <w:pStyle w:val="SubStepAlpha"/>
      <w:lvlText w:val="%3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3">
      <w:start w:val="1"/>
      <w:numFmt w:val="decimal"/>
      <w:pStyle w:val="SubStepNum"/>
      <w:lvlText w:val="%4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none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3">
    <w:nsid w:val="24535011"/>
    <w:multiLevelType w:val="hybridMultilevel"/>
    <w:tmpl w:val="CF8CBA1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7646F9C"/>
    <w:multiLevelType w:val="hybridMultilevel"/>
    <w:tmpl w:val="280CA2A6"/>
    <w:lvl w:ilvl="0" w:tplc="EC4248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054688"/>
    <w:multiLevelType w:val="hybridMultilevel"/>
    <w:tmpl w:val="452E7C82"/>
    <w:lvl w:ilvl="0" w:tplc="09A67F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FC2C9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4FCC2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8F20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DF636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79EFE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908C6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46C81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A1AB1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4BF23836"/>
    <w:multiLevelType w:val="multilevel"/>
    <w:tmpl w:val="341ECD14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pStyle w:val="Bulletlevel2"/>
      <w:lvlText w:val="-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>
    <w:nsid w:val="5FD70204"/>
    <w:multiLevelType w:val="hybridMultilevel"/>
    <w:tmpl w:val="21FE5D1E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64A39AE"/>
    <w:multiLevelType w:val="hybridMultilevel"/>
    <w:tmpl w:val="EA2429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4">
    <w:abstractNumId w:val="0"/>
  </w:num>
  <w:num w:numId="5">
    <w:abstractNumId w:val="5"/>
  </w:num>
  <w:num w:numId="6">
    <w:abstractNumId w:val="4"/>
  </w:num>
  <w:num w:numId="7">
    <w:abstractNumId w:val="3"/>
  </w:num>
  <w:num w:numId="8">
    <w:abstractNumId w:val="8"/>
  </w:num>
  <w:num w:numId="9">
    <w:abstractNumId w:val="0"/>
  </w:num>
  <w:num w:numId="10">
    <w:abstractNumId w:val="7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0"/>
  </w:num>
  <w:num w:numId="17">
    <w:abstractNumId w:val="0"/>
  </w:num>
  <w:num w:numId="18">
    <w:abstractNumId w:val="0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704"/>
    <w:rsid w:val="00004175"/>
    <w:rsid w:val="000059C9"/>
    <w:rsid w:val="00014BCE"/>
    <w:rsid w:val="000160F7"/>
    <w:rsid w:val="00016D5B"/>
    <w:rsid w:val="00016F30"/>
    <w:rsid w:val="0002047C"/>
    <w:rsid w:val="00021B9A"/>
    <w:rsid w:val="000242D6"/>
    <w:rsid w:val="00024EE5"/>
    <w:rsid w:val="0003016B"/>
    <w:rsid w:val="00041AF6"/>
    <w:rsid w:val="00041D1E"/>
    <w:rsid w:val="00042413"/>
    <w:rsid w:val="00044E62"/>
    <w:rsid w:val="00050BA4"/>
    <w:rsid w:val="00051738"/>
    <w:rsid w:val="00052548"/>
    <w:rsid w:val="00053D99"/>
    <w:rsid w:val="00060696"/>
    <w:rsid w:val="000769CF"/>
    <w:rsid w:val="000815D8"/>
    <w:rsid w:val="00085CC6"/>
    <w:rsid w:val="00090C07"/>
    <w:rsid w:val="00091E8D"/>
    <w:rsid w:val="0009378D"/>
    <w:rsid w:val="00097163"/>
    <w:rsid w:val="000A22C8"/>
    <w:rsid w:val="000B2344"/>
    <w:rsid w:val="000B7DE5"/>
    <w:rsid w:val="000D55B4"/>
    <w:rsid w:val="000E65F0"/>
    <w:rsid w:val="000E68BD"/>
    <w:rsid w:val="000F072C"/>
    <w:rsid w:val="000F16D7"/>
    <w:rsid w:val="000F6743"/>
    <w:rsid w:val="00107B2B"/>
    <w:rsid w:val="00112AC5"/>
    <w:rsid w:val="001133DD"/>
    <w:rsid w:val="00120CBE"/>
    <w:rsid w:val="001366EC"/>
    <w:rsid w:val="0014219C"/>
    <w:rsid w:val="001425ED"/>
    <w:rsid w:val="00154E3A"/>
    <w:rsid w:val="00163164"/>
    <w:rsid w:val="00165C65"/>
    <w:rsid w:val="001710C0"/>
    <w:rsid w:val="00172AFB"/>
    <w:rsid w:val="001772B8"/>
    <w:rsid w:val="00180FBF"/>
    <w:rsid w:val="00181247"/>
    <w:rsid w:val="00182CF4"/>
    <w:rsid w:val="00186CE1"/>
    <w:rsid w:val="00192F12"/>
    <w:rsid w:val="00193F14"/>
    <w:rsid w:val="00197614"/>
    <w:rsid w:val="001A0312"/>
    <w:rsid w:val="001A15DA"/>
    <w:rsid w:val="001A2694"/>
    <w:rsid w:val="001A3CC7"/>
    <w:rsid w:val="001A69AC"/>
    <w:rsid w:val="001B67D8"/>
    <w:rsid w:val="001B6F95"/>
    <w:rsid w:val="001C05A1"/>
    <w:rsid w:val="001C1D9E"/>
    <w:rsid w:val="001C7C3B"/>
    <w:rsid w:val="001D1E41"/>
    <w:rsid w:val="001D5B6F"/>
    <w:rsid w:val="001E0AB8"/>
    <w:rsid w:val="001E1033"/>
    <w:rsid w:val="001E25EC"/>
    <w:rsid w:val="001E38E0"/>
    <w:rsid w:val="001E4E72"/>
    <w:rsid w:val="001E5921"/>
    <w:rsid w:val="001E62B3"/>
    <w:rsid w:val="001F0171"/>
    <w:rsid w:val="001F0D77"/>
    <w:rsid w:val="001F3121"/>
    <w:rsid w:val="001F7DD8"/>
    <w:rsid w:val="00201928"/>
    <w:rsid w:val="00203E26"/>
    <w:rsid w:val="0020449C"/>
    <w:rsid w:val="002113B8"/>
    <w:rsid w:val="00213163"/>
    <w:rsid w:val="00213812"/>
    <w:rsid w:val="00215665"/>
    <w:rsid w:val="0021792C"/>
    <w:rsid w:val="002214F1"/>
    <w:rsid w:val="002240AB"/>
    <w:rsid w:val="00225E37"/>
    <w:rsid w:val="00236024"/>
    <w:rsid w:val="00242E3A"/>
    <w:rsid w:val="002506CF"/>
    <w:rsid w:val="0025107F"/>
    <w:rsid w:val="00260CD4"/>
    <w:rsid w:val="002639D8"/>
    <w:rsid w:val="00265F77"/>
    <w:rsid w:val="00266C83"/>
    <w:rsid w:val="002768DC"/>
    <w:rsid w:val="00292821"/>
    <w:rsid w:val="002A6C56"/>
    <w:rsid w:val="002C090C"/>
    <w:rsid w:val="002C0E36"/>
    <w:rsid w:val="002C1243"/>
    <w:rsid w:val="002C1815"/>
    <w:rsid w:val="002C475E"/>
    <w:rsid w:val="002C6AD6"/>
    <w:rsid w:val="002C7FC7"/>
    <w:rsid w:val="002D6C2A"/>
    <w:rsid w:val="002D7A86"/>
    <w:rsid w:val="002F45FF"/>
    <w:rsid w:val="002F6D17"/>
    <w:rsid w:val="00302887"/>
    <w:rsid w:val="00304685"/>
    <w:rsid w:val="003056EB"/>
    <w:rsid w:val="003071FF"/>
    <w:rsid w:val="00310652"/>
    <w:rsid w:val="0031371D"/>
    <w:rsid w:val="00315D45"/>
    <w:rsid w:val="0031789F"/>
    <w:rsid w:val="00320788"/>
    <w:rsid w:val="003233A3"/>
    <w:rsid w:val="003279EE"/>
    <w:rsid w:val="0034455D"/>
    <w:rsid w:val="00344A15"/>
    <w:rsid w:val="0034604B"/>
    <w:rsid w:val="00346D17"/>
    <w:rsid w:val="00347972"/>
    <w:rsid w:val="003559CC"/>
    <w:rsid w:val="003569D7"/>
    <w:rsid w:val="003608AC"/>
    <w:rsid w:val="0036465A"/>
    <w:rsid w:val="00392C65"/>
    <w:rsid w:val="00392ED5"/>
    <w:rsid w:val="003A19DC"/>
    <w:rsid w:val="003A1B45"/>
    <w:rsid w:val="003A4704"/>
    <w:rsid w:val="003B46FC"/>
    <w:rsid w:val="003B5767"/>
    <w:rsid w:val="003B7605"/>
    <w:rsid w:val="003C6BCA"/>
    <w:rsid w:val="003C7902"/>
    <w:rsid w:val="003D0BFF"/>
    <w:rsid w:val="003D4425"/>
    <w:rsid w:val="003E5BE5"/>
    <w:rsid w:val="003F18D1"/>
    <w:rsid w:val="003F4F0E"/>
    <w:rsid w:val="003F5DB1"/>
    <w:rsid w:val="003F6E06"/>
    <w:rsid w:val="00403C7A"/>
    <w:rsid w:val="004057A6"/>
    <w:rsid w:val="00406554"/>
    <w:rsid w:val="004131B0"/>
    <w:rsid w:val="00414212"/>
    <w:rsid w:val="00416C42"/>
    <w:rsid w:val="00422476"/>
    <w:rsid w:val="0042385C"/>
    <w:rsid w:val="00431654"/>
    <w:rsid w:val="00433E58"/>
    <w:rsid w:val="00434926"/>
    <w:rsid w:val="00444217"/>
    <w:rsid w:val="004478F4"/>
    <w:rsid w:val="00450F7A"/>
    <w:rsid w:val="00452C6D"/>
    <w:rsid w:val="00454FFC"/>
    <w:rsid w:val="00455E0B"/>
    <w:rsid w:val="004659EE"/>
    <w:rsid w:val="004936C2"/>
    <w:rsid w:val="0049379C"/>
    <w:rsid w:val="004A1CA0"/>
    <w:rsid w:val="004A22E9"/>
    <w:rsid w:val="004A5BC5"/>
    <w:rsid w:val="004B023D"/>
    <w:rsid w:val="004C0909"/>
    <w:rsid w:val="004C3F97"/>
    <w:rsid w:val="004D3339"/>
    <w:rsid w:val="004D353F"/>
    <w:rsid w:val="004D36D7"/>
    <w:rsid w:val="004D516D"/>
    <w:rsid w:val="004D682B"/>
    <w:rsid w:val="004E6152"/>
    <w:rsid w:val="004F0D94"/>
    <w:rsid w:val="004F344A"/>
    <w:rsid w:val="004F5926"/>
    <w:rsid w:val="00510639"/>
    <w:rsid w:val="00516142"/>
    <w:rsid w:val="00520027"/>
    <w:rsid w:val="0052093C"/>
    <w:rsid w:val="00521B31"/>
    <w:rsid w:val="00522469"/>
    <w:rsid w:val="0052400A"/>
    <w:rsid w:val="00536F43"/>
    <w:rsid w:val="005510BA"/>
    <w:rsid w:val="00554B4E"/>
    <w:rsid w:val="00556C02"/>
    <w:rsid w:val="00563249"/>
    <w:rsid w:val="00570A65"/>
    <w:rsid w:val="00575A29"/>
    <w:rsid w:val="005762B1"/>
    <w:rsid w:val="00580456"/>
    <w:rsid w:val="00580E73"/>
    <w:rsid w:val="00593386"/>
    <w:rsid w:val="00596998"/>
    <w:rsid w:val="005A6E62"/>
    <w:rsid w:val="005D2B29"/>
    <w:rsid w:val="005D354A"/>
    <w:rsid w:val="005D7E7D"/>
    <w:rsid w:val="005E3235"/>
    <w:rsid w:val="005E4176"/>
    <w:rsid w:val="005E65B5"/>
    <w:rsid w:val="005F3AE9"/>
    <w:rsid w:val="006007BB"/>
    <w:rsid w:val="00600A16"/>
    <w:rsid w:val="00601DC0"/>
    <w:rsid w:val="006034CB"/>
    <w:rsid w:val="006131CE"/>
    <w:rsid w:val="00617D6E"/>
    <w:rsid w:val="00622D61"/>
    <w:rsid w:val="00624198"/>
    <w:rsid w:val="006340B4"/>
    <w:rsid w:val="006428E5"/>
    <w:rsid w:val="00644958"/>
    <w:rsid w:val="006468CD"/>
    <w:rsid w:val="006724BE"/>
    <w:rsid w:val="00672919"/>
    <w:rsid w:val="00686587"/>
    <w:rsid w:val="006904CF"/>
    <w:rsid w:val="00693F2F"/>
    <w:rsid w:val="00695EE2"/>
    <w:rsid w:val="0069660B"/>
    <w:rsid w:val="00696F01"/>
    <w:rsid w:val="006A1B33"/>
    <w:rsid w:val="006A48F1"/>
    <w:rsid w:val="006A71A3"/>
    <w:rsid w:val="006B03F2"/>
    <w:rsid w:val="006B1639"/>
    <w:rsid w:val="006B5CA7"/>
    <w:rsid w:val="006B5E89"/>
    <w:rsid w:val="006C19B2"/>
    <w:rsid w:val="006C30A0"/>
    <w:rsid w:val="006C35FF"/>
    <w:rsid w:val="006C57F2"/>
    <w:rsid w:val="006C5949"/>
    <w:rsid w:val="006C6832"/>
    <w:rsid w:val="006C691C"/>
    <w:rsid w:val="006D1370"/>
    <w:rsid w:val="006D2C28"/>
    <w:rsid w:val="006D3FC1"/>
    <w:rsid w:val="006E6581"/>
    <w:rsid w:val="006E71DF"/>
    <w:rsid w:val="006F0484"/>
    <w:rsid w:val="006F1CC4"/>
    <w:rsid w:val="006F2A86"/>
    <w:rsid w:val="006F3163"/>
    <w:rsid w:val="00705FEC"/>
    <w:rsid w:val="0071147A"/>
    <w:rsid w:val="0071185D"/>
    <w:rsid w:val="00715AC6"/>
    <w:rsid w:val="007222AD"/>
    <w:rsid w:val="007267CF"/>
    <w:rsid w:val="00731F3F"/>
    <w:rsid w:val="00733BAB"/>
    <w:rsid w:val="00735DDD"/>
    <w:rsid w:val="007436BF"/>
    <w:rsid w:val="007443E9"/>
    <w:rsid w:val="00745DCE"/>
    <w:rsid w:val="00753D89"/>
    <w:rsid w:val="00755C9B"/>
    <w:rsid w:val="00760FE4"/>
    <w:rsid w:val="00763D8B"/>
    <w:rsid w:val="007657F6"/>
    <w:rsid w:val="0077125A"/>
    <w:rsid w:val="00786F58"/>
    <w:rsid w:val="00787CC1"/>
    <w:rsid w:val="00792F4E"/>
    <w:rsid w:val="0079398D"/>
    <w:rsid w:val="00794163"/>
    <w:rsid w:val="00796C25"/>
    <w:rsid w:val="007A287C"/>
    <w:rsid w:val="007A3B2A"/>
    <w:rsid w:val="007B5522"/>
    <w:rsid w:val="007B6781"/>
    <w:rsid w:val="007C0EE0"/>
    <w:rsid w:val="007C1B71"/>
    <w:rsid w:val="007C2FBB"/>
    <w:rsid w:val="007C7164"/>
    <w:rsid w:val="007D1984"/>
    <w:rsid w:val="007D2AFE"/>
    <w:rsid w:val="007E3FEA"/>
    <w:rsid w:val="007F0A0B"/>
    <w:rsid w:val="007F3A60"/>
    <w:rsid w:val="007F3D0B"/>
    <w:rsid w:val="007F7C94"/>
    <w:rsid w:val="00810E4B"/>
    <w:rsid w:val="00814BAA"/>
    <w:rsid w:val="008235BD"/>
    <w:rsid w:val="00824295"/>
    <w:rsid w:val="008313F3"/>
    <w:rsid w:val="00834AB1"/>
    <w:rsid w:val="008405BB"/>
    <w:rsid w:val="00846494"/>
    <w:rsid w:val="00847B20"/>
    <w:rsid w:val="008509D3"/>
    <w:rsid w:val="00853418"/>
    <w:rsid w:val="00855E53"/>
    <w:rsid w:val="00857CF6"/>
    <w:rsid w:val="008610ED"/>
    <w:rsid w:val="00861C6A"/>
    <w:rsid w:val="00865199"/>
    <w:rsid w:val="00867EAF"/>
    <w:rsid w:val="00873C6B"/>
    <w:rsid w:val="00876B48"/>
    <w:rsid w:val="00883FE6"/>
    <w:rsid w:val="0088426A"/>
    <w:rsid w:val="00890108"/>
    <w:rsid w:val="00893877"/>
    <w:rsid w:val="0089532C"/>
    <w:rsid w:val="00896681"/>
    <w:rsid w:val="008A08E3"/>
    <w:rsid w:val="008A0B0D"/>
    <w:rsid w:val="008A2749"/>
    <w:rsid w:val="008A3A90"/>
    <w:rsid w:val="008B06D4"/>
    <w:rsid w:val="008B4F20"/>
    <w:rsid w:val="008B5D60"/>
    <w:rsid w:val="008B7FFD"/>
    <w:rsid w:val="008C2920"/>
    <w:rsid w:val="008C4307"/>
    <w:rsid w:val="008D23DF"/>
    <w:rsid w:val="008D73BF"/>
    <w:rsid w:val="008D7F09"/>
    <w:rsid w:val="008E5B64"/>
    <w:rsid w:val="008E7DAA"/>
    <w:rsid w:val="008F0094"/>
    <w:rsid w:val="008F340F"/>
    <w:rsid w:val="00903523"/>
    <w:rsid w:val="0090659A"/>
    <w:rsid w:val="00915986"/>
    <w:rsid w:val="00917624"/>
    <w:rsid w:val="009209AE"/>
    <w:rsid w:val="00922ED8"/>
    <w:rsid w:val="00930386"/>
    <w:rsid w:val="009309F5"/>
    <w:rsid w:val="00933237"/>
    <w:rsid w:val="00933F28"/>
    <w:rsid w:val="0093490D"/>
    <w:rsid w:val="009476C0"/>
    <w:rsid w:val="00951E8E"/>
    <w:rsid w:val="00963317"/>
    <w:rsid w:val="00963E34"/>
    <w:rsid w:val="00964DFA"/>
    <w:rsid w:val="00973943"/>
    <w:rsid w:val="00976B35"/>
    <w:rsid w:val="0098155C"/>
    <w:rsid w:val="00983B77"/>
    <w:rsid w:val="00996053"/>
    <w:rsid w:val="009A0B2F"/>
    <w:rsid w:val="009A1CF4"/>
    <w:rsid w:val="009A37D7"/>
    <w:rsid w:val="009A4E17"/>
    <w:rsid w:val="009A6318"/>
    <w:rsid w:val="009A6955"/>
    <w:rsid w:val="009B341C"/>
    <w:rsid w:val="009B3AF6"/>
    <w:rsid w:val="009B5747"/>
    <w:rsid w:val="009C3FF8"/>
    <w:rsid w:val="009C77EE"/>
    <w:rsid w:val="009D2C27"/>
    <w:rsid w:val="009E2309"/>
    <w:rsid w:val="009E42B9"/>
    <w:rsid w:val="00A014A3"/>
    <w:rsid w:val="00A0412D"/>
    <w:rsid w:val="00A21211"/>
    <w:rsid w:val="00A26E0C"/>
    <w:rsid w:val="00A34E7F"/>
    <w:rsid w:val="00A46F0A"/>
    <w:rsid w:val="00A46F25"/>
    <w:rsid w:val="00A47CC2"/>
    <w:rsid w:val="00A5074D"/>
    <w:rsid w:val="00A54158"/>
    <w:rsid w:val="00A57723"/>
    <w:rsid w:val="00A60146"/>
    <w:rsid w:val="00A622C4"/>
    <w:rsid w:val="00A754B4"/>
    <w:rsid w:val="00A807C1"/>
    <w:rsid w:val="00A83374"/>
    <w:rsid w:val="00A857E6"/>
    <w:rsid w:val="00A96172"/>
    <w:rsid w:val="00AB0D6A"/>
    <w:rsid w:val="00AB43B3"/>
    <w:rsid w:val="00AB49B9"/>
    <w:rsid w:val="00AB758A"/>
    <w:rsid w:val="00AC1E7E"/>
    <w:rsid w:val="00AC507D"/>
    <w:rsid w:val="00AC66E4"/>
    <w:rsid w:val="00AD4578"/>
    <w:rsid w:val="00AD68E9"/>
    <w:rsid w:val="00AE56C0"/>
    <w:rsid w:val="00B00914"/>
    <w:rsid w:val="00B02A8E"/>
    <w:rsid w:val="00B052EE"/>
    <w:rsid w:val="00B1081F"/>
    <w:rsid w:val="00B13930"/>
    <w:rsid w:val="00B27499"/>
    <w:rsid w:val="00B3010D"/>
    <w:rsid w:val="00B35151"/>
    <w:rsid w:val="00B433F2"/>
    <w:rsid w:val="00B458E8"/>
    <w:rsid w:val="00B5397B"/>
    <w:rsid w:val="00B57736"/>
    <w:rsid w:val="00B62809"/>
    <w:rsid w:val="00B728AE"/>
    <w:rsid w:val="00B73E80"/>
    <w:rsid w:val="00B7675A"/>
    <w:rsid w:val="00B81898"/>
    <w:rsid w:val="00B8606B"/>
    <w:rsid w:val="00B878E7"/>
    <w:rsid w:val="00B97278"/>
    <w:rsid w:val="00BA1D0B"/>
    <w:rsid w:val="00BA6972"/>
    <w:rsid w:val="00BB1E0D"/>
    <w:rsid w:val="00BB4D9B"/>
    <w:rsid w:val="00BB73FF"/>
    <w:rsid w:val="00BB7688"/>
    <w:rsid w:val="00BC7B71"/>
    <w:rsid w:val="00BC7CAC"/>
    <w:rsid w:val="00BD09FC"/>
    <w:rsid w:val="00BD2500"/>
    <w:rsid w:val="00BD6D76"/>
    <w:rsid w:val="00BE24B0"/>
    <w:rsid w:val="00BE56B3"/>
    <w:rsid w:val="00BF04E8"/>
    <w:rsid w:val="00BF0AED"/>
    <w:rsid w:val="00BF16BF"/>
    <w:rsid w:val="00BF491E"/>
    <w:rsid w:val="00BF4D1F"/>
    <w:rsid w:val="00C02A73"/>
    <w:rsid w:val="00C063D2"/>
    <w:rsid w:val="00C07FD9"/>
    <w:rsid w:val="00C10955"/>
    <w:rsid w:val="00C11C4D"/>
    <w:rsid w:val="00C14778"/>
    <w:rsid w:val="00C1712C"/>
    <w:rsid w:val="00C23E16"/>
    <w:rsid w:val="00C27E37"/>
    <w:rsid w:val="00C32713"/>
    <w:rsid w:val="00C351B8"/>
    <w:rsid w:val="00C410D9"/>
    <w:rsid w:val="00C43AEE"/>
    <w:rsid w:val="00C44DB7"/>
    <w:rsid w:val="00C4510A"/>
    <w:rsid w:val="00C47370"/>
    <w:rsid w:val="00C47F2E"/>
    <w:rsid w:val="00C52BA6"/>
    <w:rsid w:val="00C54812"/>
    <w:rsid w:val="00C57A1A"/>
    <w:rsid w:val="00C6258F"/>
    <w:rsid w:val="00C63DF6"/>
    <w:rsid w:val="00C63E58"/>
    <w:rsid w:val="00C6495E"/>
    <w:rsid w:val="00C670EE"/>
    <w:rsid w:val="00C67E3B"/>
    <w:rsid w:val="00C90311"/>
    <w:rsid w:val="00C91C26"/>
    <w:rsid w:val="00C94333"/>
    <w:rsid w:val="00CA73D5"/>
    <w:rsid w:val="00CC1C87"/>
    <w:rsid w:val="00CC3000"/>
    <w:rsid w:val="00CC4859"/>
    <w:rsid w:val="00CC7A35"/>
    <w:rsid w:val="00CD072A"/>
    <w:rsid w:val="00CD68CB"/>
    <w:rsid w:val="00CD7F73"/>
    <w:rsid w:val="00CE26C5"/>
    <w:rsid w:val="00CE36AF"/>
    <w:rsid w:val="00CE5184"/>
    <w:rsid w:val="00CE54DD"/>
    <w:rsid w:val="00CE7186"/>
    <w:rsid w:val="00CF0DA5"/>
    <w:rsid w:val="00CF791A"/>
    <w:rsid w:val="00D00D7D"/>
    <w:rsid w:val="00D139C8"/>
    <w:rsid w:val="00D17F81"/>
    <w:rsid w:val="00D2758C"/>
    <w:rsid w:val="00D275CA"/>
    <w:rsid w:val="00D2789B"/>
    <w:rsid w:val="00D345AB"/>
    <w:rsid w:val="00D41566"/>
    <w:rsid w:val="00D458EC"/>
    <w:rsid w:val="00D501B0"/>
    <w:rsid w:val="00D52582"/>
    <w:rsid w:val="00D56A0E"/>
    <w:rsid w:val="00D57AD3"/>
    <w:rsid w:val="00D60FCB"/>
    <w:rsid w:val="00D635FE"/>
    <w:rsid w:val="00D729DE"/>
    <w:rsid w:val="00D75B6A"/>
    <w:rsid w:val="00D84BDA"/>
    <w:rsid w:val="00D85AF9"/>
    <w:rsid w:val="00D876A8"/>
    <w:rsid w:val="00D87F26"/>
    <w:rsid w:val="00D93063"/>
    <w:rsid w:val="00D933B0"/>
    <w:rsid w:val="00D977E8"/>
    <w:rsid w:val="00DB1C89"/>
    <w:rsid w:val="00DB3763"/>
    <w:rsid w:val="00DB4029"/>
    <w:rsid w:val="00DB5F4D"/>
    <w:rsid w:val="00DB6DA5"/>
    <w:rsid w:val="00DC076B"/>
    <w:rsid w:val="00DC186F"/>
    <w:rsid w:val="00DC252F"/>
    <w:rsid w:val="00DC6050"/>
    <w:rsid w:val="00DC6865"/>
    <w:rsid w:val="00DC7293"/>
    <w:rsid w:val="00DE6F44"/>
    <w:rsid w:val="00E037D9"/>
    <w:rsid w:val="00E130EB"/>
    <w:rsid w:val="00E162CD"/>
    <w:rsid w:val="00E17FA5"/>
    <w:rsid w:val="00E26930"/>
    <w:rsid w:val="00E27257"/>
    <w:rsid w:val="00E449D0"/>
    <w:rsid w:val="00E4506A"/>
    <w:rsid w:val="00E53F99"/>
    <w:rsid w:val="00E56510"/>
    <w:rsid w:val="00E62EA8"/>
    <w:rsid w:val="00E63217"/>
    <w:rsid w:val="00E67A6E"/>
    <w:rsid w:val="00E71B43"/>
    <w:rsid w:val="00E81612"/>
    <w:rsid w:val="00E87D18"/>
    <w:rsid w:val="00E87D62"/>
    <w:rsid w:val="00EA0CC3"/>
    <w:rsid w:val="00EA486E"/>
    <w:rsid w:val="00EA4FA3"/>
    <w:rsid w:val="00EB001B"/>
    <w:rsid w:val="00EB6C33"/>
    <w:rsid w:val="00ED6019"/>
    <w:rsid w:val="00ED7830"/>
    <w:rsid w:val="00EE3909"/>
    <w:rsid w:val="00EF4205"/>
    <w:rsid w:val="00EF5939"/>
    <w:rsid w:val="00EF7D6C"/>
    <w:rsid w:val="00F01714"/>
    <w:rsid w:val="00F0258F"/>
    <w:rsid w:val="00F02D06"/>
    <w:rsid w:val="00F06FDD"/>
    <w:rsid w:val="00F10819"/>
    <w:rsid w:val="00F13F96"/>
    <w:rsid w:val="00F16F35"/>
    <w:rsid w:val="00F2229D"/>
    <w:rsid w:val="00F24D67"/>
    <w:rsid w:val="00F25ABB"/>
    <w:rsid w:val="00F27963"/>
    <w:rsid w:val="00F30446"/>
    <w:rsid w:val="00F4135D"/>
    <w:rsid w:val="00F41F1B"/>
    <w:rsid w:val="00F421D9"/>
    <w:rsid w:val="00F46BD9"/>
    <w:rsid w:val="00F60BE0"/>
    <w:rsid w:val="00F6280E"/>
    <w:rsid w:val="00F63E6D"/>
    <w:rsid w:val="00F7050A"/>
    <w:rsid w:val="00F75533"/>
    <w:rsid w:val="00F84022"/>
    <w:rsid w:val="00F95BBE"/>
    <w:rsid w:val="00FA3811"/>
    <w:rsid w:val="00FA3B9F"/>
    <w:rsid w:val="00FA3F06"/>
    <w:rsid w:val="00FA4A26"/>
    <w:rsid w:val="00FA7084"/>
    <w:rsid w:val="00FA7BEF"/>
    <w:rsid w:val="00FB073F"/>
    <w:rsid w:val="00FB1929"/>
    <w:rsid w:val="00FB5FD9"/>
    <w:rsid w:val="00FC33CA"/>
    <w:rsid w:val="00FD1A3D"/>
    <w:rsid w:val="00FD2438"/>
    <w:rsid w:val="00FD33AB"/>
    <w:rsid w:val="00FD4724"/>
    <w:rsid w:val="00FD4A68"/>
    <w:rsid w:val="00FD68ED"/>
    <w:rsid w:val="00FE2824"/>
    <w:rsid w:val="00FE661F"/>
    <w:rsid w:val="00FF0400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855E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uiPriority="9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Table Grid" w:semiHidden="0" w:uiPriority="59" w:unhideWhenUsed="0"/>
    <w:lsdException w:name="Placeholder Text" w:unhideWhenUsed="0"/>
    <w:lsdException w:name="No Spacing" w:uiPriority="1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/>
    <w:lsdException w:name="TOC Heading" w:uiPriority="39" w:qFormat="1"/>
  </w:latentStyles>
  <w:style w:type="paragraph" w:default="1" w:styleId="Normal">
    <w:name w:val="Normal"/>
    <w:unhideWhenUsed/>
    <w:qFormat/>
    <w:rsid w:val="00596998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autoRedefine/>
    <w:uiPriority w:val="9"/>
    <w:unhideWhenUsed/>
    <w:rsid w:val="006007B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x-none" w:eastAsia="x-none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rsid w:val="006007B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6007B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link w:val="Heading2"/>
    <w:uiPriority w:val="9"/>
    <w:rsid w:val="006007B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LabSection">
    <w:name w:val="Lab Section"/>
    <w:basedOn w:val="Normal"/>
    <w:next w:val="BodyText1"/>
    <w:qFormat/>
    <w:rsid w:val="00596998"/>
    <w:pPr>
      <w:keepNext/>
      <w:numPr>
        <w:numId w:val="4"/>
      </w:numPr>
      <w:spacing w:before="240" w:after="120" w:line="240" w:lineRule="auto"/>
    </w:pPr>
    <w:rPr>
      <w:rFonts w:eastAsia="Times New Roman"/>
      <w:b/>
      <w:bCs/>
      <w:iCs/>
      <w:sz w:val="24"/>
    </w:rPr>
  </w:style>
  <w:style w:type="paragraph" w:customStyle="1" w:styleId="LabTitle">
    <w:name w:val="Lab Title"/>
    <w:basedOn w:val="Normal"/>
    <w:qFormat/>
    <w:rsid w:val="00FD4A68"/>
    <w:rPr>
      <w:b/>
      <w:sz w:val="32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StepHead">
    <w:name w:val="Step Head"/>
    <w:basedOn w:val="Normal"/>
    <w:next w:val="BodyTextL25"/>
    <w:qFormat/>
    <w:rsid w:val="002C475E"/>
    <w:pPr>
      <w:keepNext/>
      <w:numPr>
        <w:ilvl w:val="1"/>
        <w:numId w:val="2"/>
      </w:numPr>
      <w:spacing w:before="240" w:after="120"/>
    </w:pPr>
    <w:rPr>
      <w:b/>
    </w:rPr>
  </w:style>
  <w:style w:type="paragraph" w:styleId="Header">
    <w:name w:val="header"/>
    <w:basedOn w:val="Normal"/>
    <w:link w:val="HeaderChar"/>
    <w:uiPriority w:val="99"/>
    <w:unhideWhenUsed/>
    <w:rsid w:val="0090659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659A"/>
  </w:style>
  <w:style w:type="paragraph" w:styleId="Footer">
    <w:name w:val="footer"/>
    <w:basedOn w:val="Normal"/>
    <w:link w:val="FooterChar"/>
    <w:autoRedefine/>
    <w:uiPriority w:val="99"/>
    <w:unhideWhenUsed/>
    <w:rsid w:val="00163164"/>
    <w:pPr>
      <w:tabs>
        <w:tab w:val="right" w:pos="10080"/>
      </w:tabs>
      <w:spacing w:after="0" w:line="240" w:lineRule="auto"/>
    </w:pPr>
    <w:rPr>
      <w:sz w:val="16"/>
      <w:lang w:val="x-none" w:eastAsia="x-none"/>
    </w:rPr>
  </w:style>
  <w:style w:type="character" w:customStyle="1" w:styleId="FooterChar">
    <w:name w:val="Footer Char"/>
    <w:link w:val="Footer"/>
    <w:uiPriority w:val="99"/>
    <w:rsid w:val="00163164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BodyText1">
    <w:name w:val="Body Text1"/>
    <w:basedOn w:val="Normal"/>
    <w:qFormat/>
    <w:rsid w:val="00596998"/>
    <w:pPr>
      <w:spacing w:line="240" w:lineRule="auto"/>
    </w:pPr>
    <w:rPr>
      <w:sz w:val="20"/>
    </w:rPr>
  </w:style>
  <w:style w:type="paragraph" w:customStyle="1" w:styleId="TableText">
    <w:name w:val="Table Text"/>
    <w:basedOn w:val="Normal"/>
    <w:link w:val="TableTextChar"/>
    <w:qFormat/>
    <w:rsid w:val="00097163"/>
    <w:pPr>
      <w:keepNext/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097163"/>
  </w:style>
  <w:style w:type="table" w:styleId="TableGrid">
    <w:name w:val="Table Grid"/>
    <w:basedOn w:val="TableNormal"/>
    <w:uiPriority w:val="59"/>
    <w:rsid w:val="005D35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Normal"/>
    <w:qFormat/>
    <w:rsid w:val="00AC507D"/>
    <w:pPr>
      <w:numPr>
        <w:numId w:val="1"/>
      </w:numPr>
    </w:pPr>
    <w:rPr>
      <w:sz w:val="20"/>
    </w:rPr>
  </w:style>
  <w:style w:type="paragraph" w:customStyle="1" w:styleId="Bulletlevel2">
    <w:name w:val="Bullet level 2"/>
    <w:basedOn w:val="Normal"/>
    <w:qFormat/>
    <w:rsid w:val="00AC507D"/>
    <w:pPr>
      <w:numPr>
        <w:ilvl w:val="1"/>
        <w:numId w:val="1"/>
      </w:numPr>
    </w:pPr>
    <w:rPr>
      <w:sz w:val="20"/>
    </w:rPr>
  </w:style>
  <w:style w:type="paragraph" w:customStyle="1" w:styleId="InstNoteRed">
    <w:name w:val="Inst Note Red"/>
    <w:basedOn w:val="BodyText1"/>
    <w:next w:val="BodyText1"/>
    <w:qFormat/>
    <w:rsid w:val="00FD33AB"/>
    <w:rPr>
      <w:color w:val="FF0000"/>
    </w:rPr>
  </w:style>
  <w:style w:type="paragraph" w:customStyle="1" w:styleId="PartHead">
    <w:name w:val="Part Head"/>
    <w:basedOn w:val="ListParagraph"/>
    <w:next w:val="BodyTextL25"/>
    <w:qFormat/>
    <w:rsid w:val="002C475E"/>
    <w:pPr>
      <w:keepNext/>
      <w:numPr>
        <w:numId w:val="2"/>
      </w:numPr>
      <w:spacing w:before="240"/>
      <w:outlineLvl w:val="0"/>
    </w:pPr>
    <w:rPr>
      <w:b/>
      <w:sz w:val="28"/>
    </w:rPr>
  </w:style>
  <w:style w:type="paragraph" w:customStyle="1" w:styleId="SubStepAlpha">
    <w:name w:val="SubStep Alpha"/>
    <w:basedOn w:val="Normal"/>
    <w:qFormat/>
    <w:rsid w:val="00D41566"/>
    <w:pPr>
      <w:numPr>
        <w:ilvl w:val="2"/>
        <w:numId w:val="2"/>
      </w:numPr>
      <w:spacing w:before="120" w:after="120" w:line="240" w:lineRule="auto"/>
    </w:pPr>
    <w:rPr>
      <w:sz w:val="20"/>
    </w:rPr>
  </w:style>
  <w:style w:type="paragraph" w:customStyle="1" w:styleId="CMD">
    <w:name w:val="CMD"/>
    <w:basedOn w:val="Normal"/>
    <w:qFormat/>
    <w:rsid w:val="003A19DC"/>
    <w:pPr>
      <w:spacing w:line="240" w:lineRule="auto"/>
      <w:ind w:left="720"/>
    </w:pPr>
    <w:rPr>
      <w:rFonts w:ascii="Courier New" w:hAnsi="Courier New"/>
      <w:sz w:val="20"/>
    </w:rPr>
  </w:style>
  <w:style w:type="paragraph" w:customStyle="1" w:styleId="BodyTextL50">
    <w:name w:val="Body Text L50"/>
    <w:basedOn w:val="Normal"/>
    <w:qFormat/>
    <w:rsid w:val="00853418"/>
    <w:pPr>
      <w:spacing w:before="120" w:line="240" w:lineRule="auto"/>
      <w:ind w:left="720"/>
    </w:pPr>
    <w:rPr>
      <w:sz w:val="20"/>
    </w:rPr>
  </w:style>
  <w:style w:type="paragraph" w:customStyle="1" w:styleId="BodyTextL25">
    <w:name w:val="Body Text L25"/>
    <w:basedOn w:val="BodyText1"/>
    <w:qFormat/>
    <w:rsid w:val="00596998"/>
    <w:pPr>
      <w:spacing w:before="120" w:after="120"/>
      <w:ind w:left="360"/>
    </w:pPr>
  </w:style>
  <w:style w:type="paragraph" w:customStyle="1" w:styleId="InstNoteRedL50">
    <w:name w:val="Inst Note Red L50"/>
    <w:basedOn w:val="InstNoteRed"/>
    <w:next w:val="BodyText1"/>
    <w:qFormat/>
    <w:rsid w:val="0052400A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406554"/>
    <w:rPr>
      <w:rFonts w:ascii="Arial" w:hAnsi="Arial"/>
      <w:b/>
      <w:color w:val="FF0000"/>
      <w:sz w:val="32"/>
    </w:rPr>
  </w:style>
  <w:style w:type="character" w:customStyle="1" w:styleId="AnswerGray">
    <w:name w:val="Answer Gray"/>
    <w:uiPriority w:val="1"/>
    <w:qFormat/>
    <w:rsid w:val="004D682B"/>
    <w:rPr>
      <w:rFonts w:ascii="Arial" w:hAnsi="Arial"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SubStepAlpha"/>
    <w:qFormat/>
    <w:rsid w:val="002C475E"/>
    <w:pPr>
      <w:numPr>
        <w:ilvl w:val="3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Ind w:w="0" w:type="dxa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AC507D"/>
    <w:pPr>
      <w:numPr>
        <w:numId w:val="1"/>
      </w:numPr>
    </w:pPr>
  </w:style>
  <w:style w:type="numbering" w:customStyle="1" w:styleId="PartStepSubStepList">
    <w:name w:val="Part_Step_SubStep_List"/>
    <w:basedOn w:val="NoList"/>
    <w:uiPriority w:val="99"/>
    <w:rsid w:val="002C475E"/>
    <w:pPr>
      <w:numPr>
        <w:numId w:val="2"/>
      </w:numPr>
    </w:pPr>
  </w:style>
  <w:style w:type="paragraph" w:customStyle="1" w:styleId="CMDOutput">
    <w:name w:val="CMD Output"/>
    <w:basedOn w:val="CMD"/>
    <w:qFormat/>
    <w:rsid w:val="00215665"/>
    <w:rPr>
      <w:sz w:val="18"/>
    </w:rPr>
  </w:style>
  <w:style w:type="paragraph" w:customStyle="1" w:styleId="InstNoteRedL25">
    <w:name w:val="Inst Note Red L25"/>
    <w:basedOn w:val="BodyTextL25"/>
    <w:next w:val="BodyTextL25"/>
    <w:qFormat/>
    <w:rsid w:val="00FD33AB"/>
    <w:rPr>
      <w:color w:val="FF0000"/>
    </w:rPr>
  </w:style>
  <w:style w:type="paragraph" w:styleId="ListParagraph">
    <w:name w:val="List Paragraph"/>
    <w:basedOn w:val="Normal"/>
    <w:uiPriority w:val="34"/>
    <w:unhideWhenUsed/>
    <w:qFormat/>
    <w:rsid w:val="0034455D"/>
    <w:pPr>
      <w:ind w:left="720"/>
    </w:p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uiPriority w:val="99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  <w:lang w:val="x-none" w:eastAsia="x-none"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596998"/>
    <w:pPr>
      <w:numPr>
        <w:ilvl w:val="1"/>
        <w:numId w:val="4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4"/>
      </w:numPr>
    </w:pPr>
  </w:style>
  <w:style w:type="paragraph" w:styleId="Revision">
    <w:name w:val="Revision"/>
    <w:hidden/>
    <w:uiPriority w:val="99"/>
    <w:semiHidden/>
    <w:rsid w:val="00A26E0C"/>
    <w:rPr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855E5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534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8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llan\AppData\Roaming\Microsoft\Templates\CCNA_Griffin_Lab-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5E3A017-0518-4613-90B3-27DE4F940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CCNA_Griffin_Lab-Template.dotx</Template>
  <TotalTime>5</TotalTime>
  <Pages>2</Pages>
  <Words>721</Words>
  <Characters>4116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Dianne Stevens</dc:creator>
  <cp:lastModifiedBy>SBC</cp:lastModifiedBy>
  <cp:revision>3</cp:revision>
  <cp:lastPrinted>2013-03-18T14:28:00Z</cp:lastPrinted>
  <dcterms:created xsi:type="dcterms:W3CDTF">2013-07-12T23:41:00Z</dcterms:created>
  <dcterms:modified xsi:type="dcterms:W3CDTF">2013-07-12T23:46:00Z</dcterms:modified>
</cp:coreProperties>
</file>