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EF6AE4" w14:textId="48A93F11" w:rsidR="00CC3FD4" w:rsidRPr="00CC3FD4" w:rsidRDefault="002D6C2A" w:rsidP="00CC3FD4">
      <w:pPr>
        <w:pStyle w:val="LabTitle"/>
        <w:rPr>
          <w:rFonts w:eastAsia="Times New Roman"/>
          <w:color w:val="FF0000"/>
        </w:rPr>
      </w:pPr>
      <w:r w:rsidRPr="00FD4A68">
        <w:t xml:space="preserve">Lab </w:t>
      </w:r>
      <w:r w:rsidR="00012520">
        <w:t>–</w:t>
      </w:r>
      <w:r w:rsidRPr="00FD4A68">
        <w:t xml:space="preserve"> </w:t>
      </w:r>
      <w:r w:rsidR="00012520">
        <w:t xml:space="preserve">Configuring </w:t>
      </w:r>
      <w:r w:rsidR="004444F3">
        <w:t>80</w:t>
      </w:r>
      <w:r w:rsidR="0014291C">
        <w:t>2.1</w:t>
      </w:r>
      <w:r w:rsidR="004444F3">
        <w:t xml:space="preserve">Q Trunk-Based </w:t>
      </w:r>
      <w:r w:rsidR="00012520">
        <w:t>Inter-VLAN Routing</w:t>
      </w:r>
      <w:r w:rsidR="004D36D7" w:rsidRPr="00FD4A68">
        <w:t xml:space="preserve"> </w:t>
      </w:r>
    </w:p>
    <w:p w14:paraId="6CC68121" w14:textId="77777777" w:rsidR="003C6BCA" w:rsidRDefault="001E38E0" w:rsidP="0014219C">
      <w:pPr>
        <w:pStyle w:val="LabSection"/>
      </w:pPr>
      <w:r>
        <w:t>Topology</w:t>
      </w:r>
    </w:p>
    <w:p w14:paraId="1654BADA" w14:textId="77777777" w:rsidR="008C4307" w:rsidRDefault="001B6586" w:rsidP="00A6283D">
      <w:pPr>
        <w:pStyle w:val="Visual"/>
      </w:pPr>
      <w:r>
        <w:rPr>
          <w:noProof/>
        </w:rPr>
        <w:drawing>
          <wp:inline distT="0" distB="0" distL="0" distR="0" wp14:anchorId="163EA4A4" wp14:editId="7C3ED6C8">
            <wp:extent cx="3644900" cy="4254500"/>
            <wp:effectExtent l="0" t="0" r="1270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44900" cy="4254500"/>
                    </a:xfrm>
                    <a:prstGeom prst="rect">
                      <a:avLst/>
                    </a:prstGeom>
                    <a:noFill/>
                    <a:ln>
                      <a:noFill/>
                    </a:ln>
                  </pic:spPr>
                </pic:pic>
              </a:graphicData>
            </a:graphic>
          </wp:inline>
        </w:drawing>
      </w:r>
    </w:p>
    <w:p w14:paraId="4B90EF9F" w14:textId="77777777" w:rsidR="00AE56C0" w:rsidRPr="00BB73FF" w:rsidRDefault="00AE56C0" w:rsidP="0014219C">
      <w:pPr>
        <w:pStyle w:val="LabSection"/>
      </w:pPr>
      <w:r w:rsidRPr="00BB73FF">
        <w:lastRenderedPageBreak/>
        <w:t>Addressing Table</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033"/>
        <w:gridCol w:w="1181"/>
        <w:gridCol w:w="1732"/>
        <w:gridCol w:w="1732"/>
        <w:gridCol w:w="1787"/>
      </w:tblGrid>
      <w:tr w:rsidR="000C749A" w14:paraId="2EBFC6E2" w14:textId="77777777" w:rsidTr="00E84A23">
        <w:trPr>
          <w:cantSplit/>
          <w:jc w:val="center"/>
        </w:trPr>
        <w:tc>
          <w:tcPr>
            <w:tcW w:w="103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24589F8" w14:textId="77777777" w:rsidR="000C749A" w:rsidRPr="00E87D62" w:rsidRDefault="000C749A" w:rsidP="00E87D62">
            <w:pPr>
              <w:pStyle w:val="TableHeading"/>
            </w:pPr>
            <w:r w:rsidRPr="00E87D62">
              <w:t>Device</w:t>
            </w:r>
          </w:p>
        </w:tc>
        <w:tc>
          <w:tcPr>
            <w:tcW w:w="118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0CAB574" w14:textId="77777777" w:rsidR="000C749A" w:rsidRPr="00E87D62" w:rsidRDefault="000C749A" w:rsidP="00E87D62">
            <w:pPr>
              <w:pStyle w:val="TableHeading"/>
            </w:pPr>
            <w:r w:rsidRPr="00E87D62">
              <w:t>Interface</w:t>
            </w:r>
          </w:p>
        </w:tc>
        <w:tc>
          <w:tcPr>
            <w:tcW w:w="0" w:type="auto"/>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B9FEC1F" w14:textId="77777777" w:rsidR="000C749A" w:rsidRPr="00E87D62" w:rsidRDefault="000C749A" w:rsidP="00E87D62">
            <w:pPr>
              <w:pStyle w:val="TableHeading"/>
            </w:pPr>
            <w:r w:rsidRPr="00E87D62">
              <w:t>IP Address</w:t>
            </w:r>
          </w:p>
        </w:tc>
        <w:tc>
          <w:tcPr>
            <w:tcW w:w="0" w:type="auto"/>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13237F4" w14:textId="77777777" w:rsidR="000C749A" w:rsidRPr="00E87D62" w:rsidRDefault="000C749A" w:rsidP="00E87D62">
            <w:pPr>
              <w:pStyle w:val="TableHeading"/>
            </w:pPr>
            <w:r w:rsidRPr="00E87D62">
              <w:t>Subnet Mask</w:t>
            </w:r>
          </w:p>
        </w:tc>
        <w:tc>
          <w:tcPr>
            <w:tcW w:w="0" w:type="auto"/>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E996B8D" w14:textId="77777777" w:rsidR="000C749A" w:rsidRPr="00E87D62" w:rsidRDefault="000C749A" w:rsidP="00E87D62">
            <w:pPr>
              <w:pStyle w:val="TableHeading"/>
            </w:pPr>
            <w:r w:rsidRPr="00E87D62">
              <w:t>Default Gateway</w:t>
            </w:r>
          </w:p>
        </w:tc>
      </w:tr>
      <w:tr w:rsidR="000C749A" w14:paraId="134C2C45" w14:textId="77777777" w:rsidTr="00E84A23">
        <w:trPr>
          <w:cantSplit/>
          <w:jc w:val="center"/>
        </w:trPr>
        <w:tc>
          <w:tcPr>
            <w:tcW w:w="1033" w:type="dxa"/>
            <w:vAlign w:val="bottom"/>
          </w:tcPr>
          <w:p w14:paraId="0E3D8A98" w14:textId="77777777" w:rsidR="000C749A" w:rsidRDefault="000C749A" w:rsidP="00E87D62">
            <w:pPr>
              <w:pStyle w:val="TableText"/>
            </w:pPr>
            <w:r>
              <w:t>R1</w:t>
            </w:r>
          </w:p>
        </w:tc>
        <w:tc>
          <w:tcPr>
            <w:tcW w:w="1181" w:type="dxa"/>
            <w:vAlign w:val="bottom"/>
          </w:tcPr>
          <w:p w14:paraId="69FAAF6D" w14:textId="77777777" w:rsidR="000C749A" w:rsidRDefault="000C749A" w:rsidP="00146EFB">
            <w:pPr>
              <w:pStyle w:val="TableText"/>
            </w:pPr>
            <w:r>
              <w:t>G0/1.1</w:t>
            </w:r>
          </w:p>
        </w:tc>
        <w:tc>
          <w:tcPr>
            <w:tcW w:w="0" w:type="auto"/>
            <w:vAlign w:val="bottom"/>
          </w:tcPr>
          <w:p w14:paraId="5128CA01" w14:textId="77777777" w:rsidR="000C749A" w:rsidRDefault="000C749A" w:rsidP="002B6E0A">
            <w:pPr>
              <w:pStyle w:val="TableText"/>
            </w:pPr>
            <w:r>
              <w:t>192.168.1.1</w:t>
            </w:r>
          </w:p>
        </w:tc>
        <w:tc>
          <w:tcPr>
            <w:tcW w:w="0" w:type="auto"/>
            <w:vAlign w:val="bottom"/>
          </w:tcPr>
          <w:p w14:paraId="24DA674D" w14:textId="77777777" w:rsidR="000C749A" w:rsidRDefault="000C749A" w:rsidP="00E87D62">
            <w:pPr>
              <w:pStyle w:val="TableText"/>
            </w:pPr>
            <w:r>
              <w:t>255.255.255.0</w:t>
            </w:r>
          </w:p>
        </w:tc>
        <w:tc>
          <w:tcPr>
            <w:tcW w:w="0" w:type="auto"/>
            <w:vAlign w:val="bottom"/>
          </w:tcPr>
          <w:p w14:paraId="69B9ADC4" w14:textId="77777777" w:rsidR="000C749A" w:rsidRDefault="000C749A" w:rsidP="00E87D62">
            <w:pPr>
              <w:pStyle w:val="TableText"/>
            </w:pPr>
            <w:r>
              <w:t>N/A</w:t>
            </w:r>
          </w:p>
        </w:tc>
      </w:tr>
      <w:tr w:rsidR="000C749A" w14:paraId="4A4BC195" w14:textId="77777777" w:rsidTr="00E84A23">
        <w:trPr>
          <w:cantSplit/>
          <w:jc w:val="center"/>
        </w:trPr>
        <w:tc>
          <w:tcPr>
            <w:tcW w:w="1033" w:type="dxa"/>
            <w:vAlign w:val="bottom"/>
          </w:tcPr>
          <w:p w14:paraId="6C4B1467" w14:textId="77777777" w:rsidR="000C749A" w:rsidRDefault="000C749A" w:rsidP="00E87D62">
            <w:pPr>
              <w:pStyle w:val="TableText"/>
            </w:pPr>
          </w:p>
        </w:tc>
        <w:tc>
          <w:tcPr>
            <w:tcW w:w="1181" w:type="dxa"/>
            <w:vAlign w:val="bottom"/>
          </w:tcPr>
          <w:p w14:paraId="175A9C3F" w14:textId="77777777" w:rsidR="000C749A" w:rsidRDefault="000C749A" w:rsidP="00146EFB">
            <w:pPr>
              <w:pStyle w:val="TableText"/>
            </w:pPr>
            <w:r>
              <w:t>G0/1.10</w:t>
            </w:r>
          </w:p>
        </w:tc>
        <w:tc>
          <w:tcPr>
            <w:tcW w:w="0" w:type="auto"/>
            <w:vAlign w:val="bottom"/>
          </w:tcPr>
          <w:p w14:paraId="0A28D4DD" w14:textId="77777777" w:rsidR="000C749A" w:rsidRDefault="000C749A" w:rsidP="002B6E0A">
            <w:pPr>
              <w:pStyle w:val="TableText"/>
            </w:pPr>
            <w:r>
              <w:t>192.168.10.1</w:t>
            </w:r>
          </w:p>
        </w:tc>
        <w:tc>
          <w:tcPr>
            <w:tcW w:w="0" w:type="auto"/>
            <w:vAlign w:val="bottom"/>
          </w:tcPr>
          <w:p w14:paraId="5B7AC9B2" w14:textId="77777777" w:rsidR="000C749A" w:rsidRDefault="000C749A" w:rsidP="00E87D62">
            <w:pPr>
              <w:pStyle w:val="TableText"/>
            </w:pPr>
            <w:r>
              <w:t>255.255.255.0</w:t>
            </w:r>
          </w:p>
        </w:tc>
        <w:tc>
          <w:tcPr>
            <w:tcW w:w="0" w:type="auto"/>
            <w:vAlign w:val="bottom"/>
          </w:tcPr>
          <w:p w14:paraId="1098A056" w14:textId="77777777" w:rsidR="000C749A" w:rsidRDefault="000C749A" w:rsidP="00DE0C52">
            <w:pPr>
              <w:pStyle w:val="TableText"/>
            </w:pPr>
            <w:r>
              <w:t>N/A</w:t>
            </w:r>
          </w:p>
        </w:tc>
      </w:tr>
      <w:tr w:rsidR="000C749A" w14:paraId="244CA081" w14:textId="77777777" w:rsidTr="00E84A23">
        <w:trPr>
          <w:cantSplit/>
          <w:jc w:val="center"/>
        </w:trPr>
        <w:tc>
          <w:tcPr>
            <w:tcW w:w="1033" w:type="dxa"/>
            <w:vAlign w:val="bottom"/>
          </w:tcPr>
          <w:p w14:paraId="574E4FC3" w14:textId="77777777" w:rsidR="000C749A" w:rsidRDefault="000C749A" w:rsidP="00E87D62">
            <w:pPr>
              <w:pStyle w:val="TableText"/>
            </w:pPr>
          </w:p>
        </w:tc>
        <w:tc>
          <w:tcPr>
            <w:tcW w:w="1181" w:type="dxa"/>
            <w:vAlign w:val="bottom"/>
          </w:tcPr>
          <w:p w14:paraId="7256D57C" w14:textId="77777777" w:rsidR="000C749A" w:rsidRDefault="000C749A" w:rsidP="00146EFB">
            <w:pPr>
              <w:pStyle w:val="TableText"/>
            </w:pPr>
            <w:r>
              <w:t>G0/1.20</w:t>
            </w:r>
          </w:p>
        </w:tc>
        <w:tc>
          <w:tcPr>
            <w:tcW w:w="0" w:type="auto"/>
            <w:vAlign w:val="bottom"/>
          </w:tcPr>
          <w:p w14:paraId="0848FA99" w14:textId="77777777" w:rsidR="000C749A" w:rsidRDefault="000C749A" w:rsidP="002B6E0A">
            <w:pPr>
              <w:pStyle w:val="TableText"/>
            </w:pPr>
            <w:r>
              <w:t>192.168.20.1</w:t>
            </w:r>
          </w:p>
        </w:tc>
        <w:tc>
          <w:tcPr>
            <w:tcW w:w="0" w:type="auto"/>
            <w:vAlign w:val="bottom"/>
          </w:tcPr>
          <w:p w14:paraId="72C27F7E" w14:textId="77777777" w:rsidR="000C749A" w:rsidRDefault="000C749A" w:rsidP="00DE0C52">
            <w:pPr>
              <w:pStyle w:val="TableText"/>
            </w:pPr>
            <w:r>
              <w:t>255.255.255.0</w:t>
            </w:r>
          </w:p>
        </w:tc>
        <w:tc>
          <w:tcPr>
            <w:tcW w:w="0" w:type="auto"/>
            <w:vAlign w:val="bottom"/>
          </w:tcPr>
          <w:p w14:paraId="2AA202A8" w14:textId="77777777" w:rsidR="000C749A" w:rsidRDefault="000C749A" w:rsidP="00DE0C52">
            <w:pPr>
              <w:pStyle w:val="TableText"/>
            </w:pPr>
            <w:r>
              <w:t>N/A</w:t>
            </w:r>
          </w:p>
        </w:tc>
      </w:tr>
      <w:tr w:rsidR="000C749A" w14:paraId="48DDCB4C" w14:textId="77777777" w:rsidTr="00E84A23">
        <w:trPr>
          <w:cantSplit/>
          <w:jc w:val="center"/>
        </w:trPr>
        <w:tc>
          <w:tcPr>
            <w:tcW w:w="1033" w:type="dxa"/>
            <w:vAlign w:val="bottom"/>
          </w:tcPr>
          <w:p w14:paraId="2AB6348E" w14:textId="77777777" w:rsidR="000C749A" w:rsidRDefault="000C749A" w:rsidP="00E87D62">
            <w:pPr>
              <w:pStyle w:val="TableText"/>
            </w:pPr>
          </w:p>
        </w:tc>
        <w:tc>
          <w:tcPr>
            <w:tcW w:w="1181" w:type="dxa"/>
            <w:vAlign w:val="bottom"/>
          </w:tcPr>
          <w:p w14:paraId="2B0AEE33" w14:textId="77777777" w:rsidR="000C749A" w:rsidRDefault="000C749A" w:rsidP="00146EFB">
            <w:pPr>
              <w:pStyle w:val="TableText"/>
            </w:pPr>
            <w:r>
              <w:t>Lo0</w:t>
            </w:r>
          </w:p>
        </w:tc>
        <w:tc>
          <w:tcPr>
            <w:tcW w:w="0" w:type="auto"/>
            <w:vAlign w:val="bottom"/>
          </w:tcPr>
          <w:p w14:paraId="5D60E05C" w14:textId="77777777" w:rsidR="000C749A" w:rsidRDefault="000C749A" w:rsidP="002B6E0A">
            <w:pPr>
              <w:pStyle w:val="TableText"/>
            </w:pPr>
            <w:r>
              <w:t>209.165.200.225</w:t>
            </w:r>
          </w:p>
        </w:tc>
        <w:tc>
          <w:tcPr>
            <w:tcW w:w="0" w:type="auto"/>
            <w:vAlign w:val="bottom"/>
          </w:tcPr>
          <w:p w14:paraId="688C0E59" w14:textId="77777777" w:rsidR="000C749A" w:rsidRDefault="000C749A" w:rsidP="00DE0C52">
            <w:pPr>
              <w:pStyle w:val="TableText"/>
            </w:pPr>
            <w:r>
              <w:t>255.255.255.224</w:t>
            </w:r>
          </w:p>
        </w:tc>
        <w:tc>
          <w:tcPr>
            <w:tcW w:w="0" w:type="auto"/>
            <w:vAlign w:val="bottom"/>
          </w:tcPr>
          <w:p w14:paraId="600F5FDF" w14:textId="77777777" w:rsidR="000C749A" w:rsidRDefault="000C749A" w:rsidP="00DE0C52">
            <w:pPr>
              <w:pStyle w:val="TableText"/>
            </w:pPr>
            <w:r>
              <w:t>N/A</w:t>
            </w:r>
          </w:p>
        </w:tc>
      </w:tr>
      <w:tr w:rsidR="000C749A" w14:paraId="176BEDBC" w14:textId="77777777" w:rsidTr="00E84A23">
        <w:trPr>
          <w:cantSplit/>
          <w:jc w:val="center"/>
        </w:trPr>
        <w:tc>
          <w:tcPr>
            <w:tcW w:w="1033" w:type="dxa"/>
            <w:vAlign w:val="bottom"/>
          </w:tcPr>
          <w:p w14:paraId="7FCD01EA" w14:textId="77777777" w:rsidR="000C749A" w:rsidRPr="00E87D62" w:rsidRDefault="000C749A" w:rsidP="00E87D62">
            <w:pPr>
              <w:pStyle w:val="TableText"/>
            </w:pPr>
            <w:r>
              <w:t>S1</w:t>
            </w:r>
          </w:p>
        </w:tc>
        <w:tc>
          <w:tcPr>
            <w:tcW w:w="1181" w:type="dxa"/>
            <w:vAlign w:val="bottom"/>
          </w:tcPr>
          <w:p w14:paraId="76CF7001" w14:textId="77777777" w:rsidR="000C749A" w:rsidRPr="00E87D62" w:rsidRDefault="000C749A" w:rsidP="00146EFB">
            <w:pPr>
              <w:pStyle w:val="TableText"/>
            </w:pPr>
            <w:r>
              <w:t>VLAN 1</w:t>
            </w:r>
          </w:p>
        </w:tc>
        <w:tc>
          <w:tcPr>
            <w:tcW w:w="0" w:type="auto"/>
            <w:vAlign w:val="bottom"/>
          </w:tcPr>
          <w:p w14:paraId="0F08DC43" w14:textId="77777777" w:rsidR="000C749A" w:rsidRPr="00E87D62" w:rsidRDefault="000C749A" w:rsidP="002B6E0A">
            <w:pPr>
              <w:pStyle w:val="TableText"/>
            </w:pPr>
            <w:r>
              <w:t>192.168.1.11</w:t>
            </w:r>
          </w:p>
        </w:tc>
        <w:tc>
          <w:tcPr>
            <w:tcW w:w="0" w:type="auto"/>
            <w:vAlign w:val="bottom"/>
          </w:tcPr>
          <w:p w14:paraId="61F6C098" w14:textId="77777777" w:rsidR="000C749A" w:rsidRPr="00E87D62" w:rsidRDefault="000C749A" w:rsidP="00E87D62">
            <w:pPr>
              <w:pStyle w:val="TableText"/>
            </w:pPr>
            <w:r>
              <w:t>255.255.255.0</w:t>
            </w:r>
          </w:p>
        </w:tc>
        <w:tc>
          <w:tcPr>
            <w:tcW w:w="0" w:type="auto"/>
            <w:vAlign w:val="bottom"/>
          </w:tcPr>
          <w:p w14:paraId="52476148" w14:textId="77777777" w:rsidR="000C749A" w:rsidRPr="00E87D62" w:rsidRDefault="000C749A" w:rsidP="00E87D62">
            <w:pPr>
              <w:pStyle w:val="TableText"/>
            </w:pPr>
            <w:r>
              <w:t>192.168.1.1</w:t>
            </w:r>
          </w:p>
        </w:tc>
      </w:tr>
      <w:tr w:rsidR="000C749A" w14:paraId="4CFA9F30" w14:textId="77777777" w:rsidTr="00E84A23">
        <w:trPr>
          <w:cantSplit/>
          <w:jc w:val="center"/>
        </w:trPr>
        <w:tc>
          <w:tcPr>
            <w:tcW w:w="1033" w:type="dxa"/>
            <w:vAlign w:val="bottom"/>
          </w:tcPr>
          <w:p w14:paraId="228C1253" w14:textId="77777777" w:rsidR="000C749A" w:rsidRPr="00E87D62" w:rsidRDefault="000C749A" w:rsidP="00E87D62">
            <w:pPr>
              <w:pStyle w:val="TableText"/>
            </w:pPr>
            <w:r>
              <w:t>S2</w:t>
            </w:r>
          </w:p>
        </w:tc>
        <w:tc>
          <w:tcPr>
            <w:tcW w:w="1181" w:type="dxa"/>
            <w:vAlign w:val="bottom"/>
          </w:tcPr>
          <w:p w14:paraId="72A7C980" w14:textId="77777777" w:rsidR="000C749A" w:rsidRPr="00E87D62" w:rsidRDefault="000C749A" w:rsidP="00146EFB">
            <w:pPr>
              <w:pStyle w:val="TableText"/>
            </w:pPr>
            <w:r>
              <w:t>VLAN 1</w:t>
            </w:r>
          </w:p>
        </w:tc>
        <w:tc>
          <w:tcPr>
            <w:tcW w:w="0" w:type="auto"/>
            <w:vAlign w:val="bottom"/>
          </w:tcPr>
          <w:p w14:paraId="29EA1B0D" w14:textId="77777777" w:rsidR="000C749A" w:rsidRPr="00E87D62" w:rsidRDefault="000C749A" w:rsidP="002B6E0A">
            <w:pPr>
              <w:pStyle w:val="TableText"/>
            </w:pPr>
            <w:r>
              <w:t>192.168.1.12</w:t>
            </w:r>
          </w:p>
        </w:tc>
        <w:tc>
          <w:tcPr>
            <w:tcW w:w="0" w:type="auto"/>
            <w:vAlign w:val="bottom"/>
          </w:tcPr>
          <w:p w14:paraId="151C9CC3" w14:textId="77777777" w:rsidR="000C749A" w:rsidRPr="00E87D62" w:rsidRDefault="000C749A" w:rsidP="00E87D62">
            <w:pPr>
              <w:pStyle w:val="TableText"/>
            </w:pPr>
            <w:r>
              <w:t>255.255.255.0</w:t>
            </w:r>
          </w:p>
        </w:tc>
        <w:tc>
          <w:tcPr>
            <w:tcW w:w="0" w:type="auto"/>
            <w:vAlign w:val="bottom"/>
          </w:tcPr>
          <w:p w14:paraId="05B6B2EB" w14:textId="77777777" w:rsidR="000C749A" w:rsidRPr="00E87D62" w:rsidRDefault="000C749A" w:rsidP="00E87D62">
            <w:pPr>
              <w:pStyle w:val="TableText"/>
            </w:pPr>
            <w:r>
              <w:t>192.168.1.1</w:t>
            </w:r>
          </w:p>
        </w:tc>
      </w:tr>
      <w:tr w:rsidR="000C749A" w14:paraId="669AEF0C" w14:textId="77777777" w:rsidTr="00E84A23">
        <w:trPr>
          <w:cantSplit/>
          <w:jc w:val="center"/>
        </w:trPr>
        <w:tc>
          <w:tcPr>
            <w:tcW w:w="1033" w:type="dxa"/>
            <w:vAlign w:val="bottom"/>
          </w:tcPr>
          <w:p w14:paraId="45B9C8A8" w14:textId="77777777" w:rsidR="000C749A" w:rsidRPr="00E87D62" w:rsidRDefault="000C749A" w:rsidP="00E87D62">
            <w:pPr>
              <w:pStyle w:val="TableText"/>
            </w:pPr>
            <w:r w:rsidRPr="00E87D62">
              <w:t>PC-A</w:t>
            </w:r>
          </w:p>
        </w:tc>
        <w:tc>
          <w:tcPr>
            <w:tcW w:w="1181" w:type="dxa"/>
            <w:vAlign w:val="bottom"/>
          </w:tcPr>
          <w:p w14:paraId="0353B52B" w14:textId="77777777" w:rsidR="000C749A" w:rsidRPr="00E87D62" w:rsidRDefault="000C749A" w:rsidP="00E87D62">
            <w:pPr>
              <w:pStyle w:val="TableText"/>
            </w:pPr>
            <w:r w:rsidRPr="00E87D62">
              <w:t>NIC</w:t>
            </w:r>
          </w:p>
        </w:tc>
        <w:tc>
          <w:tcPr>
            <w:tcW w:w="0" w:type="auto"/>
            <w:vAlign w:val="bottom"/>
          </w:tcPr>
          <w:p w14:paraId="3D59E7D2" w14:textId="77777777" w:rsidR="000C749A" w:rsidRPr="00E87D62" w:rsidRDefault="000C749A" w:rsidP="00E87D62">
            <w:pPr>
              <w:pStyle w:val="TableText"/>
            </w:pPr>
            <w:r w:rsidRPr="00E87D62">
              <w:t>192.168.1</w:t>
            </w:r>
            <w:r>
              <w:t>0</w:t>
            </w:r>
            <w:r w:rsidRPr="00E87D62">
              <w:t>.3</w:t>
            </w:r>
          </w:p>
        </w:tc>
        <w:tc>
          <w:tcPr>
            <w:tcW w:w="0" w:type="auto"/>
            <w:vAlign w:val="bottom"/>
          </w:tcPr>
          <w:p w14:paraId="3D1F3BC8" w14:textId="77777777" w:rsidR="000C749A" w:rsidRPr="00E87D62" w:rsidRDefault="000C749A" w:rsidP="00E87D62">
            <w:pPr>
              <w:pStyle w:val="TableText"/>
            </w:pPr>
            <w:r w:rsidRPr="00E87D62">
              <w:t>255.255.255.0</w:t>
            </w:r>
          </w:p>
        </w:tc>
        <w:tc>
          <w:tcPr>
            <w:tcW w:w="0" w:type="auto"/>
            <w:vAlign w:val="bottom"/>
          </w:tcPr>
          <w:p w14:paraId="724545FD" w14:textId="77777777" w:rsidR="000C749A" w:rsidRPr="00E87D62" w:rsidRDefault="000C749A" w:rsidP="00E87D62">
            <w:pPr>
              <w:pStyle w:val="TableText"/>
            </w:pPr>
            <w:r w:rsidRPr="00E87D62">
              <w:t>192.168.1</w:t>
            </w:r>
            <w:r>
              <w:t>0</w:t>
            </w:r>
            <w:r w:rsidRPr="00E87D62">
              <w:t>.1</w:t>
            </w:r>
          </w:p>
        </w:tc>
      </w:tr>
      <w:tr w:rsidR="000C749A" w14:paraId="57CDCB06" w14:textId="77777777" w:rsidTr="00E84A23">
        <w:trPr>
          <w:cantSplit/>
          <w:jc w:val="center"/>
        </w:trPr>
        <w:tc>
          <w:tcPr>
            <w:tcW w:w="1033" w:type="dxa"/>
            <w:vAlign w:val="bottom"/>
          </w:tcPr>
          <w:p w14:paraId="60D18E2D" w14:textId="77777777" w:rsidR="000C749A" w:rsidRPr="00E87D62" w:rsidRDefault="000C749A" w:rsidP="00E87D62">
            <w:pPr>
              <w:pStyle w:val="TableText"/>
            </w:pPr>
            <w:r>
              <w:t>PC-B</w:t>
            </w:r>
          </w:p>
        </w:tc>
        <w:tc>
          <w:tcPr>
            <w:tcW w:w="1181" w:type="dxa"/>
            <w:vAlign w:val="bottom"/>
          </w:tcPr>
          <w:p w14:paraId="624846FC" w14:textId="77777777" w:rsidR="000C749A" w:rsidRPr="00E87D62" w:rsidRDefault="000C749A" w:rsidP="00E87D62">
            <w:pPr>
              <w:pStyle w:val="TableText"/>
            </w:pPr>
            <w:r w:rsidRPr="00E87D62">
              <w:t>NIC</w:t>
            </w:r>
          </w:p>
        </w:tc>
        <w:tc>
          <w:tcPr>
            <w:tcW w:w="0" w:type="auto"/>
            <w:vAlign w:val="bottom"/>
          </w:tcPr>
          <w:p w14:paraId="09D82E4E" w14:textId="77777777" w:rsidR="000C749A" w:rsidRPr="00E87D62" w:rsidRDefault="000C749A" w:rsidP="00E87D62">
            <w:pPr>
              <w:pStyle w:val="TableText"/>
            </w:pPr>
            <w:r w:rsidRPr="00E87D62">
              <w:t>192.168.</w:t>
            </w:r>
            <w:r>
              <w:t>20</w:t>
            </w:r>
            <w:r w:rsidRPr="00E87D62">
              <w:t>.</w:t>
            </w:r>
            <w:r>
              <w:t>3</w:t>
            </w:r>
          </w:p>
        </w:tc>
        <w:tc>
          <w:tcPr>
            <w:tcW w:w="0" w:type="auto"/>
            <w:vAlign w:val="bottom"/>
          </w:tcPr>
          <w:p w14:paraId="45752A5F" w14:textId="77777777" w:rsidR="000C749A" w:rsidRPr="00E87D62" w:rsidRDefault="000C749A" w:rsidP="00E87D62">
            <w:pPr>
              <w:pStyle w:val="TableText"/>
            </w:pPr>
            <w:r w:rsidRPr="00E87D62">
              <w:t>255.255.255.0</w:t>
            </w:r>
          </w:p>
        </w:tc>
        <w:tc>
          <w:tcPr>
            <w:tcW w:w="0" w:type="auto"/>
            <w:vAlign w:val="bottom"/>
          </w:tcPr>
          <w:p w14:paraId="3AE755A7" w14:textId="77777777" w:rsidR="000C749A" w:rsidRPr="00E87D62" w:rsidRDefault="000C749A" w:rsidP="00E87D62">
            <w:pPr>
              <w:pStyle w:val="TableText"/>
            </w:pPr>
            <w:r>
              <w:t>192.168.20</w:t>
            </w:r>
            <w:r w:rsidRPr="00E87D62">
              <w:t>.1</w:t>
            </w:r>
          </w:p>
        </w:tc>
      </w:tr>
    </w:tbl>
    <w:p w14:paraId="0CF2797A" w14:textId="77777777" w:rsidR="00FB6974" w:rsidRDefault="001D7DB7" w:rsidP="00FB6974">
      <w:pPr>
        <w:pStyle w:val="LabSection"/>
        <w:numPr>
          <w:ilvl w:val="0"/>
          <w:numId w:val="0"/>
        </w:numPr>
      </w:pPr>
      <w:r>
        <w:t xml:space="preserve">Switch </w:t>
      </w:r>
      <w:r w:rsidR="00FB6974">
        <w:t>Port Assignment Specifications</w:t>
      </w:r>
    </w:p>
    <w:tbl>
      <w:tblPr>
        <w:tblW w:w="621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530"/>
        <w:gridCol w:w="2880"/>
        <w:gridCol w:w="1800"/>
      </w:tblGrid>
      <w:tr w:rsidR="00FB6974" w:rsidRPr="00E87D62" w14:paraId="340AC37A" w14:textId="77777777" w:rsidTr="0091226C">
        <w:trPr>
          <w:cantSplit/>
          <w:jc w:val="center"/>
        </w:trPr>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D2AFE0F" w14:textId="77777777" w:rsidR="00FB6974" w:rsidRPr="00862536" w:rsidRDefault="00FB6974" w:rsidP="0091226C">
            <w:pPr>
              <w:pStyle w:val="TableHeading"/>
            </w:pPr>
            <w:r w:rsidRPr="00862536">
              <w:t>Ports</w:t>
            </w:r>
          </w:p>
        </w:tc>
        <w:tc>
          <w:tcPr>
            <w:tcW w:w="28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5615CE5" w14:textId="77777777" w:rsidR="00FB6974" w:rsidRPr="00862536" w:rsidRDefault="00FB6974" w:rsidP="0091226C">
            <w:pPr>
              <w:pStyle w:val="TableHeading"/>
            </w:pPr>
            <w:r w:rsidRPr="00862536">
              <w:t>Assignment</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3356FB2" w14:textId="77777777" w:rsidR="00FB6974" w:rsidRPr="00862536" w:rsidRDefault="00FB6974" w:rsidP="0091226C">
            <w:pPr>
              <w:pStyle w:val="TableHeading"/>
            </w:pPr>
            <w:r w:rsidRPr="00862536">
              <w:t>Network</w:t>
            </w:r>
          </w:p>
        </w:tc>
      </w:tr>
      <w:tr w:rsidR="00FB6974" w:rsidRPr="00E87D62" w14:paraId="250C6DF7" w14:textId="77777777" w:rsidTr="0091226C">
        <w:trPr>
          <w:cantSplit/>
          <w:trHeight w:val="61"/>
          <w:jc w:val="center"/>
        </w:trPr>
        <w:tc>
          <w:tcPr>
            <w:tcW w:w="1530" w:type="dxa"/>
            <w:vAlign w:val="bottom"/>
          </w:tcPr>
          <w:p w14:paraId="1BF9E190" w14:textId="77777777" w:rsidR="00FB6974" w:rsidRPr="00E87D62" w:rsidRDefault="00E72970" w:rsidP="00DB54FB">
            <w:pPr>
              <w:pStyle w:val="TableText"/>
            </w:pPr>
            <w:r>
              <w:t xml:space="preserve">S1 </w:t>
            </w:r>
            <w:r w:rsidR="00FB6974">
              <w:t>F0/1</w:t>
            </w:r>
          </w:p>
        </w:tc>
        <w:tc>
          <w:tcPr>
            <w:tcW w:w="2880" w:type="dxa"/>
            <w:vAlign w:val="bottom"/>
          </w:tcPr>
          <w:p w14:paraId="5C4F0B4E" w14:textId="77777777" w:rsidR="00FB6974" w:rsidRPr="00E87D62" w:rsidRDefault="00E72970" w:rsidP="0091226C">
            <w:pPr>
              <w:pStyle w:val="TableText"/>
            </w:pPr>
            <w:r>
              <w:t>802.</w:t>
            </w:r>
            <w:r w:rsidR="00DB54FB">
              <w:t>1</w:t>
            </w:r>
            <w:r>
              <w:t>Q</w:t>
            </w:r>
            <w:r w:rsidR="00FB6974">
              <w:t xml:space="preserve"> Trunk</w:t>
            </w:r>
          </w:p>
        </w:tc>
        <w:tc>
          <w:tcPr>
            <w:tcW w:w="1800" w:type="dxa"/>
            <w:vAlign w:val="bottom"/>
          </w:tcPr>
          <w:p w14:paraId="5F719FCD" w14:textId="77777777" w:rsidR="00FB6974" w:rsidRPr="00E87D62" w:rsidRDefault="00E72970" w:rsidP="0091226C">
            <w:pPr>
              <w:pStyle w:val="TableText"/>
            </w:pPr>
            <w:r>
              <w:t>N/A</w:t>
            </w:r>
          </w:p>
        </w:tc>
      </w:tr>
      <w:tr w:rsidR="00DB54FB" w:rsidRPr="00E87D62" w14:paraId="2C6DED7D" w14:textId="77777777" w:rsidTr="0091226C">
        <w:trPr>
          <w:cantSplit/>
          <w:trHeight w:val="61"/>
          <w:jc w:val="center"/>
        </w:trPr>
        <w:tc>
          <w:tcPr>
            <w:tcW w:w="1530" w:type="dxa"/>
            <w:vAlign w:val="bottom"/>
          </w:tcPr>
          <w:p w14:paraId="68E3652F" w14:textId="77777777" w:rsidR="00DB54FB" w:rsidRDefault="00DB54FB" w:rsidP="0091226C">
            <w:pPr>
              <w:pStyle w:val="TableText"/>
            </w:pPr>
            <w:r>
              <w:t>S2 F0/1</w:t>
            </w:r>
          </w:p>
        </w:tc>
        <w:tc>
          <w:tcPr>
            <w:tcW w:w="2880" w:type="dxa"/>
            <w:vAlign w:val="bottom"/>
          </w:tcPr>
          <w:p w14:paraId="76ADAEB6" w14:textId="77777777" w:rsidR="00DB54FB" w:rsidRDefault="00DB54FB" w:rsidP="0091226C">
            <w:pPr>
              <w:pStyle w:val="TableText"/>
            </w:pPr>
            <w:r>
              <w:t>802.1Q Trunk</w:t>
            </w:r>
          </w:p>
        </w:tc>
        <w:tc>
          <w:tcPr>
            <w:tcW w:w="1800" w:type="dxa"/>
            <w:vAlign w:val="bottom"/>
          </w:tcPr>
          <w:p w14:paraId="001478E1" w14:textId="77777777" w:rsidR="00DB54FB" w:rsidRDefault="00DB54FB" w:rsidP="0091226C">
            <w:pPr>
              <w:pStyle w:val="TableText"/>
            </w:pPr>
            <w:r>
              <w:t>N/A</w:t>
            </w:r>
          </w:p>
        </w:tc>
      </w:tr>
      <w:tr w:rsidR="00E72970" w:rsidRPr="00E87D62" w14:paraId="37AB5EB1" w14:textId="77777777" w:rsidTr="0091226C">
        <w:trPr>
          <w:cantSplit/>
          <w:jc w:val="center"/>
        </w:trPr>
        <w:tc>
          <w:tcPr>
            <w:tcW w:w="1530" w:type="dxa"/>
            <w:vAlign w:val="bottom"/>
          </w:tcPr>
          <w:p w14:paraId="103C8C29" w14:textId="77777777" w:rsidR="00E72970" w:rsidRDefault="00E72970" w:rsidP="0091226C">
            <w:pPr>
              <w:pStyle w:val="TableText"/>
            </w:pPr>
            <w:r>
              <w:t>S1 F0/5</w:t>
            </w:r>
          </w:p>
        </w:tc>
        <w:tc>
          <w:tcPr>
            <w:tcW w:w="2880" w:type="dxa"/>
            <w:vAlign w:val="bottom"/>
          </w:tcPr>
          <w:p w14:paraId="7DD9C766" w14:textId="77777777" w:rsidR="00E72970" w:rsidRDefault="00E72970" w:rsidP="0091226C">
            <w:pPr>
              <w:pStyle w:val="TableText"/>
            </w:pPr>
            <w:r>
              <w:t>802.</w:t>
            </w:r>
            <w:r w:rsidR="00DB54FB">
              <w:t>1</w:t>
            </w:r>
            <w:r>
              <w:t>Q Trunk</w:t>
            </w:r>
          </w:p>
        </w:tc>
        <w:tc>
          <w:tcPr>
            <w:tcW w:w="1800" w:type="dxa"/>
            <w:vAlign w:val="bottom"/>
          </w:tcPr>
          <w:p w14:paraId="26C39156" w14:textId="77777777" w:rsidR="00E72970" w:rsidRDefault="006948B6" w:rsidP="0091226C">
            <w:pPr>
              <w:pStyle w:val="TableText"/>
            </w:pPr>
            <w:r>
              <w:t>N/A</w:t>
            </w:r>
          </w:p>
        </w:tc>
      </w:tr>
      <w:tr w:rsidR="00FB6974" w:rsidRPr="00E87D62" w14:paraId="60947CC1" w14:textId="77777777" w:rsidTr="0091226C">
        <w:trPr>
          <w:cantSplit/>
          <w:jc w:val="center"/>
        </w:trPr>
        <w:tc>
          <w:tcPr>
            <w:tcW w:w="1530" w:type="dxa"/>
            <w:vAlign w:val="bottom"/>
          </w:tcPr>
          <w:p w14:paraId="445C8CF5" w14:textId="77777777" w:rsidR="00FB6974" w:rsidRDefault="00E72970" w:rsidP="0091226C">
            <w:pPr>
              <w:pStyle w:val="TableText"/>
            </w:pPr>
            <w:r>
              <w:t xml:space="preserve">S1 </w:t>
            </w:r>
            <w:r w:rsidR="00FB6974">
              <w:t>F0/6</w:t>
            </w:r>
          </w:p>
        </w:tc>
        <w:tc>
          <w:tcPr>
            <w:tcW w:w="2880" w:type="dxa"/>
            <w:vAlign w:val="bottom"/>
          </w:tcPr>
          <w:p w14:paraId="2D9878FC" w14:textId="77777777" w:rsidR="00FB6974" w:rsidRPr="00E87D62" w:rsidRDefault="00FB6974" w:rsidP="0091226C">
            <w:pPr>
              <w:pStyle w:val="TableText"/>
            </w:pPr>
            <w:r>
              <w:t>VLAN 10 – Students</w:t>
            </w:r>
          </w:p>
        </w:tc>
        <w:tc>
          <w:tcPr>
            <w:tcW w:w="1800" w:type="dxa"/>
            <w:vAlign w:val="bottom"/>
          </w:tcPr>
          <w:p w14:paraId="4D661730" w14:textId="77777777" w:rsidR="00FB6974" w:rsidRPr="00E87D62" w:rsidRDefault="00FB6974" w:rsidP="0091226C">
            <w:pPr>
              <w:pStyle w:val="TableText"/>
            </w:pPr>
            <w:r>
              <w:t>192.168.10.0/24</w:t>
            </w:r>
          </w:p>
        </w:tc>
      </w:tr>
      <w:tr w:rsidR="00FB6974" w14:paraId="077EC25D" w14:textId="77777777" w:rsidTr="0091226C">
        <w:trPr>
          <w:cantSplit/>
          <w:jc w:val="center"/>
        </w:trPr>
        <w:tc>
          <w:tcPr>
            <w:tcW w:w="1530" w:type="dxa"/>
            <w:vAlign w:val="bottom"/>
          </w:tcPr>
          <w:p w14:paraId="3B82DCAB" w14:textId="77777777" w:rsidR="00FB6974" w:rsidRDefault="00E72970" w:rsidP="0091226C">
            <w:pPr>
              <w:pStyle w:val="TableText"/>
            </w:pPr>
            <w:r>
              <w:t>S2 F0/18</w:t>
            </w:r>
          </w:p>
        </w:tc>
        <w:tc>
          <w:tcPr>
            <w:tcW w:w="2880" w:type="dxa"/>
            <w:vAlign w:val="bottom"/>
          </w:tcPr>
          <w:p w14:paraId="26585CD2" w14:textId="77777777" w:rsidR="00FB6974" w:rsidRDefault="00F07F43" w:rsidP="0091226C">
            <w:pPr>
              <w:pStyle w:val="TableText"/>
            </w:pPr>
            <w:r>
              <w:t>VLAN 20 – Faculty</w:t>
            </w:r>
          </w:p>
        </w:tc>
        <w:tc>
          <w:tcPr>
            <w:tcW w:w="1800" w:type="dxa"/>
            <w:vAlign w:val="bottom"/>
          </w:tcPr>
          <w:p w14:paraId="26EDAFD2" w14:textId="77777777" w:rsidR="00FB6974" w:rsidRDefault="00FB6974" w:rsidP="0091226C">
            <w:pPr>
              <w:pStyle w:val="TableText"/>
            </w:pPr>
            <w:r>
              <w:t>192.168.20.0/24</w:t>
            </w:r>
          </w:p>
        </w:tc>
      </w:tr>
    </w:tbl>
    <w:p w14:paraId="24F330AB" w14:textId="77777777" w:rsidR="009D2C27" w:rsidRPr="00BB73FF" w:rsidRDefault="009D2C27" w:rsidP="00FB6974">
      <w:pPr>
        <w:pStyle w:val="LabSection"/>
        <w:numPr>
          <w:ilvl w:val="0"/>
          <w:numId w:val="0"/>
        </w:numPr>
      </w:pPr>
      <w:r w:rsidRPr="00BB73FF">
        <w:t>Objective</w:t>
      </w:r>
      <w:r w:rsidR="006E6581">
        <w:t>s</w:t>
      </w:r>
    </w:p>
    <w:p w14:paraId="209EE385" w14:textId="77777777" w:rsidR="00554B4E" w:rsidRPr="004C0909" w:rsidRDefault="00963E34" w:rsidP="00963E34">
      <w:pPr>
        <w:pStyle w:val="BodyTextL25Bold"/>
      </w:pPr>
      <w:r>
        <w:t xml:space="preserve">Part 1: </w:t>
      </w:r>
      <w:r w:rsidR="00B113B2">
        <w:t>Build the Network and Configure Basic Device Settings</w:t>
      </w:r>
    </w:p>
    <w:p w14:paraId="0A8B1F2A" w14:textId="77777777" w:rsidR="006E6581" w:rsidRDefault="006E6581" w:rsidP="006E6581">
      <w:pPr>
        <w:pStyle w:val="BodyTextL25Bold"/>
      </w:pPr>
      <w:r>
        <w:t xml:space="preserve">Part 2: </w:t>
      </w:r>
      <w:r w:rsidR="00F954FE">
        <w:t>Configur</w:t>
      </w:r>
      <w:r w:rsidR="000C749A">
        <w:t xml:space="preserve">e </w:t>
      </w:r>
      <w:r w:rsidR="00C323F2">
        <w:t xml:space="preserve">Switches with </w:t>
      </w:r>
      <w:r w:rsidR="000C749A">
        <w:t>VLANs</w:t>
      </w:r>
      <w:r w:rsidR="00C323F2">
        <w:t xml:space="preserve"> and Trunking</w:t>
      </w:r>
    </w:p>
    <w:p w14:paraId="16374A6E" w14:textId="77777777" w:rsidR="00EB4449" w:rsidRDefault="00765343" w:rsidP="000F1F28">
      <w:pPr>
        <w:pStyle w:val="BodyTextL25Bold"/>
      </w:pPr>
      <w:r>
        <w:t>P</w:t>
      </w:r>
      <w:r w:rsidR="00EB4449">
        <w:t>art 3</w:t>
      </w:r>
      <w:r>
        <w:t xml:space="preserve">: </w:t>
      </w:r>
      <w:r w:rsidR="0000192B">
        <w:t xml:space="preserve">Configure </w:t>
      </w:r>
      <w:r w:rsidR="00167E43">
        <w:t xml:space="preserve">Trunk-Based </w:t>
      </w:r>
      <w:r w:rsidR="003C7E97">
        <w:t>Inter-VLAN Routing</w:t>
      </w:r>
    </w:p>
    <w:p w14:paraId="622F0BF7" w14:textId="77777777" w:rsidR="00C07FD9" w:rsidRPr="00C07FD9" w:rsidRDefault="009D2C27" w:rsidP="0014219C">
      <w:pPr>
        <w:pStyle w:val="LabSection"/>
      </w:pPr>
      <w:r>
        <w:t xml:space="preserve">Background </w:t>
      </w:r>
      <w:r w:rsidR="00672919">
        <w:t>/ Scenario</w:t>
      </w:r>
    </w:p>
    <w:p w14:paraId="41EAF0CD" w14:textId="77777777" w:rsidR="009956A9" w:rsidRDefault="00FB5D54" w:rsidP="000F1F28">
      <w:pPr>
        <w:pStyle w:val="BodyTextL25"/>
        <w:rPr>
          <w:rFonts w:eastAsia="Arial"/>
        </w:rPr>
      </w:pPr>
      <w:r>
        <w:rPr>
          <w:rFonts w:eastAsia="Arial"/>
        </w:rPr>
        <w:t>A second</w:t>
      </w:r>
      <w:r w:rsidR="00730FDC">
        <w:rPr>
          <w:rFonts w:eastAsia="Arial"/>
        </w:rPr>
        <w:t xml:space="preserve"> method of providing </w:t>
      </w:r>
      <w:r w:rsidR="00167E43">
        <w:rPr>
          <w:rFonts w:eastAsia="Arial"/>
        </w:rPr>
        <w:t xml:space="preserve">routing and </w:t>
      </w:r>
      <w:r w:rsidR="00730FDC">
        <w:rPr>
          <w:rFonts w:eastAsia="Arial"/>
        </w:rPr>
        <w:t xml:space="preserve">connectivity </w:t>
      </w:r>
      <w:r w:rsidR="00167E43">
        <w:rPr>
          <w:rFonts w:eastAsia="Arial"/>
        </w:rPr>
        <w:t xml:space="preserve">for </w:t>
      </w:r>
      <w:r w:rsidR="00730FDC">
        <w:rPr>
          <w:rFonts w:eastAsia="Arial"/>
        </w:rPr>
        <w:t xml:space="preserve">multiple VLANs is through </w:t>
      </w:r>
      <w:r w:rsidR="004444F3">
        <w:rPr>
          <w:rFonts w:eastAsia="Arial"/>
        </w:rPr>
        <w:t>the use of a</w:t>
      </w:r>
      <w:r w:rsidR="00167E43">
        <w:rPr>
          <w:rFonts w:eastAsia="Arial"/>
        </w:rPr>
        <w:t xml:space="preserve">n 802.1Q </w:t>
      </w:r>
      <w:r w:rsidR="004444F3">
        <w:rPr>
          <w:rFonts w:eastAsia="Arial"/>
        </w:rPr>
        <w:t>trunk betwee</w:t>
      </w:r>
      <w:r w:rsidR="00167E43">
        <w:rPr>
          <w:rFonts w:eastAsia="Arial"/>
        </w:rPr>
        <w:t>n</w:t>
      </w:r>
      <w:r w:rsidR="004444F3">
        <w:rPr>
          <w:rFonts w:eastAsia="Arial"/>
        </w:rPr>
        <w:t xml:space="preserve"> </w:t>
      </w:r>
      <w:r w:rsidR="00167E43">
        <w:rPr>
          <w:rFonts w:eastAsia="Arial"/>
        </w:rPr>
        <w:t xml:space="preserve">one or more </w:t>
      </w:r>
      <w:r w:rsidR="004444F3">
        <w:rPr>
          <w:rFonts w:eastAsia="Arial"/>
        </w:rPr>
        <w:t xml:space="preserve">switches and a single router interface. This method is also known as </w:t>
      </w:r>
      <w:r>
        <w:rPr>
          <w:rFonts w:eastAsia="Arial"/>
        </w:rPr>
        <w:t>router-on-a-stick</w:t>
      </w:r>
      <w:r w:rsidR="00197D03">
        <w:rPr>
          <w:rFonts w:eastAsia="Arial"/>
        </w:rPr>
        <w:t xml:space="preserve"> inter-VLAN routing</w:t>
      </w:r>
      <w:r w:rsidR="00730FDC">
        <w:rPr>
          <w:rFonts w:eastAsia="Arial"/>
        </w:rPr>
        <w:t>. In this method, the</w:t>
      </w:r>
      <w:r w:rsidR="00197D03">
        <w:rPr>
          <w:rFonts w:eastAsia="Arial"/>
        </w:rPr>
        <w:t xml:space="preserve"> physical</w:t>
      </w:r>
      <w:r w:rsidR="00730FDC">
        <w:rPr>
          <w:rFonts w:eastAsia="Arial"/>
        </w:rPr>
        <w:t xml:space="preserve"> router interface is</w:t>
      </w:r>
      <w:r w:rsidR="00197D03">
        <w:rPr>
          <w:rFonts w:eastAsia="Arial"/>
        </w:rPr>
        <w:t xml:space="preserve"> divided into multiple subinterfaces that provide logical pathways to all VLANs connected.</w:t>
      </w:r>
    </w:p>
    <w:p w14:paraId="6D24BBCA" w14:textId="77777777" w:rsidR="00730FDC" w:rsidRDefault="00197D03" w:rsidP="000F1F28">
      <w:pPr>
        <w:pStyle w:val="BodyTextL25"/>
        <w:rPr>
          <w:rFonts w:eastAsia="Arial"/>
        </w:rPr>
      </w:pPr>
      <w:r>
        <w:rPr>
          <w:rFonts w:eastAsia="Arial"/>
        </w:rPr>
        <w:t xml:space="preserve">In this lab, you will configure </w:t>
      </w:r>
      <w:r w:rsidR="00772558">
        <w:rPr>
          <w:rFonts w:eastAsia="Arial"/>
        </w:rPr>
        <w:t xml:space="preserve">trunk-based inter-VLAN routing </w:t>
      </w:r>
      <w:r>
        <w:rPr>
          <w:rFonts w:eastAsia="Arial"/>
        </w:rPr>
        <w:t xml:space="preserve">and verify connectivity to </w:t>
      </w:r>
      <w:r w:rsidR="00A75F48">
        <w:rPr>
          <w:rFonts w:eastAsia="Arial"/>
        </w:rPr>
        <w:t>h</w:t>
      </w:r>
      <w:r>
        <w:rPr>
          <w:rFonts w:eastAsia="Arial"/>
        </w:rPr>
        <w:t>osts on different VLANs as well as with a loopback on the router.</w:t>
      </w:r>
    </w:p>
    <w:p w14:paraId="354533FD" w14:textId="77777777" w:rsidR="000F1F28" w:rsidRPr="000F1F28" w:rsidRDefault="000F1F28" w:rsidP="000F1F28">
      <w:pPr>
        <w:pStyle w:val="BodyTextL25"/>
      </w:pPr>
      <w:r w:rsidRPr="00362439">
        <w:rPr>
          <w:b/>
        </w:rPr>
        <w:t>Note</w:t>
      </w:r>
      <w:r>
        <w:t xml:space="preserve">: This lab provides minimal assistance with the actual commands necessary to configure </w:t>
      </w:r>
      <w:r w:rsidR="00772558">
        <w:rPr>
          <w:rFonts w:eastAsia="Arial"/>
        </w:rPr>
        <w:t>trunk-based inter-VLAN</w:t>
      </w:r>
      <w:r w:rsidR="00772558">
        <w:t xml:space="preserve"> </w:t>
      </w:r>
      <w:r>
        <w:t xml:space="preserve">routing. However, the required </w:t>
      </w:r>
      <w:r w:rsidR="00772558">
        <w:t xml:space="preserve">configuration </w:t>
      </w:r>
      <w:r>
        <w:t>commands are provided in Appendix A</w:t>
      </w:r>
      <w:r w:rsidR="00772558">
        <w:t xml:space="preserve"> of this lab</w:t>
      </w:r>
      <w:r>
        <w:t>. Test your knowledge by trying to configure the devices without referring to the appendix.</w:t>
      </w:r>
    </w:p>
    <w:p w14:paraId="3AE83146" w14:textId="77777777" w:rsidR="004D3339" w:rsidRDefault="004D3339" w:rsidP="00EF51DD">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IOS</w:t>
      </w:r>
      <w:r w:rsidR="00772558">
        <w:rPr>
          <w:rFonts w:eastAsia="Arial"/>
        </w:rPr>
        <w:t>,</w:t>
      </w:r>
      <w:r w:rsidRPr="00A86660">
        <w:rPr>
          <w:rFonts w:eastAsia="Arial"/>
        </w:rPr>
        <w:t xml:space="preserve"> </w:t>
      </w:r>
      <w:r>
        <w:rPr>
          <w:rFonts w:eastAsia="Arial"/>
        </w:rPr>
        <w:t xml:space="preserve">Release </w:t>
      </w:r>
      <w:r w:rsidRPr="00A86660">
        <w:rPr>
          <w:rFonts w:eastAsia="Arial"/>
        </w:rPr>
        <w:t>1</w:t>
      </w:r>
      <w:r w:rsidR="00182CF4">
        <w:rPr>
          <w:rFonts w:eastAsia="Arial"/>
        </w:rPr>
        <w:t>5.2(4)M</w:t>
      </w:r>
      <w:r w:rsidR="00DB54FB">
        <w:rPr>
          <w:rFonts w:eastAsia="Arial"/>
        </w:rPr>
        <w:t>3</w:t>
      </w:r>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IOS</w:t>
      </w:r>
      <w:r w:rsidR="00772558">
        <w:rPr>
          <w:rFonts w:eastAsia="Arial"/>
        </w:rPr>
        <w:t>,</w:t>
      </w:r>
      <w:r w:rsidR="008C2920" w:rsidRPr="00A86660">
        <w:rPr>
          <w:rFonts w:eastAsia="Arial"/>
        </w:rPr>
        <w:t xml:space="preserve">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xml:space="preserve">, switches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output produced might vary </w:t>
      </w:r>
      <w:r w:rsidRPr="00A86660">
        <w:rPr>
          <w:rFonts w:eastAsia="Arial"/>
        </w:rPr>
        <w:lastRenderedPageBreak/>
        <w:t>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 xml:space="preserve">he Router Interface Summary </w:t>
      </w:r>
      <w:r w:rsidR="0019621B">
        <w:rPr>
          <w:rFonts w:eastAsia="Arial"/>
        </w:rPr>
        <w:t>T</w:t>
      </w:r>
      <w:r w:rsidR="008C2920" w:rsidRPr="00A86660">
        <w:rPr>
          <w:rFonts w:eastAsia="Arial"/>
        </w:rPr>
        <w:t xml:space="preserve">able at the end of the lab </w:t>
      </w:r>
      <w:r w:rsidR="008C2920">
        <w:rPr>
          <w:rFonts w:eastAsia="Arial"/>
        </w:rPr>
        <w:t xml:space="preserve">for the correct </w:t>
      </w:r>
      <w:r w:rsidR="008C2920" w:rsidRPr="00A86660">
        <w:rPr>
          <w:rFonts w:eastAsia="Arial"/>
        </w:rPr>
        <w:t>interface identifiers</w:t>
      </w:r>
      <w:r w:rsidR="008C2920">
        <w:rPr>
          <w:rFonts w:eastAsia="Arial"/>
        </w:rPr>
        <w:t>.</w:t>
      </w:r>
    </w:p>
    <w:p w14:paraId="78B72564" w14:textId="77777777" w:rsidR="00A423C5" w:rsidRPr="00DE6F44" w:rsidRDefault="009D2C27" w:rsidP="00A423C5">
      <w:pPr>
        <w:pStyle w:val="BodyTextL25"/>
      </w:pPr>
      <w:r w:rsidRPr="00BF16BF">
        <w:rPr>
          <w:b/>
        </w:rPr>
        <w:t>Note</w:t>
      </w:r>
      <w:r w:rsidRPr="0034604B">
        <w:t>:</w:t>
      </w:r>
      <w:r w:rsidRPr="00DE6F44">
        <w:t xml:space="preserve"> </w:t>
      </w:r>
      <w:r w:rsidR="006B7EA9">
        <w:rPr>
          <w:rFonts w:cs="Arial"/>
          <w:color w:val="000000"/>
          <w:szCs w:val="20"/>
        </w:rPr>
        <w:t xml:space="preserve">Make sure that the routers and switches have been erased and have no startup configurations. </w:t>
      </w:r>
      <w:r w:rsidR="00A423C5">
        <w:t>If you are unsure, contact your instructor.</w:t>
      </w:r>
    </w:p>
    <w:p w14:paraId="32022C7C" w14:textId="77777777" w:rsidR="007D2AFE" w:rsidRDefault="007D2AFE" w:rsidP="0014219C">
      <w:pPr>
        <w:pStyle w:val="LabSection"/>
      </w:pPr>
      <w:r>
        <w:t>Required R</w:t>
      </w:r>
      <w:r w:rsidR="006E6581">
        <w:t>esources</w:t>
      </w:r>
    </w:p>
    <w:p w14:paraId="18716BDD" w14:textId="77777777" w:rsidR="003C7E97" w:rsidRDefault="00A423C5" w:rsidP="003C7E97">
      <w:pPr>
        <w:pStyle w:val="Bulletlevel1"/>
      </w:pPr>
      <w:r>
        <w:t>1</w:t>
      </w:r>
      <w:r w:rsidR="003C7E97">
        <w:t xml:space="preserve"> Router (Cisco 1941 with Cisco IOS, release 15.2(4)M</w:t>
      </w:r>
      <w:r w:rsidR="00C323F2">
        <w:t>3</w:t>
      </w:r>
      <w:r w:rsidR="003C7E97">
        <w:t xml:space="preserve"> universal image or comparable)</w:t>
      </w:r>
    </w:p>
    <w:p w14:paraId="5243B674" w14:textId="77777777" w:rsidR="00CD7F73" w:rsidRDefault="00EF51DD" w:rsidP="00CD7F73">
      <w:pPr>
        <w:pStyle w:val="Bulletlevel1"/>
      </w:pPr>
      <w:r>
        <w:t>2</w:t>
      </w:r>
      <w:r w:rsidR="00CD7F73">
        <w:t xml:space="preserve"> Switch</w:t>
      </w:r>
      <w:r>
        <w:t>es</w:t>
      </w:r>
      <w:r w:rsidR="00CD7F73">
        <w:t xml:space="preserve"> (Cisco 2960 with Cisco IOS</w:t>
      </w:r>
      <w:r w:rsidR="00772558">
        <w:t>,</w:t>
      </w:r>
      <w:r w:rsidR="00CD7F73">
        <w:t xml:space="preserve"> </w:t>
      </w:r>
      <w:r w:rsidR="00772558">
        <w:t>r</w:t>
      </w:r>
      <w:r w:rsidR="00CD7F73">
        <w:t>elease 15.0(2) lanbasek9 image or comparable)</w:t>
      </w:r>
    </w:p>
    <w:p w14:paraId="0ABB70B0" w14:textId="77777777" w:rsidR="00CD7F73" w:rsidRDefault="003C7E97" w:rsidP="00CD7F73">
      <w:pPr>
        <w:pStyle w:val="Bulletlevel1"/>
      </w:pPr>
      <w:r>
        <w:t>2</w:t>
      </w:r>
      <w:r w:rsidR="00CD7F73">
        <w:t xml:space="preserve"> PCs (Windows 7, Vista, or XP with terminal emulation program, such as Tera Term)</w:t>
      </w:r>
    </w:p>
    <w:p w14:paraId="53DEBCAB" w14:textId="77777777"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14:paraId="22F8D6D2" w14:textId="77777777" w:rsidR="008D7F09" w:rsidRDefault="008D7F09" w:rsidP="00CD7F73">
      <w:pPr>
        <w:pStyle w:val="Bulletlevel1"/>
      </w:pPr>
      <w:r>
        <w:t>Ethernet cables as shown in the topology</w:t>
      </w:r>
    </w:p>
    <w:p w14:paraId="3F5602F1" w14:textId="77777777" w:rsidR="00112AC5" w:rsidRPr="004C0909" w:rsidRDefault="00B113B2" w:rsidP="00CD7F73">
      <w:pPr>
        <w:pStyle w:val="PartHead"/>
      </w:pPr>
      <w:r>
        <w:t>Build the Network and Configure Basic Device Settings</w:t>
      </w:r>
    </w:p>
    <w:p w14:paraId="61BBAA6B" w14:textId="77777777" w:rsidR="00112AC5" w:rsidRDefault="00112AC5" w:rsidP="00580E73">
      <w:pPr>
        <w:pStyle w:val="BodyTextL25"/>
      </w:pPr>
      <w:r>
        <w:t xml:space="preserve">In Part 1, you </w:t>
      </w:r>
      <w:r w:rsidR="00772558">
        <w:t xml:space="preserve">will </w:t>
      </w:r>
      <w:r>
        <w:t>set up the network topology and configure basic settings</w:t>
      </w:r>
      <w:r w:rsidR="00766D23">
        <w:t xml:space="preserve"> on the PC hosts, switches, and router</w:t>
      </w:r>
      <w:r w:rsidR="00594DA4">
        <w:t>.</w:t>
      </w:r>
    </w:p>
    <w:p w14:paraId="7785C706" w14:textId="77777777" w:rsidR="00112AC5" w:rsidRDefault="00112AC5" w:rsidP="00787CC1">
      <w:pPr>
        <w:pStyle w:val="StepHead"/>
      </w:pPr>
      <w:r>
        <w:t>Cable the net</w:t>
      </w:r>
      <w:r w:rsidR="00A807C1">
        <w:t>work as shown in the topology.</w:t>
      </w:r>
    </w:p>
    <w:p w14:paraId="6231308E" w14:textId="77777777" w:rsidR="00A423C5" w:rsidRDefault="00A423C5" w:rsidP="00594DA4">
      <w:pPr>
        <w:pStyle w:val="StepHead"/>
      </w:pPr>
      <w:r>
        <w:t>Configure PC hosts.</w:t>
      </w:r>
    </w:p>
    <w:p w14:paraId="1420AFB3" w14:textId="77777777" w:rsidR="00594DA4" w:rsidRDefault="00594DA4" w:rsidP="00594DA4">
      <w:pPr>
        <w:pStyle w:val="StepHead"/>
      </w:pPr>
      <w:r>
        <w:t xml:space="preserve">Initialize and reload the </w:t>
      </w:r>
      <w:r w:rsidR="00766D23">
        <w:t xml:space="preserve">router and </w:t>
      </w:r>
      <w:r>
        <w:t>switches as necessary.</w:t>
      </w:r>
    </w:p>
    <w:p w14:paraId="45012006" w14:textId="77777777" w:rsidR="00594DA4" w:rsidRPr="00013934" w:rsidRDefault="00594DA4" w:rsidP="00594DA4">
      <w:pPr>
        <w:pStyle w:val="StepHead"/>
      </w:pPr>
      <w:r>
        <w:t>Configur</w:t>
      </w:r>
      <w:r w:rsidR="00766D23">
        <w:t>e</w:t>
      </w:r>
      <w:r w:rsidR="00A423C5">
        <w:t xml:space="preserve"> basic settings for</w:t>
      </w:r>
      <w:r w:rsidR="00766D23">
        <w:t xml:space="preserve"> each switch</w:t>
      </w:r>
      <w:r>
        <w:t>.</w:t>
      </w:r>
    </w:p>
    <w:p w14:paraId="57365048" w14:textId="77777777" w:rsidR="00232C70" w:rsidRDefault="00232C70" w:rsidP="00232C70">
      <w:pPr>
        <w:pStyle w:val="SubStepAlpha"/>
      </w:pPr>
      <w:r>
        <w:t>Console into the switch and enter global configuration mode.</w:t>
      </w:r>
    </w:p>
    <w:p w14:paraId="59B2CCA5" w14:textId="77777777" w:rsidR="00705805" w:rsidRDefault="00705805" w:rsidP="00705805">
      <w:pPr>
        <w:pStyle w:val="SubStepAlpha"/>
      </w:pPr>
      <w:r>
        <w:t xml:space="preserve">Copy the following basic configuration and paste it to the running-configuration on </w:t>
      </w:r>
      <w:r w:rsidR="00232C70">
        <w:t>the switch</w:t>
      </w:r>
      <w:r>
        <w:t>.</w:t>
      </w:r>
    </w:p>
    <w:p w14:paraId="3B61C4C3" w14:textId="77777777" w:rsidR="00705805" w:rsidRDefault="00705805" w:rsidP="00705805">
      <w:pPr>
        <w:pStyle w:val="CMD"/>
      </w:pPr>
      <w:r>
        <w:t>no ip domain-lookup</w:t>
      </w:r>
    </w:p>
    <w:p w14:paraId="30C6391E" w14:textId="77777777" w:rsidR="00705805" w:rsidRDefault="00705805" w:rsidP="00705805">
      <w:pPr>
        <w:pStyle w:val="CMD"/>
      </w:pPr>
      <w:r>
        <w:t>service password-encryption</w:t>
      </w:r>
    </w:p>
    <w:p w14:paraId="3F8A0A4B" w14:textId="77777777" w:rsidR="00705805" w:rsidRDefault="00705805" w:rsidP="00705805">
      <w:pPr>
        <w:pStyle w:val="CMD"/>
      </w:pPr>
      <w:r>
        <w:t>enable secret class</w:t>
      </w:r>
    </w:p>
    <w:p w14:paraId="2DB9A348" w14:textId="77777777" w:rsidR="00705805" w:rsidRDefault="00705805" w:rsidP="00705805">
      <w:pPr>
        <w:pStyle w:val="CMD"/>
      </w:pPr>
      <w:r>
        <w:t>banner motd #</w:t>
      </w:r>
    </w:p>
    <w:p w14:paraId="45B9D84C" w14:textId="77777777" w:rsidR="00705805" w:rsidRDefault="00705805" w:rsidP="00705805">
      <w:pPr>
        <w:pStyle w:val="CMD"/>
      </w:pPr>
      <w:r>
        <w:t>Unauthorized access is strictly prohibited. #</w:t>
      </w:r>
    </w:p>
    <w:p w14:paraId="05ABBEF8" w14:textId="00804779" w:rsidR="00705805" w:rsidRDefault="005674E8" w:rsidP="00705805">
      <w:pPr>
        <w:pStyle w:val="CMD"/>
      </w:pPr>
      <w:r>
        <w:t>l</w:t>
      </w:r>
      <w:r w:rsidR="00705805">
        <w:t>ine con 0</w:t>
      </w:r>
    </w:p>
    <w:p w14:paraId="28C9DE07" w14:textId="77777777" w:rsidR="00705805" w:rsidRDefault="00705805" w:rsidP="00705805">
      <w:pPr>
        <w:pStyle w:val="CMD"/>
      </w:pPr>
      <w:r>
        <w:t>password cisco</w:t>
      </w:r>
    </w:p>
    <w:p w14:paraId="63577347" w14:textId="77777777" w:rsidR="00705805" w:rsidRDefault="00705805" w:rsidP="00705805">
      <w:pPr>
        <w:pStyle w:val="CMD"/>
      </w:pPr>
      <w:r>
        <w:t>login</w:t>
      </w:r>
    </w:p>
    <w:p w14:paraId="2CEE6899" w14:textId="77777777" w:rsidR="00705805" w:rsidRDefault="00705805" w:rsidP="00705805">
      <w:pPr>
        <w:pStyle w:val="CMD"/>
      </w:pPr>
      <w:r>
        <w:t>logging synchronous</w:t>
      </w:r>
    </w:p>
    <w:p w14:paraId="512F8E72" w14:textId="77777777" w:rsidR="00705805" w:rsidRDefault="00705805" w:rsidP="00705805">
      <w:pPr>
        <w:pStyle w:val="CMD"/>
      </w:pPr>
      <w:r>
        <w:t>line vty 0 15</w:t>
      </w:r>
    </w:p>
    <w:p w14:paraId="28789597" w14:textId="77777777" w:rsidR="00705805" w:rsidRDefault="00705805" w:rsidP="00705805">
      <w:pPr>
        <w:pStyle w:val="CMD"/>
      </w:pPr>
      <w:r>
        <w:t>password cisco</w:t>
      </w:r>
    </w:p>
    <w:p w14:paraId="350F8418" w14:textId="77777777" w:rsidR="00705805" w:rsidRDefault="00705805" w:rsidP="00705805">
      <w:pPr>
        <w:pStyle w:val="CMD"/>
      </w:pPr>
      <w:r>
        <w:t>login</w:t>
      </w:r>
    </w:p>
    <w:p w14:paraId="2F4B5613" w14:textId="77777777" w:rsidR="00705805" w:rsidRDefault="00705805" w:rsidP="00705805">
      <w:pPr>
        <w:pStyle w:val="CMD"/>
      </w:pPr>
      <w:r>
        <w:t>exit</w:t>
      </w:r>
    </w:p>
    <w:p w14:paraId="7831EA12" w14:textId="77777777" w:rsidR="00705805" w:rsidRDefault="00232C70" w:rsidP="00594DA4">
      <w:pPr>
        <w:pStyle w:val="SubStepAlpha"/>
      </w:pPr>
      <w:r>
        <w:t>Configure the device name</w:t>
      </w:r>
      <w:r w:rsidR="00705805">
        <w:t xml:space="preserve"> as shown in the topology.</w:t>
      </w:r>
    </w:p>
    <w:p w14:paraId="2DEDA635" w14:textId="77777777" w:rsidR="000B367C" w:rsidRDefault="000B367C" w:rsidP="00594DA4">
      <w:pPr>
        <w:pStyle w:val="SubStepAlpha"/>
      </w:pPr>
      <w:r>
        <w:t xml:space="preserve">Configure the IP </w:t>
      </w:r>
      <w:r w:rsidR="00617DA4">
        <w:t>a</w:t>
      </w:r>
      <w:r>
        <w:t xml:space="preserve">ddress listed in the Addressing Table </w:t>
      </w:r>
      <w:r w:rsidR="00617DA4">
        <w:t xml:space="preserve">for </w:t>
      </w:r>
      <w:r>
        <w:t>VLAN 1</w:t>
      </w:r>
      <w:r w:rsidR="0098615E">
        <w:t xml:space="preserve"> on</w:t>
      </w:r>
      <w:r w:rsidR="00232C70">
        <w:t xml:space="preserve"> the switch</w:t>
      </w:r>
      <w:r>
        <w:t>.</w:t>
      </w:r>
    </w:p>
    <w:p w14:paraId="110E07DD" w14:textId="77777777" w:rsidR="00243073" w:rsidRDefault="00243073" w:rsidP="00594DA4">
      <w:pPr>
        <w:pStyle w:val="SubStepAlpha"/>
      </w:pPr>
      <w:r>
        <w:t>Co</w:t>
      </w:r>
      <w:r w:rsidR="00FE5DD3">
        <w:t>nfigure the de</w:t>
      </w:r>
      <w:r w:rsidR="00232C70">
        <w:t>fault gateway on the switch</w:t>
      </w:r>
      <w:r w:rsidR="00FE5DD3">
        <w:t>.</w:t>
      </w:r>
    </w:p>
    <w:p w14:paraId="62505D22" w14:textId="77777777" w:rsidR="00C009A9" w:rsidRDefault="00C009A9" w:rsidP="00594DA4">
      <w:pPr>
        <w:pStyle w:val="SubStepAlpha"/>
      </w:pPr>
      <w:r>
        <w:t>Administratively deactivate all unused ports on the switch.</w:t>
      </w:r>
    </w:p>
    <w:p w14:paraId="4011D5DE" w14:textId="77777777" w:rsidR="00CE725D" w:rsidRDefault="00CE725D" w:rsidP="00594DA4">
      <w:pPr>
        <w:pStyle w:val="SubStepAlpha"/>
      </w:pPr>
      <w:r>
        <w:t>Copy the running configuration to the startup configuration.</w:t>
      </w:r>
    </w:p>
    <w:p w14:paraId="07466A70" w14:textId="77777777" w:rsidR="00216FBA" w:rsidRDefault="00216FBA" w:rsidP="00216FBA">
      <w:pPr>
        <w:pStyle w:val="StepHead"/>
      </w:pPr>
      <w:r>
        <w:lastRenderedPageBreak/>
        <w:t>C</w:t>
      </w:r>
      <w:r w:rsidR="000F1F28">
        <w:t>onfigure basic settings for the</w:t>
      </w:r>
      <w:r>
        <w:t xml:space="preserve"> router.</w:t>
      </w:r>
    </w:p>
    <w:p w14:paraId="336DF46C" w14:textId="77777777" w:rsidR="00232C70" w:rsidRDefault="00232C70" w:rsidP="00232C70">
      <w:pPr>
        <w:pStyle w:val="SubStepAlpha"/>
      </w:pPr>
      <w:r>
        <w:t>Console into the router and enter global configuration mode.</w:t>
      </w:r>
    </w:p>
    <w:p w14:paraId="1C46B3BF" w14:textId="77777777" w:rsidR="00705805" w:rsidRDefault="00705805" w:rsidP="00705805">
      <w:pPr>
        <w:pStyle w:val="SubStepAlpha"/>
      </w:pPr>
      <w:r>
        <w:t>Copy the following basic co</w:t>
      </w:r>
      <w:r w:rsidR="00232C70">
        <w:t>nfiguration and paste it to the</w:t>
      </w:r>
      <w:r>
        <w:t xml:space="preserve"> running-configuration</w:t>
      </w:r>
      <w:r w:rsidR="00232C70">
        <w:t xml:space="preserve"> on the router</w:t>
      </w:r>
      <w:r>
        <w:t>.</w:t>
      </w:r>
    </w:p>
    <w:p w14:paraId="5F6A5810" w14:textId="77777777" w:rsidR="00705805" w:rsidRDefault="00705805" w:rsidP="00705805">
      <w:pPr>
        <w:pStyle w:val="CMD"/>
      </w:pPr>
      <w:r>
        <w:t>no ip domain-lookup</w:t>
      </w:r>
    </w:p>
    <w:p w14:paraId="0DC14810" w14:textId="77777777" w:rsidR="00705805" w:rsidRDefault="00705805" w:rsidP="00705805">
      <w:pPr>
        <w:pStyle w:val="CMD"/>
      </w:pPr>
      <w:r>
        <w:t>hostname R1</w:t>
      </w:r>
    </w:p>
    <w:p w14:paraId="4AF65704" w14:textId="77777777" w:rsidR="00705805" w:rsidRDefault="00705805" w:rsidP="00705805">
      <w:pPr>
        <w:pStyle w:val="CMD"/>
      </w:pPr>
      <w:r>
        <w:t>service password-encryption</w:t>
      </w:r>
    </w:p>
    <w:p w14:paraId="6775200C" w14:textId="77777777" w:rsidR="00705805" w:rsidRDefault="00705805" w:rsidP="00705805">
      <w:pPr>
        <w:pStyle w:val="CMD"/>
      </w:pPr>
      <w:r>
        <w:t>enable secret class</w:t>
      </w:r>
    </w:p>
    <w:p w14:paraId="135B6645" w14:textId="77777777" w:rsidR="00705805" w:rsidRDefault="00705805" w:rsidP="00705805">
      <w:pPr>
        <w:pStyle w:val="CMD"/>
      </w:pPr>
      <w:r>
        <w:t>banner motd #</w:t>
      </w:r>
    </w:p>
    <w:p w14:paraId="346F2CD9" w14:textId="77777777" w:rsidR="00705805" w:rsidRDefault="00705805" w:rsidP="00705805">
      <w:pPr>
        <w:pStyle w:val="CMD"/>
      </w:pPr>
      <w:r>
        <w:t>Unauthorized access is strictly prohibited. #</w:t>
      </w:r>
    </w:p>
    <w:p w14:paraId="28185B1F" w14:textId="77777777" w:rsidR="00705805" w:rsidRDefault="00705805" w:rsidP="00705805">
      <w:pPr>
        <w:pStyle w:val="CMD"/>
      </w:pPr>
      <w:r>
        <w:t>Line con 0</w:t>
      </w:r>
    </w:p>
    <w:p w14:paraId="496C8961" w14:textId="77777777" w:rsidR="00705805" w:rsidRDefault="00705805" w:rsidP="00705805">
      <w:pPr>
        <w:pStyle w:val="CMD"/>
      </w:pPr>
      <w:r>
        <w:t>password cisco</w:t>
      </w:r>
    </w:p>
    <w:p w14:paraId="63DF3543" w14:textId="77777777" w:rsidR="00705805" w:rsidRDefault="00705805" w:rsidP="00705805">
      <w:pPr>
        <w:pStyle w:val="CMD"/>
      </w:pPr>
      <w:r>
        <w:t>login</w:t>
      </w:r>
    </w:p>
    <w:p w14:paraId="050B422E" w14:textId="77777777" w:rsidR="00705805" w:rsidRDefault="00705805" w:rsidP="00705805">
      <w:pPr>
        <w:pStyle w:val="CMD"/>
      </w:pPr>
      <w:r>
        <w:t>logging synchronous</w:t>
      </w:r>
    </w:p>
    <w:p w14:paraId="1BF69556" w14:textId="77777777" w:rsidR="00705805" w:rsidRDefault="00705805" w:rsidP="00705805">
      <w:pPr>
        <w:pStyle w:val="CMD"/>
      </w:pPr>
      <w:r>
        <w:t>line vty 0 4</w:t>
      </w:r>
    </w:p>
    <w:p w14:paraId="5DCBC7AD" w14:textId="77777777" w:rsidR="00705805" w:rsidRDefault="00705805" w:rsidP="00705805">
      <w:pPr>
        <w:pStyle w:val="CMD"/>
      </w:pPr>
      <w:r>
        <w:t>password cisco</w:t>
      </w:r>
    </w:p>
    <w:p w14:paraId="6DB823F7" w14:textId="77777777" w:rsidR="00705805" w:rsidRDefault="00705805" w:rsidP="00705805">
      <w:pPr>
        <w:pStyle w:val="CMD"/>
      </w:pPr>
      <w:r>
        <w:t>login</w:t>
      </w:r>
    </w:p>
    <w:p w14:paraId="4C48BF0E" w14:textId="77777777" w:rsidR="00216FBA" w:rsidRDefault="00216FBA" w:rsidP="00216FBA">
      <w:pPr>
        <w:pStyle w:val="SubStepAlpha"/>
      </w:pPr>
      <w:r>
        <w:t xml:space="preserve">Configure </w:t>
      </w:r>
      <w:r w:rsidR="000C749A">
        <w:t xml:space="preserve">the Lo0 </w:t>
      </w:r>
      <w:r>
        <w:t xml:space="preserve">IP address </w:t>
      </w:r>
      <w:r w:rsidR="000C749A">
        <w:t xml:space="preserve">as shown </w:t>
      </w:r>
      <w:r>
        <w:t xml:space="preserve">in </w:t>
      </w:r>
      <w:r w:rsidR="000C749A">
        <w:t xml:space="preserve">the </w:t>
      </w:r>
      <w:r>
        <w:t>Address Table.</w:t>
      </w:r>
      <w:r w:rsidR="000C749A">
        <w:t xml:space="preserve"> Do not configure sub</w:t>
      </w:r>
      <w:r w:rsidR="00232C70">
        <w:t>-</w:t>
      </w:r>
      <w:r w:rsidR="000C749A">
        <w:t>interfaces at this time</w:t>
      </w:r>
      <w:r w:rsidR="00232C70">
        <w:t>. T</w:t>
      </w:r>
      <w:r w:rsidR="000C749A">
        <w:t>hey will be configured in Part 3.</w:t>
      </w:r>
    </w:p>
    <w:p w14:paraId="1DD64D89" w14:textId="77777777" w:rsidR="00CE725D" w:rsidRDefault="00CE725D" w:rsidP="00216FBA">
      <w:pPr>
        <w:pStyle w:val="SubStepAlpha"/>
      </w:pPr>
      <w:r>
        <w:t>Copy the running configuration to the startup configuration.</w:t>
      </w:r>
    </w:p>
    <w:p w14:paraId="41694541" w14:textId="77777777" w:rsidR="00594DA4" w:rsidRDefault="00927A1A" w:rsidP="00594DA4">
      <w:pPr>
        <w:pStyle w:val="PartHead"/>
      </w:pPr>
      <w:r>
        <w:t>Configure Switches with VLANs and Trunking</w:t>
      </w:r>
    </w:p>
    <w:p w14:paraId="7E92A933" w14:textId="77777777" w:rsidR="002B6E0A" w:rsidRDefault="00EB4449" w:rsidP="002B6E0A">
      <w:pPr>
        <w:pStyle w:val="BodyTextL25"/>
      </w:pPr>
      <w:r>
        <w:t>In Part 2, you</w:t>
      </w:r>
      <w:r w:rsidR="001653C1">
        <w:t xml:space="preserve"> will configure the switc</w:t>
      </w:r>
      <w:r w:rsidR="005B68FB">
        <w:t xml:space="preserve">hes </w:t>
      </w:r>
      <w:r w:rsidR="00927A1A">
        <w:t>with VLANs</w:t>
      </w:r>
      <w:r w:rsidR="00C323F2">
        <w:t xml:space="preserve"> and trunking.</w:t>
      </w:r>
    </w:p>
    <w:p w14:paraId="5B71FA85" w14:textId="77777777" w:rsidR="001B28C4" w:rsidRDefault="001B28C4" w:rsidP="001B28C4">
      <w:pPr>
        <w:pStyle w:val="BodyTextL25"/>
      </w:pPr>
      <w:r w:rsidRPr="00582D35">
        <w:rPr>
          <w:b/>
        </w:rPr>
        <w:t>Note</w:t>
      </w:r>
      <w:r>
        <w:t>: The required commands for Part 2 are provided in Appendix A. Test your knowledge by trying to configure S1 and S2 without referring to the appendix.</w:t>
      </w:r>
    </w:p>
    <w:p w14:paraId="3EA496DC" w14:textId="77777777" w:rsidR="00927A1A" w:rsidRPr="00927A1A" w:rsidRDefault="00927A1A" w:rsidP="00927A1A">
      <w:pPr>
        <w:pStyle w:val="StepHead"/>
      </w:pPr>
      <w:r>
        <w:t>Configure VLANs on S1</w:t>
      </w:r>
      <w:r w:rsidR="00C323F2">
        <w:t>.</w:t>
      </w:r>
    </w:p>
    <w:p w14:paraId="4B3C47E5" w14:textId="77777777" w:rsidR="00927A1A" w:rsidRDefault="00927A1A" w:rsidP="00927A1A">
      <w:pPr>
        <w:pStyle w:val="SubStepAlpha"/>
      </w:pPr>
      <w:r>
        <w:t>On S1, configure the VLAN</w:t>
      </w:r>
      <w:r w:rsidR="006616AB">
        <w:t>s</w:t>
      </w:r>
      <w:r>
        <w:t xml:space="preserve"> </w:t>
      </w:r>
      <w:r w:rsidR="006616AB">
        <w:t xml:space="preserve">and names </w:t>
      </w:r>
      <w:r>
        <w:t xml:space="preserve">listed in the </w:t>
      </w:r>
      <w:r w:rsidR="00C5634A">
        <w:t xml:space="preserve">Switch </w:t>
      </w:r>
      <w:r>
        <w:t>Port Assignment Specification</w:t>
      </w:r>
      <w:r w:rsidR="00BC3E63">
        <w:t>s</w:t>
      </w:r>
      <w:r>
        <w:t xml:space="preserve"> </w:t>
      </w:r>
      <w:r w:rsidR="00BC3E63">
        <w:t>t</w:t>
      </w:r>
      <w:r>
        <w:t>able. Write the commands you used in the space provided.</w:t>
      </w:r>
    </w:p>
    <w:p w14:paraId="629EEB17" w14:textId="77777777" w:rsidR="00927A1A" w:rsidRDefault="00927A1A" w:rsidP="00927A1A">
      <w:pPr>
        <w:pStyle w:val="BodyTextL50"/>
      </w:pPr>
      <w:r>
        <w:t>____________________________________________________________________________________</w:t>
      </w:r>
    </w:p>
    <w:p w14:paraId="05ADB577" w14:textId="77777777" w:rsidR="00927A1A" w:rsidRDefault="00927A1A" w:rsidP="00927A1A">
      <w:pPr>
        <w:pStyle w:val="BodyTextL50"/>
      </w:pPr>
      <w:r>
        <w:t>____________________________________________________________________________________</w:t>
      </w:r>
    </w:p>
    <w:p w14:paraId="74173D1E" w14:textId="77777777" w:rsidR="00C323F2" w:rsidRDefault="00C323F2" w:rsidP="00927A1A">
      <w:pPr>
        <w:pStyle w:val="BodyTextL50"/>
      </w:pPr>
      <w:r>
        <w:t>____________________________________________________________________________________</w:t>
      </w:r>
    </w:p>
    <w:p w14:paraId="3A908C27" w14:textId="77777777" w:rsidR="00C323F2" w:rsidRDefault="00C323F2" w:rsidP="00927A1A">
      <w:pPr>
        <w:pStyle w:val="BodyTextL50"/>
      </w:pPr>
      <w:r>
        <w:t>____________________________________________________________________________________</w:t>
      </w:r>
    </w:p>
    <w:p w14:paraId="359B1EFD" w14:textId="77777777" w:rsidR="00D013DD" w:rsidRDefault="00296500" w:rsidP="00C5634A">
      <w:pPr>
        <w:pStyle w:val="SubStepAlpha"/>
      </w:pPr>
      <w:r>
        <w:t xml:space="preserve">On S1, configure </w:t>
      </w:r>
      <w:r w:rsidR="001653C1">
        <w:t>the interface connected to R1 as a trunk</w:t>
      </w:r>
      <w:r w:rsidR="00D013DD">
        <w:t>.</w:t>
      </w:r>
      <w:r w:rsidR="00C5634A">
        <w:t xml:space="preserve"> Also configure the interface connected to S2 as a trunk. </w:t>
      </w:r>
      <w:r w:rsidR="00D013DD">
        <w:t>Write the command</w:t>
      </w:r>
      <w:r w:rsidR="0093571E">
        <w:t>s</w:t>
      </w:r>
      <w:r w:rsidR="00D013DD">
        <w:t xml:space="preserve"> you used in the space provided.</w:t>
      </w:r>
    </w:p>
    <w:p w14:paraId="1B00A089" w14:textId="77777777" w:rsidR="00296500" w:rsidRDefault="00D013DD" w:rsidP="00D013DD">
      <w:pPr>
        <w:pStyle w:val="BodyTextL50"/>
      </w:pPr>
      <w:r>
        <w:t>____________________________________________________________________________________</w:t>
      </w:r>
    </w:p>
    <w:p w14:paraId="021B6C55" w14:textId="77777777" w:rsidR="00C323F2" w:rsidRDefault="00C323F2" w:rsidP="00D013DD">
      <w:pPr>
        <w:pStyle w:val="BodyTextL50"/>
      </w:pPr>
      <w:r>
        <w:t>____________________________________________________________________________________</w:t>
      </w:r>
    </w:p>
    <w:p w14:paraId="2508456F" w14:textId="77777777" w:rsidR="00927A1A" w:rsidRDefault="00927A1A" w:rsidP="00927A1A">
      <w:pPr>
        <w:pStyle w:val="SubStepAlpha"/>
      </w:pPr>
      <w:r>
        <w:t>On S1, assign the access port for PC-A to VLAN 10.</w:t>
      </w:r>
      <w:r w:rsidRPr="000F1F28">
        <w:t xml:space="preserve"> </w:t>
      </w:r>
      <w:r>
        <w:t>Write the commands you used in the space provided.</w:t>
      </w:r>
    </w:p>
    <w:p w14:paraId="495C72DD" w14:textId="77777777" w:rsidR="00927A1A" w:rsidRDefault="00927A1A" w:rsidP="00927A1A">
      <w:pPr>
        <w:pStyle w:val="BodyTextL50"/>
      </w:pPr>
      <w:r>
        <w:t>____________________________________________________________________________________</w:t>
      </w:r>
    </w:p>
    <w:p w14:paraId="7AAF6352" w14:textId="77777777" w:rsidR="00927A1A" w:rsidRDefault="00927A1A" w:rsidP="00927A1A">
      <w:pPr>
        <w:pStyle w:val="BodyTextL50"/>
      </w:pPr>
      <w:r>
        <w:t>____________________________________________________________________________________</w:t>
      </w:r>
    </w:p>
    <w:p w14:paraId="3582353B" w14:textId="77777777" w:rsidR="00C323F2" w:rsidRDefault="00C323F2" w:rsidP="00927A1A">
      <w:pPr>
        <w:pStyle w:val="BodyTextL50"/>
      </w:pPr>
      <w:r>
        <w:t>____________________________________________________________________________________</w:t>
      </w:r>
    </w:p>
    <w:p w14:paraId="1C861B8A" w14:textId="77777777" w:rsidR="003553DB" w:rsidRDefault="001A0C17" w:rsidP="003553DB">
      <w:pPr>
        <w:pStyle w:val="StepHead"/>
      </w:pPr>
      <w:r>
        <w:lastRenderedPageBreak/>
        <w:t>Configure</w:t>
      </w:r>
      <w:r w:rsidR="004444F3">
        <w:t xml:space="preserve"> </w:t>
      </w:r>
      <w:r w:rsidR="00927A1A">
        <w:t>VLANs on Switch 2</w:t>
      </w:r>
      <w:r w:rsidR="00C323F2">
        <w:t>.</w:t>
      </w:r>
    </w:p>
    <w:p w14:paraId="5FDB4E94" w14:textId="77777777" w:rsidR="0093571E" w:rsidRPr="001B28C4" w:rsidRDefault="00927A1A" w:rsidP="00F20FFC">
      <w:pPr>
        <w:pStyle w:val="SubStepAlpha"/>
        <w:rPr>
          <w:rStyle w:val="DevConfigGray"/>
        </w:rPr>
      </w:pPr>
      <w:r>
        <w:t>On S2</w:t>
      </w:r>
      <w:r w:rsidR="001653C1">
        <w:t>, configure the VLAN</w:t>
      </w:r>
      <w:r w:rsidR="006616AB">
        <w:t>s</w:t>
      </w:r>
      <w:r w:rsidR="00F703CE">
        <w:t xml:space="preserve"> </w:t>
      </w:r>
      <w:r w:rsidR="006616AB">
        <w:t>and names</w:t>
      </w:r>
      <w:r w:rsidR="001653C1">
        <w:t xml:space="preserve"> listed in the </w:t>
      </w:r>
      <w:r w:rsidR="00C5634A">
        <w:t xml:space="preserve">Switch </w:t>
      </w:r>
      <w:r w:rsidR="00D013DD">
        <w:t>Port Assignment Specification</w:t>
      </w:r>
      <w:r w:rsidR="00BC3E63">
        <w:t>s</w:t>
      </w:r>
      <w:r w:rsidR="00D013DD">
        <w:t xml:space="preserve"> </w:t>
      </w:r>
      <w:r w:rsidR="00BC3E63">
        <w:t>t</w:t>
      </w:r>
      <w:r w:rsidR="00D013DD">
        <w:t>able.</w:t>
      </w:r>
    </w:p>
    <w:p w14:paraId="7B626E9C" w14:textId="77777777" w:rsidR="001653C1" w:rsidRDefault="001653C1" w:rsidP="001653C1">
      <w:pPr>
        <w:pStyle w:val="SubStepAlpha"/>
      </w:pPr>
      <w:r>
        <w:t xml:space="preserve">On S2, verify </w:t>
      </w:r>
      <w:r w:rsidR="00F703CE">
        <w:t xml:space="preserve">that </w:t>
      </w:r>
      <w:r>
        <w:t xml:space="preserve">the VLAN </w:t>
      </w:r>
      <w:r w:rsidR="00C5634A">
        <w:t xml:space="preserve">names and numbers </w:t>
      </w:r>
      <w:r w:rsidR="006616AB">
        <w:t xml:space="preserve">match those on </w:t>
      </w:r>
      <w:r w:rsidR="00927A1A">
        <w:t>S1</w:t>
      </w:r>
      <w:r w:rsidR="00FD414B">
        <w:t>.</w:t>
      </w:r>
      <w:r w:rsidR="00397B0D">
        <w:t xml:space="preserve"> </w:t>
      </w:r>
      <w:r w:rsidR="00FD414B">
        <w:t>Write the command you used in the space provided.</w:t>
      </w:r>
    </w:p>
    <w:p w14:paraId="0A3A57A1" w14:textId="77777777" w:rsidR="00FD414B" w:rsidRDefault="00FD414B" w:rsidP="00FD414B">
      <w:pPr>
        <w:pStyle w:val="BodyTextL50"/>
      </w:pPr>
      <w:r>
        <w:t>____________________________________________________________________________________</w:t>
      </w:r>
    </w:p>
    <w:p w14:paraId="18EDE87F" w14:textId="77777777" w:rsidR="001653C1" w:rsidRDefault="001653C1" w:rsidP="000F1F28">
      <w:pPr>
        <w:pStyle w:val="SubStepAlpha"/>
      </w:pPr>
      <w:r>
        <w:t>On S2, assign the access port for PC-B to VLAN 20.</w:t>
      </w:r>
    </w:p>
    <w:p w14:paraId="79FD04E2" w14:textId="77777777" w:rsidR="00927A1A" w:rsidRPr="003553DB" w:rsidRDefault="00927A1A" w:rsidP="00927A1A">
      <w:pPr>
        <w:pStyle w:val="SubStepAlpha"/>
      </w:pPr>
      <w:r>
        <w:t>On S2, configure the interface connected to S1 as a trunk.</w:t>
      </w:r>
    </w:p>
    <w:p w14:paraId="7AB14D81" w14:textId="77777777" w:rsidR="00667320" w:rsidRDefault="00EB4449" w:rsidP="00515340">
      <w:pPr>
        <w:pStyle w:val="PartHead"/>
      </w:pPr>
      <w:r>
        <w:t xml:space="preserve">Configure </w:t>
      </w:r>
      <w:r w:rsidR="00167E43">
        <w:t xml:space="preserve">Trunk-Based </w:t>
      </w:r>
      <w:r>
        <w:t>Inter-VLAN Routing</w:t>
      </w:r>
    </w:p>
    <w:p w14:paraId="7EF7545B" w14:textId="77777777" w:rsidR="00FE6943" w:rsidRDefault="00F8213A" w:rsidP="00FE6943">
      <w:pPr>
        <w:pStyle w:val="BodyTextL25"/>
      </w:pPr>
      <w:r>
        <w:t xml:space="preserve">In Part 3, you will </w:t>
      </w:r>
      <w:r w:rsidR="00FE6943">
        <w:t>configure R1 to route to multiple VLAN</w:t>
      </w:r>
      <w:r w:rsidR="00C323F2">
        <w:t>s</w:t>
      </w:r>
      <w:r w:rsidR="00FE6943">
        <w:t xml:space="preserve"> by creatin</w:t>
      </w:r>
      <w:r w:rsidR="000F6B1D">
        <w:t xml:space="preserve">g subinterfaces for each VLAN. </w:t>
      </w:r>
      <w:r w:rsidR="00FE6943">
        <w:t xml:space="preserve">This method of inter-VLAN routing is called </w:t>
      </w:r>
      <w:r w:rsidR="00FB5D54">
        <w:t>router-on-a-stick</w:t>
      </w:r>
      <w:r w:rsidR="00FE6943">
        <w:t>.</w:t>
      </w:r>
    </w:p>
    <w:p w14:paraId="716C290E" w14:textId="77777777" w:rsidR="001B28C4" w:rsidRDefault="001B28C4" w:rsidP="001B28C4">
      <w:pPr>
        <w:pStyle w:val="BodyTextL25"/>
      </w:pPr>
      <w:r w:rsidRPr="00582D35">
        <w:rPr>
          <w:b/>
        </w:rPr>
        <w:t>Note</w:t>
      </w:r>
      <w:r>
        <w:t xml:space="preserve">: The required commands for Part 3 are provided in Appendix A. Test your knowledge by trying to configure </w:t>
      </w:r>
      <w:r w:rsidR="003F157C">
        <w:t xml:space="preserve">trunk-based or </w:t>
      </w:r>
      <w:r w:rsidR="00FB5D54">
        <w:t>router-on-a-stick</w:t>
      </w:r>
      <w:r>
        <w:t xml:space="preserve"> inter-VLAN routing without referring to the appendix.</w:t>
      </w:r>
    </w:p>
    <w:p w14:paraId="5D7003FB" w14:textId="77777777" w:rsidR="00AA55C6" w:rsidRDefault="007B7A07" w:rsidP="00F8213A">
      <w:pPr>
        <w:pStyle w:val="StepHead"/>
      </w:pPr>
      <w:r>
        <w:t xml:space="preserve">Configure </w:t>
      </w:r>
      <w:r w:rsidR="003F157C">
        <w:t xml:space="preserve">a </w:t>
      </w:r>
      <w:r w:rsidR="00A17B2B">
        <w:t>subinterface for VLAN 1</w:t>
      </w:r>
      <w:r w:rsidR="00C323F2">
        <w:t>.</w:t>
      </w:r>
    </w:p>
    <w:p w14:paraId="2D55A4CD" w14:textId="77777777" w:rsidR="00082805" w:rsidRDefault="00082805" w:rsidP="00082805">
      <w:pPr>
        <w:pStyle w:val="SubStepAlpha"/>
      </w:pPr>
      <w:r>
        <w:t>Create a sub</w:t>
      </w:r>
      <w:r w:rsidR="00A17B2B">
        <w:t>interface on R1 G0/1 for VLAN 1 using 1 a</w:t>
      </w:r>
      <w:r>
        <w:t>s the subinter</w:t>
      </w:r>
      <w:r w:rsidR="00F9401A">
        <w:t>face ID.</w:t>
      </w:r>
      <w:r>
        <w:t xml:space="preserve"> Write the command you used in the space provided.</w:t>
      </w:r>
    </w:p>
    <w:p w14:paraId="49A02689" w14:textId="77777777" w:rsidR="00297575" w:rsidRDefault="00082805" w:rsidP="00082805">
      <w:pPr>
        <w:pStyle w:val="BodyTextL50"/>
      </w:pPr>
      <w:r>
        <w:t>____________________________________________________________________________________</w:t>
      </w:r>
    </w:p>
    <w:p w14:paraId="515EEF5C" w14:textId="77777777" w:rsidR="00F9401A" w:rsidRDefault="00F9401A" w:rsidP="00F9401A">
      <w:pPr>
        <w:pStyle w:val="SubStepAlpha"/>
      </w:pPr>
      <w:r>
        <w:t>Configure the su</w:t>
      </w:r>
      <w:r w:rsidR="00A17B2B">
        <w:t>binterface to operate on VLAN 1</w:t>
      </w:r>
      <w:r>
        <w:t>. Write the command you used in the space provided.</w:t>
      </w:r>
    </w:p>
    <w:p w14:paraId="42116BC5" w14:textId="77777777" w:rsidR="00082805" w:rsidRDefault="00F9401A" w:rsidP="00F9401A">
      <w:pPr>
        <w:pStyle w:val="BodyTextL50"/>
      </w:pPr>
      <w:r>
        <w:t>____________________________________________________________________________________</w:t>
      </w:r>
    </w:p>
    <w:p w14:paraId="5654F5C9" w14:textId="77777777" w:rsidR="00F9401A" w:rsidRDefault="00F9401A" w:rsidP="00F9401A">
      <w:pPr>
        <w:pStyle w:val="SubStepAlpha"/>
      </w:pPr>
      <w:r>
        <w:t xml:space="preserve">Configure the subinterface with </w:t>
      </w:r>
      <w:r w:rsidR="004B08B9">
        <w:t xml:space="preserve">the IP </w:t>
      </w:r>
      <w:r>
        <w:t>address from the Address Table. Write the command you used in the space provided.</w:t>
      </w:r>
    </w:p>
    <w:p w14:paraId="14660686" w14:textId="77777777" w:rsidR="00F9401A" w:rsidRDefault="00F9401A" w:rsidP="00F9401A">
      <w:pPr>
        <w:pStyle w:val="BodyTextL50"/>
      </w:pPr>
      <w:r>
        <w:t>____________________________________________________________________________________</w:t>
      </w:r>
    </w:p>
    <w:p w14:paraId="26FD0E22" w14:textId="77777777" w:rsidR="007B7A07" w:rsidRDefault="00A17B2B" w:rsidP="007B7A07">
      <w:pPr>
        <w:pStyle w:val="StepHead"/>
      </w:pPr>
      <w:r>
        <w:t xml:space="preserve">Configure </w:t>
      </w:r>
      <w:r w:rsidR="003F157C">
        <w:t xml:space="preserve">a </w:t>
      </w:r>
      <w:r>
        <w:t>subinterface for VLAN 1</w:t>
      </w:r>
      <w:r w:rsidR="00906A1A">
        <w:t>0</w:t>
      </w:r>
      <w:r w:rsidR="004C408F">
        <w:t>.</w:t>
      </w:r>
    </w:p>
    <w:p w14:paraId="5513EF2A" w14:textId="77777777" w:rsidR="00630E40" w:rsidRDefault="00630E40" w:rsidP="00630E40">
      <w:pPr>
        <w:pStyle w:val="SubStepAlpha"/>
      </w:pPr>
      <w:r>
        <w:t>Create a su</w:t>
      </w:r>
      <w:r w:rsidR="00A17B2B">
        <w:t>binterface on R1 G0/1 for VLAN 10 using 1</w:t>
      </w:r>
      <w:r>
        <w:t xml:space="preserve">0 </w:t>
      </w:r>
      <w:r w:rsidR="004C408F">
        <w:t>a</w:t>
      </w:r>
      <w:r>
        <w:t>s the subinterface ID.</w:t>
      </w:r>
    </w:p>
    <w:p w14:paraId="78CAFCAA" w14:textId="77777777" w:rsidR="00630E40" w:rsidRDefault="00630E40" w:rsidP="00630E40">
      <w:pPr>
        <w:pStyle w:val="SubStepAlpha"/>
      </w:pPr>
      <w:r>
        <w:t xml:space="preserve">Configure the subinterface to </w:t>
      </w:r>
      <w:r w:rsidR="00A17B2B">
        <w:t>operate on VLAN 1</w:t>
      </w:r>
      <w:r>
        <w:t>0.</w:t>
      </w:r>
    </w:p>
    <w:p w14:paraId="1E4C00DE" w14:textId="77777777" w:rsidR="00630E40" w:rsidRDefault="00630E40" w:rsidP="00630E40">
      <w:pPr>
        <w:pStyle w:val="SubStepAlpha"/>
      </w:pPr>
      <w:r w:rsidRPr="00630E40">
        <w:t xml:space="preserve">Configure the subinterface with </w:t>
      </w:r>
      <w:r w:rsidR="006A3DAA">
        <w:t xml:space="preserve">the </w:t>
      </w:r>
      <w:r w:rsidRPr="00630E40">
        <w:t>address from the Address Table</w:t>
      </w:r>
      <w:r w:rsidR="002C13CA">
        <w:t>.</w:t>
      </w:r>
    </w:p>
    <w:p w14:paraId="64CA08E8" w14:textId="77777777" w:rsidR="00A17B2B" w:rsidRDefault="00A17B2B" w:rsidP="00A17B2B">
      <w:pPr>
        <w:pStyle w:val="StepHead"/>
      </w:pPr>
      <w:r>
        <w:t xml:space="preserve">Configure </w:t>
      </w:r>
      <w:r w:rsidR="003F157C">
        <w:t xml:space="preserve">a </w:t>
      </w:r>
      <w:r>
        <w:t>subinterface for VLAN 20</w:t>
      </w:r>
      <w:r w:rsidR="004C408F">
        <w:t>.</w:t>
      </w:r>
    </w:p>
    <w:p w14:paraId="35C49854" w14:textId="77777777" w:rsidR="00A17B2B" w:rsidRDefault="00A17B2B" w:rsidP="00A17B2B">
      <w:pPr>
        <w:pStyle w:val="SubStepAlpha"/>
      </w:pPr>
      <w:r>
        <w:t xml:space="preserve">Create a subinterface on R1 G0/1 for VLAN 20 using 20 </w:t>
      </w:r>
      <w:r w:rsidR="004C408F">
        <w:t>a</w:t>
      </w:r>
      <w:r>
        <w:t>s the subinterface ID.</w:t>
      </w:r>
    </w:p>
    <w:p w14:paraId="5214A582" w14:textId="77777777" w:rsidR="00A17B2B" w:rsidRDefault="00A17B2B" w:rsidP="00A17B2B">
      <w:pPr>
        <w:pStyle w:val="SubStepAlpha"/>
      </w:pPr>
      <w:r>
        <w:t>Configure the subinterface to operate on VLAN 20.</w:t>
      </w:r>
    </w:p>
    <w:p w14:paraId="7D1E41A4" w14:textId="77777777" w:rsidR="00A17B2B" w:rsidRPr="00630E40" w:rsidRDefault="00A17B2B" w:rsidP="00A17B2B">
      <w:pPr>
        <w:pStyle w:val="SubStepAlpha"/>
      </w:pPr>
      <w:r w:rsidRPr="00630E40">
        <w:t>Configure the subinterface with</w:t>
      </w:r>
      <w:r w:rsidR="006A3DAA">
        <w:t xml:space="preserve"> the</w:t>
      </w:r>
      <w:r w:rsidRPr="00630E40">
        <w:t xml:space="preserve"> address from the Address Table</w:t>
      </w:r>
      <w:r>
        <w:t>.</w:t>
      </w:r>
    </w:p>
    <w:p w14:paraId="0CC9337B" w14:textId="77777777" w:rsidR="00575013" w:rsidRDefault="00906A1A" w:rsidP="00575013">
      <w:pPr>
        <w:pStyle w:val="StepHead"/>
      </w:pPr>
      <w:r>
        <w:t>Enable the G0/1 interface</w:t>
      </w:r>
      <w:r w:rsidR="004C408F">
        <w:t>.</w:t>
      </w:r>
    </w:p>
    <w:p w14:paraId="1DC8B5C0" w14:textId="77777777" w:rsidR="00382EB9" w:rsidRDefault="00382EB9" w:rsidP="00382EB9">
      <w:pPr>
        <w:pStyle w:val="BodyTextL25"/>
      </w:pPr>
      <w:r>
        <w:t>Enable the G0/1 interface. Write the command</w:t>
      </w:r>
      <w:r w:rsidR="00A063B1">
        <w:t>s</w:t>
      </w:r>
      <w:r>
        <w:t xml:space="preserve"> you used in the space provided.</w:t>
      </w:r>
    </w:p>
    <w:p w14:paraId="37F145D7" w14:textId="77777777" w:rsidR="00382EB9" w:rsidRDefault="00382EB9" w:rsidP="00382EB9">
      <w:pPr>
        <w:pStyle w:val="BodyTextL25"/>
      </w:pPr>
      <w:r>
        <w:t>____________________________________________________________________________________</w:t>
      </w:r>
      <w:r w:rsidR="006A3DAA">
        <w:t>___</w:t>
      </w:r>
    </w:p>
    <w:p w14:paraId="18633E2A" w14:textId="77777777" w:rsidR="00906A1A" w:rsidRDefault="002C13CA" w:rsidP="00906A1A">
      <w:pPr>
        <w:pStyle w:val="StepHead"/>
      </w:pPr>
      <w:r>
        <w:t>Verify connectivity</w:t>
      </w:r>
      <w:r w:rsidR="004C408F">
        <w:t>.</w:t>
      </w:r>
    </w:p>
    <w:p w14:paraId="3254943F" w14:textId="77777777" w:rsidR="00A50EC8" w:rsidRDefault="00A50EC8" w:rsidP="00F37A56">
      <w:pPr>
        <w:pStyle w:val="BodyTextL25"/>
      </w:pPr>
      <w:r>
        <w:t>Enter the command to view</w:t>
      </w:r>
      <w:r w:rsidR="00243073">
        <w:t xml:space="preserve"> the routing table</w:t>
      </w:r>
      <w:r w:rsidR="003F157C">
        <w:t xml:space="preserve"> on R1</w:t>
      </w:r>
      <w:r w:rsidR="00243073">
        <w:t>. What networks</w:t>
      </w:r>
      <w:r>
        <w:t xml:space="preserve"> are listed?</w:t>
      </w:r>
    </w:p>
    <w:p w14:paraId="71C7F732" w14:textId="77777777" w:rsidR="00A50EC8" w:rsidRDefault="00A50EC8" w:rsidP="00F37A56">
      <w:pPr>
        <w:pStyle w:val="BodyTextL25"/>
      </w:pPr>
      <w:r>
        <w:t>____________________________________________________________________________________</w:t>
      </w:r>
      <w:r w:rsidR="00F37A56">
        <w:t>___</w:t>
      </w:r>
    </w:p>
    <w:p w14:paraId="0E4E0AB5" w14:textId="1FE53CCE" w:rsidR="00FE5DD3" w:rsidRDefault="00A063B1" w:rsidP="00F37A56">
      <w:pPr>
        <w:pStyle w:val="BodyTextL25"/>
      </w:pPr>
      <w:r>
        <w:lastRenderedPageBreak/>
        <w:t>From</w:t>
      </w:r>
      <w:r w:rsidR="00CF7D56">
        <w:t xml:space="preserve"> PC-A</w:t>
      </w:r>
      <w:r>
        <w:t>, is it possible to</w:t>
      </w:r>
      <w:r w:rsidR="00243073">
        <w:t xml:space="preserve"> ping the default gateway for VLAN 10</w:t>
      </w:r>
      <w:r w:rsidR="00A17B2B">
        <w:t>?</w:t>
      </w:r>
      <w:r w:rsidR="00CF7D56">
        <w:t xml:space="preserve"> </w:t>
      </w:r>
      <w:r w:rsidR="00A17B2B">
        <w:t>____</w:t>
      </w:r>
      <w:r w:rsidR="00CF7D56">
        <w:t>_</w:t>
      </w:r>
      <w:r w:rsidR="004C408F" w:rsidRPr="00FB169D">
        <w:t xml:space="preserve"> </w:t>
      </w:r>
    </w:p>
    <w:p w14:paraId="62FD88EF" w14:textId="385A6535" w:rsidR="00FE5DD3" w:rsidRPr="00FE5DD3" w:rsidRDefault="00A063B1" w:rsidP="00F37A56">
      <w:pPr>
        <w:pStyle w:val="BodyTextL25"/>
        <w:rPr>
          <w:rStyle w:val="AnswerGray"/>
        </w:rPr>
      </w:pPr>
      <w:r>
        <w:t>From</w:t>
      </w:r>
      <w:r w:rsidR="00CF7D56">
        <w:t xml:space="preserve"> PC-A</w:t>
      </w:r>
      <w:r>
        <w:t>, is it possible to</w:t>
      </w:r>
      <w:r w:rsidR="00CF7D56">
        <w:t xml:space="preserve"> ping PC-B? _____</w:t>
      </w:r>
      <w:r w:rsidR="004C408F" w:rsidRPr="00FB169D">
        <w:t xml:space="preserve"> </w:t>
      </w:r>
    </w:p>
    <w:p w14:paraId="337B2818" w14:textId="7EE968D5" w:rsidR="00FE5DD3" w:rsidRPr="00FE5DD3" w:rsidRDefault="00A063B1" w:rsidP="00F37A56">
      <w:pPr>
        <w:pStyle w:val="BodyTextL25"/>
        <w:rPr>
          <w:rStyle w:val="AnswerGray"/>
        </w:rPr>
      </w:pPr>
      <w:r>
        <w:t>From PC-A, is it possible to</w:t>
      </w:r>
      <w:r w:rsidR="00243073">
        <w:t xml:space="preserve"> ping Lo0</w:t>
      </w:r>
      <w:r w:rsidR="00CF7D56">
        <w:t>? _____</w:t>
      </w:r>
      <w:r w:rsidR="004C408F" w:rsidRPr="00FB169D">
        <w:t xml:space="preserve"> </w:t>
      </w:r>
    </w:p>
    <w:p w14:paraId="16BDF072" w14:textId="5B67B7A0" w:rsidR="00FE5DD3" w:rsidRPr="00FE5DD3" w:rsidRDefault="00FE5DD3" w:rsidP="00F37A56">
      <w:pPr>
        <w:pStyle w:val="BodyTextL25"/>
        <w:rPr>
          <w:rStyle w:val="AnswerGray"/>
        </w:rPr>
      </w:pPr>
      <w:r>
        <w:t>From PC-A, is it possible to ping S2? _____</w:t>
      </w:r>
      <w:r w:rsidR="004C408F" w:rsidRPr="00FB169D">
        <w:t xml:space="preserve"> </w:t>
      </w:r>
    </w:p>
    <w:p w14:paraId="0FBE0315" w14:textId="77777777" w:rsidR="00A063B1" w:rsidRPr="002C13CA" w:rsidRDefault="00A063B1" w:rsidP="00F37A56">
      <w:pPr>
        <w:pStyle w:val="BodyTextL25"/>
      </w:pPr>
      <w:r>
        <w:t xml:space="preserve">If the answer is </w:t>
      </w:r>
      <w:r w:rsidRPr="00824A43">
        <w:rPr>
          <w:b/>
        </w:rPr>
        <w:t>no</w:t>
      </w:r>
      <w:r>
        <w:t xml:space="preserve"> to any of these questions, troubleshoot the configurations and correct </w:t>
      </w:r>
      <w:r w:rsidR="003F157C">
        <w:t xml:space="preserve">any </w:t>
      </w:r>
      <w:r>
        <w:t>error</w:t>
      </w:r>
      <w:r w:rsidR="003F157C">
        <w:t>s</w:t>
      </w:r>
      <w:r>
        <w:t>.</w:t>
      </w:r>
    </w:p>
    <w:p w14:paraId="078902EA" w14:textId="77777777" w:rsidR="00853418" w:rsidRDefault="00024EE5" w:rsidP="000C5215">
      <w:pPr>
        <w:pStyle w:val="LabSection"/>
      </w:pPr>
      <w:r>
        <w:t>Reflection</w:t>
      </w:r>
    </w:p>
    <w:p w14:paraId="2E418D05" w14:textId="77777777" w:rsidR="00072ECD" w:rsidRDefault="00F954FE" w:rsidP="00D614C2">
      <w:pPr>
        <w:pStyle w:val="BodyTextL25"/>
      </w:pPr>
      <w:r>
        <w:t>What are the advantages</w:t>
      </w:r>
      <w:r w:rsidR="003065CC">
        <w:t xml:space="preserve"> of </w:t>
      </w:r>
      <w:r w:rsidR="003F157C">
        <w:t xml:space="preserve">trunk-based or </w:t>
      </w:r>
      <w:r w:rsidR="00FB5D54">
        <w:t>router-on-a-stick</w:t>
      </w:r>
      <w:r w:rsidR="003065CC">
        <w:t xml:space="preserve"> inter-VLAN routing</w:t>
      </w:r>
      <w:r w:rsidR="00072ECD">
        <w:t>?</w:t>
      </w:r>
    </w:p>
    <w:p w14:paraId="23CBD3A2" w14:textId="77777777" w:rsidR="006A77B7" w:rsidRDefault="006A77B7" w:rsidP="006A77B7">
      <w:pPr>
        <w:pStyle w:val="BodyTextL25"/>
      </w:pPr>
      <w:r>
        <w:t>_______________________________________________________________________________________</w:t>
      </w:r>
    </w:p>
    <w:p w14:paraId="5D82A705" w14:textId="77777777" w:rsidR="00072ECD" w:rsidRDefault="00072ECD" w:rsidP="00072ECD">
      <w:pPr>
        <w:pStyle w:val="BodyTextL25"/>
      </w:pPr>
      <w:r>
        <w:t>_______________________________________________________________________________________</w:t>
      </w:r>
    </w:p>
    <w:p w14:paraId="7113AB84" w14:textId="77777777" w:rsidR="00097163" w:rsidRPr="004C0909" w:rsidRDefault="000242D6" w:rsidP="0014219C">
      <w:pPr>
        <w:pStyle w:val="LabSection"/>
      </w:pPr>
      <w:r w:rsidRPr="000242D6">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14:paraId="3325A044" w14:textId="77777777"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AA7D1BB" w14:textId="77777777" w:rsidR="00A47CC2" w:rsidRDefault="00A47CC2" w:rsidP="006D2C28">
            <w:pPr>
              <w:pStyle w:val="TableHeading"/>
            </w:pPr>
            <w:r>
              <w:t>Router Interface Summary</w:t>
            </w:r>
          </w:p>
        </w:tc>
      </w:tr>
      <w:tr w:rsidR="00A47CC2" w14:paraId="759D0BD5" w14:textId="77777777" w:rsidTr="00F4135D">
        <w:trPr>
          <w:cantSplit/>
          <w:jc w:val="center"/>
        </w:trPr>
        <w:tc>
          <w:tcPr>
            <w:tcW w:w="1530" w:type="dxa"/>
          </w:tcPr>
          <w:p w14:paraId="4582266C" w14:textId="77777777" w:rsidR="00A47CC2" w:rsidRPr="00763D8B" w:rsidRDefault="00A47CC2" w:rsidP="00745DCE">
            <w:pPr>
              <w:pStyle w:val="TableHeading"/>
            </w:pPr>
            <w:r w:rsidRPr="00763D8B">
              <w:t>Router Model</w:t>
            </w:r>
          </w:p>
        </w:tc>
        <w:tc>
          <w:tcPr>
            <w:tcW w:w="2250" w:type="dxa"/>
          </w:tcPr>
          <w:p w14:paraId="2D08CF48" w14:textId="77777777" w:rsidR="00A47CC2" w:rsidRPr="00763D8B" w:rsidRDefault="00A47CC2" w:rsidP="00745DCE">
            <w:pPr>
              <w:pStyle w:val="TableHeading"/>
            </w:pPr>
            <w:r w:rsidRPr="00763D8B">
              <w:t>Ethernet Interface #1</w:t>
            </w:r>
          </w:p>
        </w:tc>
        <w:tc>
          <w:tcPr>
            <w:tcW w:w="2250" w:type="dxa"/>
          </w:tcPr>
          <w:p w14:paraId="4604D306" w14:textId="77777777" w:rsidR="00A47CC2" w:rsidRPr="00763D8B" w:rsidRDefault="00A47CC2" w:rsidP="00745DCE">
            <w:pPr>
              <w:pStyle w:val="TableHeading"/>
            </w:pPr>
            <w:r w:rsidRPr="00763D8B">
              <w:t>Ethernet Interface #2</w:t>
            </w:r>
          </w:p>
        </w:tc>
        <w:tc>
          <w:tcPr>
            <w:tcW w:w="2070" w:type="dxa"/>
          </w:tcPr>
          <w:p w14:paraId="42206D2A" w14:textId="77777777" w:rsidR="00A47CC2" w:rsidRPr="00763D8B" w:rsidRDefault="00A47CC2" w:rsidP="00745DCE">
            <w:pPr>
              <w:pStyle w:val="TableHeading"/>
            </w:pPr>
            <w:r w:rsidRPr="00763D8B">
              <w:t>Serial Interface #1</w:t>
            </w:r>
          </w:p>
        </w:tc>
        <w:tc>
          <w:tcPr>
            <w:tcW w:w="2160" w:type="dxa"/>
          </w:tcPr>
          <w:p w14:paraId="7108B1E1" w14:textId="77777777" w:rsidR="00A47CC2" w:rsidRPr="00763D8B" w:rsidRDefault="00A47CC2" w:rsidP="00745DCE">
            <w:pPr>
              <w:pStyle w:val="TableHeading"/>
            </w:pPr>
            <w:r w:rsidRPr="00763D8B">
              <w:t>Serial Interface #2</w:t>
            </w:r>
          </w:p>
        </w:tc>
      </w:tr>
      <w:tr w:rsidR="00A47CC2" w14:paraId="63DD7C44" w14:textId="77777777" w:rsidTr="00F4135D">
        <w:trPr>
          <w:cantSplit/>
          <w:jc w:val="center"/>
        </w:trPr>
        <w:tc>
          <w:tcPr>
            <w:tcW w:w="1530" w:type="dxa"/>
          </w:tcPr>
          <w:p w14:paraId="24DBD767" w14:textId="77777777" w:rsidR="00A47CC2" w:rsidRPr="00763D8B" w:rsidRDefault="00A47CC2" w:rsidP="00097163">
            <w:pPr>
              <w:pStyle w:val="TableText"/>
            </w:pPr>
            <w:r w:rsidRPr="00763D8B">
              <w:t>1800</w:t>
            </w:r>
          </w:p>
        </w:tc>
        <w:tc>
          <w:tcPr>
            <w:tcW w:w="2250" w:type="dxa"/>
          </w:tcPr>
          <w:p w14:paraId="20E348FC" w14:textId="77777777" w:rsidR="00A47CC2" w:rsidRPr="00763D8B" w:rsidRDefault="00A47CC2" w:rsidP="00F10819">
            <w:pPr>
              <w:pStyle w:val="TableText"/>
            </w:pPr>
            <w:r w:rsidRPr="00763D8B">
              <w:t>Fast Ethernet 0/0 (F0/0)</w:t>
            </w:r>
          </w:p>
        </w:tc>
        <w:tc>
          <w:tcPr>
            <w:tcW w:w="2250" w:type="dxa"/>
          </w:tcPr>
          <w:p w14:paraId="4A73B8B9" w14:textId="77777777" w:rsidR="00A47CC2" w:rsidRPr="00763D8B" w:rsidRDefault="00A47CC2" w:rsidP="00F10819">
            <w:pPr>
              <w:pStyle w:val="TableText"/>
            </w:pPr>
            <w:r w:rsidRPr="00763D8B">
              <w:t>Fast Ethernet 0/1 (F0/1)</w:t>
            </w:r>
          </w:p>
        </w:tc>
        <w:tc>
          <w:tcPr>
            <w:tcW w:w="2070" w:type="dxa"/>
          </w:tcPr>
          <w:p w14:paraId="54826E7E" w14:textId="77777777" w:rsidR="00A47CC2" w:rsidRPr="00763D8B" w:rsidRDefault="00A47CC2" w:rsidP="00097163">
            <w:pPr>
              <w:pStyle w:val="TableText"/>
            </w:pPr>
            <w:r w:rsidRPr="00763D8B">
              <w:t>Serial 0/0/0 (S0/0/0)</w:t>
            </w:r>
          </w:p>
        </w:tc>
        <w:tc>
          <w:tcPr>
            <w:tcW w:w="2160" w:type="dxa"/>
          </w:tcPr>
          <w:p w14:paraId="2AD5B715" w14:textId="77777777" w:rsidR="00A47CC2" w:rsidRPr="00763D8B" w:rsidRDefault="00A47CC2" w:rsidP="00097163">
            <w:pPr>
              <w:pStyle w:val="TableText"/>
            </w:pPr>
            <w:r w:rsidRPr="00763D8B">
              <w:t>Serial 0/0/1 (S0/0/1)</w:t>
            </w:r>
          </w:p>
        </w:tc>
      </w:tr>
      <w:tr w:rsidR="00A47CC2" w14:paraId="2A3F81AC" w14:textId="77777777" w:rsidTr="00F4135D">
        <w:trPr>
          <w:cantSplit/>
          <w:jc w:val="center"/>
        </w:trPr>
        <w:tc>
          <w:tcPr>
            <w:tcW w:w="1530" w:type="dxa"/>
          </w:tcPr>
          <w:p w14:paraId="42F51C29" w14:textId="77777777" w:rsidR="00A47CC2" w:rsidRPr="00763D8B" w:rsidRDefault="00A47CC2" w:rsidP="00097163">
            <w:pPr>
              <w:pStyle w:val="TableText"/>
            </w:pPr>
            <w:r w:rsidRPr="00763D8B">
              <w:t>1900</w:t>
            </w:r>
          </w:p>
        </w:tc>
        <w:tc>
          <w:tcPr>
            <w:tcW w:w="2250" w:type="dxa"/>
          </w:tcPr>
          <w:p w14:paraId="50463A78" w14:textId="77777777" w:rsidR="00A47CC2" w:rsidRPr="00763D8B" w:rsidRDefault="00A47CC2" w:rsidP="00097163">
            <w:pPr>
              <w:pStyle w:val="TableText"/>
            </w:pPr>
            <w:r w:rsidRPr="00763D8B">
              <w:t>Gigabit Ethernet 0/0 (G0/0)</w:t>
            </w:r>
          </w:p>
        </w:tc>
        <w:tc>
          <w:tcPr>
            <w:tcW w:w="2250" w:type="dxa"/>
          </w:tcPr>
          <w:p w14:paraId="313DE4D0" w14:textId="77777777" w:rsidR="00A47CC2" w:rsidRPr="00763D8B" w:rsidRDefault="00A47CC2" w:rsidP="00097163">
            <w:pPr>
              <w:pStyle w:val="TableText"/>
            </w:pPr>
            <w:r w:rsidRPr="00763D8B">
              <w:t>Gigabit Ethernet 0/1 (G0/1)</w:t>
            </w:r>
          </w:p>
        </w:tc>
        <w:tc>
          <w:tcPr>
            <w:tcW w:w="2070" w:type="dxa"/>
          </w:tcPr>
          <w:p w14:paraId="2E7FC386" w14:textId="77777777" w:rsidR="00A47CC2" w:rsidRPr="00763D8B" w:rsidRDefault="00A47CC2" w:rsidP="00097163">
            <w:pPr>
              <w:pStyle w:val="TableText"/>
            </w:pPr>
            <w:r w:rsidRPr="00763D8B">
              <w:t>Serial 0/0/0 (S0/0/0)</w:t>
            </w:r>
          </w:p>
        </w:tc>
        <w:tc>
          <w:tcPr>
            <w:tcW w:w="2160" w:type="dxa"/>
          </w:tcPr>
          <w:p w14:paraId="767CBBDA" w14:textId="77777777" w:rsidR="00A47CC2" w:rsidRPr="00763D8B" w:rsidRDefault="00A47CC2" w:rsidP="00097163">
            <w:pPr>
              <w:pStyle w:val="TableText"/>
            </w:pPr>
            <w:r w:rsidRPr="00763D8B">
              <w:t>Serial 0/0/1 (S0/0/1)</w:t>
            </w:r>
          </w:p>
        </w:tc>
      </w:tr>
      <w:tr w:rsidR="00C07FD9" w14:paraId="1A47BB5D" w14:textId="77777777" w:rsidTr="00F4135D">
        <w:trPr>
          <w:cantSplit/>
          <w:jc w:val="center"/>
        </w:trPr>
        <w:tc>
          <w:tcPr>
            <w:tcW w:w="1530" w:type="dxa"/>
          </w:tcPr>
          <w:p w14:paraId="615E777A" w14:textId="77777777" w:rsidR="00C07FD9" w:rsidRDefault="00C07FD9" w:rsidP="00097163">
            <w:pPr>
              <w:pStyle w:val="TableText"/>
            </w:pPr>
            <w:r>
              <w:t>2801</w:t>
            </w:r>
          </w:p>
        </w:tc>
        <w:tc>
          <w:tcPr>
            <w:tcW w:w="2250" w:type="dxa"/>
          </w:tcPr>
          <w:p w14:paraId="001A74EA" w14:textId="77777777" w:rsidR="00C07FD9" w:rsidRPr="00763D8B" w:rsidRDefault="00C07FD9" w:rsidP="00F10819">
            <w:pPr>
              <w:pStyle w:val="TableText"/>
            </w:pPr>
            <w:r w:rsidRPr="00763D8B">
              <w:t>Fast Ethernet 0/0 (F0/0)</w:t>
            </w:r>
          </w:p>
        </w:tc>
        <w:tc>
          <w:tcPr>
            <w:tcW w:w="2250" w:type="dxa"/>
          </w:tcPr>
          <w:p w14:paraId="1203F693" w14:textId="77777777" w:rsidR="00C07FD9" w:rsidRPr="00763D8B" w:rsidRDefault="00C07FD9" w:rsidP="00F10819">
            <w:pPr>
              <w:pStyle w:val="TableText"/>
            </w:pPr>
            <w:r w:rsidRPr="00763D8B">
              <w:t>Fast Ethernet 0/1 (F0/1)</w:t>
            </w:r>
          </w:p>
        </w:tc>
        <w:tc>
          <w:tcPr>
            <w:tcW w:w="2070" w:type="dxa"/>
          </w:tcPr>
          <w:p w14:paraId="3D171668" w14:textId="77777777" w:rsidR="00C07FD9" w:rsidRPr="00763D8B" w:rsidRDefault="00C07FD9" w:rsidP="00772558">
            <w:pPr>
              <w:pStyle w:val="TableText"/>
            </w:pPr>
            <w:r>
              <w:t>Serial 0/1</w:t>
            </w:r>
            <w:r w:rsidRPr="00763D8B">
              <w:t>/0 (S0/</w:t>
            </w:r>
            <w:r w:rsidR="00772558">
              <w:t>1</w:t>
            </w:r>
            <w:r w:rsidRPr="00763D8B">
              <w:t>/0)</w:t>
            </w:r>
          </w:p>
        </w:tc>
        <w:tc>
          <w:tcPr>
            <w:tcW w:w="2160" w:type="dxa"/>
          </w:tcPr>
          <w:p w14:paraId="39C3740C" w14:textId="77777777" w:rsidR="00C07FD9" w:rsidRPr="00763D8B" w:rsidRDefault="00C07FD9" w:rsidP="00772558">
            <w:pPr>
              <w:pStyle w:val="TableText"/>
            </w:pPr>
            <w:r>
              <w:t>Serial 0/1</w:t>
            </w:r>
            <w:r w:rsidRPr="00763D8B">
              <w:t>/1 (S0/</w:t>
            </w:r>
            <w:r w:rsidR="00772558">
              <w:t>1</w:t>
            </w:r>
            <w:r w:rsidRPr="00763D8B">
              <w:t>/1)</w:t>
            </w:r>
          </w:p>
        </w:tc>
      </w:tr>
      <w:tr w:rsidR="00C07FD9" w14:paraId="0F947898" w14:textId="77777777" w:rsidTr="00F4135D">
        <w:trPr>
          <w:cantSplit/>
          <w:jc w:val="center"/>
        </w:trPr>
        <w:tc>
          <w:tcPr>
            <w:tcW w:w="1530" w:type="dxa"/>
          </w:tcPr>
          <w:p w14:paraId="4CEBB1CE" w14:textId="77777777" w:rsidR="00C07FD9" w:rsidRPr="00763D8B" w:rsidRDefault="00C07FD9" w:rsidP="00097163">
            <w:pPr>
              <w:pStyle w:val="TableText"/>
            </w:pPr>
            <w:r>
              <w:t>2811</w:t>
            </w:r>
          </w:p>
        </w:tc>
        <w:tc>
          <w:tcPr>
            <w:tcW w:w="2250" w:type="dxa"/>
          </w:tcPr>
          <w:p w14:paraId="09110F92" w14:textId="77777777" w:rsidR="00C07FD9" w:rsidRPr="00763D8B" w:rsidRDefault="00C07FD9" w:rsidP="00F10819">
            <w:pPr>
              <w:pStyle w:val="TableText"/>
            </w:pPr>
            <w:r w:rsidRPr="00763D8B">
              <w:t>Fast Ethernet 0/0 (F0/0)</w:t>
            </w:r>
          </w:p>
        </w:tc>
        <w:tc>
          <w:tcPr>
            <w:tcW w:w="2250" w:type="dxa"/>
          </w:tcPr>
          <w:p w14:paraId="6E8EFE72" w14:textId="77777777" w:rsidR="00C07FD9" w:rsidRPr="00763D8B" w:rsidRDefault="00C07FD9" w:rsidP="00F10819">
            <w:pPr>
              <w:pStyle w:val="TableText"/>
            </w:pPr>
            <w:r w:rsidRPr="00763D8B">
              <w:t>Fast Ethernet 0/1 (F0/1)</w:t>
            </w:r>
          </w:p>
        </w:tc>
        <w:tc>
          <w:tcPr>
            <w:tcW w:w="2070" w:type="dxa"/>
          </w:tcPr>
          <w:p w14:paraId="7EC45445" w14:textId="77777777" w:rsidR="00C07FD9" w:rsidRPr="00763D8B" w:rsidRDefault="00C07FD9" w:rsidP="00097163">
            <w:pPr>
              <w:pStyle w:val="TableText"/>
            </w:pPr>
            <w:r w:rsidRPr="00763D8B">
              <w:t>Serial 0/0/0 (S0/0/0)</w:t>
            </w:r>
          </w:p>
        </w:tc>
        <w:tc>
          <w:tcPr>
            <w:tcW w:w="2160" w:type="dxa"/>
          </w:tcPr>
          <w:p w14:paraId="4CE1DAD2" w14:textId="77777777" w:rsidR="00C07FD9" w:rsidRPr="00763D8B" w:rsidRDefault="00C07FD9" w:rsidP="00097163">
            <w:pPr>
              <w:pStyle w:val="TableText"/>
            </w:pPr>
            <w:r w:rsidRPr="00763D8B">
              <w:t>Serial 0/0/1 (S0/0/1)</w:t>
            </w:r>
          </w:p>
        </w:tc>
      </w:tr>
      <w:tr w:rsidR="00C07FD9" w14:paraId="435827AF" w14:textId="77777777" w:rsidTr="00F4135D">
        <w:trPr>
          <w:cantSplit/>
          <w:jc w:val="center"/>
        </w:trPr>
        <w:tc>
          <w:tcPr>
            <w:tcW w:w="1530" w:type="dxa"/>
          </w:tcPr>
          <w:p w14:paraId="4DE30B93" w14:textId="77777777" w:rsidR="00C07FD9" w:rsidRPr="00763D8B" w:rsidRDefault="00C07FD9" w:rsidP="00097163">
            <w:pPr>
              <w:pStyle w:val="TableText"/>
            </w:pPr>
            <w:r w:rsidRPr="00763D8B">
              <w:t>2900</w:t>
            </w:r>
          </w:p>
        </w:tc>
        <w:tc>
          <w:tcPr>
            <w:tcW w:w="2250" w:type="dxa"/>
          </w:tcPr>
          <w:p w14:paraId="1A3FF4A0" w14:textId="77777777" w:rsidR="00C07FD9" w:rsidRPr="00763D8B" w:rsidRDefault="00C07FD9" w:rsidP="00097163">
            <w:pPr>
              <w:pStyle w:val="TableText"/>
            </w:pPr>
            <w:r w:rsidRPr="00763D8B">
              <w:t>Gigabit Ethernet 0/0 (G0/0)</w:t>
            </w:r>
          </w:p>
        </w:tc>
        <w:tc>
          <w:tcPr>
            <w:tcW w:w="2250" w:type="dxa"/>
          </w:tcPr>
          <w:p w14:paraId="22985905" w14:textId="77777777" w:rsidR="00C07FD9" w:rsidRPr="00763D8B" w:rsidRDefault="00C07FD9" w:rsidP="00097163">
            <w:pPr>
              <w:pStyle w:val="TableText"/>
            </w:pPr>
            <w:r w:rsidRPr="00763D8B">
              <w:t>Gigabit Ethernet 0/1 (G0/1)</w:t>
            </w:r>
          </w:p>
        </w:tc>
        <w:tc>
          <w:tcPr>
            <w:tcW w:w="2070" w:type="dxa"/>
          </w:tcPr>
          <w:p w14:paraId="499BE5D0" w14:textId="77777777" w:rsidR="00C07FD9" w:rsidRPr="00763D8B" w:rsidRDefault="00C07FD9" w:rsidP="00097163">
            <w:pPr>
              <w:pStyle w:val="TableText"/>
            </w:pPr>
            <w:r w:rsidRPr="00763D8B">
              <w:t>Serial 0/0/0 (S0/0/0)</w:t>
            </w:r>
          </w:p>
        </w:tc>
        <w:tc>
          <w:tcPr>
            <w:tcW w:w="2160" w:type="dxa"/>
          </w:tcPr>
          <w:p w14:paraId="7CCC43F6" w14:textId="77777777" w:rsidR="00C07FD9" w:rsidRPr="00763D8B" w:rsidRDefault="00C07FD9" w:rsidP="00097163">
            <w:pPr>
              <w:pStyle w:val="TableText"/>
            </w:pPr>
            <w:r w:rsidRPr="00763D8B">
              <w:t>Serial 0/0/1 (S0/0/1)</w:t>
            </w:r>
          </w:p>
        </w:tc>
      </w:tr>
      <w:tr w:rsidR="00C07FD9" w14:paraId="5087582F" w14:textId="77777777" w:rsidTr="00F4135D">
        <w:trPr>
          <w:cantSplit/>
          <w:jc w:val="center"/>
        </w:trPr>
        <w:tc>
          <w:tcPr>
            <w:tcW w:w="10260" w:type="dxa"/>
            <w:gridSpan w:val="5"/>
          </w:tcPr>
          <w:p w14:paraId="27F72D08" w14:textId="77777777"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14:paraId="734ED977" w14:textId="77777777" w:rsidR="004F2480" w:rsidRDefault="004F2480" w:rsidP="004F2480">
      <w:pPr>
        <w:pStyle w:val="LabSection"/>
        <w:numPr>
          <w:ilvl w:val="0"/>
          <w:numId w:val="0"/>
        </w:numPr>
      </w:pPr>
      <w:r>
        <w:t>Appendix A</w:t>
      </w:r>
      <w:r w:rsidR="003C1406">
        <w:t xml:space="preserve"> –</w:t>
      </w:r>
      <w:r w:rsidR="00772558">
        <w:t xml:space="preserve"> </w:t>
      </w:r>
      <w:r w:rsidR="003C1406">
        <w:t>Configuration</w:t>
      </w:r>
      <w:r w:rsidR="006948B6">
        <w:t xml:space="preserve"> Commands</w:t>
      </w:r>
    </w:p>
    <w:p w14:paraId="32F994A1" w14:textId="77777777" w:rsidR="004F2480" w:rsidRDefault="004F2480" w:rsidP="004F2480">
      <w:pPr>
        <w:pStyle w:val="LabSection"/>
      </w:pPr>
      <w:r>
        <w:t>Switch S1</w:t>
      </w:r>
    </w:p>
    <w:p w14:paraId="2BC7BBA2" w14:textId="77777777" w:rsidR="004F2480" w:rsidRPr="004F2480" w:rsidRDefault="004F2480" w:rsidP="004F2480">
      <w:pPr>
        <w:pStyle w:val="CMD"/>
        <w:ind w:left="0"/>
      </w:pPr>
      <w:r w:rsidRPr="004F2480">
        <w:t>S1(config)#</w:t>
      </w:r>
      <w:r>
        <w:t xml:space="preserve"> </w:t>
      </w:r>
      <w:r w:rsidRPr="00FB169D">
        <w:rPr>
          <w:b/>
        </w:rPr>
        <w:t>vlan 10</w:t>
      </w:r>
    </w:p>
    <w:p w14:paraId="2875F2D8" w14:textId="77777777" w:rsidR="004F2480" w:rsidRPr="004F2480" w:rsidRDefault="004F2480" w:rsidP="004F2480">
      <w:pPr>
        <w:pStyle w:val="CMD"/>
        <w:ind w:left="0"/>
      </w:pPr>
      <w:r w:rsidRPr="004F2480">
        <w:t>S1(config-vlan)#</w:t>
      </w:r>
      <w:r>
        <w:t xml:space="preserve"> </w:t>
      </w:r>
      <w:r w:rsidRPr="00FB169D">
        <w:rPr>
          <w:b/>
        </w:rPr>
        <w:t>name Students</w:t>
      </w:r>
    </w:p>
    <w:p w14:paraId="4FF21CC3" w14:textId="77777777" w:rsidR="004F2480" w:rsidRPr="004F2480" w:rsidRDefault="004F2480" w:rsidP="004F2480">
      <w:pPr>
        <w:pStyle w:val="CMD"/>
        <w:ind w:left="0"/>
      </w:pPr>
      <w:r w:rsidRPr="004F2480">
        <w:t>S1(config-vlan)#</w:t>
      </w:r>
      <w:r>
        <w:t xml:space="preserve"> </w:t>
      </w:r>
      <w:r w:rsidRPr="00FB169D">
        <w:rPr>
          <w:b/>
        </w:rPr>
        <w:t>vlan 20</w:t>
      </w:r>
    </w:p>
    <w:p w14:paraId="16464BF2" w14:textId="77777777" w:rsidR="004F2480" w:rsidRPr="004F2480" w:rsidRDefault="004F2480" w:rsidP="004F2480">
      <w:pPr>
        <w:pStyle w:val="CMD"/>
        <w:ind w:left="0"/>
      </w:pPr>
      <w:r w:rsidRPr="004F2480">
        <w:t>S1(config-vlan)#</w:t>
      </w:r>
      <w:r>
        <w:t xml:space="preserve"> </w:t>
      </w:r>
      <w:r w:rsidRPr="00FB169D">
        <w:rPr>
          <w:b/>
        </w:rPr>
        <w:t>name Faculty</w:t>
      </w:r>
    </w:p>
    <w:p w14:paraId="21DC33FF" w14:textId="77777777" w:rsidR="004F2480" w:rsidRPr="004F2480" w:rsidRDefault="004F2480" w:rsidP="004F2480">
      <w:pPr>
        <w:pStyle w:val="CMD"/>
        <w:ind w:left="0"/>
      </w:pPr>
      <w:r w:rsidRPr="004F2480">
        <w:t>S1(config-vlan)#</w:t>
      </w:r>
      <w:r>
        <w:t xml:space="preserve"> </w:t>
      </w:r>
      <w:r w:rsidRPr="00FB169D">
        <w:rPr>
          <w:b/>
        </w:rPr>
        <w:t>exit</w:t>
      </w:r>
    </w:p>
    <w:p w14:paraId="17C37024" w14:textId="77777777" w:rsidR="00694618" w:rsidRPr="004F2480" w:rsidRDefault="00694618" w:rsidP="00694618">
      <w:pPr>
        <w:pStyle w:val="CMD"/>
        <w:ind w:left="0"/>
      </w:pPr>
      <w:r w:rsidRPr="004F2480">
        <w:t>S1(config)#</w:t>
      </w:r>
      <w:r>
        <w:t xml:space="preserve"> </w:t>
      </w:r>
      <w:r w:rsidR="00C5634A">
        <w:rPr>
          <w:b/>
        </w:rPr>
        <w:t xml:space="preserve">interface </w:t>
      </w:r>
      <w:r w:rsidRPr="00FB169D">
        <w:rPr>
          <w:b/>
        </w:rPr>
        <w:t>f0/1</w:t>
      </w:r>
    </w:p>
    <w:p w14:paraId="3FB1D8E3" w14:textId="77777777" w:rsidR="00694618" w:rsidRPr="004F2480" w:rsidRDefault="00694618" w:rsidP="00694618">
      <w:pPr>
        <w:pStyle w:val="CMD"/>
        <w:ind w:left="0"/>
      </w:pPr>
      <w:r w:rsidRPr="004F2480">
        <w:t>S1(config-if)#</w:t>
      </w:r>
      <w:r>
        <w:t xml:space="preserve"> </w:t>
      </w:r>
      <w:r w:rsidRPr="00FB169D">
        <w:rPr>
          <w:b/>
        </w:rPr>
        <w:t>switchport mode trunk</w:t>
      </w:r>
    </w:p>
    <w:p w14:paraId="24DA6511" w14:textId="77777777" w:rsidR="00694618" w:rsidRPr="004F2480" w:rsidRDefault="00694618" w:rsidP="00694618">
      <w:pPr>
        <w:pStyle w:val="CMD"/>
        <w:ind w:left="0"/>
      </w:pPr>
      <w:r w:rsidRPr="004F2480">
        <w:t>S1(config</w:t>
      </w:r>
      <w:r w:rsidR="00C5634A">
        <w:t>-if</w:t>
      </w:r>
      <w:r w:rsidRPr="004F2480">
        <w:t>)#</w:t>
      </w:r>
      <w:r>
        <w:t xml:space="preserve"> </w:t>
      </w:r>
      <w:r w:rsidR="00C5634A">
        <w:rPr>
          <w:b/>
        </w:rPr>
        <w:t xml:space="preserve">interface </w:t>
      </w:r>
      <w:r w:rsidRPr="00FB169D">
        <w:rPr>
          <w:b/>
        </w:rPr>
        <w:t>f0/5</w:t>
      </w:r>
    </w:p>
    <w:p w14:paraId="69640687" w14:textId="77777777" w:rsidR="00694618" w:rsidRDefault="00694618" w:rsidP="004F2480">
      <w:pPr>
        <w:pStyle w:val="CMD"/>
        <w:ind w:left="0"/>
      </w:pPr>
      <w:r w:rsidRPr="004F2480">
        <w:lastRenderedPageBreak/>
        <w:t>S1(config-if)#</w:t>
      </w:r>
      <w:r>
        <w:t xml:space="preserve"> </w:t>
      </w:r>
      <w:r w:rsidRPr="00FB169D">
        <w:rPr>
          <w:b/>
        </w:rPr>
        <w:t>switchport mode trunk</w:t>
      </w:r>
    </w:p>
    <w:p w14:paraId="3D5B6294" w14:textId="77777777" w:rsidR="004F2480" w:rsidRPr="004C408F" w:rsidRDefault="004F2480" w:rsidP="004F2480">
      <w:pPr>
        <w:pStyle w:val="CMD"/>
        <w:ind w:left="0"/>
      </w:pPr>
      <w:r w:rsidRPr="004F2480">
        <w:t>S1(config</w:t>
      </w:r>
      <w:r w:rsidR="00C5634A">
        <w:t>-if</w:t>
      </w:r>
      <w:r w:rsidRPr="004F2480">
        <w:t>)#</w:t>
      </w:r>
      <w:r>
        <w:t xml:space="preserve"> </w:t>
      </w:r>
      <w:r w:rsidR="00C5634A">
        <w:rPr>
          <w:b/>
        </w:rPr>
        <w:t xml:space="preserve">interface </w:t>
      </w:r>
      <w:r w:rsidRPr="00FB169D">
        <w:rPr>
          <w:b/>
        </w:rPr>
        <w:t>f0/6</w:t>
      </w:r>
    </w:p>
    <w:p w14:paraId="75E19311" w14:textId="77777777" w:rsidR="004F2480" w:rsidRPr="004F2480" w:rsidRDefault="004F2480" w:rsidP="004F2480">
      <w:pPr>
        <w:pStyle w:val="CMD"/>
        <w:ind w:left="0"/>
      </w:pPr>
      <w:r w:rsidRPr="004F2480">
        <w:t>S1(config-if)#</w:t>
      </w:r>
      <w:r>
        <w:t xml:space="preserve"> </w:t>
      </w:r>
      <w:r w:rsidR="000F6B1D" w:rsidRPr="00FB169D">
        <w:rPr>
          <w:b/>
        </w:rPr>
        <w:t>switchport mode access</w:t>
      </w:r>
    </w:p>
    <w:p w14:paraId="69D3E211" w14:textId="77777777" w:rsidR="004F2480" w:rsidRPr="004F2480" w:rsidRDefault="004F2480" w:rsidP="004F2480">
      <w:pPr>
        <w:pStyle w:val="CMD"/>
        <w:ind w:left="0"/>
      </w:pPr>
      <w:r w:rsidRPr="004F2480">
        <w:t>S1(config-if)#</w:t>
      </w:r>
      <w:r>
        <w:t xml:space="preserve"> </w:t>
      </w:r>
      <w:r w:rsidRPr="00FB169D">
        <w:rPr>
          <w:b/>
        </w:rPr>
        <w:t>switchport access vlan 10</w:t>
      </w:r>
    </w:p>
    <w:p w14:paraId="00949FCA" w14:textId="77777777" w:rsidR="004F2480" w:rsidRDefault="004F2480" w:rsidP="004F2480">
      <w:pPr>
        <w:pStyle w:val="LabSection"/>
      </w:pPr>
      <w:r>
        <w:t>Switch S2</w:t>
      </w:r>
    </w:p>
    <w:p w14:paraId="60C2B44A" w14:textId="77777777" w:rsidR="00694618" w:rsidRPr="004F2480" w:rsidRDefault="00694618" w:rsidP="00694618">
      <w:pPr>
        <w:pStyle w:val="CMD"/>
        <w:ind w:left="0"/>
      </w:pPr>
      <w:r>
        <w:t>S2</w:t>
      </w:r>
      <w:r w:rsidRPr="004F2480">
        <w:t>(config)#</w:t>
      </w:r>
      <w:r>
        <w:t xml:space="preserve"> </w:t>
      </w:r>
      <w:r w:rsidRPr="00FB169D">
        <w:rPr>
          <w:b/>
        </w:rPr>
        <w:t>vlan 10</w:t>
      </w:r>
    </w:p>
    <w:p w14:paraId="288B65A9" w14:textId="77777777" w:rsidR="00694618" w:rsidRPr="004F2480" w:rsidRDefault="00694618" w:rsidP="00694618">
      <w:pPr>
        <w:pStyle w:val="CMD"/>
        <w:ind w:left="0"/>
      </w:pPr>
      <w:r>
        <w:t>S2</w:t>
      </w:r>
      <w:r w:rsidRPr="004F2480">
        <w:t>(config-vlan)#</w:t>
      </w:r>
      <w:r>
        <w:t xml:space="preserve"> </w:t>
      </w:r>
      <w:r w:rsidRPr="00FB169D">
        <w:rPr>
          <w:b/>
        </w:rPr>
        <w:t>name Students</w:t>
      </w:r>
    </w:p>
    <w:p w14:paraId="06C7BD1E" w14:textId="77777777" w:rsidR="00694618" w:rsidRPr="004F2480" w:rsidRDefault="00694618" w:rsidP="00694618">
      <w:pPr>
        <w:pStyle w:val="CMD"/>
        <w:ind w:left="0"/>
      </w:pPr>
      <w:r>
        <w:t>S2</w:t>
      </w:r>
      <w:r w:rsidRPr="004F2480">
        <w:t>(config-vlan)#</w:t>
      </w:r>
      <w:r>
        <w:t xml:space="preserve"> </w:t>
      </w:r>
      <w:r w:rsidRPr="00FB169D">
        <w:rPr>
          <w:b/>
        </w:rPr>
        <w:t>vlan 20</w:t>
      </w:r>
    </w:p>
    <w:p w14:paraId="37AEEEA2" w14:textId="77777777" w:rsidR="00694618" w:rsidRDefault="00694618" w:rsidP="00694618">
      <w:pPr>
        <w:pStyle w:val="CMD"/>
        <w:ind w:left="0"/>
      </w:pPr>
      <w:r>
        <w:t>S2</w:t>
      </w:r>
      <w:r w:rsidRPr="004F2480">
        <w:t>(config-vlan)#</w:t>
      </w:r>
      <w:r>
        <w:t xml:space="preserve"> </w:t>
      </w:r>
      <w:r w:rsidRPr="00FB169D">
        <w:rPr>
          <w:b/>
        </w:rPr>
        <w:t>name Faculty</w:t>
      </w:r>
    </w:p>
    <w:p w14:paraId="4D05824F" w14:textId="77777777" w:rsidR="004F2480" w:rsidRDefault="004F2480" w:rsidP="004F2480">
      <w:pPr>
        <w:pStyle w:val="DevConfigs"/>
      </w:pPr>
      <w:r>
        <w:t xml:space="preserve">S2(config)# </w:t>
      </w:r>
      <w:r w:rsidR="00C5634A">
        <w:rPr>
          <w:b/>
        </w:rPr>
        <w:t xml:space="preserve">interface </w:t>
      </w:r>
      <w:r w:rsidRPr="00FB169D">
        <w:rPr>
          <w:b/>
        </w:rPr>
        <w:t>f0/1</w:t>
      </w:r>
    </w:p>
    <w:p w14:paraId="6764F926" w14:textId="77777777" w:rsidR="004F2480" w:rsidRDefault="004F2480" w:rsidP="004F2480">
      <w:pPr>
        <w:pStyle w:val="DevConfigs"/>
      </w:pPr>
      <w:r>
        <w:t xml:space="preserve">S2(config-if)# </w:t>
      </w:r>
      <w:r w:rsidRPr="00D614C2">
        <w:rPr>
          <w:b/>
        </w:rPr>
        <w:t xml:space="preserve">switchport </w:t>
      </w:r>
      <w:r w:rsidRPr="00FB169D">
        <w:rPr>
          <w:b/>
        </w:rPr>
        <w:t>mode trunk</w:t>
      </w:r>
    </w:p>
    <w:p w14:paraId="27B70897" w14:textId="77777777" w:rsidR="004F2480" w:rsidRPr="004F2480" w:rsidRDefault="004F2480" w:rsidP="004F2480">
      <w:pPr>
        <w:pStyle w:val="CMD"/>
        <w:ind w:left="0"/>
      </w:pPr>
      <w:r>
        <w:t>S2</w:t>
      </w:r>
      <w:r w:rsidRPr="004F2480">
        <w:t>(config</w:t>
      </w:r>
      <w:r w:rsidR="00C5634A">
        <w:t>-if</w:t>
      </w:r>
      <w:r w:rsidRPr="004F2480">
        <w:t>)#</w:t>
      </w:r>
      <w:r>
        <w:t xml:space="preserve"> </w:t>
      </w:r>
      <w:r w:rsidR="00C5634A">
        <w:rPr>
          <w:b/>
        </w:rPr>
        <w:t xml:space="preserve">interface </w:t>
      </w:r>
      <w:r w:rsidRPr="00FB169D">
        <w:rPr>
          <w:b/>
        </w:rPr>
        <w:t>f0/18</w:t>
      </w:r>
    </w:p>
    <w:p w14:paraId="33D13DE8" w14:textId="77777777" w:rsidR="004F2480" w:rsidRPr="004F2480" w:rsidRDefault="004F2480" w:rsidP="004F2480">
      <w:pPr>
        <w:pStyle w:val="CMD"/>
        <w:ind w:left="0"/>
      </w:pPr>
      <w:r>
        <w:t>S2</w:t>
      </w:r>
      <w:r w:rsidRPr="004F2480">
        <w:t>(config-if)#</w:t>
      </w:r>
      <w:r>
        <w:t xml:space="preserve"> </w:t>
      </w:r>
      <w:r w:rsidR="000F6B1D" w:rsidRPr="00FB169D">
        <w:rPr>
          <w:b/>
        </w:rPr>
        <w:t>switchport mode access</w:t>
      </w:r>
    </w:p>
    <w:p w14:paraId="7D40B7D5" w14:textId="77777777" w:rsidR="004F2480" w:rsidRDefault="004F2480" w:rsidP="00FB169D">
      <w:pPr>
        <w:pStyle w:val="CMD"/>
        <w:ind w:left="0"/>
      </w:pPr>
      <w:r>
        <w:t>S2</w:t>
      </w:r>
      <w:r w:rsidRPr="004F2480">
        <w:t>(config-if)#</w:t>
      </w:r>
      <w:r>
        <w:t xml:space="preserve"> </w:t>
      </w:r>
      <w:r w:rsidRPr="00FB169D">
        <w:rPr>
          <w:b/>
        </w:rPr>
        <w:t>switchport access vlan 20</w:t>
      </w:r>
    </w:p>
    <w:p w14:paraId="36D95C51" w14:textId="77777777" w:rsidR="004F2480" w:rsidRDefault="004F2480" w:rsidP="004F2480">
      <w:pPr>
        <w:pStyle w:val="LabSection"/>
      </w:pPr>
      <w:r>
        <w:t>Router R1</w:t>
      </w:r>
    </w:p>
    <w:p w14:paraId="4BB765AB" w14:textId="77777777" w:rsidR="004F2480" w:rsidRDefault="00674EEE" w:rsidP="004F2480">
      <w:pPr>
        <w:pStyle w:val="DevConfigs"/>
      </w:pPr>
      <w:r>
        <w:t>R1</w:t>
      </w:r>
      <w:r w:rsidR="004F2480">
        <w:t>(config)#</w:t>
      </w:r>
      <w:r>
        <w:t xml:space="preserve"> </w:t>
      </w:r>
      <w:r w:rsidR="00C5634A">
        <w:rPr>
          <w:b/>
        </w:rPr>
        <w:t xml:space="preserve">interface </w:t>
      </w:r>
      <w:r w:rsidR="004F2480" w:rsidRPr="00FB169D">
        <w:rPr>
          <w:b/>
        </w:rPr>
        <w:t>g0/1.1</w:t>
      </w:r>
    </w:p>
    <w:p w14:paraId="55C42D95" w14:textId="77777777" w:rsidR="004F2480" w:rsidRDefault="00674EEE" w:rsidP="004F2480">
      <w:pPr>
        <w:pStyle w:val="DevConfigs"/>
      </w:pPr>
      <w:r>
        <w:t>R1</w:t>
      </w:r>
      <w:r w:rsidR="004F2480">
        <w:t>(config-subif)#</w:t>
      </w:r>
      <w:r>
        <w:t xml:space="preserve"> </w:t>
      </w:r>
      <w:r w:rsidR="004F2480" w:rsidRPr="00FB169D">
        <w:rPr>
          <w:b/>
        </w:rPr>
        <w:t>encapsulation dot1Q 1</w:t>
      </w:r>
    </w:p>
    <w:p w14:paraId="62158C83" w14:textId="77777777" w:rsidR="004F2480" w:rsidRDefault="00674EEE" w:rsidP="004F2480">
      <w:pPr>
        <w:pStyle w:val="DevConfigs"/>
      </w:pPr>
      <w:r>
        <w:t>R1</w:t>
      </w:r>
      <w:r w:rsidR="004F2480">
        <w:t>(config-subif)#</w:t>
      </w:r>
      <w:r>
        <w:t xml:space="preserve"> </w:t>
      </w:r>
      <w:r w:rsidR="004F2480" w:rsidRPr="00FB169D">
        <w:rPr>
          <w:b/>
        </w:rPr>
        <w:t>ip address 192.168.1.1 255.255.255.0</w:t>
      </w:r>
    </w:p>
    <w:p w14:paraId="6FBC6031" w14:textId="77777777" w:rsidR="004F2480" w:rsidRDefault="00674EEE" w:rsidP="004F2480">
      <w:pPr>
        <w:pStyle w:val="DevConfigs"/>
      </w:pPr>
      <w:r>
        <w:t>R1</w:t>
      </w:r>
      <w:r w:rsidR="004F2480">
        <w:t>(config-subif)#</w:t>
      </w:r>
      <w:r>
        <w:t xml:space="preserve"> </w:t>
      </w:r>
      <w:r w:rsidR="00C5634A">
        <w:rPr>
          <w:b/>
        </w:rPr>
        <w:t xml:space="preserve">interface </w:t>
      </w:r>
      <w:r w:rsidR="004F2480" w:rsidRPr="00FB169D">
        <w:rPr>
          <w:b/>
        </w:rPr>
        <w:t>g0/1.10</w:t>
      </w:r>
    </w:p>
    <w:p w14:paraId="28C33981" w14:textId="77777777" w:rsidR="004F2480" w:rsidRDefault="00674EEE" w:rsidP="004F2480">
      <w:pPr>
        <w:pStyle w:val="DevConfigs"/>
      </w:pPr>
      <w:r>
        <w:t>R1</w:t>
      </w:r>
      <w:r w:rsidR="004F2480">
        <w:t>(config-subif)#</w:t>
      </w:r>
      <w:r>
        <w:t xml:space="preserve"> </w:t>
      </w:r>
      <w:r w:rsidR="004F2480" w:rsidRPr="00FB169D">
        <w:rPr>
          <w:b/>
        </w:rPr>
        <w:t>encapsulation dot1Q 10</w:t>
      </w:r>
    </w:p>
    <w:p w14:paraId="6481CD86" w14:textId="77777777" w:rsidR="004F2480" w:rsidRDefault="00674EEE" w:rsidP="004F2480">
      <w:pPr>
        <w:pStyle w:val="DevConfigs"/>
      </w:pPr>
      <w:r>
        <w:t>R1</w:t>
      </w:r>
      <w:r w:rsidR="004F2480">
        <w:t>(config-subif)#</w:t>
      </w:r>
      <w:r>
        <w:t xml:space="preserve"> </w:t>
      </w:r>
      <w:r w:rsidR="004F2480" w:rsidRPr="00FB169D">
        <w:rPr>
          <w:b/>
        </w:rPr>
        <w:t>ip address 192.168.10.1 255.255.255.0</w:t>
      </w:r>
    </w:p>
    <w:p w14:paraId="62B66857" w14:textId="77777777" w:rsidR="004F2480" w:rsidRDefault="00674EEE" w:rsidP="004F2480">
      <w:pPr>
        <w:pStyle w:val="DevConfigs"/>
      </w:pPr>
      <w:r>
        <w:t>R1</w:t>
      </w:r>
      <w:r w:rsidR="004F2480">
        <w:t>(config-subif)#</w:t>
      </w:r>
      <w:r>
        <w:t xml:space="preserve"> </w:t>
      </w:r>
      <w:r w:rsidR="00C5634A">
        <w:rPr>
          <w:b/>
        </w:rPr>
        <w:t xml:space="preserve">interface </w:t>
      </w:r>
      <w:r w:rsidR="004F2480" w:rsidRPr="00FB169D">
        <w:rPr>
          <w:b/>
        </w:rPr>
        <w:t>g0/1.20</w:t>
      </w:r>
    </w:p>
    <w:p w14:paraId="0ACDC992" w14:textId="77777777" w:rsidR="004F2480" w:rsidRDefault="00674EEE" w:rsidP="004F2480">
      <w:pPr>
        <w:pStyle w:val="DevConfigs"/>
      </w:pPr>
      <w:r>
        <w:t>R1</w:t>
      </w:r>
      <w:r w:rsidR="004F2480">
        <w:t>(config-subif)#</w:t>
      </w:r>
      <w:r>
        <w:t xml:space="preserve"> </w:t>
      </w:r>
      <w:r w:rsidR="004F2480" w:rsidRPr="00FB169D">
        <w:rPr>
          <w:b/>
        </w:rPr>
        <w:t>encapsulation dot1Q 20</w:t>
      </w:r>
    </w:p>
    <w:p w14:paraId="13BA921A" w14:textId="77777777" w:rsidR="004F2480" w:rsidRDefault="00674EEE" w:rsidP="004F2480">
      <w:pPr>
        <w:pStyle w:val="DevConfigs"/>
      </w:pPr>
      <w:r>
        <w:t>R1</w:t>
      </w:r>
      <w:r w:rsidR="004F2480">
        <w:t>(config-subif)#</w:t>
      </w:r>
      <w:r>
        <w:t xml:space="preserve"> </w:t>
      </w:r>
      <w:r w:rsidR="004F2480" w:rsidRPr="00FB169D">
        <w:rPr>
          <w:b/>
        </w:rPr>
        <w:t>ip address 192.168.20.1 255.255.255.0</w:t>
      </w:r>
    </w:p>
    <w:p w14:paraId="77839B6D" w14:textId="77777777" w:rsidR="004F2480" w:rsidRDefault="00674EEE" w:rsidP="004F2480">
      <w:pPr>
        <w:pStyle w:val="DevConfigs"/>
      </w:pPr>
      <w:r>
        <w:t>R1</w:t>
      </w:r>
      <w:r w:rsidR="004F2480">
        <w:t>(config-subif)#</w:t>
      </w:r>
      <w:r>
        <w:t xml:space="preserve"> </w:t>
      </w:r>
      <w:r w:rsidR="004F2480" w:rsidRPr="00FB169D">
        <w:rPr>
          <w:b/>
        </w:rPr>
        <w:t>exit</w:t>
      </w:r>
    </w:p>
    <w:p w14:paraId="0EEE9658" w14:textId="77777777" w:rsidR="00674EEE" w:rsidRDefault="00674EEE" w:rsidP="004F2480">
      <w:pPr>
        <w:pStyle w:val="DevConfigs"/>
      </w:pPr>
      <w:r>
        <w:t xml:space="preserve">R1(config)# </w:t>
      </w:r>
      <w:r w:rsidR="00C5634A">
        <w:rPr>
          <w:b/>
        </w:rPr>
        <w:t xml:space="preserve">interface </w:t>
      </w:r>
      <w:r w:rsidRPr="00FB169D">
        <w:rPr>
          <w:b/>
        </w:rPr>
        <w:t>g0/1</w:t>
      </w:r>
    </w:p>
    <w:p w14:paraId="720A5740" w14:textId="77777777" w:rsidR="00674EEE" w:rsidRDefault="00674EEE" w:rsidP="004F2480">
      <w:pPr>
        <w:pStyle w:val="DevConfigs"/>
      </w:pPr>
      <w:r>
        <w:t xml:space="preserve">R1(config-if)# </w:t>
      </w:r>
      <w:r w:rsidRPr="00FB169D">
        <w:rPr>
          <w:b/>
        </w:rPr>
        <w:t>no shutdown</w:t>
      </w:r>
      <w:bookmarkStart w:id="0" w:name="_GoBack"/>
      <w:bookmarkEnd w:id="0"/>
    </w:p>
    <w:sectPr w:rsidR="00674EEE" w:rsidSect="008C4307">
      <w:headerReference w:type="default" r:id="rId9"/>
      <w:footerReference w:type="default" r:id="rId10"/>
      <w:headerReference w:type="first" r:id="rId11"/>
      <w:footerReference w:type="first" r:id="rId12"/>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3EB5F9" w14:textId="77777777" w:rsidR="00037CDC" w:rsidRDefault="00037CDC" w:rsidP="0090659A">
      <w:pPr>
        <w:spacing w:after="0" w:line="240" w:lineRule="auto"/>
      </w:pPr>
      <w:r>
        <w:separator/>
      </w:r>
    </w:p>
    <w:p w14:paraId="47D80EBD" w14:textId="77777777" w:rsidR="00037CDC" w:rsidRDefault="00037CDC"/>
    <w:p w14:paraId="46BA371C" w14:textId="77777777" w:rsidR="00037CDC" w:rsidRDefault="00037CDC"/>
    <w:p w14:paraId="70E10DD4" w14:textId="77777777" w:rsidR="00037CDC" w:rsidRDefault="00037CDC"/>
    <w:p w14:paraId="04DC63FF" w14:textId="77777777" w:rsidR="00037CDC" w:rsidRDefault="00037CDC"/>
    <w:p w14:paraId="15F4E95C" w14:textId="77777777" w:rsidR="00037CDC" w:rsidRDefault="00037CDC"/>
  </w:endnote>
  <w:endnote w:type="continuationSeparator" w:id="0">
    <w:p w14:paraId="4530359E" w14:textId="77777777" w:rsidR="00037CDC" w:rsidRDefault="00037CDC" w:rsidP="0090659A">
      <w:pPr>
        <w:spacing w:after="0" w:line="240" w:lineRule="auto"/>
      </w:pPr>
      <w:r>
        <w:continuationSeparator/>
      </w:r>
    </w:p>
    <w:p w14:paraId="6585BF8B" w14:textId="77777777" w:rsidR="00037CDC" w:rsidRDefault="00037CDC"/>
    <w:p w14:paraId="57122CD5" w14:textId="77777777" w:rsidR="00037CDC" w:rsidRDefault="00037CDC"/>
    <w:p w14:paraId="6F4ED273" w14:textId="77777777" w:rsidR="00037CDC" w:rsidRDefault="00037CDC"/>
    <w:p w14:paraId="3DEC7545" w14:textId="77777777" w:rsidR="00037CDC" w:rsidRDefault="00037CDC"/>
    <w:p w14:paraId="335BBCB2" w14:textId="77777777" w:rsidR="00037CDC" w:rsidRDefault="00037C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0D0CB" w14:textId="77777777" w:rsidR="00BC3E63" w:rsidRPr="00E84A23" w:rsidRDefault="00BC3E63" w:rsidP="008C4307">
    <w:pPr>
      <w:pStyle w:val="Footer"/>
    </w:pPr>
    <w:r w:rsidRPr="002A244B">
      <w:t xml:space="preserve">© </w:t>
    </w:r>
    <w:r w:rsidR="00CC3FD4">
      <w:fldChar w:fldCharType="begin"/>
    </w:r>
    <w:r w:rsidR="00CC3FD4">
      <w:instrText xml:space="preserve"> DATE  \@ "yyyy"  \* MERGEFORMAT </w:instrText>
    </w:r>
    <w:r w:rsidR="00CC3FD4">
      <w:fldChar w:fldCharType="separate"/>
    </w:r>
    <w:r w:rsidR="004A116D">
      <w:rPr>
        <w:noProof/>
      </w:rPr>
      <w:t>2016</w:t>
    </w:r>
    <w:r w:rsidR="00CC3FD4">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E6260B">
      <w:rPr>
        <w:b/>
        <w:noProof/>
        <w:szCs w:val="16"/>
      </w:rPr>
      <w:t>4</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E6260B">
      <w:rPr>
        <w:b/>
        <w:noProof/>
        <w:szCs w:val="16"/>
      </w:rPr>
      <w:t>7</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ABE36" w14:textId="77777777" w:rsidR="00BC3E63" w:rsidRPr="00F37A56" w:rsidRDefault="00BC3E63" w:rsidP="008C4307">
    <w:pPr>
      <w:pStyle w:val="Footer"/>
      <w:rPr>
        <w:szCs w:val="16"/>
      </w:rPr>
    </w:pPr>
    <w:r w:rsidRPr="002A244B">
      <w:t xml:space="preserve">© </w:t>
    </w:r>
    <w:r w:rsidR="00CC3FD4">
      <w:fldChar w:fldCharType="begin"/>
    </w:r>
    <w:r w:rsidR="00CC3FD4">
      <w:instrText xml:space="preserve"> DATE  \@ "yyyy"  \* MERGEFORMAT </w:instrText>
    </w:r>
    <w:r w:rsidR="00CC3FD4">
      <w:fldChar w:fldCharType="separate"/>
    </w:r>
    <w:r w:rsidR="004A116D">
      <w:rPr>
        <w:noProof/>
      </w:rPr>
      <w:t>2016</w:t>
    </w:r>
    <w:r w:rsidR="00CC3FD4">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E6260B">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E6260B">
      <w:rPr>
        <w:b/>
        <w:noProof/>
        <w:szCs w:val="16"/>
      </w:rPr>
      <w:t>7</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ABA411" w14:textId="77777777" w:rsidR="00037CDC" w:rsidRDefault="00037CDC" w:rsidP="0090659A">
      <w:pPr>
        <w:spacing w:after="0" w:line="240" w:lineRule="auto"/>
      </w:pPr>
      <w:r>
        <w:separator/>
      </w:r>
    </w:p>
    <w:p w14:paraId="64C20C25" w14:textId="77777777" w:rsidR="00037CDC" w:rsidRDefault="00037CDC"/>
    <w:p w14:paraId="0358DDD5" w14:textId="77777777" w:rsidR="00037CDC" w:rsidRDefault="00037CDC"/>
    <w:p w14:paraId="0342E78F" w14:textId="77777777" w:rsidR="00037CDC" w:rsidRDefault="00037CDC"/>
    <w:p w14:paraId="38BA0EC0" w14:textId="77777777" w:rsidR="00037CDC" w:rsidRDefault="00037CDC"/>
    <w:p w14:paraId="54D49F43" w14:textId="77777777" w:rsidR="00037CDC" w:rsidRDefault="00037CDC"/>
  </w:footnote>
  <w:footnote w:type="continuationSeparator" w:id="0">
    <w:p w14:paraId="0F0BD051" w14:textId="77777777" w:rsidR="00037CDC" w:rsidRDefault="00037CDC" w:rsidP="0090659A">
      <w:pPr>
        <w:spacing w:after="0" w:line="240" w:lineRule="auto"/>
      </w:pPr>
      <w:r>
        <w:continuationSeparator/>
      </w:r>
    </w:p>
    <w:p w14:paraId="53435FB5" w14:textId="77777777" w:rsidR="00037CDC" w:rsidRDefault="00037CDC"/>
    <w:p w14:paraId="5ABB8A01" w14:textId="77777777" w:rsidR="00037CDC" w:rsidRDefault="00037CDC"/>
    <w:p w14:paraId="67AA2DBD" w14:textId="77777777" w:rsidR="00037CDC" w:rsidRDefault="00037CDC"/>
    <w:p w14:paraId="06A9A2A6" w14:textId="77777777" w:rsidR="00037CDC" w:rsidRDefault="00037CDC"/>
    <w:p w14:paraId="34D17EDD" w14:textId="77777777" w:rsidR="00037CDC" w:rsidRDefault="00037CD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B41ECF" w14:textId="77777777" w:rsidR="00BC3E63" w:rsidRDefault="00BC3E63" w:rsidP="00E84A23">
    <w:pPr>
      <w:pStyle w:val="PageHead"/>
    </w:pPr>
    <w:r>
      <w:t>Lab – Configuring 802</w:t>
    </w:r>
    <w:r w:rsidRPr="00F15D6D">
      <w:t>.</w:t>
    </w:r>
    <w:r>
      <w:t>1</w:t>
    </w:r>
    <w:r w:rsidRPr="00F15D6D">
      <w:t>Q Trunk-Based Inter-VLAN Routing</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75EA43" w14:textId="77777777" w:rsidR="00BC3E63" w:rsidRDefault="001B6586">
    <w:pPr>
      <w:pStyle w:val="Header"/>
    </w:pPr>
    <w:r>
      <w:rPr>
        <w:noProof/>
      </w:rPr>
      <w:drawing>
        <wp:anchor distT="0" distB="0" distL="114300" distR="114300" simplePos="0" relativeHeight="251657728" behindDoc="0" locked="0" layoutInCell="1" allowOverlap="1" wp14:anchorId="6EAE5136" wp14:editId="306E869E">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p w14:paraId="7BA8EC3F" w14:textId="77777777" w:rsidR="00BC3E63" w:rsidRDefault="00BC3E6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96360"/>
    <w:multiLevelType w:val="multilevel"/>
    <w:tmpl w:val="7804D5EA"/>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450"/>
        </w:tabs>
        <w:ind w:left="45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15:restartNumberingAfterBreak="0">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5"/>
  </w:num>
  <w:num w:numId="6">
    <w:abstractNumId w:val="1"/>
    <w:lvlOverride w:ilvl="0">
      <w:lvl w:ilvl="0">
        <w:start w:val="1"/>
        <w:numFmt w:val="decimal"/>
        <w:pStyle w:val="PartHead"/>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BC5"/>
    <w:rsid w:val="0000192B"/>
    <w:rsid w:val="00004175"/>
    <w:rsid w:val="000059C9"/>
    <w:rsid w:val="00012520"/>
    <w:rsid w:val="000129DF"/>
    <w:rsid w:val="000160F7"/>
    <w:rsid w:val="00016D5B"/>
    <w:rsid w:val="00016F30"/>
    <w:rsid w:val="0002047C"/>
    <w:rsid w:val="00021B9A"/>
    <w:rsid w:val="000242D6"/>
    <w:rsid w:val="00024EE5"/>
    <w:rsid w:val="000265E0"/>
    <w:rsid w:val="00032EC5"/>
    <w:rsid w:val="00037CDC"/>
    <w:rsid w:val="00041AF6"/>
    <w:rsid w:val="00044E62"/>
    <w:rsid w:val="00050BA4"/>
    <w:rsid w:val="00051738"/>
    <w:rsid w:val="00052548"/>
    <w:rsid w:val="00060696"/>
    <w:rsid w:val="00072ECD"/>
    <w:rsid w:val="000769CF"/>
    <w:rsid w:val="000815D8"/>
    <w:rsid w:val="00082805"/>
    <w:rsid w:val="00085CC6"/>
    <w:rsid w:val="00090C07"/>
    <w:rsid w:val="00091E8D"/>
    <w:rsid w:val="0009378D"/>
    <w:rsid w:val="00097163"/>
    <w:rsid w:val="000A22C8"/>
    <w:rsid w:val="000A3ED3"/>
    <w:rsid w:val="000A6289"/>
    <w:rsid w:val="000B2344"/>
    <w:rsid w:val="000B367C"/>
    <w:rsid w:val="000B3FB0"/>
    <w:rsid w:val="000B7DE5"/>
    <w:rsid w:val="000C5215"/>
    <w:rsid w:val="000C749A"/>
    <w:rsid w:val="000D55B4"/>
    <w:rsid w:val="000D6D53"/>
    <w:rsid w:val="000E65F0"/>
    <w:rsid w:val="000F072C"/>
    <w:rsid w:val="000F1F28"/>
    <w:rsid w:val="000F44C6"/>
    <w:rsid w:val="000F6743"/>
    <w:rsid w:val="000F6B1D"/>
    <w:rsid w:val="001006C2"/>
    <w:rsid w:val="001033AE"/>
    <w:rsid w:val="001037F8"/>
    <w:rsid w:val="0010414E"/>
    <w:rsid w:val="001049EA"/>
    <w:rsid w:val="00106EAF"/>
    <w:rsid w:val="00107B2B"/>
    <w:rsid w:val="00112AC5"/>
    <w:rsid w:val="001133DD"/>
    <w:rsid w:val="00120CBE"/>
    <w:rsid w:val="00124345"/>
    <w:rsid w:val="001261C4"/>
    <w:rsid w:val="00127A9C"/>
    <w:rsid w:val="001354A7"/>
    <w:rsid w:val="001366EC"/>
    <w:rsid w:val="0014219C"/>
    <w:rsid w:val="001425ED"/>
    <w:rsid w:val="0014291C"/>
    <w:rsid w:val="00143FD0"/>
    <w:rsid w:val="00146EFB"/>
    <w:rsid w:val="00152F00"/>
    <w:rsid w:val="00154E3A"/>
    <w:rsid w:val="001552C3"/>
    <w:rsid w:val="00155F8C"/>
    <w:rsid w:val="00157902"/>
    <w:rsid w:val="00163164"/>
    <w:rsid w:val="001653C1"/>
    <w:rsid w:val="00166253"/>
    <w:rsid w:val="00167E43"/>
    <w:rsid w:val="001710C0"/>
    <w:rsid w:val="00172AFB"/>
    <w:rsid w:val="00176504"/>
    <w:rsid w:val="001772B8"/>
    <w:rsid w:val="00180FBF"/>
    <w:rsid w:val="00182CF4"/>
    <w:rsid w:val="001842B7"/>
    <w:rsid w:val="00186CE1"/>
    <w:rsid w:val="00187B9C"/>
    <w:rsid w:val="00192163"/>
    <w:rsid w:val="00192F12"/>
    <w:rsid w:val="00193F14"/>
    <w:rsid w:val="0019621B"/>
    <w:rsid w:val="00197614"/>
    <w:rsid w:val="00197D03"/>
    <w:rsid w:val="001A0312"/>
    <w:rsid w:val="001A0C17"/>
    <w:rsid w:val="001A15DA"/>
    <w:rsid w:val="001A2694"/>
    <w:rsid w:val="001A3CC7"/>
    <w:rsid w:val="001A69AC"/>
    <w:rsid w:val="001B28C4"/>
    <w:rsid w:val="001B6586"/>
    <w:rsid w:val="001B67D8"/>
    <w:rsid w:val="001B6F95"/>
    <w:rsid w:val="001C05A1"/>
    <w:rsid w:val="001C1B00"/>
    <w:rsid w:val="001C1D9E"/>
    <w:rsid w:val="001C7C3B"/>
    <w:rsid w:val="001D5B6F"/>
    <w:rsid w:val="001D7DB7"/>
    <w:rsid w:val="001E0AB8"/>
    <w:rsid w:val="001E38E0"/>
    <w:rsid w:val="001E4E72"/>
    <w:rsid w:val="001E62B3"/>
    <w:rsid w:val="001F0171"/>
    <w:rsid w:val="001F02CA"/>
    <w:rsid w:val="001F0D77"/>
    <w:rsid w:val="001F7DD8"/>
    <w:rsid w:val="00201928"/>
    <w:rsid w:val="00203E26"/>
    <w:rsid w:val="0020449C"/>
    <w:rsid w:val="002113B8"/>
    <w:rsid w:val="00211C3E"/>
    <w:rsid w:val="00213734"/>
    <w:rsid w:val="00215342"/>
    <w:rsid w:val="00215665"/>
    <w:rsid w:val="002163BB"/>
    <w:rsid w:val="00216FBA"/>
    <w:rsid w:val="0021792C"/>
    <w:rsid w:val="00217D1C"/>
    <w:rsid w:val="00221C14"/>
    <w:rsid w:val="002240AB"/>
    <w:rsid w:val="00225E37"/>
    <w:rsid w:val="00232C70"/>
    <w:rsid w:val="00242E3A"/>
    <w:rsid w:val="00243073"/>
    <w:rsid w:val="002506CF"/>
    <w:rsid w:val="0025107F"/>
    <w:rsid w:val="00260CD4"/>
    <w:rsid w:val="002639D8"/>
    <w:rsid w:val="00265F77"/>
    <w:rsid w:val="00266C83"/>
    <w:rsid w:val="002768DC"/>
    <w:rsid w:val="002850CF"/>
    <w:rsid w:val="00296500"/>
    <w:rsid w:val="00297575"/>
    <w:rsid w:val="002A6C56"/>
    <w:rsid w:val="002B6E0A"/>
    <w:rsid w:val="002C090C"/>
    <w:rsid w:val="002C1243"/>
    <w:rsid w:val="002C13CA"/>
    <w:rsid w:val="002C1815"/>
    <w:rsid w:val="002C475E"/>
    <w:rsid w:val="002C6AD6"/>
    <w:rsid w:val="002D6C2A"/>
    <w:rsid w:val="002D7A86"/>
    <w:rsid w:val="002E183F"/>
    <w:rsid w:val="002F45FF"/>
    <w:rsid w:val="002F6D17"/>
    <w:rsid w:val="003002DF"/>
    <w:rsid w:val="0030158C"/>
    <w:rsid w:val="00301824"/>
    <w:rsid w:val="00302887"/>
    <w:rsid w:val="003056EB"/>
    <w:rsid w:val="003065CC"/>
    <w:rsid w:val="003071FF"/>
    <w:rsid w:val="00310652"/>
    <w:rsid w:val="0031371D"/>
    <w:rsid w:val="00316D94"/>
    <w:rsid w:val="0031789F"/>
    <w:rsid w:val="00320788"/>
    <w:rsid w:val="003233A3"/>
    <w:rsid w:val="00334502"/>
    <w:rsid w:val="0034455D"/>
    <w:rsid w:val="0034604B"/>
    <w:rsid w:val="00346D17"/>
    <w:rsid w:val="00347972"/>
    <w:rsid w:val="0035469B"/>
    <w:rsid w:val="003553DB"/>
    <w:rsid w:val="003559CC"/>
    <w:rsid w:val="003569D7"/>
    <w:rsid w:val="003608AC"/>
    <w:rsid w:val="0036465A"/>
    <w:rsid w:val="00377A00"/>
    <w:rsid w:val="00382EB9"/>
    <w:rsid w:val="00390B2A"/>
    <w:rsid w:val="00392C65"/>
    <w:rsid w:val="00392ED5"/>
    <w:rsid w:val="00394F02"/>
    <w:rsid w:val="00396CE6"/>
    <w:rsid w:val="00397B0D"/>
    <w:rsid w:val="003A19DC"/>
    <w:rsid w:val="003A1B45"/>
    <w:rsid w:val="003A1F88"/>
    <w:rsid w:val="003A6190"/>
    <w:rsid w:val="003B46FC"/>
    <w:rsid w:val="003B5767"/>
    <w:rsid w:val="003B7605"/>
    <w:rsid w:val="003C1406"/>
    <w:rsid w:val="003C6BCA"/>
    <w:rsid w:val="003C7902"/>
    <w:rsid w:val="003C7E97"/>
    <w:rsid w:val="003C7EC0"/>
    <w:rsid w:val="003D0BFF"/>
    <w:rsid w:val="003E1A53"/>
    <w:rsid w:val="003E40E8"/>
    <w:rsid w:val="003E5BE5"/>
    <w:rsid w:val="003F157C"/>
    <w:rsid w:val="003F18D1"/>
    <w:rsid w:val="003F4F0E"/>
    <w:rsid w:val="003F6E06"/>
    <w:rsid w:val="00403C7A"/>
    <w:rsid w:val="004057A6"/>
    <w:rsid w:val="00406554"/>
    <w:rsid w:val="004131B0"/>
    <w:rsid w:val="00416C42"/>
    <w:rsid w:val="00422476"/>
    <w:rsid w:val="0042385C"/>
    <w:rsid w:val="00431654"/>
    <w:rsid w:val="00434926"/>
    <w:rsid w:val="00444217"/>
    <w:rsid w:val="004444F3"/>
    <w:rsid w:val="004478F4"/>
    <w:rsid w:val="00450F7A"/>
    <w:rsid w:val="00452C6D"/>
    <w:rsid w:val="00455E0B"/>
    <w:rsid w:val="004640D5"/>
    <w:rsid w:val="004659EE"/>
    <w:rsid w:val="00474AB3"/>
    <w:rsid w:val="004936C2"/>
    <w:rsid w:val="0049379C"/>
    <w:rsid w:val="0049528B"/>
    <w:rsid w:val="004A116D"/>
    <w:rsid w:val="004A1CA0"/>
    <w:rsid w:val="004A22E9"/>
    <w:rsid w:val="004A4ACD"/>
    <w:rsid w:val="004A5BC5"/>
    <w:rsid w:val="004B023D"/>
    <w:rsid w:val="004B08B9"/>
    <w:rsid w:val="004B4AE9"/>
    <w:rsid w:val="004B4CA9"/>
    <w:rsid w:val="004C0807"/>
    <w:rsid w:val="004C0909"/>
    <w:rsid w:val="004C3F97"/>
    <w:rsid w:val="004C408F"/>
    <w:rsid w:val="004C40AE"/>
    <w:rsid w:val="004D01F2"/>
    <w:rsid w:val="004D25CC"/>
    <w:rsid w:val="004D3339"/>
    <w:rsid w:val="004D353F"/>
    <w:rsid w:val="004D36D7"/>
    <w:rsid w:val="004D682B"/>
    <w:rsid w:val="004E0AE8"/>
    <w:rsid w:val="004E3CEF"/>
    <w:rsid w:val="004E6152"/>
    <w:rsid w:val="004E69D5"/>
    <w:rsid w:val="004F1931"/>
    <w:rsid w:val="004F2480"/>
    <w:rsid w:val="004F2D3D"/>
    <w:rsid w:val="004F344A"/>
    <w:rsid w:val="00504ED4"/>
    <w:rsid w:val="00510639"/>
    <w:rsid w:val="00512FF2"/>
    <w:rsid w:val="00515340"/>
    <w:rsid w:val="00516142"/>
    <w:rsid w:val="00520027"/>
    <w:rsid w:val="0052093C"/>
    <w:rsid w:val="00521B31"/>
    <w:rsid w:val="00522469"/>
    <w:rsid w:val="0052400A"/>
    <w:rsid w:val="00531C82"/>
    <w:rsid w:val="005353FE"/>
    <w:rsid w:val="00536F43"/>
    <w:rsid w:val="00545C38"/>
    <w:rsid w:val="005510BA"/>
    <w:rsid w:val="00554B4E"/>
    <w:rsid w:val="00556C02"/>
    <w:rsid w:val="005570B4"/>
    <w:rsid w:val="00561BB2"/>
    <w:rsid w:val="00561DA4"/>
    <w:rsid w:val="00563249"/>
    <w:rsid w:val="00566269"/>
    <w:rsid w:val="005674E8"/>
    <w:rsid w:val="00570A65"/>
    <w:rsid w:val="00575013"/>
    <w:rsid w:val="00575F97"/>
    <w:rsid w:val="005762B1"/>
    <w:rsid w:val="00580456"/>
    <w:rsid w:val="00580E73"/>
    <w:rsid w:val="00592302"/>
    <w:rsid w:val="00593386"/>
    <w:rsid w:val="00594DA4"/>
    <w:rsid w:val="00596998"/>
    <w:rsid w:val="005A5A1D"/>
    <w:rsid w:val="005A6E62"/>
    <w:rsid w:val="005B68FB"/>
    <w:rsid w:val="005D17F2"/>
    <w:rsid w:val="005D2B29"/>
    <w:rsid w:val="005D354A"/>
    <w:rsid w:val="005E3235"/>
    <w:rsid w:val="005E4176"/>
    <w:rsid w:val="005E65B5"/>
    <w:rsid w:val="005F32F2"/>
    <w:rsid w:val="005F3AE9"/>
    <w:rsid w:val="005F5531"/>
    <w:rsid w:val="006007BB"/>
    <w:rsid w:val="00601DC0"/>
    <w:rsid w:val="00602346"/>
    <w:rsid w:val="006034CB"/>
    <w:rsid w:val="006131CE"/>
    <w:rsid w:val="0061336B"/>
    <w:rsid w:val="00617D6E"/>
    <w:rsid w:val="00617DA4"/>
    <w:rsid w:val="00622D61"/>
    <w:rsid w:val="00623375"/>
    <w:rsid w:val="00624198"/>
    <w:rsid w:val="006264DB"/>
    <w:rsid w:val="00630E40"/>
    <w:rsid w:val="006325FC"/>
    <w:rsid w:val="00640B02"/>
    <w:rsid w:val="006428E5"/>
    <w:rsid w:val="00644958"/>
    <w:rsid w:val="00650E6F"/>
    <w:rsid w:val="00651B1E"/>
    <w:rsid w:val="00654A02"/>
    <w:rsid w:val="00660755"/>
    <w:rsid w:val="006616AB"/>
    <w:rsid w:val="00667320"/>
    <w:rsid w:val="00667E99"/>
    <w:rsid w:val="006703F6"/>
    <w:rsid w:val="00672919"/>
    <w:rsid w:val="006741CA"/>
    <w:rsid w:val="00674EEE"/>
    <w:rsid w:val="00686587"/>
    <w:rsid w:val="006904CF"/>
    <w:rsid w:val="00694618"/>
    <w:rsid w:val="006948B6"/>
    <w:rsid w:val="00695EE2"/>
    <w:rsid w:val="0069660B"/>
    <w:rsid w:val="00697E70"/>
    <w:rsid w:val="006A1B33"/>
    <w:rsid w:val="006A3DAA"/>
    <w:rsid w:val="006A48F1"/>
    <w:rsid w:val="006A71A3"/>
    <w:rsid w:val="006A77B7"/>
    <w:rsid w:val="006B03F2"/>
    <w:rsid w:val="006B0458"/>
    <w:rsid w:val="006B1639"/>
    <w:rsid w:val="006B5CA7"/>
    <w:rsid w:val="006B5E89"/>
    <w:rsid w:val="006B7EA9"/>
    <w:rsid w:val="006C19B2"/>
    <w:rsid w:val="006C30A0"/>
    <w:rsid w:val="006C35FF"/>
    <w:rsid w:val="006C3A38"/>
    <w:rsid w:val="006C57F2"/>
    <w:rsid w:val="006C5949"/>
    <w:rsid w:val="006C6832"/>
    <w:rsid w:val="006D1370"/>
    <w:rsid w:val="006D2B54"/>
    <w:rsid w:val="006D2C28"/>
    <w:rsid w:val="006D3FC1"/>
    <w:rsid w:val="006E6581"/>
    <w:rsid w:val="006E71DF"/>
    <w:rsid w:val="006F1CC4"/>
    <w:rsid w:val="006F2A86"/>
    <w:rsid w:val="006F3163"/>
    <w:rsid w:val="006F3A46"/>
    <w:rsid w:val="00702A7B"/>
    <w:rsid w:val="00705805"/>
    <w:rsid w:val="00705FEC"/>
    <w:rsid w:val="0071147A"/>
    <w:rsid w:val="0071185D"/>
    <w:rsid w:val="007222AD"/>
    <w:rsid w:val="007267CF"/>
    <w:rsid w:val="00730FDC"/>
    <w:rsid w:val="00731F3F"/>
    <w:rsid w:val="00733BAB"/>
    <w:rsid w:val="007371D1"/>
    <w:rsid w:val="007436BF"/>
    <w:rsid w:val="007443E9"/>
    <w:rsid w:val="00745DCE"/>
    <w:rsid w:val="00746A3E"/>
    <w:rsid w:val="007514B5"/>
    <w:rsid w:val="00753D89"/>
    <w:rsid w:val="00755C9B"/>
    <w:rsid w:val="00760FE4"/>
    <w:rsid w:val="00763D8B"/>
    <w:rsid w:val="00765343"/>
    <w:rsid w:val="007657F6"/>
    <w:rsid w:val="00765825"/>
    <w:rsid w:val="00765E47"/>
    <w:rsid w:val="00766D23"/>
    <w:rsid w:val="0077125A"/>
    <w:rsid w:val="00772558"/>
    <w:rsid w:val="007765CE"/>
    <w:rsid w:val="007853A2"/>
    <w:rsid w:val="00786684"/>
    <w:rsid w:val="00786F58"/>
    <w:rsid w:val="00787CC1"/>
    <w:rsid w:val="00792F4E"/>
    <w:rsid w:val="0079307A"/>
    <w:rsid w:val="0079398D"/>
    <w:rsid w:val="00796C25"/>
    <w:rsid w:val="007A287C"/>
    <w:rsid w:val="007A3B2A"/>
    <w:rsid w:val="007A641B"/>
    <w:rsid w:val="007B150D"/>
    <w:rsid w:val="007B4B1C"/>
    <w:rsid w:val="007B5522"/>
    <w:rsid w:val="007B7A07"/>
    <w:rsid w:val="007C0EE0"/>
    <w:rsid w:val="007C1B71"/>
    <w:rsid w:val="007C2FBB"/>
    <w:rsid w:val="007C7164"/>
    <w:rsid w:val="007D1875"/>
    <w:rsid w:val="007D1984"/>
    <w:rsid w:val="007D2AFE"/>
    <w:rsid w:val="007D371E"/>
    <w:rsid w:val="007D3DCD"/>
    <w:rsid w:val="007D5226"/>
    <w:rsid w:val="007D5A77"/>
    <w:rsid w:val="007E3FEA"/>
    <w:rsid w:val="007F0A0B"/>
    <w:rsid w:val="007F3A60"/>
    <w:rsid w:val="007F3D0B"/>
    <w:rsid w:val="007F7C94"/>
    <w:rsid w:val="00810E4B"/>
    <w:rsid w:val="00814BAA"/>
    <w:rsid w:val="00816FF4"/>
    <w:rsid w:val="0082333E"/>
    <w:rsid w:val="00824295"/>
    <w:rsid w:val="0082466B"/>
    <w:rsid w:val="008313F3"/>
    <w:rsid w:val="008346B3"/>
    <w:rsid w:val="00836F1F"/>
    <w:rsid w:val="008405BB"/>
    <w:rsid w:val="00846494"/>
    <w:rsid w:val="008479EE"/>
    <w:rsid w:val="00847B20"/>
    <w:rsid w:val="008509D3"/>
    <w:rsid w:val="00853418"/>
    <w:rsid w:val="00854610"/>
    <w:rsid w:val="00857CF6"/>
    <w:rsid w:val="008610ED"/>
    <w:rsid w:val="00861C6A"/>
    <w:rsid w:val="00865199"/>
    <w:rsid w:val="00867EAF"/>
    <w:rsid w:val="00873C6B"/>
    <w:rsid w:val="0088426A"/>
    <w:rsid w:val="00884863"/>
    <w:rsid w:val="008852BA"/>
    <w:rsid w:val="00890108"/>
    <w:rsid w:val="00890C51"/>
    <w:rsid w:val="008927A2"/>
    <w:rsid w:val="00893877"/>
    <w:rsid w:val="0089532C"/>
    <w:rsid w:val="00896165"/>
    <w:rsid w:val="00896681"/>
    <w:rsid w:val="008A2749"/>
    <w:rsid w:val="008A2CA8"/>
    <w:rsid w:val="008A3A90"/>
    <w:rsid w:val="008A3C70"/>
    <w:rsid w:val="008A5FB6"/>
    <w:rsid w:val="008B06D4"/>
    <w:rsid w:val="008B4F20"/>
    <w:rsid w:val="008B7FFD"/>
    <w:rsid w:val="008C2920"/>
    <w:rsid w:val="008C4307"/>
    <w:rsid w:val="008D23DF"/>
    <w:rsid w:val="008D73BF"/>
    <w:rsid w:val="008D7F09"/>
    <w:rsid w:val="008E01D6"/>
    <w:rsid w:val="008E5B64"/>
    <w:rsid w:val="008E7DAA"/>
    <w:rsid w:val="008F0094"/>
    <w:rsid w:val="008F340F"/>
    <w:rsid w:val="008F4399"/>
    <w:rsid w:val="00903523"/>
    <w:rsid w:val="0090659A"/>
    <w:rsid w:val="00906A1A"/>
    <w:rsid w:val="00911080"/>
    <w:rsid w:val="0091226C"/>
    <w:rsid w:val="00915986"/>
    <w:rsid w:val="00917624"/>
    <w:rsid w:val="00927A1A"/>
    <w:rsid w:val="00930386"/>
    <w:rsid w:val="009309F5"/>
    <w:rsid w:val="00933237"/>
    <w:rsid w:val="00933F28"/>
    <w:rsid w:val="0093571E"/>
    <w:rsid w:val="009476C0"/>
    <w:rsid w:val="00951FB9"/>
    <w:rsid w:val="00963B1D"/>
    <w:rsid w:val="00963E34"/>
    <w:rsid w:val="00964DFA"/>
    <w:rsid w:val="00970887"/>
    <w:rsid w:val="00976374"/>
    <w:rsid w:val="0098155C"/>
    <w:rsid w:val="00983B77"/>
    <w:rsid w:val="0098615E"/>
    <w:rsid w:val="00987940"/>
    <w:rsid w:val="0099127D"/>
    <w:rsid w:val="009956A9"/>
    <w:rsid w:val="00996053"/>
    <w:rsid w:val="009967DC"/>
    <w:rsid w:val="009A04E4"/>
    <w:rsid w:val="009A0B2F"/>
    <w:rsid w:val="009A1CF4"/>
    <w:rsid w:val="009A21BC"/>
    <w:rsid w:val="009A37D7"/>
    <w:rsid w:val="009A4E17"/>
    <w:rsid w:val="009A6955"/>
    <w:rsid w:val="009B341C"/>
    <w:rsid w:val="009B5747"/>
    <w:rsid w:val="009C2AF9"/>
    <w:rsid w:val="009D2C27"/>
    <w:rsid w:val="009D7C3E"/>
    <w:rsid w:val="009E2309"/>
    <w:rsid w:val="009E42A6"/>
    <w:rsid w:val="009E42B9"/>
    <w:rsid w:val="009E79AD"/>
    <w:rsid w:val="009F0869"/>
    <w:rsid w:val="009F4C2E"/>
    <w:rsid w:val="00A014A3"/>
    <w:rsid w:val="00A0412D"/>
    <w:rsid w:val="00A042D6"/>
    <w:rsid w:val="00A063B1"/>
    <w:rsid w:val="00A17B2B"/>
    <w:rsid w:val="00A203AD"/>
    <w:rsid w:val="00A21211"/>
    <w:rsid w:val="00A34E7F"/>
    <w:rsid w:val="00A41CB9"/>
    <w:rsid w:val="00A423C5"/>
    <w:rsid w:val="00A45AB4"/>
    <w:rsid w:val="00A46F0A"/>
    <w:rsid w:val="00A46F25"/>
    <w:rsid w:val="00A479AA"/>
    <w:rsid w:val="00A47CC2"/>
    <w:rsid w:val="00A502BA"/>
    <w:rsid w:val="00A50EC8"/>
    <w:rsid w:val="00A60146"/>
    <w:rsid w:val="00A622C4"/>
    <w:rsid w:val="00A6283D"/>
    <w:rsid w:val="00A66307"/>
    <w:rsid w:val="00A670E8"/>
    <w:rsid w:val="00A700B5"/>
    <w:rsid w:val="00A7190F"/>
    <w:rsid w:val="00A754B4"/>
    <w:rsid w:val="00A75B1B"/>
    <w:rsid w:val="00A75F48"/>
    <w:rsid w:val="00A807C1"/>
    <w:rsid w:val="00A83374"/>
    <w:rsid w:val="00A83926"/>
    <w:rsid w:val="00A849F1"/>
    <w:rsid w:val="00A94BC5"/>
    <w:rsid w:val="00A96172"/>
    <w:rsid w:val="00AA55C6"/>
    <w:rsid w:val="00AB0D6A"/>
    <w:rsid w:val="00AB43B3"/>
    <w:rsid w:val="00AB49B9"/>
    <w:rsid w:val="00AB758A"/>
    <w:rsid w:val="00AC027E"/>
    <w:rsid w:val="00AC1E7E"/>
    <w:rsid w:val="00AC4BAC"/>
    <w:rsid w:val="00AC507D"/>
    <w:rsid w:val="00AC66E4"/>
    <w:rsid w:val="00AC6874"/>
    <w:rsid w:val="00AD4578"/>
    <w:rsid w:val="00AD68E9"/>
    <w:rsid w:val="00AE56C0"/>
    <w:rsid w:val="00B00914"/>
    <w:rsid w:val="00B0102D"/>
    <w:rsid w:val="00B02A8E"/>
    <w:rsid w:val="00B052EE"/>
    <w:rsid w:val="00B1081F"/>
    <w:rsid w:val="00B113B2"/>
    <w:rsid w:val="00B16774"/>
    <w:rsid w:val="00B1789C"/>
    <w:rsid w:val="00B21950"/>
    <w:rsid w:val="00B21FE3"/>
    <w:rsid w:val="00B26A68"/>
    <w:rsid w:val="00B27499"/>
    <w:rsid w:val="00B3010D"/>
    <w:rsid w:val="00B35151"/>
    <w:rsid w:val="00B433F2"/>
    <w:rsid w:val="00B43662"/>
    <w:rsid w:val="00B458E8"/>
    <w:rsid w:val="00B5397B"/>
    <w:rsid w:val="00B53B10"/>
    <w:rsid w:val="00B62809"/>
    <w:rsid w:val="00B63A82"/>
    <w:rsid w:val="00B741D8"/>
    <w:rsid w:val="00B753B7"/>
    <w:rsid w:val="00B7675A"/>
    <w:rsid w:val="00B81898"/>
    <w:rsid w:val="00B8606B"/>
    <w:rsid w:val="00B878E7"/>
    <w:rsid w:val="00B97278"/>
    <w:rsid w:val="00B97943"/>
    <w:rsid w:val="00BA1D0B"/>
    <w:rsid w:val="00BA6891"/>
    <w:rsid w:val="00BA6972"/>
    <w:rsid w:val="00BB1E0D"/>
    <w:rsid w:val="00BB4D9B"/>
    <w:rsid w:val="00BB73FF"/>
    <w:rsid w:val="00BB7688"/>
    <w:rsid w:val="00BC3E63"/>
    <w:rsid w:val="00BC768F"/>
    <w:rsid w:val="00BC7CAC"/>
    <w:rsid w:val="00BD6D76"/>
    <w:rsid w:val="00BE0F62"/>
    <w:rsid w:val="00BE228C"/>
    <w:rsid w:val="00BE56B3"/>
    <w:rsid w:val="00BF04E8"/>
    <w:rsid w:val="00BF16BF"/>
    <w:rsid w:val="00BF4D1F"/>
    <w:rsid w:val="00BF622B"/>
    <w:rsid w:val="00C009A9"/>
    <w:rsid w:val="00C01E9C"/>
    <w:rsid w:val="00C02A73"/>
    <w:rsid w:val="00C063D2"/>
    <w:rsid w:val="00C07FD9"/>
    <w:rsid w:val="00C10955"/>
    <w:rsid w:val="00C11C4D"/>
    <w:rsid w:val="00C1712C"/>
    <w:rsid w:val="00C20672"/>
    <w:rsid w:val="00C23083"/>
    <w:rsid w:val="00C23E16"/>
    <w:rsid w:val="00C274A1"/>
    <w:rsid w:val="00C27E37"/>
    <w:rsid w:val="00C302BF"/>
    <w:rsid w:val="00C323F2"/>
    <w:rsid w:val="00C32713"/>
    <w:rsid w:val="00C351B8"/>
    <w:rsid w:val="00C410D9"/>
    <w:rsid w:val="00C44DB7"/>
    <w:rsid w:val="00C4510A"/>
    <w:rsid w:val="00C46A2A"/>
    <w:rsid w:val="00C47F2E"/>
    <w:rsid w:val="00C523B7"/>
    <w:rsid w:val="00C52BA6"/>
    <w:rsid w:val="00C5634A"/>
    <w:rsid w:val="00C56574"/>
    <w:rsid w:val="00C57A1A"/>
    <w:rsid w:val="00C602B7"/>
    <w:rsid w:val="00C6258F"/>
    <w:rsid w:val="00C63DF6"/>
    <w:rsid w:val="00C63E58"/>
    <w:rsid w:val="00C6495E"/>
    <w:rsid w:val="00C670EE"/>
    <w:rsid w:val="00C67E3B"/>
    <w:rsid w:val="00C74767"/>
    <w:rsid w:val="00C90311"/>
    <w:rsid w:val="00C9095A"/>
    <w:rsid w:val="00C91C26"/>
    <w:rsid w:val="00C94D84"/>
    <w:rsid w:val="00CA1EA4"/>
    <w:rsid w:val="00CA73D5"/>
    <w:rsid w:val="00CB4016"/>
    <w:rsid w:val="00CB49F1"/>
    <w:rsid w:val="00CC1C87"/>
    <w:rsid w:val="00CC3000"/>
    <w:rsid w:val="00CC3FD4"/>
    <w:rsid w:val="00CC4859"/>
    <w:rsid w:val="00CC677C"/>
    <w:rsid w:val="00CC7A35"/>
    <w:rsid w:val="00CD072A"/>
    <w:rsid w:val="00CD7F73"/>
    <w:rsid w:val="00CE26C5"/>
    <w:rsid w:val="00CE36AF"/>
    <w:rsid w:val="00CE54DD"/>
    <w:rsid w:val="00CE725D"/>
    <w:rsid w:val="00CF0DA5"/>
    <w:rsid w:val="00CF5D31"/>
    <w:rsid w:val="00CF5F3B"/>
    <w:rsid w:val="00CF791A"/>
    <w:rsid w:val="00CF7D56"/>
    <w:rsid w:val="00D00D7D"/>
    <w:rsid w:val="00D013DD"/>
    <w:rsid w:val="00D139C8"/>
    <w:rsid w:val="00D17F81"/>
    <w:rsid w:val="00D26F42"/>
    <w:rsid w:val="00D2758C"/>
    <w:rsid w:val="00D275CA"/>
    <w:rsid w:val="00D2789B"/>
    <w:rsid w:val="00D27F1E"/>
    <w:rsid w:val="00D345AB"/>
    <w:rsid w:val="00D348B1"/>
    <w:rsid w:val="00D41566"/>
    <w:rsid w:val="00D42D38"/>
    <w:rsid w:val="00D458EC"/>
    <w:rsid w:val="00D501B0"/>
    <w:rsid w:val="00D52582"/>
    <w:rsid w:val="00D55B12"/>
    <w:rsid w:val="00D56A0E"/>
    <w:rsid w:val="00D57AD3"/>
    <w:rsid w:val="00D614C2"/>
    <w:rsid w:val="00D635FE"/>
    <w:rsid w:val="00D715E2"/>
    <w:rsid w:val="00D729DE"/>
    <w:rsid w:val="00D75B6A"/>
    <w:rsid w:val="00D841A7"/>
    <w:rsid w:val="00D84BDA"/>
    <w:rsid w:val="00D860F5"/>
    <w:rsid w:val="00D876A8"/>
    <w:rsid w:val="00D87F26"/>
    <w:rsid w:val="00D93063"/>
    <w:rsid w:val="00D933B0"/>
    <w:rsid w:val="00D94C88"/>
    <w:rsid w:val="00D977E8"/>
    <w:rsid w:val="00D97B16"/>
    <w:rsid w:val="00DA110C"/>
    <w:rsid w:val="00DB1C89"/>
    <w:rsid w:val="00DB3763"/>
    <w:rsid w:val="00DB3A97"/>
    <w:rsid w:val="00DB4029"/>
    <w:rsid w:val="00DB54FB"/>
    <w:rsid w:val="00DB5F4D"/>
    <w:rsid w:val="00DB6DA5"/>
    <w:rsid w:val="00DC076B"/>
    <w:rsid w:val="00DC186F"/>
    <w:rsid w:val="00DC252F"/>
    <w:rsid w:val="00DC6050"/>
    <w:rsid w:val="00DD43EA"/>
    <w:rsid w:val="00DE0C52"/>
    <w:rsid w:val="00DE6F44"/>
    <w:rsid w:val="00E001F6"/>
    <w:rsid w:val="00E037D9"/>
    <w:rsid w:val="00E04927"/>
    <w:rsid w:val="00E130EB"/>
    <w:rsid w:val="00E162CD"/>
    <w:rsid w:val="00E17FA5"/>
    <w:rsid w:val="00E26930"/>
    <w:rsid w:val="00E27257"/>
    <w:rsid w:val="00E36320"/>
    <w:rsid w:val="00E449D0"/>
    <w:rsid w:val="00E4506A"/>
    <w:rsid w:val="00E506E5"/>
    <w:rsid w:val="00E511F4"/>
    <w:rsid w:val="00E53F99"/>
    <w:rsid w:val="00E56510"/>
    <w:rsid w:val="00E6260B"/>
    <w:rsid w:val="00E62EA8"/>
    <w:rsid w:val="00E62FD4"/>
    <w:rsid w:val="00E67A6E"/>
    <w:rsid w:val="00E71B43"/>
    <w:rsid w:val="00E72970"/>
    <w:rsid w:val="00E81612"/>
    <w:rsid w:val="00E82A4D"/>
    <w:rsid w:val="00E84A23"/>
    <w:rsid w:val="00E87D18"/>
    <w:rsid w:val="00E87D62"/>
    <w:rsid w:val="00E9488B"/>
    <w:rsid w:val="00EA486E"/>
    <w:rsid w:val="00EA4FA3"/>
    <w:rsid w:val="00EA69DF"/>
    <w:rsid w:val="00EB001B"/>
    <w:rsid w:val="00EB3082"/>
    <w:rsid w:val="00EB4449"/>
    <w:rsid w:val="00EB6C33"/>
    <w:rsid w:val="00ED0187"/>
    <w:rsid w:val="00ED6019"/>
    <w:rsid w:val="00ED7830"/>
    <w:rsid w:val="00ED7A38"/>
    <w:rsid w:val="00EE3909"/>
    <w:rsid w:val="00EE3EBD"/>
    <w:rsid w:val="00EE612F"/>
    <w:rsid w:val="00EF4205"/>
    <w:rsid w:val="00EF4562"/>
    <w:rsid w:val="00EF51DD"/>
    <w:rsid w:val="00EF5939"/>
    <w:rsid w:val="00F01714"/>
    <w:rsid w:val="00F0258F"/>
    <w:rsid w:val="00F02D06"/>
    <w:rsid w:val="00F056E5"/>
    <w:rsid w:val="00F06FDD"/>
    <w:rsid w:val="00F07F43"/>
    <w:rsid w:val="00F10819"/>
    <w:rsid w:val="00F14840"/>
    <w:rsid w:val="00F15D6D"/>
    <w:rsid w:val="00F16F35"/>
    <w:rsid w:val="00F20FFC"/>
    <w:rsid w:val="00F2229D"/>
    <w:rsid w:val="00F25ABB"/>
    <w:rsid w:val="00F27963"/>
    <w:rsid w:val="00F30446"/>
    <w:rsid w:val="00F37A56"/>
    <w:rsid w:val="00F4135D"/>
    <w:rsid w:val="00F41F1B"/>
    <w:rsid w:val="00F44CA1"/>
    <w:rsid w:val="00F46BD9"/>
    <w:rsid w:val="00F60BE0"/>
    <w:rsid w:val="00F6280E"/>
    <w:rsid w:val="00F649A4"/>
    <w:rsid w:val="00F703CE"/>
    <w:rsid w:val="00F7050A"/>
    <w:rsid w:val="00F75533"/>
    <w:rsid w:val="00F8213A"/>
    <w:rsid w:val="00F9401A"/>
    <w:rsid w:val="00F954FE"/>
    <w:rsid w:val="00FA3811"/>
    <w:rsid w:val="00FA3B9F"/>
    <w:rsid w:val="00FA3F06"/>
    <w:rsid w:val="00FA4A26"/>
    <w:rsid w:val="00FA7084"/>
    <w:rsid w:val="00FA7BEF"/>
    <w:rsid w:val="00FB169D"/>
    <w:rsid w:val="00FB1929"/>
    <w:rsid w:val="00FB5D54"/>
    <w:rsid w:val="00FB5FD9"/>
    <w:rsid w:val="00FB6974"/>
    <w:rsid w:val="00FC561D"/>
    <w:rsid w:val="00FD08AC"/>
    <w:rsid w:val="00FD33AB"/>
    <w:rsid w:val="00FD414B"/>
    <w:rsid w:val="00FD4724"/>
    <w:rsid w:val="00FD4A68"/>
    <w:rsid w:val="00FD6686"/>
    <w:rsid w:val="00FD68ED"/>
    <w:rsid w:val="00FE2824"/>
    <w:rsid w:val="00FE2C86"/>
    <w:rsid w:val="00FE5DD3"/>
    <w:rsid w:val="00FE661F"/>
    <w:rsid w:val="00FE6943"/>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F4AD00"/>
  <w15:docId w15:val="{FEA95491-89E1-40E6-9949-B5D44CFC0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F20FFC"/>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F20FFC"/>
    <w:pPr>
      <w:numPr>
        <w:numId w:val="10"/>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EF51DD"/>
    <w:pPr>
      <w:spacing w:before="0" w:after="0" w:line="240" w:lineRule="auto"/>
      <w:ind w:left="480" w:hanging="240"/>
    </w:pPr>
    <w:rPr>
      <w:rFonts w:eastAsia="Times New Roman"/>
      <w:sz w:val="20"/>
      <w:szCs w:val="24"/>
    </w:rPr>
  </w:style>
  <w:style w:type="paragraph" w:styleId="Revision">
    <w:name w:val="Revision"/>
    <w:hidden/>
    <w:uiPriority w:val="99"/>
    <w:semiHidden/>
    <w:rsid w:val="003A6190"/>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4622644">
      <w:bodyDiv w:val="1"/>
      <w:marLeft w:val="0"/>
      <w:marRight w:val="0"/>
      <w:marTop w:val="0"/>
      <w:marBottom w:val="0"/>
      <w:divBdr>
        <w:top w:val="none" w:sz="0" w:space="0" w:color="auto"/>
        <w:left w:val="none" w:sz="0" w:space="0" w:color="auto"/>
        <w:bottom w:val="none" w:sz="0" w:space="0" w:color="auto"/>
        <w:right w:val="none" w:sz="0" w:space="0" w:color="auto"/>
      </w:divBdr>
    </w:div>
    <w:div w:id="1554585366">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5EDED6-4C7E-49FA-B1E0-2BDFE7256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1542</Words>
  <Characters>9781</Characters>
  <Application>Microsoft Office Word</Application>
  <DocSecurity>0</DocSecurity>
  <Lines>444</Lines>
  <Paragraphs>452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dholzing</cp:lastModifiedBy>
  <cp:revision>2</cp:revision>
  <cp:lastPrinted>2013-06-21T20:53:00Z</cp:lastPrinted>
  <dcterms:created xsi:type="dcterms:W3CDTF">2016-06-17T21:49:00Z</dcterms:created>
  <dcterms:modified xsi:type="dcterms:W3CDTF">2016-06-17T21:49:00Z</dcterms:modified>
</cp:coreProperties>
</file>