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8DF" w:rsidRPr="00E70096" w:rsidRDefault="00F0700B" w:rsidP="00074B5F">
      <w:pPr>
        <w:pStyle w:val="Title"/>
      </w:pPr>
      <w:sdt>
        <w:sdtPr>
          <w:rPr>
            <w:b w:val="0"/>
            <w:color w:val="EE0000"/>
          </w:rPr>
          <w:alias w:val="Title"/>
          <w:tag w:val=""/>
          <w:id w:val="-487021785"/>
          <w:placeholder>
            <w:docPart w:val="821EB0BDB77643F9B6963BA4F4C7632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40FDA">
            <w:t>Lab - Secure Network Devices</w:t>
          </w:r>
        </w:sdtContent>
      </w:sdt>
      <w:r w:rsidR="004D36D7" w:rsidRPr="00FD4A68">
        <w:t xml:space="preserve"> </w:t>
      </w:r>
      <w:r w:rsidR="00D778DF" w:rsidRPr="00E70096">
        <w:t>Topology</w:t>
      </w:r>
    </w:p>
    <w:p w:rsidR="00D778DF" w:rsidRDefault="006D06EA" w:rsidP="00D778DF">
      <w:pPr>
        <w:pStyle w:val="Visual"/>
      </w:pPr>
      <w:r>
        <w:rPr>
          <w:noProof/>
        </w:rPr>
        <w:drawing>
          <wp:inline distT="0" distB="0" distL="0" distR="0" wp14:anchorId="7D6A832D">
            <wp:extent cx="4054475" cy="847725"/>
            <wp:effectExtent l="0" t="0" r="3175" b="0"/>
            <wp:docPr id="1" name="Picture 1" descr="The topology is consist of a router, a switch and a PC. PC-A is connected S1 F0/6.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4475" cy="847725"/>
                    </a:xfrm>
                    <a:prstGeom prst="rect">
                      <a:avLst/>
                    </a:prstGeom>
                    <a:noFill/>
                  </pic:spPr>
                </pic:pic>
              </a:graphicData>
            </a:graphic>
          </wp:inline>
        </w:drawing>
      </w:r>
    </w:p>
    <w:p w:rsidR="00D778DF" w:rsidRPr="00E70096" w:rsidRDefault="00D778DF" w:rsidP="0001446B">
      <w:pPr>
        <w:pStyle w:val="Heading1"/>
      </w:pPr>
      <w:r w:rsidRPr="00E70096">
        <w:t>Addressing Table</w:t>
      </w:r>
    </w:p>
    <w:tbl>
      <w:tblPr>
        <w:tblW w:w="99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707"/>
        <w:gridCol w:w="1800"/>
        <w:gridCol w:w="2160"/>
        <w:gridCol w:w="2340"/>
        <w:gridCol w:w="1980"/>
      </w:tblGrid>
      <w:tr w:rsidR="00AA773D" w:rsidTr="00AA773D">
        <w:trPr>
          <w:cantSplit/>
          <w:tblHeader/>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AA773D">
            <w:pPr>
              <w:pStyle w:val="TableHeading"/>
            </w:pPr>
            <w:r w:rsidRPr="00E87D62">
              <w:t>Device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AA773D">
            <w:pPr>
              <w:pStyle w:val="TableHeading"/>
            </w:pPr>
            <w:r w:rsidRPr="00E87D62">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AA773D">
            <w:pPr>
              <w:pStyle w:val="TableHeading"/>
            </w:pPr>
            <w:r w:rsidRPr="00E87D62">
              <w:t>IP Address</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AA773D">
            <w:pPr>
              <w:pStyle w:val="TableHeading"/>
            </w:pPr>
            <w:r w:rsidRPr="00E87D62">
              <w:t>Subnet Mask</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AA773D">
            <w:pPr>
              <w:pStyle w:val="TableHeading"/>
            </w:pPr>
            <w:r w:rsidRPr="00E87D62">
              <w:t>Default Gateway</w:t>
            </w:r>
          </w:p>
        </w:tc>
      </w:tr>
      <w:tr w:rsidR="00AA773D" w:rsidTr="00AA773D">
        <w:trPr>
          <w:cantSplit/>
          <w:jc w:val="center"/>
        </w:trPr>
        <w:tc>
          <w:tcPr>
            <w:tcW w:w="1707" w:type="dxa"/>
            <w:vAlign w:val="bottom"/>
          </w:tcPr>
          <w:p w:rsidR="00AA773D" w:rsidRPr="00E87D62" w:rsidRDefault="00AA773D" w:rsidP="00AA773D">
            <w:pPr>
              <w:pStyle w:val="TableText"/>
            </w:pPr>
            <w:r w:rsidRPr="00E87D62">
              <w:t>R1</w:t>
            </w:r>
          </w:p>
        </w:tc>
        <w:tc>
          <w:tcPr>
            <w:tcW w:w="1800" w:type="dxa"/>
            <w:vAlign w:val="bottom"/>
          </w:tcPr>
          <w:p w:rsidR="00AA773D" w:rsidRPr="00E87D62" w:rsidRDefault="00AA773D" w:rsidP="00AA773D">
            <w:pPr>
              <w:pStyle w:val="TableText"/>
            </w:pPr>
            <w:r>
              <w:t>G0/0/1</w:t>
            </w:r>
          </w:p>
        </w:tc>
        <w:tc>
          <w:tcPr>
            <w:tcW w:w="2160" w:type="dxa"/>
            <w:vAlign w:val="bottom"/>
          </w:tcPr>
          <w:p w:rsidR="00AA773D" w:rsidRPr="00E87D62" w:rsidRDefault="00AA773D" w:rsidP="00AA773D">
            <w:pPr>
              <w:pStyle w:val="TableText"/>
            </w:pPr>
            <w:r>
              <w:t>192.168.1</w:t>
            </w:r>
            <w:r w:rsidRPr="00E87D62">
              <w:t>.1</w:t>
            </w:r>
          </w:p>
        </w:tc>
        <w:tc>
          <w:tcPr>
            <w:tcW w:w="2340" w:type="dxa"/>
            <w:vAlign w:val="bottom"/>
          </w:tcPr>
          <w:p w:rsidR="00AA773D" w:rsidRPr="00E87D62" w:rsidRDefault="00AA773D" w:rsidP="00AA773D">
            <w:pPr>
              <w:pStyle w:val="TableText"/>
            </w:pPr>
            <w:r w:rsidRPr="00E87D62">
              <w:t>255.255.255.0</w:t>
            </w:r>
          </w:p>
        </w:tc>
        <w:tc>
          <w:tcPr>
            <w:tcW w:w="1980" w:type="dxa"/>
            <w:vAlign w:val="bottom"/>
          </w:tcPr>
          <w:p w:rsidR="00AA773D" w:rsidRPr="00E87D62" w:rsidRDefault="00AA773D" w:rsidP="00AA773D">
            <w:pPr>
              <w:pStyle w:val="TableText"/>
            </w:pPr>
            <w:r w:rsidRPr="00E87D62">
              <w:t>N/A</w:t>
            </w:r>
          </w:p>
        </w:tc>
      </w:tr>
      <w:tr w:rsidR="00AA773D" w:rsidTr="00AA773D">
        <w:trPr>
          <w:cantSplit/>
          <w:jc w:val="center"/>
        </w:trPr>
        <w:tc>
          <w:tcPr>
            <w:tcW w:w="1707" w:type="dxa"/>
            <w:vAlign w:val="bottom"/>
          </w:tcPr>
          <w:p w:rsidR="00AA773D" w:rsidRPr="00E87D62" w:rsidRDefault="00AA773D" w:rsidP="00AA773D">
            <w:pPr>
              <w:pStyle w:val="TableText"/>
            </w:pPr>
            <w:r>
              <w:t>S1</w:t>
            </w:r>
          </w:p>
        </w:tc>
        <w:tc>
          <w:tcPr>
            <w:tcW w:w="1800" w:type="dxa"/>
            <w:vAlign w:val="bottom"/>
          </w:tcPr>
          <w:p w:rsidR="00AA773D" w:rsidRPr="00E87D62" w:rsidRDefault="00AA773D" w:rsidP="00AA773D">
            <w:pPr>
              <w:pStyle w:val="TableText"/>
            </w:pPr>
            <w:r>
              <w:t>VLAN 1</w:t>
            </w:r>
          </w:p>
        </w:tc>
        <w:tc>
          <w:tcPr>
            <w:tcW w:w="2160" w:type="dxa"/>
            <w:vAlign w:val="bottom"/>
          </w:tcPr>
          <w:p w:rsidR="00AA773D" w:rsidRPr="00E87D62" w:rsidRDefault="00AA773D" w:rsidP="00AA773D">
            <w:pPr>
              <w:pStyle w:val="TableText"/>
            </w:pPr>
            <w:r>
              <w:t>192.168.1.11</w:t>
            </w:r>
          </w:p>
        </w:tc>
        <w:tc>
          <w:tcPr>
            <w:tcW w:w="2340" w:type="dxa"/>
            <w:vAlign w:val="bottom"/>
          </w:tcPr>
          <w:p w:rsidR="00AA773D" w:rsidRPr="00E87D62" w:rsidRDefault="00AA773D" w:rsidP="00AA773D">
            <w:pPr>
              <w:pStyle w:val="TableText"/>
            </w:pPr>
            <w:r>
              <w:t>255.255.255.0</w:t>
            </w:r>
          </w:p>
        </w:tc>
        <w:tc>
          <w:tcPr>
            <w:tcW w:w="1980" w:type="dxa"/>
            <w:vAlign w:val="bottom"/>
          </w:tcPr>
          <w:p w:rsidR="00AA773D" w:rsidRPr="00E87D62" w:rsidRDefault="00AA773D" w:rsidP="00AA773D">
            <w:pPr>
              <w:pStyle w:val="TableText"/>
            </w:pPr>
            <w:r>
              <w:t>192.168.1.1</w:t>
            </w:r>
          </w:p>
        </w:tc>
      </w:tr>
      <w:tr w:rsidR="00AA773D" w:rsidTr="00AA773D">
        <w:trPr>
          <w:cantSplit/>
          <w:jc w:val="center"/>
        </w:trPr>
        <w:tc>
          <w:tcPr>
            <w:tcW w:w="1707" w:type="dxa"/>
            <w:vAlign w:val="bottom"/>
          </w:tcPr>
          <w:p w:rsidR="00AA773D" w:rsidRPr="00E87D62" w:rsidRDefault="00AA773D" w:rsidP="00AA773D">
            <w:pPr>
              <w:pStyle w:val="TableText"/>
            </w:pPr>
            <w:r w:rsidRPr="00E87D62">
              <w:t>PC-A</w:t>
            </w:r>
          </w:p>
        </w:tc>
        <w:tc>
          <w:tcPr>
            <w:tcW w:w="1800" w:type="dxa"/>
            <w:vAlign w:val="bottom"/>
          </w:tcPr>
          <w:p w:rsidR="00AA773D" w:rsidRPr="00E87D62" w:rsidRDefault="00AA773D" w:rsidP="00AA773D">
            <w:pPr>
              <w:pStyle w:val="TableText"/>
            </w:pPr>
            <w:r w:rsidRPr="00E87D62">
              <w:t>NIC</w:t>
            </w:r>
          </w:p>
        </w:tc>
        <w:tc>
          <w:tcPr>
            <w:tcW w:w="2160" w:type="dxa"/>
            <w:vAlign w:val="bottom"/>
          </w:tcPr>
          <w:p w:rsidR="00AA773D" w:rsidRPr="00E87D62" w:rsidRDefault="00AA773D" w:rsidP="00AA773D">
            <w:pPr>
              <w:pStyle w:val="TableText"/>
            </w:pPr>
            <w:r w:rsidRPr="00E87D62">
              <w:t>192.168.1.3</w:t>
            </w:r>
          </w:p>
        </w:tc>
        <w:tc>
          <w:tcPr>
            <w:tcW w:w="2340" w:type="dxa"/>
            <w:vAlign w:val="bottom"/>
          </w:tcPr>
          <w:p w:rsidR="00AA773D" w:rsidRPr="00E87D62" w:rsidRDefault="00AA773D" w:rsidP="00AA773D">
            <w:pPr>
              <w:pStyle w:val="TableText"/>
            </w:pPr>
            <w:r w:rsidRPr="00E87D62">
              <w:t>255.255.255.0</w:t>
            </w:r>
          </w:p>
        </w:tc>
        <w:tc>
          <w:tcPr>
            <w:tcW w:w="1980" w:type="dxa"/>
            <w:vAlign w:val="bottom"/>
          </w:tcPr>
          <w:p w:rsidR="00AA773D" w:rsidRPr="00E87D62" w:rsidRDefault="00AA773D" w:rsidP="00AA773D">
            <w:pPr>
              <w:pStyle w:val="TableText"/>
            </w:pPr>
            <w:r w:rsidRPr="00E87D62">
              <w:t>192.168.1.1</w:t>
            </w:r>
          </w:p>
        </w:tc>
      </w:tr>
    </w:tbl>
    <w:p w:rsidR="00AA773D" w:rsidRPr="00BB73FF" w:rsidRDefault="00AA773D" w:rsidP="0001446B">
      <w:pPr>
        <w:pStyle w:val="Heading1"/>
      </w:pPr>
      <w:r w:rsidRPr="00BB73FF">
        <w:t>Objective</w:t>
      </w:r>
      <w:r>
        <w:t>s</w:t>
      </w:r>
    </w:p>
    <w:p w:rsidR="00AA773D" w:rsidRPr="004C0909" w:rsidRDefault="00AA773D" w:rsidP="00AA773D">
      <w:pPr>
        <w:pStyle w:val="BodyTextL25Bold"/>
      </w:pPr>
      <w:r>
        <w:t>Part 1: Configure Basic Device Settings</w:t>
      </w:r>
    </w:p>
    <w:p w:rsidR="00AA773D" w:rsidRDefault="00AA773D" w:rsidP="00AA773D">
      <w:pPr>
        <w:pStyle w:val="BodyTextL25Bold"/>
      </w:pPr>
      <w:r>
        <w:t>Part 2: Configure Basic Security Measures on the Router</w:t>
      </w:r>
    </w:p>
    <w:p w:rsidR="00AA773D" w:rsidRDefault="00AA773D" w:rsidP="00AA773D">
      <w:pPr>
        <w:pStyle w:val="BodyTextL25Bold"/>
      </w:pPr>
      <w:r>
        <w:t>Part 3: Configure Basic Security Measures on the Switch</w:t>
      </w:r>
    </w:p>
    <w:p w:rsidR="00AA773D" w:rsidRPr="00C07FD9" w:rsidRDefault="00AA773D" w:rsidP="0001446B">
      <w:pPr>
        <w:pStyle w:val="Heading1"/>
      </w:pPr>
      <w:r>
        <w:t>Background / Scenario</w:t>
      </w:r>
    </w:p>
    <w:p w:rsidR="00AA773D" w:rsidRDefault="00AA773D" w:rsidP="00AA773D">
      <w:pPr>
        <w:pStyle w:val="BodyTextL25"/>
      </w:pPr>
      <w:r>
        <w:t>It is recommended that all network devices be configured with at least a minimum set of best practice security commands. This includes end user devices, servers, and network devices, such as routers and switches.</w:t>
      </w:r>
    </w:p>
    <w:p w:rsidR="00AA773D" w:rsidRDefault="00AA773D" w:rsidP="00AA773D">
      <w:pPr>
        <w:pStyle w:val="BodyTextL25"/>
      </w:pPr>
      <w:r>
        <w:t>In this lab, you will configure the network devices in the topology to accept SSH sessions for remote management. You will also use the IOS CLI to configure common, basic best practice security measures. You will then test the security measures to verify that they are properly implemented and working correctly.</w:t>
      </w:r>
    </w:p>
    <w:p w:rsidR="00AA773D" w:rsidRPr="00AA773D" w:rsidRDefault="00AA773D" w:rsidP="00AA773D">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rsidR="00AA773D" w:rsidRPr="00D34952" w:rsidRDefault="00AA773D" w:rsidP="00AA773D">
      <w:pPr>
        <w:pStyle w:val="BodyTextL25"/>
      </w:pPr>
      <w:r w:rsidRPr="00D34952">
        <w:rPr>
          <w:b/>
        </w:rPr>
        <w:t>Note</w:t>
      </w:r>
      <w:r w:rsidRPr="00D34952">
        <w:t>: Make sure that the routers and switches have been erased and have no startup configurations. If you are unsure</w:t>
      </w:r>
      <w:r>
        <w:t>,</w:t>
      </w:r>
      <w:r w:rsidRPr="00D34952">
        <w:t xml:space="preserve"> contact your instructor.</w:t>
      </w:r>
    </w:p>
    <w:p w:rsidR="00AA773D" w:rsidRDefault="00AA773D" w:rsidP="0001446B">
      <w:pPr>
        <w:pStyle w:val="Heading1"/>
      </w:pPr>
      <w:r>
        <w:t>Required Resources</w:t>
      </w:r>
    </w:p>
    <w:p w:rsidR="00AA773D" w:rsidRDefault="00AA773D" w:rsidP="00AA773D">
      <w:pPr>
        <w:pStyle w:val="Bulletlevel1"/>
        <w:spacing w:before="60" w:after="60" w:line="276" w:lineRule="auto"/>
      </w:pPr>
      <w:r>
        <w:t>1 Router (Cisco 4221 with Cisco IOS XE Release 16.9.4 universal image or comparable)</w:t>
      </w:r>
    </w:p>
    <w:p w:rsidR="00AA773D" w:rsidRDefault="00AA773D" w:rsidP="00AA773D">
      <w:pPr>
        <w:pStyle w:val="Bulletlevel1"/>
        <w:spacing w:before="60" w:after="60" w:line="276" w:lineRule="auto"/>
      </w:pPr>
      <w:r>
        <w:t>1 Switch (Cisco 2960 with Cisco IOS Release 15.2(2) lanbasek9 image or comparable)</w:t>
      </w:r>
    </w:p>
    <w:p w:rsidR="00AA773D" w:rsidRDefault="00AA773D" w:rsidP="00AA773D">
      <w:pPr>
        <w:pStyle w:val="Bulletlevel1"/>
        <w:spacing w:before="60" w:after="60" w:line="276" w:lineRule="auto"/>
      </w:pPr>
      <w:r>
        <w:t>1 PC (Windows with a terminal emulation program, such as Tera Term)</w:t>
      </w:r>
    </w:p>
    <w:p w:rsidR="00AA773D" w:rsidRDefault="00AA773D" w:rsidP="00AA773D">
      <w:pPr>
        <w:pStyle w:val="Bulletlevel1"/>
      </w:pPr>
      <w:r>
        <w:t>Console cables to configure the Cisco IOS devices via the console ports</w:t>
      </w:r>
    </w:p>
    <w:p w:rsidR="00AA773D" w:rsidRDefault="00AA773D" w:rsidP="00AA773D">
      <w:pPr>
        <w:pStyle w:val="Bulletlevel1"/>
        <w:spacing w:before="60" w:after="60" w:line="276" w:lineRule="auto"/>
      </w:pPr>
      <w:r>
        <w:t>Ethernet cables as shown in the topology</w:t>
      </w:r>
    </w:p>
    <w:p w:rsidR="00AA773D" w:rsidRDefault="00AA773D" w:rsidP="0001446B">
      <w:pPr>
        <w:pStyle w:val="Heading1"/>
      </w:pPr>
      <w:r>
        <w:lastRenderedPageBreak/>
        <w:t>Instructions</w:t>
      </w:r>
    </w:p>
    <w:p w:rsidR="00AA773D" w:rsidRPr="004C0909" w:rsidRDefault="00AA773D" w:rsidP="0038242B">
      <w:pPr>
        <w:pStyle w:val="Heading2"/>
      </w:pPr>
      <w:r>
        <w:t xml:space="preserve">Configure </w:t>
      </w:r>
      <w:r w:rsidRPr="004C0909">
        <w:t xml:space="preserve">Basic Device </w:t>
      </w:r>
      <w:r>
        <w:t>Settings</w:t>
      </w:r>
    </w:p>
    <w:p w:rsidR="00AA773D" w:rsidRDefault="00AA773D" w:rsidP="00AA773D">
      <w:pPr>
        <w:pStyle w:val="BodyTextL25"/>
      </w:pPr>
      <w:r>
        <w:t>In Part 1, you will set up the network topology and configure basic settings, such as the interface IP addresses, device access, and passwords on the devices.</w:t>
      </w:r>
    </w:p>
    <w:p w:rsidR="00AA773D" w:rsidRDefault="00AA773D" w:rsidP="00502494">
      <w:pPr>
        <w:pStyle w:val="Heading3"/>
      </w:pPr>
      <w:r>
        <w:t>Cable the network as shown in the topology.</w:t>
      </w:r>
    </w:p>
    <w:p w:rsidR="00AA773D" w:rsidRDefault="00AA773D" w:rsidP="00AA773D">
      <w:pPr>
        <w:pStyle w:val="BodyTextL25"/>
      </w:pPr>
      <w:r>
        <w:t>Attach the devices shown in the topology and cable as necessary.</w:t>
      </w:r>
    </w:p>
    <w:p w:rsidR="00AA773D" w:rsidRDefault="00AA773D" w:rsidP="00502494">
      <w:pPr>
        <w:pStyle w:val="Heading3"/>
      </w:pPr>
      <w:r>
        <w:t>Initialize and reload the router and switch.</w:t>
      </w:r>
    </w:p>
    <w:p w:rsidR="00AA773D" w:rsidRDefault="00AA773D" w:rsidP="00502494">
      <w:pPr>
        <w:pStyle w:val="Heading3"/>
      </w:pPr>
      <w:r>
        <w:t>Configure the router and switch.</w:t>
      </w:r>
    </w:p>
    <w:p w:rsidR="00502494" w:rsidRPr="00502494" w:rsidRDefault="00502494" w:rsidP="00502494">
      <w:pPr>
        <w:pStyle w:val="ConfigWindow"/>
      </w:pPr>
      <w:r>
        <w:t>Open configuration window</w:t>
      </w:r>
    </w:p>
    <w:p w:rsidR="00AA773D" w:rsidRPr="00AA773D" w:rsidRDefault="00AA773D" w:rsidP="00502494">
      <w:pPr>
        <w:pStyle w:val="SubStepAlpha"/>
        <w:spacing w:before="0"/>
      </w:pPr>
      <w:r>
        <w:t>Cons</w:t>
      </w:r>
      <w:r w:rsidRPr="00AA773D">
        <w:t>ole into the device and enable privileged EXEC mode.</w:t>
      </w:r>
    </w:p>
    <w:p w:rsidR="00AA773D" w:rsidRPr="00AA773D" w:rsidRDefault="00AA773D" w:rsidP="00AA773D">
      <w:pPr>
        <w:pStyle w:val="SubStepAlpha"/>
      </w:pPr>
      <w:r w:rsidRPr="00AA773D">
        <w:t>Assign the device name according to the Addressing Table.</w:t>
      </w:r>
    </w:p>
    <w:p w:rsidR="00AA773D" w:rsidRPr="00AA773D" w:rsidRDefault="00AA773D" w:rsidP="00AA773D">
      <w:pPr>
        <w:pStyle w:val="SubStepAlpha"/>
      </w:pPr>
      <w:r w:rsidRPr="00AA773D">
        <w:t>Disable DNS lookup to prevent the router from attempting to translate incorrectly entered commands as though they were hostnames.</w:t>
      </w:r>
    </w:p>
    <w:p w:rsidR="00AA773D" w:rsidRPr="00AA773D" w:rsidRDefault="00AA773D" w:rsidP="00AA773D">
      <w:pPr>
        <w:pStyle w:val="SubStepAlpha"/>
      </w:pPr>
      <w:r w:rsidRPr="00AA773D">
        <w:t>Assign class as the privileged EXEC encrypted password.</w:t>
      </w:r>
    </w:p>
    <w:p w:rsidR="00AA773D" w:rsidRPr="00AA773D" w:rsidRDefault="00AA773D" w:rsidP="00AA773D">
      <w:pPr>
        <w:pStyle w:val="SubStepAlpha"/>
      </w:pPr>
      <w:r w:rsidRPr="00AA773D">
        <w:t>Assign cisco as the console password and enable login.</w:t>
      </w:r>
    </w:p>
    <w:p w:rsidR="00AA773D" w:rsidRPr="00AA773D" w:rsidRDefault="00AA773D" w:rsidP="00AA773D">
      <w:pPr>
        <w:pStyle w:val="SubStepAlpha"/>
      </w:pPr>
      <w:r w:rsidRPr="00AA773D">
        <w:t>Assign cisco as the VTY password and enable login.</w:t>
      </w:r>
    </w:p>
    <w:p w:rsidR="00AA773D" w:rsidRPr="00AA773D" w:rsidRDefault="00AA773D" w:rsidP="00AA773D">
      <w:pPr>
        <w:pStyle w:val="SubStepAlpha"/>
      </w:pPr>
      <w:r w:rsidRPr="00AA773D">
        <w:t>Create a banner that warns anyone accessing the device that unauthorized access is prohibited.</w:t>
      </w:r>
    </w:p>
    <w:p w:rsidR="00AA773D" w:rsidRPr="00AA773D" w:rsidRDefault="00AA773D" w:rsidP="00AA773D">
      <w:pPr>
        <w:pStyle w:val="SubStepAlpha"/>
      </w:pPr>
      <w:r w:rsidRPr="00AA773D">
        <w:t>Configure and activate the G0/0/1 interface on the router using the information contained in the Addressing Table.</w:t>
      </w:r>
    </w:p>
    <w:p w:rsidR="00AA773D" w:rsidRPr="00AA773D" w:rsidRDefault="00AA773D" w:rsidP="00AA773D">
      <w:pPr>
        <w:pStyle w:val="SubStepAlpha"/>
      </w:pPr>
      <w:r w:rsidRPr="00AA773D">
        <w:t>Configure the default SVI on the switch with the IP address information according to the Addressing Table.</w:t>
      </w:r>
    </w:p>
    <w:p w:rsidR="00AA773D" w:rsidRDefault="00AA773D" w:rsidP="00AA773D">
      <w:pPr>
        <w:pStyle w:val="SubStepAlpha"/>
      </w:pPr>
      <w:r w:rsidRPr="00AA773D">
        <w:t>Save the running conf</w:t>
      </w:r>
      <w:r>
        <w:t>iguration to the startup configuration file.</w:t>
      </w:r>
    </w:p>
    <w:p w:rsidR="00502494" w:rsidRDefault="00502494" w:rsidP="00502494">
      <w:pPr>
        <w:pStyle w:val="ConfigWindow"/>
      </w:pPr>
      <w:r>
        <w:t>Close configuration window</w:t>
      </w:r>
    </w:p>
    <w:p w:rsidR="00AA773D" w:rsidRDefault="00AA773D" w:rsidP="0038242B">
      <w:pPr>
        <w:pStyle w:val="Heading3"/>
        <w:spacing w:before="60"/>
      </w:pPr>
      <w:r>
        <w:t>Configure PC-A.</w:t>
      </w:r>
    </w:p>
    <w:p w:rsidR="00502494" w:rsidRPr="00502494" w:rsidRDefault="00502494" w:rsidP="00502494">
      <w:pPr>
        <w:pStyle w:val="ConfigWindow"/>
      </w:pPr>
      <w:r>
        <w:t>Open command prompt</w:t>
      </w:r>
    </w:p>
    <w:p w:rsidR="00AA773D" w:rsidRPr="00AA773D" w:rsidRDefault="00AA773D" w:rsidP="00502494">
      <w:pPr>
        <w:pStyle w:val="SubStepAlpha"/>
        <w:spacing w:before="0"/>
      </w:pPr>
      <w:r>
        <w:t>Configure PC-</w:t>
      </w:r>
      <w:r w:rsidRPr="00AA773D">
        <w:t>A with an IP address and subnet mask.</w:t>
      </w:r>
    </w:p>
    <w:p w:rsidR="00AA773D" w:rsidRDefault="00AA773D" w:rsidP="00AA773D">
      <w:pPr>
        <w:pStyle w:val="SubStepAlpha"/>
      </w:pPr>
      <w:r w:rsidRPr="00AA773D">
        <w:t>Configure a defa</w:t>
      </w:r>
      <w:r>
        <w:t>ult gateway for PC-A.</w:t>
      </w:r>
    </w:p>
    <w:p w:rsidR="00502494" w:rsidRDefault="00502494" w:rsidP="00502494">
      <w:pPr>
        <w:pStyle w:val="ConfigWindow"/>
      </w:pPr>
      <w:r>
        <w:t>Close command prompt</w:t>
      </w:r>
    </w:p>
    <w:p w:rsidR="00AA773D" w:rsidRDefault="00AA773D" w:rsidP="0038242B">
      <w:pPr>
        <w:pStyle w:val="Heading3"/>
        <w:spacing w:before="60"/>
      </w:pPr>
      <w:r>
        <w:t>Verify network connectivity.</w:t>
      </w:r>
    </w:p>
    <w:p w:rsidR="00502494" w:rsidRPr="00502494" w:rsidRDefault="00502494" w:rsidP="00502494">
      <w:pPr>
        <w:pStyle w:val="ConfigWindow"/>
      </w:pPr>
      <w:r>
        <w:t>Open configuration window</w:t>
      </w:r>
    </w:p>
    <w:p w:rsidR="00AA773D" w:rsidRDefault="00AA773D" w:rsidP="00502494">
      <w:pPr>
        <w:pStyle w:val="BodyTextL25"/>
        <w:spacing w:before="0"/>
      </w:pPr>
      <w:r>
        <w:t>Ping R1 and S1 from PC-A. If any of the pings fail, troubleshoot the connection.</w:t>
      </w:r>
    </w:p>
    <w:p w:rsidR="00502494" w:rsidRDefault="00502494" w:rsidP="00502494">
      <w:pPr>
        <w:pStyle w:val="ConfigWindow"/>
      </w:pPr>
      <w:r>
        <w:t>Close configuration window</w:t>
      </w:r>
    </w:p>
    <w:p w:rsidR="00AA773D" w:rsidRDefault="00AA773D" w:rsidP="0038242B">
      <w:pPr>
        <w:pStyle w:val="Heading2"/>
      </w:pPr>
      <w:r>
        <w:t>Configure Basic Security Measures on the Router</w:t>
      </w:r>
    </w:p>
    <w:p w:rsidR="00AA773D" w:rsidRDefault="00AA773D" w:rsidP="00AA773D">
      <w:pPr>
        <w:pStyle w:val="Heading3"/>
      </w:pPr>
      <w:r>
        <w:t>Configure security measures.</w:t>
      </w:r>
    </w:p>
    <w:p w:rsidR="00502494" w:rsidRPr="00502494" w:rsidRDefault="00502494" w:rsidP="00502494">
      <w:pPr>
        <w:pStyle w:val="ConfigWindow"/>
      </w:pPr>
      <w:r>
        <w:t>Open configuration window</w:t>
      </w:r>
    </w:p>
    <w:p w:rsidR="00AA773D" w:rsidRPr="00AA773D" w:rsidRDefault="00AA773D" w:rsidP="00502494">
      <w:pPr>
        <w:pStyle w:val="SubStepAlpha"/>
        <w:spacing w:before="0"/>
      </w:pPr>
      <w:r>
        <w:t>Enc</w:t>
      </w:r>
      <w:r w:rsidRPr="00AA773D">
        <w:t>rypt all clear-text passwords.</w:t>
      </w:r>
    </w:p>
    <w:p w:rsidR="00AA773D" w:rsidRPr="00AA773D" w:rsidRDefault="00AA773D" w:rsidP="00AA773D">
      <w:pPr>
        <w:pStyle w:val="SubStepAlpha"/>
      </w:pPr>
      <w:r w:rsidRPr="00AA773D">
        <w:t>Configure the system to require a minimum 12-character password.</w:t>
      </w:r>
    </w:p>
    <w:p w:rsidR="00AA773D" w:rsidRDefault="00AA773D" w:rsidP="00AA773D">
      <w:pPr>
        <w:pStyle w:val="SubStepAlpha"/>
      </w:pPr>
      <w:r w:rsidRPr="00AA773D">
        <w:t>Change the pas</w:t>
      </w:r>
      <w:r>
        <w:t xml:space="preserve">swords (privileged exec, console, and </w:t>
      </w:r>
      <w:proofErr w:type="spellStart"/>
      <w:r>
        <w:t>vty</w:t>
      </w:r>
      <w:proofErr w:type="spellEnd"/>
      <w:r>
        <w:t>) to meet the new length requirement.</w:t>
      </w:r>
    </w:p>
    <w:p w:rsidR="00AA773D" w:rsidRPr="00C0292F" w:rsidRDefault="00AA773D" w:rsidP="00AA773D">
      <w:pPr>
        <w:pStyle w:val="SubStepNum"/>
      </w:pPr>
      <w:r>
        <w:t xml:space="preserve">Set the privileged exec password to </w:t>
      </w:r>
      <w:r>
        <w:rPr>
          <w:b/>
          <w:bCs/>
        </w:rPr>
        <w:t>$</w:t>
      </w:r>
      <w:proofErr w:type="spellStart"/>
      <w:proofErr w:type="gramStart"/>
      <w:r>
        <w:rPr>
          <w:b/>
          <w:bCs/>
        </w:rPr>
        <w:t>cisco!PRIV</w:t>
      </w:r>
      <w:proofErr w:type="spellEnd"/>
      <w:proofErr w:type="gramEnd"/>
      <w:r>
        <w:rPr>
          <w:b/>
          <w:bCs/>
        </w:rPr>
        <w:t>*</w:t>
      </w:r>
    </w:p>
    <w:p w:rsidR="00AA773D" w:rsidRPr="00C0292F" w:rsidRDefault="00AA773D" w:rsidP="00AA773D">
      <w:pPr>
        <w:pStyle w:val="SubStepNum"/>
      </w:pPr>
      <w:r>
        <w:t xml:space="preserve">Set the console password to </w:t>
      </w:r>
      <w:r>
        <w:rPr>
          <w:b/>
          <w:bCs/>
        </w:rPr>
        <w:t>$cisco!!CON*</w:t>
      </w:r>
    </w:p>
    <w:p w:rsidR="00AA773D" w:rsidRDefault="00AA773D" w:rsidP="00AA773D">
      <w:pPr>
        <w:pStyle w:val="SubStepNum"/>
      </w:pPr>
      <w:r>
        <w:t xml:space="preserve">Set the </w:t>
      </w:r>
      <w:proofErr w:type="spellStart"/>
      <w:r>
        <w:t>vty</w:t>
      </w:r>
      <w:proofErr w:type="spellEnd"/>
      <w:r>
        <w:t xml:space="preserve"> line password to </w:t>
      </w:r>
      <w:r>
        <w:rPr>
          <w:b/>
          <w:bCs/>
        </w:rPr>
        <w:t>$cisco!!VTY*</w:t>
      </w:r>
    </w:p>
    <w:p w:rsidR="00AA773D" w:rsidRDefault="00AA773D" w:rsidP="00AA773D">
      <w:pPr>
        <w:pStyle w:val="SubStepAlpha"/>
      </w:pPr>
      <w:r>
        <w:t xml:space="preserve">Configure the router to accept </w:t>
      </w:r>
      <w:r w:rsidRPr="00C0292F">
        <w:rPr>
          <w:u w:val="single"/>
        </w:rPr>
        <w:t>only</w:t>
      </w:r>
      <w:r>
        <w:t xml:space="preserve"> SSH connections from remote locations</w:t>
      </w:r>
    </w:p>
    <w:p w:rsidR="00AA773D" w:rsidRDefault="00AA773D" w:rsidP="00AA773D">
      <w:pPr>
        <w:pStyle w:val="SubStepNum"/>
      </w:pPr>
      <w:r>
        <w:t xml:space="preserve">Configure the username </w:t>
      </w:r>
      <w:proofErr w:type="spellStart"/>
      <w:r>
        <w:rPr>
          <w:b/>
          <w:bCs/>
        </w:rPr>
        <w:t>SSHadmin</w:t>
      </w:r>
      <w:proofErr w:type="spellEnd"/>
      <w:r>
        <w:t xml:space="preserve"> with an encrypted password of </w:t>
      </w:r>
      <w:r>
        <w:rPr>
          <w:b/>
          <w:bCs/>
        </w:rPr>
        <w:t>55</w:t>
      </w:r>
      <w:proofErr w:type="gramStart"/>
      <w:r>
        <w:rPr>
          <w:b/>
          <w:bCs/>
        </w:rPr>
        <w:t>HAdm!n</w:t>
      </w:r>
      <w:proofErr w:type="gramEnd"/>
      <w:r>
        <w:rPr>
          <w:b/>
          <w:bCs/>
        </w:rPr>
        <w:t>2020</w:t>
      </w:r>
    </w:p>
    <w:p w:rsidR="00AA773D" w:rsidRDefault="00AA773D" w:rsidP="00AA773D">
      <w:pPr>
        <w:pStyle w:val="SubStepNum"/>
      </w:pPr>
      <w:r>
        <w:lastRenderedPageBreak/>
        <w:t>The router’s domain name should be set to ccna-lab.com</w:t>
      </w:r>
    </w:p>
    <w:p w:rsidR="00AA773D" w:rsidRDefault="00AA773D" w:rsidP="00AA773D">
      <w:pPr>
        <w:pStyle w:val="SubStepNum"/>
      </w:pPr>
      <w:r>
        <w:t>The key modulus should be 1024 bits.</w:t>
      </w:r>
    </w:p>
    <w:p w:rsidR="00AA773D" w:rsidRDefault="00AA773D" w:rsidP="00AA773D">
      <w:pPr>
        <w:pStyle w:val="SubStepAlpha"/>
      </w:pPr>
      <w:r>
        <w:t xml:space="preserve">Set security and best-practice configurations on the console and </w:t>
      </w:r>
      <w:proofErr w:type="spellStart"/>
      <w:r>
        <w:t>vty</w:t>
      </w:r>
      <w:proofErr w:type="spellEnd"/>
      <w:r>
        <w:t xml:space="preserve"> lines.</w:t>
      </w:r>
    </w:p>
    <w:p w:rsidR="00AA773D" w:rsidRPr="00AA773D" w:rsidRDefault="00AA773D" w:rsidP="00AA773D">
      <w:pPr>
        <w:pStyle w:val="SubStepNum"/>
      </w:pPr>
      <w:r>
        <w:t>Users should b</w:t>
      </w:r>
      <w:r w:rsidRPr="00AA773D">
        <w:t>e disconnected after 5 minutes of inactivity.</w:t>
      </w:r>
    </w:p>
    <w:p w:rsidR="00AA773D" w:rsidRDefault="00AA773D" w:rsidP="00AA773D">
      <w:pPr>
        <w:pStyle w:val="SubStepNum"/>
      </w:pPr>
      <w:r w:rsidRPr="00AA773D">
        <w:t>The router should</w:t>
      </w:r>
      <w:r>
        <w:t xml:space="preserve"> not allow </w:t>
      </w:r>
      <w:proofErr w:type="spellStart"/>
      <w:r>
        <w:t>vty</w:t>
      </w:r>
      <w:proofErr w:type="spellEnd"/>
      <w:r>
        <w:t xml:space="preserve"> logins for 2 minutes if 3 failed login attempts occur within 1 minute.</w:t>
      </w:r>
    </w:p>
    <w:p w:rsidR="0038242B" w:rsidRDefault="0038242B" w:rsidP="0038242B">
      <w:pPr>
        <w:pStyle w:val="ConfigWindow"/>
      </w:pPr>
      <w:r>
        <w:t>Close configuration window</w:t>
      </w:r>
    </w:p>
    <w:p w:rsidR="00AA773D" w:rsidRPr="00D60A31" w:rsidRDefault="00AA773D" w:rsidP="0038242B">
      <w:pPr>
        <w:pStyle w:val="Heading2"/>
      </w:pPr>
      <w:r>
        <w:t>Configure security measures.</w:t>
      </w:r>
    </w:p>
    <w:p w:rsidR="00AA773D" w:rsidRDefault="00AA773D" w:rsidP="00AA773D">
      <w:pPr>
        <w:pStyle w:val="Heading3"/>
      </w:pPr>
      <w:r>
        <w:t>Verify that all unused ports are disabled.</w:t>
      </w:r>
    </w:p>
    <w:p w:rsidR="00AA773D" w:rsidRDefault="00AA773D" w:rsidP="00AA773D">
      <w:pPr>
        <w:pStyle w:val="BodyTextL25"/>
      </w:pPr>
      <w:r>
        <w:t xml:space="preserve">Router ports are disabled by default, but it is always prudent to verify that all unused ports are in an administratively down state. This can be quickly checked by issuing the </w:t>
      </w:r>
      <w:r w:rsidRPr="007446F6">
        <w:rPr>
          <w:b/>
        </w:rPr>
        <w:t xml:space="preserve">show </w:t>
      </w:r>
      <w:proofErr w:type="spellStart"/>
      <w:r w:rsidRPr="007446F6">
        <w:rPr>
          <w:b/>
        </w:rPr>
        <w:t>ip</w:t>
      </w:r>
      <w:proofErr w:type="spellEnd"/>
      <w:r w:rsidRPr="007446F6">
        <w:rPr>
          <w:b/>
        </w:rPr>
        <w:t xml:space="preserve"> interface brief</w:t>
      </w:r>
      <w:r w:rsidRPr="00190200">
        <w:t xml:space="preserve"> </w:t>
      </w:r>
      <w:r>
        <w:t xml:space="preserve">command. Any unused ports that are not in an administratively down state should be disabled using the </w:t>
      </w:r>
      <w:r w:rsidRPr="007446F6">
        <w:rPr>
          <w:b/>
        </w:rPr>
        <w:t>shutdown</w:t>
      </w:r>
      <w:r>
        <w:t xml:space="preserve"> command in interface configuration mode.</w:t>
      </w:r>
    </w:p>
    <w:p w:rsidR="00AA773D" w:rsidRDefault="00AA773D" w:rsidP="00AA773D">
      <w:pPr>
        <w:pStyle w:val="ConfigWindow"/>
      </w:pPr>
      <w:r>
        <w:t>Open configuration window</w:t>
      </w:r>
    </w:p>
    <w:p w:rsidR="00897406" w:rsidRPr="00897406" w:rsidRDefault="00897406" w:rsidP="00897406">
      <w:pPr>
        <w:pStyle w:val="ConfigWindow"/>
      </w:pPr>
      <w:r>
        <w:t>Close configuration window</w:t>
      </w:r>
    </w:p>
    <w:p w:rsidR="00AA773D" w:rsidRDefault="00AA773D" w:rsidP="0038242B">
      <w:pPr>
        <w:pStyle w:val="Heading3"/>
        <w:spacing w:before="60"/>
      </w:pPr>
      <w:r>
        <w:t>Verify that your security measures have been implemented correctly.</w:t>
      </w:r>
    </w:p>
    <w:p w:rsidR="0038242B" w:rsidRDefault="0038242B" w:rsidP="0038242B">
      <w:pPr>
        <w:pStyle w:val="ConfigWindow"/>
      </w:pPr>
      <w:r>
        <w:t>Open configuration window</w:t>
      </w:r>
    </w:p>
    <w:p w:rsidR="00AA773D" w:rsidRDefault="00AA773D" w:rsidP="0038242B">
      <w:pPr>
        <w:pStyle w:val="SubStepAlpha"/>
        <w:spacing w:before="0"/>
      </w:pPr>
      <w:r>
        <w:t>Use Tera Term on PC-A to telnet to R1.</w:t>
      </w:r>
    </w:p>
    <w:p w:rsidR="00AA773D" w:rsidRDefault="00AA773D" w:rsidP="00AA773D">
      <w:pPr>
        <w:pStyle w:val="Heading4"/>
      </w:pPr>
      <w:r>
        <w:t>Question:</w:t>
      </w:r>
    </w:p>
    <w:p w:rsidR="00AA773D" w:rsidRDefault="00AA773D" w:rsidP="00AA773D">
      <w:pPr>
        <w:pStyle w:val="BodyTextL50"/>
        <w:spacing w:before="0"/>
      </w:pPr>
      <w:r>
        <w:t>Does R1 accept the Telnet connection? Explain.</w:t>
      </w:r>
    </w:p>
    <w:p w:rsidR="00AA773D" w:rsidRDefault="00AA773D" w:rsidP="00AA773D">
      <w:pPr>
        <w:pStyle w:val="AnswerLineL50"/>
      </w:pPr>
      <w:r>
        <w:t>Type your answers here.</w:t>
      </w:r>
    </w:p>
    <w:p w:rsidR="00AA773D" w:rsidRDefault="00AA773D" w:rsidP="00AA773D">
      <w:pPr>
        <w:pStyle w:val="SubStepAlpha"/>
      </w:pPr>
      <w:r>
        <w:t>Use Tera Term on PC-A to SSH to R1.</w:t>
      </w:r>
    </w:p>
    <w:p w:rsidR="00AA773D" w:rsidRDefault="00AA773D" w:rsidP="00AA773D">
      <w:pPr>
        <w:pStyle w:val="Heading4"/>
      </w:pPr>
      <w:r>
        <w:t>Question:</w:t>
      </w:r>
    </w:p>
    <w:p w:rsidR="00AA773D" w:rsidRDefault="00AA773D" w:rsidP="00AA773D">
      <w:pPr>
        <w:pStyle w:val="BodyTextL50"/>
        <w:spacing w:before="0"/>
      </w:pPr>
      <w:r>
        <w:t>Does R1 accept the SSH connection?</w:t>
      </w:r>
    </w:p>
    <w:p w:rsidR="00AA773D" w:rsidRDefault="00AA773D" w:rsidP="00AA773D">
      <w:pPr>
        <w:pStyle w:val="AnswerLineL50"/>
      </w:pPr>
      <w:r>
        <w:t>Type your answers here.</w:t>
      </w:r>
    </w:p>
    <w:p w:rsidR="00AA773D" w:rsidRDefault="00AA773D" w:rsidP="00AA773D">
      <w:pPr>
        <w:pStyle w:val="SubStepAlpha"/>
      </w:pPr>
      <w:r>
        <w:t>Intentionally mistype the user and password information to see if login access is blocked after two attempts.</w:t>
      </w:r>
    </w:p>
    <w:p w:rsidR="00AA773D" w:rsidRDefault="00AA773D" w:rsidP="00AA773D">
      <w:pPr>
        <w:pStyle w:val="Heading4"/>
      </w:pPr>
      <w:r>
        <w:t>Question:</w:t>
      </w:r>
    </w:p>
    <w:p w:rsidR="00AA773D" w:rsidRDefault="00AA773D" w:rsidP="00AA773D">
      <w:pPr>
        <w:pStyle w:val="BodyTextL50"/>
        <w:spacing w:before="0"/>
      </w:pPr>
      <w:r>
        <w:t>What happened after you failed to login the second time?</w:t>
      </w:r>
    </w:p>
    <w:p w:rsidR="00AA773D" w:rsidRDefault="00AA773D" w:rsidP="00074B5F">
      <w:pPr>
        <w:pStyle w:val="AnswerLineL25"/>
      </w:pPr>
      <w:r>
        <w:t>Type your answers here.</w:t>
      </w:r>
    </w:p>
    <w:p w:rsidR="00AA773D" w:rsidRDefault="00AA773D" w:rsidP="00AA773D">
      <w:pPr>
        <w:pStyle w:val="SubStepAlpha"/>
      </w:pPr>
      <w:r>
        <w:t xml:space="preserve">From your console session on the router, issue the </w:t>
      </w:r>
      <w:r w:rsidRPr="00B848E4">
        <w:rPr>
          <w:b/>
        </w:rPr>
        <w:t>show login</w:t>
      </w:r>
      <w:r>
        <w:t xml:space="preserve"> command to view the login status. In the example below, the </w:t>
      </w:r>
      <w:r w:rsidRPr="00190200">
        <w:rPr>
          <w:b/>
        </w:rPr>
        <w:t>show login</w:t>
      </w:r>
      <w:r>
        <w:t xml:space="preserve"> command was issued within the 120 second login blocking period and shows that the router is in Quiet-Mode. The router will not accept any login attempts for 111 more seconds.</w:t>
      </w:r>
    </w:p>
    <w:p w:rsidR="00AA773D" w:rsidRDefault="00AA773D" w:rsidP="00AA773D">
      <w:pPr>
        <w:pStyle w:val="SubStepAlpha"/>
      </w:pPr>
      <w:r>
        <w:t xml:space="preserve">After the 120 seconds has expired, SSH to R1 again and login using the </w:t>
      </w:r>
      <w:proofErr w:type="spellStart"/>
      <w:r w:rsidRPr="00832611">
        <w:rPr>
          <w:b/>
        </w:rPr>
        <w:t>SSH</w:t>
      </w:r>
      <w:r w:rsidRPr="00220575">
        <w:rPr>
          <w:b/>
        </w:rPr>
        <w:t>admin</w:t>
      </w:r>
      <w:proofErr w:type="spellEnd"/>
      <w:r>
        <w:t xml:space="preserve"> username and </w:t>
      </w:r>
      <w:r>
        <w:rPr>
          <w:b/>
        </w:rPr>
        <w:t>55</w:t>
      </w:r>
      <w:proofErr w:type="gramStart"/>
      <w:r>
        <w:rPr>
          <w:b/>
        </w:rPr>
        <w:t>HAdm!n</w:t>
      </w:r>
      <w:proofErr w:type="gramEnd"/>
      <w:r>
        <w:rPr>
          <w:b/>
        </w:rPr>
        <w:t>2020</w:t>
      </w:r>
      <w:r>
        <w:t xml:space="preserve"> for the password.</w:t>
      </w:r>
    </w:p>
    <w:p w:rsidR="00897406" w:rsidRDefault="00897406" w:rsidP="00897406">
      <w:pPr>
        <w:pStyle w:val="Heading4"/>
      </w:pPr>
      <w:r>
        <w:t>Question:</w:t>
      </w:r>
    </w:p>
    <w:p w:rsidR="00897406" w:rsidRDefault="00AA773D" w:rsidP="00897406">
      <w:pPr>
        <w:pStyle w:val="BodyTextL50"/>
        <w:spacing w:before="0"/>
      </w:pPr>
      <w:r>
        <w:t>After you successfully logged in, what was displayed?</w:t>
      </w:r>
    </w:p>
    <w:p w:rsidR="00897406" w:rsidRDefault="00897406" w:rsidP="00897406">
      <w:pPr>
        <w:pStyle w:val="AnswerLineL50"/>
      </w:pPr>
      <w:r>
        <w:t>Type your answers here.</w:t>
      </w:r>
    </w:p>
    <w:p w:rsidR="00AA773D" w:rsidRDefault="00AA773D" w:rsidP="00AA773D">
      <w:pPr>
        <w:pStyle w:val="SubStepAlpha"/>
      </w:pPr>
      <w:r>
        <w:t xml:space="preserve">Enter privileged EXEC mode and use </w:t>
      </w:r>
      <w:r>
        <w:rPr>
          <w:b/>
        </w:rPr>
        <w:t>$</w:t>
      </w:r>
      <w:proofErr w:type="spellStart"/>
      <w:proofErr w:type="gramStart"/>
      <w:r>
        <w:rPr>
          <w:b/>
        </w:rPr>
        <w:t>cisco!PRIV</w:t>
      </w:r>
      <w:proofErr w:type="spellEnd"/>
      <w:proofErr w:type="gramEnd"/>
      <w:r>
        <w:rPr>
          <w:b/>
        </w:rPr>
        <w:t>*</w:t>
      </w:r>
      <w:r>
        <w:t xml:space="preserve"> for the password.</w:t>
      </w:r>
    </w:p>
    <w:p w:rsidR="00897406" w:rsidRDefault="00897406" w:rsidP="00897406">
      <w:pPr>
        <w:pStyle w:val="Heading4"/>
      </w:pPr>
      <w:r>
        <w:t>Question:</w:t>
      </w:r>
    </w:p>
    <w:p w:rsidR="00AA773D" w:rsidRDefault="00AA773D" w:rsidP="00897406">
      <w:pPr>
        <w:pStyle w:val="BodyTextL50"/>
        <w:spacing w:before="0"/>
      </w:pPr>
      <w:r>
        <w:t>If you mistype this password, are you disconnected from your SSH session after three failed attempts within 60 seconds? Explain.</w:t>
      </w:r>
    </w:p>
    <w:p w:rsidR="00897406" w:rsidRDefault="00897406" w:rsidP="00897406">
      <w:pPr>
        <w:pStyle w:val="AnswerLineL50"/>
      </w:pPr>
      <w:r>
        <w:t>Type your answers here.</w:t>
      </w:r>
    </w:p>
    <w:p w:rsidR="00AA773D" w:rsidRDefault="00AA773D" w:rsidP="00AA773D">
      <w:pPr>
        <w:pStyle w:val="SubStepAlpha"/>
      </w:pPr>
      <w:r w:rsidRPr="00890913">
        <w:t xml:space="preserve">Issue the </w:t>
      </w:r>
      <w:r w:rsidRPr="00890913">
        <w:rPr>
          <w:b/>
        </w:rPr>
        <w:t>show running-config</w:t>
      </w:r>
      <w:r w:rsidRPr="00890913">
        <w:t xml:space="preserve"> command at the privileged EXEC prompt to view the security settings you have applied.</w:t>
      </w:r>
    </w:p>
    <w:p w:rsidR="00897406" w:rsidRPr="00890913" w:rsidRDefault="00897406" w:rsidP="00897406">
      <w:pPr>
        <w:pStyle w:val="ConfigWindow"/>
      </w:pPr>
      <w:r>
        <w:t>Close configuration window</w:t>
      </w:r>
    </w:p>
    <w:p w:rsidR="00AA773D" w:rsidRDefault="00AA773D" w:rsidP="0038242B">
      <w:pPr>
        <w:pStyle w:val="Heading2"/>
      </w:pPr>
      <w:r>
        <w:lastRenderedPageBreak/>
        <w:t>Configure Basic Security Measures on the Switch</w:t>
      </w:r>
    </w:p>
    <w:p w:rsidR="00AA773D" w:rsidRDefault="00AA773D" w:rsidP="00AA773D">
      <w:pPr>
        <w:pStyle w:val="Heading3"/>
      </w:pPr>
      <w:r>
        <w:t>Configure security measures.</w:t>
      </w:r>
    </w:p>
    <w:p w:rsidR="00897406" w:rsidRPr="00897406" w:rsidRDefault="00897406" w:rsidP="00897406">
      <w:pPr>
        <w:pStyle w:val="ConfigWindow"/>
      </w:pPr>
      <w:r>
        <w:t>Open configuration window</w:t>
      </w:r>
    </w:p>
    <w:p w:rsidR="00AA773D" w:rsidRDefault="00AA773D" w:rsidP="00897406">
      <w:pPr>
        <w:pStyle w:val="SubStepAlpha"/>
        <w:spacing w:before="0"/>
      </w:pPr>
      <w:r>
        <w:t>Encrypt all clear-text passwords.</w:t>
      </w:r>
    </w:p>
    <w:p w:rsidR="00AA773D" w:rsidRDefault="00AA773D" w:rsidP="00AA773D">
      <w:pPr>
        <w:pStyle w:val="SubStepAlpha"/>
      </w:pPr>
      <w:r>
        <w:t xml:space="preserve">Configure the system to require a minimum </w:t>
      </w:r>
      <w:proofErr w:type="gramStart"/>
      <w:r>
        <w:t>12 character</w:t>
      </w:r>
      <w:proofErr w:type="gramEnd"/>
      <w:r>
        <w:t xml:space="preserve"> password</w:t>
      </w:r>
    </w:p>
    <w:p w:rsidR="00AA773D" w:rsidRDefault="00AA773D" w:rsidP="00AA773D">
      <w:pPr>
        <w:pStyle w:val="SubStepAlpha"/>
      </w:pPr>
      <w:r>
        <w:t xml:space="preserve">Change the passwords (privileged exec, console, and </w:t>
      </w:r>
      <w:proofErr w:type="spellStart"/>
      <w:r>
        <w:t>vty</w:t>
      </w:r>
      <w:proofErr w:type="spellEnd"/>
      <w:r>
        <w:t>) to meet the new length requirement.</w:t>
      </w:r>
    </w:p>
    <w:p w:rsidR="00AA773D" w:rsidRPr="00FC30E5" w:rsidRDefault="00AA773D" w:rsidP="00AA773D">
      <w:pPr>
        <w:pStyle w:val="SubStepNum"/>
      </w:pPr>
      <w:r>
        <w:t xml:space="preserve">Set the privileged exec password to </w:t>
      </w:r>
      <w:r>
        <w:rPr>
          <w:b/>
          <w:bCs/>
        </w:rPr>
        <w:t>$</w:t>
      </w:r>
      <w:proofErr w:type="spellStart"/>
      <w:proofErr w:type="gramStart"/>
      <w:r>
        <w:rPr>
          <w:b/>
          <w:bCs/>
        </w:rPr>
        <w:t>cisco!PRIV</w:t>
      </w:r>
      <w:proofErr w:type="spellEnd"/>
      <w:proofErr w:type="gramEnd"/>
      <w:r>
        <w:rPr>
          <w:b/>
          <w:bCs/>
        </w:rPr>
        <w:t>*</w:t>
      </w:r>
    </w:p>
    <w:p w:rsidR="00AA773D" w:rsidRPr="00FC30E5" w:rsidRDefault="00AA773D" w:rsidP="00AA773D">
      <w:pPr>
        <w:pStyle w:val="SubStepNum"/>
      </w:pPr>
      <w:r>
        <w:t xml:space="preserve">Set the console password to </w:t>
      </w:r>
      <w:r>
        <w:rPr>
          <w:b/>
          <w:bCs/>
        </w:rPr>
        <w:t>$cisco!!CON*</w:t>
      </w:r>
    </w:p>
    <w:p w:rsidR="00AA773D" w:rsidRDefault="00AA773D" w:rsidP="00AA773D">
      <w:pPr>
        <w:pStyle w:val="SubStepNum"/>
      </w:pPr>
      <w:r>
        <w:t xml:space="preserve">Set the </w:t>
      </w:r>
      <w:proofErr w:type="spellStart"/>
      <w:r>
        <w:t>vty</w:t>
      </w:r>
      <w:proofErr w:type="spellEnd"/>
      <w:r>
        <w:t xml:space="preserve"> line password to </w:t>
      </w:r>
      <w:r>
        <w:rPr>
          <w:b/>
          <w:bCs/>
        </w:rPr>
        <w:t>$cisco!!VTY*</w:t>
      </w:r>
    </w:p>
    <w:p w:rsidR="00AA773D" w:rsidRDefault="00AA773D" w:rsidP="00897406">
      <w:pPr>
        <w:pStyle w:val="SubStepAlpha"/>
      </w:pPr>
      <w:r>
        <w:t xml:space="preserve">Configure the switch to accept </w:t>
      </w:r>
      <w:r w:rsidRPr="00862746">
        <w:rPr>
          <w:u w:val="single"/>
        </w:rPr>
        <w:t>only</w:t>
      </w:r>
      <w:r>
        <w:t xml:space="preserve"> SSH connections from remote locations.</w:t>
      </w:r>
    </w:p>
    <w:p w:rsidR="00AA773D" w:rsidRDefault="00AA773D" w:rsidP="00AA773D">
      <w:pPr>
        <w:pStyle w:val="SubStepNum"/>
      </w:pPr>
      <w:r>
        <w:t xml:space="preserve">Configure the username </w:t>
      </w:r>
      <w:proofErr w:type="spellStart"/>
      <w:r>
        <w:rPr>
          <w:b/>
          <w:bCs/>
        </w:rPr>
        <w:t>SSHadmin</w:t>
      </w:r>
      <w:proofErr w:type="spellEnd"/>
      <w:r>
        <w:t xml:space="preserve"> with an encrypted password of </w:t>
      </w:r>
      <w:r>
        <w:rPr>
          <w:b/>
          <w:bCs/>
        </w:rPr>
        <w:t>55</w:t>
      </w:r>
      <w:proofErr w:type="gramStart"/>
      <w:r>
        <w:rPr>
          <w:b/>
          <w:bCs/>
        </w:rPr>
        <w:t>HAdm!n</w:t>
      </w:r>
      <w:proofErr w:type="gramEnd"/>
      <w:r>
        <w:rPr>
          <w:b/>
          <w:bCs/>
        </w:rPr>
        <w:t>2020</w:t>
      </w:r>
    </w:p>
    <w:p w:rsidR="00AA773D" w:rsidRDefault="00AA773D" w:rsidP="00897406">
      <w:pPr>
        <w:pStyle w:val="SubStepNum"/>
      </w:pPr>
      <w:r>
        <w:t>The switches domain name should be set to ccna-lab.com</w:t>
      </w:r>
    </w:p>
    <w:p w:rsidR="00AA773D" w:rsidRDefault="00AA773D" w:rsidP="00AA773D">
      <w:pPr>
        <w:pStyle w:val="SubStepNum"/>
      </w:pPr>
      <w:r>
        <w:t>The key modulus should be 1024 bits.</w:t>
      </w:r>
    </w:p>
    <w:p w:rsidR="00AA773D" w:rsidRDefault="00AA773D" w:rsidP="00897406">
      <w:pPr>
        <w:pStyle w:val="SubStepAlpha"/>
      </w:pPr>
      <w:r>
        <w:t xml:space="preserve">Set security and best-practice configurations on the console and </w:t>
      </w:r>
      <w:proofErr w:type="spellStart"/>
      <w:r>
        <w:t>vty</w:t>
      </w:r>
      <w:proofErr w:type="spellEnd"/>
      <w:r>
        <w:t xml:space="preserve"> lines.</w:t>
      </w:r>
    </w:p>
    <w:p w:rsidR="00AA773D" w:rsidRDefault="00AA773D" w:rsidP="00AA773D">
      <w:pPr>
        <w:pStyle w:val="SubStepNum"/>
      </w:pPr>
      <w:r>
        <w:t>Users should be disconnected after 5 minutes of inactivity.</w:t>
      </w:r>
    </w:p>
    <w:p w:rsidR="00AA773D" w:rsidRDefault="00AA773D" w:rsidP="00AA773D">
      <w:pPr>
        <w:pStyle w:val="SubStepNum"/>
      </w:pPr>
      <w:r>
        <w:t>The switch should not allow logins for 2 minutes if 3 failed login attempts occur within 1 minute.</w:t>
      </w:r>
    </w:p>
    <w:p w:rsidR="00AA773D" w:rsidRDefault="00AA773D" w:rsidP="00AA773D">
      <w:pPr>
        <w:pStyle w:val="SubStepAlpha"/>
      </w:pPr>
      <w:r>
        <w:t>Disable all of the unused ports.</w:t>
      </w:r>
    </w:p>
    <w:p w:rsidR="00AA773D" w:rsidRDefault="00AA773D" w:rsidP="00AA773D">
      <w:pPr>
        <w:pStyle w:val="Heading3"/>
      </w:pPr>
      <w:r>
        <w:t>Verify all unused ports are disabled.</w:t>
      </w:r>
    </w:p>
    <w:p w:rsidR="00AA773D" w:rsidRDefault="00AA773D" w:rsidP="00AA773D">
      <w:pPr>
        <w:pStyle w:val="BodyTextL25"/>
      </w:pPr>
      <w:r>
        <w:t>Switch ports are enabled, by default. Shut down all ports that are not in use on the switch.</w:t>
      </w:r>
    </w:p>
    <w:p w:rsidR="00AA773D" w:rsidRDefault="00AA773D" w:rsidP="00AA773D">
      <w:pPr>
        <w:pStyle w:val="SubStepAlpha"/>
      </w:pPr>
      <w:r>
        <w:t xml:space="preserve">You can verify the switch port status using the </w:t>
      </w:r>
      <w:r w:rsidRPr="00157A6D">
        <w:rPr>
          <w:b/>
        </w:rPr>
        <w:t xml:space="preserve">show </w:t>
      </w:r>
      <w:proofErr w:type="spellStart"/>
      <w:r w:rsidRPr="00157A6D">
        <w:rPr>
          <w:b/>
        </w:rPr>
        <w:t>ip</w:t>
      </w:r>
      <w:proofErr w:type="spellEnd"/>
      <w:r w:rsidRPr="00157A6D">
        <w:rPr>
          <w:b/>
        </w:rPr>
        <w:t xml:space="preserve"> interface brief</w:t>
      </w:r>
      <w:r>
        <w:t xml:space="preserve"> command.</w:t>
      </w:r>
    </w:p>
    <w:p w:rsidR="00AA773D" w:rsidRDefault="00AA773D" w:rsidP="00AA773D">
      <w:pPr>
        <w:pStyle w:val="SubStepAlpha"/>
      </w:pPr>
      <w:r>
        <w:t xml:space="preserve">Use the </w:t>
      </w:r>
      <w:r w:rsidRPr="008F179F">
        <w:rPr>
          <w:b/>
        </w:rPr>
        <w:t>interface range</w:t>
      </w:r>
      <w:r>
        <w:t xml:space="preserve"> command to shut down multiple interfaces at a time.</w:t>
      </w:r>
    </w:p>
    <w:p w:rsidR="00AA773D" w:rsidRDefault="00AA773D" w:rsidP="00AA773D">
      <w:pPr>
        <w:pStyle w:val="SubStepAlpha"/>
      </w:pPr>
      <w:r>
        <w:t>Verify that all inactive interfaces have been administratively shut down.</w:t>
      </w:r>
    </w:p>
    <w:p w:rsidR="00897406" w:rsidRDefault="00897406" w:rsidP="00897406">
      <w:pPr>
        <w:pStyle w:val="ConfigWindow"/>
      </w:pPr>
      <w:r>
        <w:t>Close configuration window</w:t>
      </w:r>
    </w:p>
    <w:p w:rsidR="00AA773D" w:rsidRDefault="00AA773D" w:rsidP="0038242B">
      <w:pPr>
        <w:pStyle w:val="Heading3"/>
        <w:spacing w:before="60"/>
      </w:pPr>
      <w:r>
        <w:t>Verify that your security measures have been implemented correctly.</w:t>
      </w:r>
    </w:p>
    <w:p w:rsidR="00AA773D" w:rsidRDefault="00AA773D" w:rsidP="00AA773D">
      <w:pPr>
        <w:pStyle w:val="SubStepAlpha"/>
      </w:pPr>
      <w:r>
        <w:t>Verify that Telnet has been disabled on the switch.</w:t>
      </w:r>
    </w:p>
    <w:p w:rsidR="00AA773D" w:rsidRDefault="00AA773D" w:rsidP="00AA773D">
      <w:pPr>
        <w:pStyle w:val="SubStepAlpha"/>
      </w:pPr>
      <w:r>
        <w:t>SSH to the switch and intentionally mistype the user and password information to see if login access is blocked.</w:t>
      </w:r>
    </w:p>
    <w:p w:rsidR="00AA773D" w:rsidRDefault="00AA773D" w:rsidP="00AA773D">
      <w:pPr>
        <w:pStyle w:val="SubStepAlpha"/>
      </w:pPr>
      <w:r>
        <w:t xml:space="preserve">After the 30 seconds has expired, SSH to S1 again and log in using the </w:t>
      </w:r>
      <w:proofErr w:type="spellStart"/>
      <w:r w:rsidRPr="00832611">
        <w:rPr>
          <w:b/>
        </w:rPr>
        <w:t>SSH</w:t>
      </w:r>
      <w:r w:rsidRPr="00220575">
        <w:rPr>
          <w:b/>
        </w:rPr>
        <w:t>admin</w:t>
      </w:r>
      <w:proofErr w:type="spellEnd"/>
      <w:r>
        <w:t xml:space="preserve"> username and </w:t>
      </w:r>
      <w:r>
        <w:rPr>
          <w:b/>
        </w:rPr>
        <w:t>55</w:t>
      </w:r>
      <w:proofErr w:type="gramStart"/>
      <w:r>
        <w:rPr>
          <w:b/>
        </w:rPr>
        <w:t>HAdm!n</w:t>
      </w:r>
      <w:proofErr w:type="gramEnd"/>
      <w:r>
        <w:rPr>
          <w:b/>
        </w:rPr>
        <w:t>2020</w:t>
      </w:r>
      <w:r>
        <w:t xml:space="preserve"> for the password.</w:t>
      </w:r>
    </w:p>
    <w:p w:rsidR="00897406" w:rsidRDefault="00897406" w:rsidP="00897406">
      <w:pPr>
        <w:pStyle w:val="Heading4"/>
      </w:pPr>
      <w:r>
        <w:t>Question:</w:t>
      </w:r>
    </w:p>
    <w:p w:rsidR="00897406" w:rsidRDefault="00AA773D" w:rsidP="00897406">
      <w:pPr>
        <w:pStyle w:val="BodyTextL50"/>
        <w:spacing w:before="0"/>
      </w:pPr>
      <w:r>
        <w:t>Did the banner appear after you successfully logged in?</w:t>
      </w:r>
    </w:p>
    <w:p w:rsidR="00897406" w:rsidRDefault="00897406" w:rsidP="00897406">
      <w:pPr>
        <w:pStyle w:val="AnswerLineL50"/>
      </w:pPr>
      <w:r>
        <w:t>Type your answers here.</w:t>
      </w:r>
    </w:p>
    <w:p w:rsidR="00AA773D" w:rsidRDefault="00AA773D" w:rsidP="00AA773D">
      <w:pPr>
        <w:pStyle w:val="SubStepAlpha"/>
      </w:pPr>
      <w:bookmarkStart w:id="0" w:name="_GoBack"/>
      <w:bookmarkEnd w:id="0"/>
      <w:r>
        <w:t xml:space="preserve">Enter privileged EXEC mode using </w:t>
      </w:r>
      <w:r>
        <w:rPr>
          <w:b/>
        </w:rPr>
        <w:t>$</w:t>
      </w:r>
      <w:proofErr w:type="spellStart"/>
      <w:r>
        <w:rPr>
          <w:b/>
        </w:rPr>
        <w:t>cisco!PRIV</w:t>
      </w:r>
      <w:proofErr w:type="spellEnd"/>
      <w:r>
        <w:rPr>
          <w:b/>
        </w:rPr>
        <w:t>*</w:t>
      </w:r>
      <w:r>
        <w:t xml:space="preserve"> as the password.</w:t>
      </w:r>
    </w:p>
    <w:p w:rsidR="00AA773D" w:rsidRDefault="00AA773D" w:rsidP="00AA773D">
      <w:pPr>
        <w:pStyle w:val="SubStepAlpha"/>
      </w:pPr>
      <w:r w:rsidRPr="006C14D2">
        <w:t xml:space="preserve">Issue the </w:t>
      </w:r>
      <w:r w:rsidRPr="006C14D2">
        <w:rPr>
          <w:b/>
        </w:rPr>
        <w:t>show running-config</w:t>
      </w:r>
      <w:r w:rsidRPr="006C14D2">
        <w:t xml:space="preserve"> command at the privileged EXEC prompt to view the security settings you have applied.</w:t>
      </w:r>
    </w:p>
    <w:p w:rsidR="0001446B" w:rsidRDefault="0001446B" w:rsidP="0001446B">
      <w:pPr>
        <w:pStyle w:val="ConfigWindow"/>
      </w:pPr>
      <w:r>
        <w:t>Close configuration window</w:t>
      </w:r>
    </w:p>
    <w:p w:rsidR="00AA773D" w:rsidRDefault="00AA773D" w:rsidP="0001446B">
      <w:pPr>
        <w:pStyle w:val="Heading1"/>
      </w:pPr>
      <w:r>
        <w:t>Reflection</w:t>
      </w:r>
      <w:r w:rsidR="00957F79">
        <w:t xml:space="preserve"> Questions</w:t>
      </w:r>
    </w:p>
    <w:p w:rsidR="00AA773D" w:rsidRDefault="00AA773D" w:rsidP="00AA773D">
      <w:pPr>
        <w:pStyle w:val="ReflectionQ"/>
        <w:keepNext w:val="0"/>
      </w:pPr>
      <w:r>
        <w:t xml:space="preserve">The </w:t>
      </w:r>
      <w:r w:rsidRPr="00B80A6E">
        <w:rPr>
          <w:b/>
        </w:rPr>
        <w:t>password</w:t>
      </w:r>
      <w:r>
        <w:t xml:space="preserve"> </w:t>
      </w:r>
      <w:r w:rsidRPr="00B80A6E">
        <w:rPr>
          <w:b/>
        </w:rPr>
        <w:t>cisco</w:t>
      </w:r>
      <w:r>
        <w:t xml:space="preserve"> command was entered for the console and VTY lines in your basic configuration in Part 1. </w:t>
      </w:r>
      <w:r w:rsidRPr="00393DF0">
        <w:t>When</w:t>
      </w:r>
      <w:r>
        <w:t xml:space="preserve"> is this password used after the best practice security measures have been applied?</w:t>
      </w:r>
    </w:p>
    <w:p w:rsidR="00AA773D" w:rsidRDefault="00897406" w:rsidP="00074B5F">
      <w:pPr>
        <w:pStyle w:val="AnswerLineL25"/>
        <w:spacing w:before="600" w:after="600"/>
      </w:pPr>
      <w:r>
        <w:lastRenderedPageBreak/>
        <w:t>Type your answers here.</w:t>
      </w:r>
    </w:p>
    <w:p w:rsidR="00AA773D" w:rsidRPr="00393DF0" w:rsidRDefault="00AA773D" w:rsidP="00AA773D">
      <w:pPr>
        <w:pStyle w:val="ReflectionQ"/>
        <w:keepNext w:val="0"/>
      </w:pPr>
      <w:r>
        <w:t xml:space="preserve">Are preconfigured passwords shorter than 10 characters affected by the </w:t>
      </w:r>
      <w:r w:rsidRPr="006E18AC">
        <w:rPr>
          <w:b/>
        </w:rPr>
        <w:t>security passwords min-length 1</w:t>
      </w:r>
      <w:r>
        <w:rPr>
          <w:b/>
        </w:rPr>
        <w:t>2</w:t>
      </w:r>
      <w:r>
        <w:t xml:space="preserve"> command?</w:t>
      </w:r>
    </w:p>
    <w:p w:rsidR="00897406" w:rsidRDefault="00897406" w:rsidP="00074B5F">
      <w:pPr>
        <w:pStyle w:val="AnswerLineL25"/>
        <w:spacing w:before="600" w:after="600"/>
      </w:pPr>
      <w:r>
        <w:t>Type your answers here.</w:t>
      </w:r>
    </w:p>
    <w:p w:rsidR="00897406" w:rsidRPr="004C0909" w:rsidRDefault="00897406" w:rsidP="0001446B">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897406" w:rsidTr="00C0292F">
        <w:trPr>
          <w:cnfStyle w:val="100000000000" w:firstRow="1" w:lastRow="0" w:firstColumn="0" w:lastColumn="0" w:oddVBand="0" w:evenVBand="0" w:oddHBand="0" w:evenHBand="0" w:firstRowFirstColumn="0" w:firstRowLastColumn="0" w:lastRowFirstColumn="0" w:lastRowLastColumn="0"/>
          <w:tblHeader/>
        </w:trPr>
        <w:tc>
          <w:tcPr>
            <w:tcW w:w="1530" w:type="dxa"/>
          </w:tcPr>
          <w:p w:rsidR="00897406" w:rsidRPr="00763D8B" w:rsidRDefault="00897406" w:rsidP="00C0292F">
            <w:pPr>
              <w:pStyle w:val="TableHeading"/>
            </w:pPr>
            <w:r w:rsidRPr="00763D8B">
              <w:t>Router Model</w:t>
            </w:r>
          </w:p>
        </w:tc>
        <w:tc>
          <w:tcPr>
            <w:tcW w:w="2250" w:type="dxa"/>
          </w:tcPr>
          <w:p w:rsidR="00897406" w:rsidRPr="00763D8B" w:rsidRDefault="00897406" w:rsidP="00C0292F">
            <w:pPr>
              <w:pStyle w:val="TableHeading"/>
            </w:pPr>
            <w:r w:rsidRPr="00763D8B">
              <w:t>Ethernet Interface #1</w:t>
            </w:r>
          </w:p>
        </w:tc>
        <w:tc>
          <w:tcPr>
            <w:tcW w:w="2250" w:type="dxa"/>
          </w:tcPr>
          <w:p w:rsidR="00897406" w:rsidRPr="00763D8B" w:rsidRDefault="00897406" w:rsidP="00C0292F">
            <w:pPr>
              <w:pStyle w:val="TableHeading"/>
            </w:pPr>
            <w:r w:rsidRPr="00763D8B">
              <w:t>Ethernet Interface #2</w:t>
            </w:r>
          </w:p>
        </w:tc>
        <w:tc>
          <w:tcPr>
            <w:tcW w:w="2070" w:type="dxa"/>
          </w:tcPr>
          <w:p w:rsidR="00897406" w:rsidRPr="00763D8B" w:rsidRDefault="00897406" w:rsidP="00C0292F">
            <w:pPr>
              <w:pStyle w:val="TableHeading"/>
            </w:pPr>
            <w:r w:rsidRPr="00763D8B">
              <w:t>Serial Interface #1</w:t>
            </w:r>
          </w:p>
        </w:tc>
        <w:tc>
          <w:tcPr>
            <w:tcW w:w="2160" w:type="dxa"/>
          </w:tcPr>
          <w:p w:rsidR="00897406" w:rsidRPr="00763D8B" w:rsidRDefault="00897406" w:rsidP="00C0292F">
            <w:pPr>
              <w:pStyle w:val="TableHeading"/>
            </w:pPr>
            <w:r w:rsidRPr="00763D8B">
              <w:t>Serial Interface #2</w:t>
            </w:r>
          </w:p>
        </w:tc>
      </w:tr>
      <w:tr w:rsidR="00897406" w:rsidTr="00C0292F">
        <w:tc>
          <w:tcPr>
            <w:tcW w:w="1530" w:type="dxa"/>
          </w:tcPr>
          <w:p w:rsidR="00897406" w:rsidRPr="009453F7" w:rsidRDefault="00897406" w:rsidP="00C0292F">
            <w:pPr>
              <w:pStyle w:val="TableText"/>
            </w:pPr>
            <w:r w:rsidRPr="009453F7">
              <w:t>1800</w:t>
            </w:r>
          </w:p>
        </w:tc>
        <w:tc>
          <w:tcPr>
            <w:tcW w:w="2250" w:type="dxa"/>
          </w:tcPr>
          <w:p w:rsidR="00897406" w:rsidRPr="009453F7" w:rsidRDefault="00897406" w:rsidP="00C0292F">
            <w:pPr>
              <w:pStyle w:val="TableText"/>
            </w:pPr>
            <w:r w:rsidRPr="009453F7">
              <w:t>Fast Ethernet 0/0 (F0/0)</w:t>
            </w:r>
          </w:p>
        </w:tc>
        <w:tc>
          <w:tcPr>
            <w:tcW w:w="2250" w:type="dxa"/>
          </w:tcPr>
          <w:p w:rsidR="00897406" w:rsidRPr="009453F7" w:rsidRDefault="00897406" w:rsidP="00C0292F">
            <w:pPr>
              <w:pStyle w:val="TableText"/>
            </w:pPr>
            <w:r w:rsidRPr="009453F7">
              <w:t>Fast Ethernet 0/1 (F0/1)</w:t>
            </w:r>
          </w:p>
        </w:tc>
        <w:tc>
          <w:tcPr>
            <w:tcW w:w="2070" w:type="dxa"/>
          </w:tcPr>
          <w:p w:rsidR="00897406" w:rsidRPr="009453F7" w:rsidRDefault="00897406" w:rsidP="00C0292F">
            <w:pPr>
              <w:pStyle w:val="TableText"/>
            </w:pPr>
            <w:r w:rsidRPr="009453F7">
              <w:t>Serial 0/0/0 (S0/0/0)</w:t>
            </w:r>
          </w:p>
        </w:tc>
        <w:tc>
          <w:tcPr>
            <w:tcW w:w="2160" w:type="dxa"/>
          </w:tcPr>
          <w:p w:rsidR="00897406" w:rsidRPr="009453F7" w:rsidRDefault="00897406" w:rsidP="00C0292F">
            <w:pPr>
              <w:pStyle w:val="TableText"/>
            </w:pPr>
            <w:r w:rsidRPr="009453F7">
              <w:t>Serial 0/0/1 (S0/0</w:t>
            </w:r>
            <w:r>
              <w:t>/</w:t>
            </w:r>
            <w:r w:rsidRPr="009453F7">
              <w:t>1)</w:t>
            </w:r>
          </w:p>
        </w:tc>
      </w:tr>
      <w:tr w:rsidR="00897406" w:rsidTr="00C0292F">
        <w:tc>
          <w:tcPr>
            <w:tcW w:w="1530" w:type="dxa"/>
          </w:tcPr>
          <w:p w:rsidR="00897406" w:rsidRPr="009453F7" w:rsidRDefault="00897406" w:rsidP="00C0292F">
            <w:pPr>
              <w:pStyle w:val="TableText"/>
            </w:pPr>
            <w:r w:rsidRPr="009453F7">
              <w:t>1900</w:t>
            </w:r>
          </w:p>
        </w:tc>
        <w:tc>
          <w:tcPr>
            <w:tcW w:w="2250" w:type="dxa"/>
          </w:tcPr>
          <w:p w:rsidR="00897406" w:rsidRPr="009453F7" w:rsidRDefault="00897406" w:rsidP="00C0292F">
            <w:pPr>
              <w:pStyle w:val="TableText"/>
            </w:pPr>
            <w:r w:rsidRPr="009453F7">
              <w:t>Gigabit Ethernet 0/0 (G0/0)</w:t>
            </w:r>
          </w:p>
        </w:tc>
        <w:tc>
          <w:tcPr>
            <w:tcW w:w="2250" w:type="dxa"/>
          </w:tcPr>
          <w:p w:rsidR="00897406" w:rsidRPr="009453F7" w:rsidRDefault="00897406" w:rsidP="00C0292F">
            <w:pPr>
              <w:pStyle w:val="TableText"/>
            </w:pPr>
            <w:r w:rsidRPr="009453F7">
              <w:t>Gigabit Ethernet 0/1 (G0/1)</w:t>
            </w:r>
          </w:p>
        </w:tc>
        <w:tc>
          <w:tcPr>
            <w:tcW w:w="2070" w:type="dxa"/>
          </w:tcPr>
          <w:p w:rsidR="00897406" w:rsidRPr="009453F7" w:rsidRDefault="00897406" w:rsidP="00C0292F">
            <w:pPr>
              <w:pStyle w:val="TableText"/>
            </w:pPr>
            <w:r w:rsidRPr="009453F7">
              <w:t>Serial 0/0/0 (S0/0/0)</w:t>
            </w:r>
          </w:p>
        </w:tc>
        <w:tc>
          <w:tcPr>
            <w:tcW w:w="2160" w:type="dxa"/>
          </w:tcPr>
          <w:p w:rsidR="00897406" w:rsidRPr="009453F7" w:rsidRDefault="00897406" w:rsidP="00C0292F">
            <w:pPr>
              <w:pStyle w:val="TableText"/>
            </w:pPr>
            <w:r w:rsidRPr="009453F7">
              <w:t>Serial 0/0/1 (S0/0/1)</w:t>
            </w:r>
          </w:p>
        </w:tc>
      </w:tr>
      <w:tr w:rsidR="00897406" w:rsidTr="00C0292F">
        <w:tc>
          <w:tcPr>
            <w:tcW w:w="1530" w:type="dxa"/>
          </w:tcPr>
          <w:p w:rsidR="00897406" w:rsidRPr="009453F7" w:rsidRDefault="00897406" w:rsidP="00C0292F">
            <w:pPr>
              <w:pStyle w:val="TableText"/>
            </w:pPr>
            <w:r w:rsidRPr="009453F7">
              <w:t>2801</w:t>
            </w:r>
          </w:p>
        </w:tc>
        <w:tc>
          <w:tcPr>
            <w:tcW w:w="2250" w:type="dxa"/>
          </w:tcPr>
          <w:p w:rsidR="00897406" w:rsidRPr="009453F7" w:rsidRDefault="00897406" w:rsidP="00C0292F">
            <w:pPr>
              <w:pStyle w:val="TableText"/>
            </w:pPr>
            <w:r w:rsidRPr="009453F7">
              <w:t>Fast Ethernet 0/0 (F0/0)</w:t>
            </w:r>
          </w:p>
        </w:tc>
        <w:tc>
          <w:tcPr>
            <w:tcW w:w="2250" w:type="dxa"/>
          </w:tcPr>
          <w:p w:rsidR="00897406" w:rsidRPr="009453F7" w:rsidRDefault="00897406" w:rsidP="00C0292F">
            <w:pPr>
              <w:pStyle w:val="TableText"/>
            </w:pPr>
            <w:r w:rsidRPr="009453F7">
              <w:t>Fast Ethernet 0/1 (F0/1)</w:t>
            </w:r>
          </w:p>
        </w:tc>
        <w:tc>
          <w:tcPr>
            <w:tcW w:w="2070" w:type="dxa"/>
          </w:tcPr>
          <w:p w:rsidR="00897406" w:rsidRPr="009453F7" w:rsidRDefault="00897406" w:rsidP="00C0292F">
            <w:pPr>
              <w:pStyle w:val="TableText"/>
            </w:pPr>
            <w:r w:rsidRPr="009453F7">
              <w:t>Serial 0/1/0 (S0/1/0)</w:t>
            </w:r>
          </w:p>
        </w:tc>
        <w:tc>
          <w:tcPr>
            <w:tcW w:w="2160" w:type="dxa"/>
          </w:tcPr>
          <w:p w:rsidR="00897406" w:rsidRPr="009453F7" w:rsidRDefault="00897406" w:rsidP="00C0292F">
            <w:pPr>
              <w:pStyle w:val="TableText"/>
            </w:pPr>
            <w:r w:rsidRPr="009453F7">
              <w:t>Serial 0/1/1 (S0/1/1)</w:t>
            </w:r>
          </w:p>
        </w:tc>
      </w:tr>
      <w:tr w:rsidR="00897406" w:rsidTr="00C0292F">
        <w:tc>
          <w:tcPr>
            <w:tcW w:w="1530" w:type="dxa"/>
          </w:tcPr>
          <w:p w:rsidR="00897406" w:rsidRPr="009453F7" w:rsidRDefault="00897406" w:rsidP="00C0292F">
            <w:pPr>
              <w:pStyle w:val="TableText"/>
            </w:pPr>
            <w:r w:rsidRPr="009453F7">
              <w:t>2811</w:t>
            </w:r>
          </w:p>
        </w:tc>
        <w:tc>
          <w:tcPr>
            <w:tcW w:w="2250" w:type="dxa"/>
          </w:tcPr>
          <w:p w:rsidR="00897406" w:rsidRPr="009453F7" w:rsidRDefault="00897406" w:rsidP="00C0292F">
            <w:pPr>
              <w:pStyle w:val="TableText"/>
            </w:pPr>
            <w:r w:rsidRPr="009453F7">
              <w:t>Fast Ethernet 0/0 (F0/0)</w:t>
            </w:r>
          </w:p>
        </w:tc>
        <w:tc>
          <w:tcPr>
            <w:tcW w:w="2250" w:type="dxa"/>
          </w:tcPr>
          <w:p w:rsidR="00897406" w:rsidRPr="009453F7" w:rsidRDefault="00897406" w:rsidP="00C0292F">
            <w:pPr>
              <w:pStyle w:val="TableText"/>
            </w:pPr>
            <w:r w:rsidRPr="009453F7">
              <w:t>Fast Ethernet 0/1 (F0/1)</w:t>
            </w:r>
          </w:p>
        </w:tc>
        <w:tc>
          <w:tcPr>
            <w:tcW w:w="2070" w:type="dxa"/>
          </w:tcPr>
          <w:p w:rsidR="00897406" w:rsidRPr="009453F7" w:rsidRDefault="00897406" w:rsidP="00C0292F">
            <w:pPr>
              <w:pStyle w:val="TableText"/>
            </w:pPr>
            <w:r w:rsidRPr="009453F7">
              <w:t>Serial 0/0/0 (S0/0/0)</w:t>
            </w:r>
          </w:p>
        </w:tc>
        <w:tc>
          <w:tcPr>
            <w:tcW w:w="2160" w:type="dxa"/>
          </w:tcPr>
          <w:p w:rsidR="00897406" w:rsidRPr="009453F7" w:rsidRDefault="00897406" w:rsidP="00C0292F">
            <w:pPr>
              <w:pStyle w:val="TableText"/>
            </w:pPr>
            <w:r w:rsidRPr="009453F7">
              <w:t>Serial 0/0/1 (S0/0/1)</w:t>
            </w:r>
          </w:p>
        </w:tc>
      </w:tr>
      <w:tr w:rsidR="00897406" w:rsidTr="00C0292F">
        <w:tc>
          <w:tcPr>
            <w:tcW w:w="1530" w:type="dxa"/>
          </w:tcPr>
          <w:p w:rsidR="00897406" w:rsidRPr="009453F7" w:rsidRDefault="00897406" w:rsidP="00C0292F">
            <w:pPr>
              <w:pStyle w:val="TableText"/>
            </w:pPr>
            <w:r w:rsidRPr="009453F7">
              <w:t>2900</w:t>
            </w:r>
          </w:p>
        </w:tc>
        <w:tc>
          <w:tcPr>
            <w:tcW w:w="2250" w:type="dxa"/>
          </w:tcPr>
          <w:p w:rsidR="00897406" w:rsidRPr="009453F7" w:rsidRDefault="00897406" w:rsidP="00C0292F">
            <w:pPr>
              <w:pStyle w:val="TableText"/>
            </w:pPr>
            <w:r w:rsidRPr="009453F7">
              <w:t>Gigabit Ethernet 0/0 (G0/0)</w:t>
            </w:r>
          </w:p>
        </w:tc>
        <w:tc>
          <w:tcPr>
            <w:tcW w:w="2250" w:type="dxa"/>
          </w:tcPr>
          <w:p w:rsidR="00897406" w:rsidRPr="009453F7" w:rsidRDefault="00897406" w:rsidP="00C0292F">
            <w:pPr>
              <w:pStyle w:val="TableText"/>
            </w:pPr>
            <w:r w:rsidRPr="009453F7">
              <w:t>Gigabit Ethernet 0/1 (G0/1)</w:t>
            </w:r>
          </w:p>
        </w:tc>
        <w:tc>
          <w:tcPr>
            <w:tcW w:w="2070" w:type="dxa"/>
          </w:tcPr>
          <w:p w:rsidR="00897406" w:rsidRPr="009453F7" w:rsidRDefault="00897406" w:rsidP="00C0292F">
            <w:pPr>
              <w:pStyle w:val="TableText"/>
            </w:pPr>
            <w:r w:rsidRPr="009453F7">
              <w:t>Serial 0/0/0 (S0/0/0)</w:t>
            </w:r>
          </w:p>
        </w:tc>
        <w:tc>
          <w:tcPr>
            <w:tcW w:w="2160" w:type="dxa"/>
          </w:tcPr>
          <w:p w:rsidR="00897406" w:rsidRPr="009453F7" w:rsidRDefault="00897406" w:rsidP="00C0292F">
            <w:pPr>
              <w:pStyle w:val="TableText"/>
            </w:pPr>
            <w:r w:rsidRPr="009453F7">
              <w:t>Serial 0/0/1 (S0/0/1)</w:t>
            </w:r>
          </w:p>
        </w:tc>
      </w:tr>
      <w:tr w:rsidR="00897406" w:rsidTr="00C0292F">
        <w:tc>
          <w:tcPr>
            <w:tcW w:w="1530" w:type="dxa"/>
          </w:tcPr>
          <w:p w:rsidR="00897406" w:rsidRPr="009453F7" w:rsidRDefault="00897406" w:rsidP="00C0292F">
            <w:pPr>
              <w:pStyle w:val="TableText"/>
            </w:pPr>
            <w:r>
              <w:t>4221</w:t>
            </w:r>
          </w:p>
        </w:tc>
        <w:tc>
          <w:tcPr>
            <w:tcW w:w="2250" w:type="dxa"/>
          </w:tcPr>
          <w:p w:rsidR="00897406" w:rsidRPr="009453F7" w:rsidRDefault="00897406" w:rsidP="00C0292F">
            <w:pPr>
              <w:pStyle w:val="TableText"/>
            </w:pPr>
            <w:r w:rsidRPr="009453F7">
              <w:t>Gigabit Ethernet 0/0</w:t>
            </w:r>
            <w:r>
              <w:t>/0</w:t>
            </w:r>
            <w:r w:rsidRPr="009453F7">
              <w:t xml:space="preserve"> (G0/0</w:t>
            </w:r>
            <w:r>
              <w:t>/0</w:t>
            </w:r>
            <w:r w:rsidRPr="009453F7">
              <w:t>)</w:t>
            </w:r>
          </w:p>
        </w:tc>
        <w:tc>
          <w:tcPr>
            <w:tcW w:w="2250" w:type="dxa"/>
          </w:tcPr>
          <w:p w:rsidR="00897406" w:rsidRPr="009453F7" w:rsidRDefault="00897406" w:rsidP="00C0292F">
            <w:pPr>
              <w:pStyle w:val="TableText"/>
            </w:pPr>
            <w:r w:rsidRPr="009453F7">
              <w:t>Gigabit Ethernet 0/0</w:t>
            </w:r>
            <w:r>
              <w:t>/1</w:t>
            </w:r>
            <w:r w:rsidRPr="009453F7">
              <w:t xml:space="preserve"> (G0/0</w:t>
            </w:r>
            <w:r>
              <w:t>/1</w:t>
            </w:r>
            <w:r w:rsidRPr="009453F7">
              <w:t>)</w:t>
            </w:r>
          </w:p>
        </w:tc>
        <w:tc>
          <w:tcPr>
            <w:tcW w:w="2070" w:type="dxa"/>
          </w:tcPr>
          <w:p w:rsidR="00897406" w:rsidRPr="009453F7" w:rsidRDefault="00897406" w:rsidP="00C0292F">
            <w:pPr>
              <w:pStyle w:val="TableText"/>
            </w:pPr>
            <w:r>
              <w:t>Serial 0/1/0 (S0/1</w:t>
            </w:r>
            <w:r w:rsidRPr="009453F7">
              <w:t>/0)</w:t>
            </w:r>
          </w:p>
        </w:tc>
        <w:tc>
          <w:tcPr>
            <w:tcW w:w="2160" w:type="dxa"/>
          </w:tcPr>
          <w:p w:rsidR="00897406" w:rsidRPr="009453F7" w:rsidRDefault="00897406" w:rsidP="00C0292F">
            <w:pPr>
              <w:pStyle w:val="TableText"/>
            </w:pPr>
            <w:r>
              <w:t>Serial 0/1/1</w:t>
            </w:r>
            <w:r w:rsidRPr="009453F7">
              <w:t xml:space="preserve"> (S0/</w:t>
            </w:r>
            <w:r>
              <w:t>1/1</w:t>
            </w:r>
            <w:r w:rsidRPr="009453F7">
              <w:t>)</w:t>
            </w:r>
          </w:p>
        </w:tc>
      </w:tr>
      <w:tr w:rsidR="00897406" w:rsidTr="00C0292F">
        <w:tc>
          <w:tcPr>
            <w:tcW w:w="1530" w:type="dxa"/>
          </w:tcPr>
          <w:p w:rsidR="00897406" w:rsidRDefault="00897406" w:rsidP="00C0292F">
            <w:pPr>
              <w:pStyle w:val="TableText"/>
            </w:pPr>
            <w:r>
              <w:t>4300</w:t>
            </w:r>
          </w:p>
        </w:tc>
        <w:tc>
          <w:tcPr>
            <w:tcW w:w="2250" w:type="dxa"/>
          </w:tcPr>
          <w:p w:rsidR="00897406" w:rsidRPr="009453F7" w:rsidRDefault="00897406" w:rsidP="00C0292F">
            <w:pPr>
              <w:pStyle w:val="TableText"/>
            </w:pPr>
            <w:r w:rsidRPr="009453F7">
              <w:t>Gigabit Ethernet 0/0</w:t>
            </w:r>
            <w:r>
              <w:t>/0</w:t>
            </w:r>
            <w:r w:rsidRPr="009453F7">
              <w:t xml:space="preserve"> (G0/0</w:t>
            </w:r>
            <w:r>
              <w:t>/0</w:t>
            </w:r>
            <w:r w:rsidRPr="009453F7">
              <w:t>)</w:t>
            </w:r>
          </w:p>
        </w:tc>
        <w:tc>
          <w:tcPr>
            <w:tcW w:w="2250" w:type="dxa"/>
          </w:tcPr>
          <w:p w:rsidR="00897406" w:rsidRPr="009453F7" w:rsidRDefault="00897406" w:rsidP="00C0292F">
            <w:pPr>
              <w:pStyle w:val="TableText"/>
            </w:pPr>
            <w:r w:rsidRPr="009453F7">
              <w:t>Gigabit Ethernet 0/0</w:t>
            </w:r>
            <w:r>
              <w:t>/1</w:t>
            </w:r>
            <w:r w:rsidRPr="009453F7">
              <w:t xml:space="preserve"> (G0/0</w:t>
            </w:r>
            <w:r>
              <w:t>/1</w:t>
            </w:r>
            <w:r w:rsidRPr="009453F7">
              <w:t>)</w:t>
            </w:r>
          </w:p>
        </w:tc>
        <w:tc>
          <w:tcPr>
            <w:tcW w:w="2070" w:type="dxa"/>
          </w:tcPr>
          <w:p w:rsidR="00897406" w:rsidRDefault="00897406" w:rsidP="00C0292F">
            <w:pPr>
              <w:pStyle w:val="TableText"/>
            </w:pPr>
            <w:r>
              <w:t>Serial 0/1/0 (S0/1</w:t>
            </w:r>
            <w:r w:rsidRPr="009453F7">
              <w:t>/0)</w:t>
            </w:r>
          </w:p>
        </w:tc>
        <w:tc>
          <w:tcPr>
            <w:tcW w:w="2160" w:type="dxa"/>
          </w:tcPr>
          <w:p w:rsidR="00897406" w:rsidRDefault="00897406" w:rsidP="00C0292F">
            <w:pPr>
              <w:pStyle w:val="TableText"/>
            </w:pPr>
            <w:r>
              <w:t>Serial 0/1/1</w:t>
            </w:r>
            <w:r w:rsidRPr="009453F7">
              <w:t xml:space="preserve"> (S0/</w:t>
            </w:r>
            <w:r>
              <w:t>1/1</w:t>
            </w:r>
            <w:r w:rsidRPr="009453F7">
              <w:t>)</w:t>
            </w:r>
          </w:p>
        </w:tc>
      </w:tr>
    </w:tbl>
    <w:p w:rsidR="00897406" w:rsidRDefault="00897406" w:rsidP="00897406">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rsidR="00897406" w:rsidRPr="00603503" w:rsidRDefault="00897406" w:rsidP="00897406">
      <w:pPr>
        <w:pStyle w:val="ConfigWindow"/>
      </w:pPr>
      <w:r>
        <w:t>End of document</w:t>
      </w:r>
    </w:p>
    <w:sectPr w:rsidR="00897406" w:rsidRPr="0060350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700B" w:rsidRDefault="00F0700B" w:rsidP="00710659">
      <w:pPr>
        <w:spacing w:after="0" w:line="240" w:lineRule="auto"/>
      </w:pPr>
      <w:r>
        <w:separator/>
      </w:r>
    </w:p>
    <w:p w:rsidR="00F0700B" w:rsidRDefault="00F0700B"/>
  </w:endnote>
  <w:endnote w:type="continuationSeparator" w:id="0">
    <w:p w:rsidR="00F0700B" w:rsidRDefault="00F0700B" w:rsidP="00710659">
      <w:pPr>
        <w:spacing w:after="0" w:line="240" w:lineRule="auto"/>
      </w:pPr>
      <w:r>
        <w:continuationSeparator/>
      </w:r>
    </w:p>
    <w:p w:rsidR="00F0700B" w:rsidRDefault="00F070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73D" w:rsidRDefault="00AA77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73D" w:rsidRPr="00882B63" w:rsidRDefault="00AA773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97406">
          <w:t>2013</w:t>
        </w:r>
      </w:sdtContent>
    </w:sdt>
    <w:r>
      <w:t xml:space="preserve"> - </w:t>
    </w:r>
    <w:r>
      <w:fldChar w:fldCharType="begin"/>
    </w:r>
    <w:r>
      <w:instrText xml:space="preserve"> SAVEDATE  \@ "yyyy"  \* MERGEFORMAT </w:instrText>
    </w:r>
    <w:r>
      <w:fldChar w:fldCharType="separate"/>
    </w:r>
    <w:r w:rsidR="00074B5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92288">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92288">
      <w:rPr>
        <w:b/>
        <w:noProof/>
        <w:szCs w:val="16"/>
      </w:rPr>
      <w:t>12</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73D" w:rsidRPr="00882B63" w:rsidRDefault="00AA773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97406">
          <w:t>2013</w:t>
        </w:r>
      </w:sdtContent>
    </w:sdt>
    <w:r>
      <w:t xml:space="preserve"> - </w:t>
    </w:r>
    <w:r>
      <w:fldChar w:fldCharType="begin"/>
    </w:r>
    <w:r>
      <w:instrText xml:space="preserve"> SAVEDATE  \@ "yyyy"  \* MERGEFORMAT </w:instrText>
    </w:r>
    <w:r>
      <w:fldChar w:fldCharType="separate"/>
    </w:r>
    <w:r w:rsidR="00074B5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674B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674B8">
      <w:rPr>
        <w:b/>
        <w:noProof/>
        <w:szCs w:val="16"/>
      </w:rPr>
      <w:t>12</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700B" w:rsidRDefault="00F0700B" w:rsidP="00710659">
      <w:pPr>
        <w:spacing w:after="0" w:line="240" w:lineRule="auto"/>
      </w:pPr>
      <w:r>
        <w:separator/>
      </w:r>
    </w:p>
    <w:p w:rsidR="00F0700B" w:rsidRDefault="00F0700B"/>
  </w:footnote>
  <w:footnote w:type="continuationSeparator" w:id="0">
    <w:p w:rsidR="00F0700B" w:rsidRDefault="00F0700B" w:rsidP="00710659">
      <w:pPr>
        <w:spacing w:after="0" w:line="240" w:lineRule="auto"/>
      </w:pPr>
      <w:r>
        <w:continuationSeparator/>
      </w:r>
    </w:p>
    <w:p w:rsidR="00F0700B" w:rsidRDefault="00F070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73D" w:rsidRDefault="00AA7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21EB0BDB77643F9B6963BA4F4C76328"/>
      </w:placeholder>
      <w:dataBinding w:prefixMappings="xmlns:ns0='http://purl.org/dc/elements/1.1/' xmlns:ns1='http://schemas.openxmlformats.org/package/2006/metadata/core-properties' " w:xpath="/ns1:coreProperties[1]/ns0:title[1]" w:storeItemID="{6C3C8BC8-F283-45AE-878A-BAB7291924A1}"/>
      <w:text/>
    </w:sdtPr>
    <w:sdtEndPr/>
    <w:sdtContent>
      <w:p w:rsidR="00AA773D" w:rsidRDefault="00AA773D" w:rsidP="008402F2">
        <w:pPr>
          <w:pStyle w:val="PageHead"/>
        </w:pPr>
        <w:r>
          <w:t>Lab - Secure Network Devices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73D" w:rsidRDefault="00AA773D"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7EC83D94"/>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944A0D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DCCE8116"/>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81924C4"/>
    <w:multiLevelType w:val="hybridMultilevel"/>
    <w:tmpl w:val="7EF4C44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3"/>
    <w:lvlOverride w:ilvl="2">
      <w:lvl w:ilvl="2">
        <w:start w:val="1"/>
        <w:numFmt w:val="lowerLetter"/>
        <w:lvlText w:val="%3."/>
        <w:lvlJc w:val="left"/>
        <w:pPr>
          <w:tabs>
            <w:tab w:val="num" w:pos="720"/>
          </w:tabs>
          <w:ind w:left="720" w:hanging="360"/>
        </w:pPr>
        <w:rPr>
          <w:rFonts w:hint="default"/>
          <w:b w:val="0"/>
        </w:rPr>
      </w:lvl>
    </w:lvlOverride>
  </w:num>
  <w:num w:numId="12">
    <w:abstractNumId w:val="3"/>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486"/>
    <w:rsid w:val="00001BDF"/>
    <w:rsid w:val="0000380F"/>
    <w:rsid w:val="00004175"/>
    <w:rsid w:val="000059C9"/>
    <w:rsid w:val="00012C22"/>
    <w:rsid w:val="0001446B"/>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4B5F"/>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3B7F"/>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242B"/>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2494"/>
    <w:rsid w:val="00504ED4"/>
    <w:rsid w:val="00510639"/>
    <w:rsid w:val="00511791"/>
    <w:rsid w:val="005139BE"/>
    <w:rsid w:val="00516142"/>
    <w:rsid w:val="0051681C"/>
    <w:rsid w:val="00520027"/>
    <w:rsid w:val="0052093C"/>
    <w:rsid w:val="00521B31"/>
    <w:rsid w:val="00522469"/>
    <w:rsid w:val="0052400A"/>
    <w:rsid w:val="00536277"/>
    <w:rsid w:val="00536F43"/>
    <w:rsid w:val="00540FDA"/>
    <w:rsid w:val="005510BA"/>
    <w:rsid w:val="005538C8"/>
    <w:rsid w:val="00554B4E"/>
    <w:rsid w:val="00556C02"/>
    <w:rsid w:val="00561BB2"/>
    <w:rsid w:val="00563249"/>
    <w:rsid w:val="00570A65"/>
    <w:rsid w:val="005762B1"/>
    <w:rsid w:val="00580456"/>
    <w:rsid w:val="00580E73"/>
    <w:rsid w:val="00592288"/>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6EA"/>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406"/>
    <w:rsid w:val="008A2749"/>
    <w:rsid w:val="008A3A90"/>
    <w:rsid w:val="008B06D4"/>
    <w:rsid w:val="008B0EE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F79"/>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446E"/>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773D"/>
    <w:rsid w:val="00AB0D6A"/>
    <w:rsid w:val="00AB43B3"/>
    <w:rsid w:val="00AB49B9"/>
    <w:rsid w:val="00AB501D"/>
    <w:rsid w:val="00AB758A"/>
    <w:rsid w:val="00AC027E"/>
    <w:rsid w:val="00AC05AB"/>
    <w:rsid w:val="00AC1E7E"/>
    <w:rsid w:val="00AC507D"/>
    <w:rsid w:val="00AC54D6"/>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674B8"/>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0486"/>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4B0"/>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0700B"/>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A29A4E-5CC0-46C8-A880-3103F190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89740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1446B"/>
    <w:pPr>
      <w:keepNext/>
      <w:keepLines/>
      <w:numPr>
        <w:numId w:val="3"/>
      </w:numPr>
      <w:spacing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38242B"/>
    <w:pPr>
      <w:keepNext/>
      <w:numPr>
        <w:ilvl w:val="1"/>
        <w:numId w:val="5"/>
      </w:numPr>
      <w:spacing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38242B"/>
    <w:pPr>
      <w:keepNext/>
      <w:numPr>
        <w:ilvl w:val="2"/>
        <w:numId w:val="5"/>
      </w:numPr>
      <w:spacing w:before="12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674B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1446B"/>
    <w:rPr>
      <w:b/>
      <w:bCs/>
      <w:noProof/>
      <w:sz w:val="26"/>
      <w:szCs w:val="26"/>
    </w:rPr>
  </w:style>
  <w:style w:type="character" w:customStyle="1" w:styleId="Heading2Char">
    <w:name w:val="Heading 2 Char"/>
    <w:link w:val="Heading2"/>
    <w:uiPriority w:val="9"/>
    <w:rsid w:val="0038242B"/>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74B5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074B5F"/>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674B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674B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38242B"/>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897406"/>
    <w:pPr>
      <w:spacing w:before="20" w:after="20"/>
    </w:pPr>
    <w:rPr>
      <w:color w:val="EE0000"/>
    </w:rPr>
  </w:style>
  <w:style w:type="paragraph" w:customStyle="1" w:styleId="BodyText1">
    <w:name w:val="Body Text1"/>
    <w:basedOn w:val="Normal"/>
    <w:qFormat/>
    <w:rsid w:val="00AA773D"/>
    <w:pPr>
      <w:spacing w:line="240" w:lineRule="auto"/>
    </w:pPr>
    <w:rPr>
      <w:sz w:val="20"/>
    </w:rPr>
  </w:style>
  <w:style w:type="character" w:customStyle="1" w:styleId="CMDRedChar">
    <w:name w:val="CMD Red Char"/>
    <w:basedOn w:val="CMDChar"/>
    <w:link w:val="CMDRed"/>
    <w:rsid w:val="00897406"/>
    <w:rPr>
      <w:rFonts w:ascii="Courier New" w:hAnsi="Courier New"/>
      <w:color w:val="EE0000"/>
      <w:szCs w:val="22"/>
    </w:rPr>
  </w:style>
  <w:style w:type="paragraph" w:customStyle="1" w:styleId="CMDoutputRed">
    <w:name w:val="CMD output Red"/>
    <w:basedOn w:val="CMDRed"/>
    <w:link w:val="CMDoutputRedChar"/>
    <w:qFormat/>
    <w:rsid w:val="00897406"/>
    <w:rPr>
      <w:sz w:val="18"/>
    </w:rPr>
  </w:style>
  <w:style w:type="character" w:customStyle="1" w:styleId="CMDoutputRedChar">
    <w:name w:val="CMD output Red Char"/>
    <w:basedOn w:val="CMDRedChar"/>
    <w:link w:val="CMDoutputRed"/>
    <w:rsid w:val="00897406"/>
    <w:rPr>
      <w:rFonts w:ascii="Courier New" w:hAnsi="Courier New"/>
      <w:color w:val="EE0000"/>
      <w:sz w:val="18"/>
      <w:szCs w:val="22"/>
    </w:rPr>
  </w:style>
  <w:style w:type="numbering" w:customStyle="1" w:styleId="PartStepSubStepList">
    <w:name w:val="Part_Step_SubStep_List"/>
    <w:basedOn w:val="NoList"/>
    <w:uiPriority w:val="99"/>
    <w:rsid w:val="00AA773D"/>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EB0BDB77643F9B6963BA4F4C76328"/>
        <w:category>
          <w:name w:val="General"/>
          <w:gallery w:val="placeholder"/>
        </w:category>
        <w:types>
          <w:type w:val="bbPlcHdr"/>
        </w:types>
        <w:behaviors>
          <w:behavior w:val="content"/>
        </w:behaviors>
        <w:guid w:val="{040E9A6B-8A12-4F07-A1C4-36B5A38CF9BF}"/>
      </w:docPartPr>
      <w:docPartBody>
        <w:p w:rsidR="00100F5F" w:rsidRDefault="00115BC4">
          <w:pPr>
            <w:pStyle w:val="821EB0BDB77643F9B6963BA4F4C7632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BC4"/>
    <w:rsid w:val="00100F5F"/>
    <w:rsid w:val="00115BC4"/>
    <w:rsid w:val="001D5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21EB0BDB77643F9B6963BA4F4C76328">
    <w:name w:val="821EB0BDB77643F9B6963BA4F4C763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96D474-3A26-4261-BED1-91EE0FCB2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5</Pages>
  <Words>1527</Words>
  <Characters>8705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Lab - Secure Network Devices</vt:lpstr>
    </vt:vector>
  </TitlesOfParts>
  <Company>Cisco Systems, Inc.</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Secure Network Devices</dc:title>
  <dc:creator>SP</dc:creator>
  <dc:description>2013</dc:description>
  <cp:lastModifiedBy>DH</cp:lastModifiedBy>
  <cp:revision>2</cp:revision>
  <dcterms:created xsi:type="dcterms:W3CDTF">2019-11-28T00:12:00Z</dcterms:created>
  <dcterms:modified xsi:type="dcterms:W3CDTF">2019-11-28T00:12:00Z</dcterms:modified>
</cp:coreProperties>
</file>