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25" w:rsidRPr="00631E69" w:rsidRDefault="00586025" w:rsidP="00586025">
      <w:pPr>
        <w:tabs>
          <w:tab w:val="left" w:pos="6540"/>
        </w:tabs>
        <w:suppressAutoHyphens w:val="0"/>
        <w:jc w:val="center"/>
        <w:rPr>
          <w:rFonts w:ascii="Calibri" w:eastAsia="Calibri" w:hAnsi="Calibri"/>
          <w:b/>
          <w:sz w:val="27"/>
          <w:szCs w:val="27"/>
          <w:lang w:eastAsia="en-US"/>
        </w:rPr>
      </w:pPr>
      <w:r w:rsidRPr="00631E69">
        <w:rPr>
          <w:rFonts w:ascii="Calibri" w:eastAsia="Calibri" w:hAnsi="Calibri"/>
          <w:b/>
          <w:sz w:val="27"/>
          <w:szCs w:val="27"/>
          <w:lang w:eastAsia="en-US"/>
        </w:rPr>
        <w:t>Plán pedagogické podpory (PLPP)</w:t>
      </w:r>
    </w:p>
    <w:p w:rsidR="00586025" w:rsidRPr="00631E69" w:rsidRDefault="00586025" w:rsidP="00586025">
      <w:pPr>
        <w:tabs>
          <w:tab w:val="left" w:pos="6540"/>
        </w:tabs>
        <w:suppressAutoHyphens w:val="0"/>
        <w:jc w:val="center"/>
        <w:rPr>
          <w:rFonts w:ascii="Calibri" w:eastAsia="Calibri" w:hAnsi="Calibri"/>
          <w:b/>
          <w:sz w:val="27"/>
          <w:szCs w:val="27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5"/>
        <w:gridCol w:w="2126"/>
        <w:gridCol w:w="5103"/>
      </w:tblGrid>
      <w:tr w:rsidR="00586025" w:rsidRPr="00631E69" w:rsidTr="00422129">
        <w:tc>
          <w:tcPr>
            <w:tcW w:w="2405" w:type="dxa"/>
            <w:shd w:val="clear" w:color="auto" w:fill="D9D9D9" w:themeFill="background1" w:themeFillShade="D9"/>
          </w:tcPr>
          <w:p w:rsidR="00586025" w:rsidRPr="00226BD3" w:rsidRDefault="00586025" w:rsidP="00B343D7">
            <w:pPr>
              <w:suppressAutoHyphens w:val="0"/>
              <w:spacing w:before="40" w:after="4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226BD3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Jméno a příjmení dítěte, žáka nebo studenta (dále jen „žák“)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586025" w:rsidRPr="00422129" w:rsidRDefault="007C4778" w:rsidP="0090150D">
            <w:pPr>
              <w:suppressAutoHyphens w:val="0"/>
              <w:spacing w:before="40" w:after="40"/>
              <w:rPr>
                <w:rFonts w:ascii="Calibri" w:eastAsia="Calibri" w:hAnsi="Calibri"/>
                <w:szCs w:val="24"/>
                <w:lang w:eastAsia="en-US"/>
              </w:rPr>
            </w:pPr>
            <w:sdt>
              <w:sdtPr>
                <w:rPr>
                  <w:rFonts w:ascii="Calibri" w:eastAsia="Calibri" w:hAnsi="Calibri"/>
                  <w:szCs w:val="24"/>
                  <w:lang w:eastAsia="en-US"/>
                </w:rPr>
                <w:id w:val="-180124527"/>
                <w:placeholder>
                  <w:docPart w:val="5C11130DBD1341B6B1443B85151FBC9C"/>
                </w:placeholder>
                <w:showingPlcHdr/>
                <w:text/>
              </w:sdtPr>
              <w:sdtContent>
                <w:r w:rsidR="0090150D" w:rsidRPr="00422129">
                  <w:rPr>
                    <w:rStyle w:val="Zstupntext"/>
                    <w:rFonts w:asciiTheme="minorHAnsi" w:eastAsiaTheme="minorHAnsi" w:hAnsiTheme="minorHAnsi"/>
                    <w:color w:val="BFBFBF" w:themeColor="background1" w:themeShade="BF"/>
                    <w:szCs w:val="24"/>
                  </w:rPr>
                  <w:t>Jméno a příjemní</w:t>
                </w:r>
              </w:sdtContent>
            </w:sdt>
          </w:p>
        </w:tc>
      </w:tr>
      <w:tr w:rsidR="00586025" w:rsidRPr="00631E69" w:rsidTr="00422129">
        <w:tc>
          <w:tcPr>
            <w:tcW w:w="2405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suppressAutoHyphens w:val="0"/>
              <w:spacing w:before="40" w:after="4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Škola</w:t>
            </w:r>
          </w:p>
        </w:tc>
        <w:sdt>
          <w:sdtPr>
            <w:rPr>
              <w:rFonts w:ascii="Calibri" w:eastAsia="Calibri" w:hAnsi="Calibri"/>
              <w:szCs w:val="22"/>
              <w:lang w:eastAsia="en-US"/>
            </w:rPr>
            <w:id w:val="239537672"/>
            <w:placeholder>
              <w:docPart w:val="334A47B178E64912B20E7D2F90898325"/>
            </w:placeholder>
            <w:showingPlcHdr/>
            <w:text w:multiLine="1"/>
          </w:sdtPr>
          <w:sdtContent>
            <w:tc>
              <w:tcPr>
                <w:tcW w:w="7229" w:type="dxa"/>
                <w:gridSpan w:val="2"/>
                <w:shd w:val="clear" w:color="auto" w:fill="auto"/>
              </w:tcPr>
              <w:p w:rsidR="00586025" w:rsidRPr="00422129" w:rsidRDefault="0090150D" w:rsidP="0090150D">
                <w:pPr>
                  <w:suppressAutoHyphens w:val="0"/>
                  <w:spacing w:before="40" w:after="4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422129">
                  <w:rPr>
                    <w:rStyle w:val="Zstupntext"/>
                    <w:rFonts w:asciiTheme="minorHAnsi" w:eastAsiaTheme="minorHAnsi" w:hAnsiTheme="minorHAnsi"/>
                    <w:color w:val="BFBFBF" w:themeColor="background1" w:themeShade="BF"/>
                  </w:rPr>
                  <w:t>Škola, město, ulice</w:t>
                </w:r>
              </w:p>
            </w:tc>
          </w:sdtContent>
        </w:sdt>
      </w:tr>
      <w:tr w:rsidR="00586025" w:rsidRPr="00631E69" w:rsidTr="00422129">
        <w:tc>
          <w:tcPr>
            <w:tcW w:w="2405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suppressAutoHyphens w:val="0"/>
              <w:spacing w:before="40" w:after="4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Ročník</w:t>
            </w:r>
          </w:p>
        </w:tc>
        <w:sdt>
          <w:sdtPr>
            <w:rPr>
              <w:rFonts w:ascii="Calibri" w:eastAsia="Calibri" w:hAnsi="Calibri"/>
              <w:szCs w:val="22"/>
              <w:lang w:eastAsia="en-US"/>
            </w:rPr>
            <w:id w:val="-1497406935"/>
            <w:placeholder>
              <w:docPart w:val="0CB3CC441B6A46D08DB33E512DEC8605"/>
            </w:placeholder>
            <w:showingPlcHdr/>
            <w:text/>
          </w:sdtPr>
          <w:sdtContent>
            <w:tc>
              <w:tcPr>
                <w:tcW w:w="7229" w:type="dxa"/>
                <w:gridSpan w:val="2"/>
                <w:shd w:val="clear" w:color="auto" w:fill="auto"/>
              </w:tcPr>
              <w:p w:rsidR="00586025" w:rsidRPr="00422129" w:rsidRDefault="0090150D" w:rsidP="0090150D">
                <w:pPr>
                  <w:suppressAutoHyphens w:val="0"/>
                  <w:spacing w:before="40" w:after="4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422129">
                  <w:rPr>
                    <w:rStyle w:val="Zstupntext"/>
                    <w:rFonts w:asciiTheme="minorHAnsi" w:eastAsiaTheme="minorHAnsi" w:hAnsiTheme="minorHAnsi"/>
                    <w:color w:val="BFBFBF" w:themeColor="background1" w:themeShade="BF"/>
                  </w:rPr>
                  <w:t>Ročník</w:t>
                </w:r>
              </w:p>
            </w:tc>
          </w:sdtContent>
        </w:sdt>
      </w:tr>
      <w:tr w:rsidR="00586025" w:rsidRPr="00631E69" w:rsidTr="00422129">
        <w:tc>
          <w:tcPr>
            <w:tcW w:w="4531" w:type="dxa"/>
            <w:gridSpan w:val="2"/>
            <w:shd w:val="clear" w:color="auto" w:fill="D9D9D9" w:themeFill="background1" w:themeFillShade="D9"/>
          </w:tcPr>
          <w:p w:rsidR="00586025" w:rsidRPr="00631E69" w:rsidRDefault="00586025" w:rsidP="00B343D7">
            <w:pPr>
              <w:suppressAutoHyphens w:val="0"/>
              <w:spacing w:before="40" w:after="4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Důvod k přistoupení sestavení PLPP </w:t>
            </w:r>
          </w:p>
        </w:tc>
        <w:tc>
          <w:tcPr>
            <w:tcW w:w="5103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687804972"/>
              <w:placeholder>
                <w:docPart w:val="308272E720D64D939F3A7CE2C205A01E"/>
              </w:placeholder>
              <w:showingPlcHdr/>
              <w:text w:multiLine="1"/>
            </w:sdtPr>
            <w:sdtContent>
              <w:p w:rsidR="00586025" w:rsidRPr="00631E69" w:rsidRDefault="00422129" w:rsidP="009000B5">
                <w:pPr>
                  <w:tabs>
                    <w:tab w:val="left" w:pos="9638"/>
                  </w:tabs>
                  <w:ind w:right="-53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422129">
                  <w:rPr>
                    <w:rFonts w:asciiTheme="minorHAnsi" w:hAnsiTheme="minorHAnsi"/>
                    <w:color w:val="BFBFBF" w:themeColor="background1" w:themeShade="BF"/>
                  </w:rPr>
                  <w:t>Zde zaznamenejte hlavní důvody, které vás vedou k rozhodnutí zpracovat u žáka PLPP.</w:t>
                </w:r>
              </w:p>
            </w:sdtContent>
          </w:sdt>
        </w:tc>
      </w:tr>
      <w:tr w:rsidR="00586025" w:rsidRPr="00631E69" w:rsidTr="00422129">
        <w:tc>
          <w:tcPr>
            <w:tcW w:w="4531" w:type="dxa"/>
            <w:gridSpan w:val="2"/>
            <w:shd w:val="clear" w:color="auto" w:fill="D9D9D9" w:themeFill="background1" w:themeFillShade="D9"/>
          </w:tcPr>
          <w:p w:rsidR="00586025" w:rsidRPr="00631E69" w:rsidRDefault="00586025" w:rsidP="00B343D7">
            <w:pPr>
              <w:suppressAutoHyphens w:val="0"/>
              <w:spacing w:before="40" w:after="4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Datum vyhotovení </w:t>
            </w:r>
          </w:p>
        </w:tc>
        <w:sdt>
          <w:sdtPr>
            <w:rPr>
              <w:rFonts w:ascii="Calibri" w:eastAsia="Calibri" w:hAnsi="Calibri"/>
              <w:szCs w:val="22"/>
              <w:lang w:eastAsia="en-US"/>
            </w:rPr>
            <w:id w:val="1768583243"/>
            <w:placeholder>
              <w:docPart w:val="167605C415E447C2A99E2E2657A2C4C5"/>
            </w:placeholder>
            <w:showingPlcHdr/>
            <w:text/>
          </w:sdtPr>
          <w:sdtContent>
            <w:tc>
              <w:tcPr>
                <w:tcW w:w="5103" w:type="dxa"/>
                <w:shd w:val="clear" w:color="auto" w:fill="auto"/>
              </w:tcPr>
              <w:p w:rsidR="00586025" w:rsidRPr="00631E69" w:rsidRDefault="0090150D" w:rsidP="0090150D">
                <w:pPr>
                  <w:suppressAutoHyphens w:val="0"/>
                  <w:spacing w:before="40" w:after="4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90150D">
                  <w:rPr>
                    <w:rStyle w:val="Zstupntext"/>
                    <w:rFonts w:asciiTheme="minorHAnsi" w:eastAsiaTheme="minorHAnsi" w:hAnsiTheme="minorHAnsi"/>
                    <w:color w:val="BFBFBF" w:themeColor="background1" w:themeShade="BF"/>
                  </w:rPr>
                  <w:t>Datum vyhotovení</w:t>
                </w:r>
              </w:p>
            </w:tc>
          </w:sdtContent>
        </w:sdt>
      </w:tr>
      <w:tr w:rsidR="00586025" w:rsidRPr="00631E69" w:rsidTr="00422129">
        <w:tc>
          <w:tcPr>
            <w:tcW w:w="4531" w:type="dxa"/>
            <w:gridSpan w:val="2"/>
            <w:shd w:val="clear" w:color="auto" w:fill="D9D9D9" w:themeFill="background1" w:themeFillShade="D9"/>
          </w:tcPr>
          <w:p w:rsidR="00586025" w:rsidRPr="00631E69" w:rsidRDefault="00586025" w:rsidP="00B343D7">
            <w:pPr>
              <w:suppressAutoHyphens w:val="0"/>
              <w:spacing w:before="40" w:after="4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Vyhodnocení PLPP plánováno ke dni</w:t>
            </w:r>
            <w:r w:rsidRPr="00631E69" w:rsidDel="00935FA1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sdt>
          <w:sdtPr>
            <w:rPr>
              <w:rFonts w:ascii="Calibri" w:eastAsia="Calibri" w:hAnsi="Calibri"/>
              <w:szCs w:val="22"/>
              <w:lang w:eastAsia="en-US"/>
            </w:rPr>
            <w:id w:val="1191650288"/>
            <w:placeholder>
              <w:docPart w:val="E3E112387C064384A16AEF923B04113E"/>
            </w:placeholder>
            <w:showingPlcHdr/>
            <w:text/>
          </w:sdtPr>
          <w:sdtContent>
            <w:tc>
              <w:tcPr>
                <w:tcW w:w="5103" w:type="dxa"/>
                <w:shd w:val="clear" w:color="auto" w:fill="auto"/>
              </w:tcPr>
              <w:p w:rsidR="00586025" w:rsidRPr="00631E69" w:rsidRDefault="0090150D" w:rsidP="0090150D">
                <w:pPr>
                  <w:suppressAutoHyphens w:val="0"/>
                  <w:spacing w:before="40" w:after="4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90150D">
                  <w:rPr>
                    <w:rStyle w:val="Zstupntext"/>
                    <w:rFonts w:asciiTheme="minorHAnsi" w:eastAsiaTheme="minorHAnsi" w:hAnsiTheme="minorHAnsi"/>
                    <w:color w:val="BFBFBF" w:themeColor="background1" w:themeShade="BF"/>
                  </w:rPr>
                  <w:t>Datum plánovaného vyhodnocení</w:t>
                </w:r>
              </w:p>
            </w:tc>
          </w:sdtContent>
        </w:sdt>
      </w:tr>
    </w:tbl>
    <w:p w:rsidR="00586025" w:rsidRPr="00631E69" w:rsidRDefault="00586025" w:rsidP="00586025">
      <w:pPr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I. Charakteristika žáka a jeho/její obtíží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31E69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(silné, slabé stránky; popis obtíží; pedagogická, případně speciálně - pedagogická diagnostika s cílem stanovení úprav </w:t>
            </w:r>
            <w:r w:rsidRPr="00631E69">
              <w:rPr>
                <w:rFonts w:ascii="Calibri" w:eastAsia="Calibri" w:hAnsi="Calibri"/>
                <w:sz w:val="18"/>
                <w:szCs w:val="18"/>
                <w:lang w:eastAsia="en-US"/>
              </w:rPr>
              <w:br/>
              <w:t>ve vzdělávání; aktuální zdravotní stav; další okolnosti ovlivňující nastavení podpory)</w:t>
            </w:r>
          </w:p>
        </w:tc>
      </w:tr>
      <w:tr w:rsidR="00586025" w:rsidRPr="00631E69" w:rsidTr="00B343D7"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-1682040869"/>
              <w:placeholder>
                <w:docPart w:val="6173E192F4064BB79F1DB32B6B0F28B0"/>
              </w:placeholder>
              <w:showingPlcHdr/>
              <w:text w:multiLine="1"/>
            </w:sdtPr>
            <w:sdtContent>
              <w:p w:rsidR="00586025" w:rsidRPr="00422129" w:rsidRDefault="00340048" w:rsidP="00B343D7">
                <w:pPr>
                  <w:tabs>
                    <w:tab w:val="left" w:pos="9638"/>
                  </w:tabs>
                  <w:suppressAutoHyphens w:val="0"/>
                  <w:ind w:right="-53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422129">
                  <w:rPr>
                    <w:rFonts w:asciiTheme="minorHAnsi" w:hAnsiTheme="minorHAnsi"/>
                    <w:color w:val="BFBFBF" w:themeColor="background1" w:themeShade="BF"/>
                  </w:rPr>
                  <w:t>Zde vypište obtíže žáka, které vás vedly ke zpracování PLPP. Více viz závorka výše.</w:t>
                </w:r>
              </w:p>
            </w:sdtContent>
          </w:sdt>
          <w:p w:rsidR="00586025" w:rsidRPr="0042212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586025" w:rsidRPr="00631E69" w:rsidRDefault="00586025" w:rsidP="00586025">
      <w:pPr>
        <w:tabs>
          <w:tab w:val="left" w:pos="9638"/>
        </w:tabs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II. Stanovení cílů PLPP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31E69">
              <w:rPr>
                <w:rFonts w:ascii="Calibri" w:eastAsia="Calibri" w:hAnsi="Calibri"/>
                <w:sz w:val="18"/>
                <w:szCs w:val="18"/>
                <w:lang w:eastAsia="en-US"/>
              </w:rPr>
              <w:t>(cíle rozvoje žáka)</w:t>
            </w:r>
          </w:p>
        </w:tc>
      </w:tr>
      <w:tr w:rsidR="00586025" w:rsidRPr="00631E69" w:rsidTr="00B343D7"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-811636459"/>
              <w:placeholder>
                <w:docPart w:val="98B279AB24CB4359AFD61C386795BA00"/>
              </w:placeholder>
              <w:showingPlcHdr/>
              <w:text w:multiLine="1"/>
            </w:sdtPr>
            <w:sdtContent>
              <w:p w:rsidR="00586025" w:rsidRPr="00422129" w:rsidRDefault="0090150D" w:rsidP="00B343D7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422129">
                  <w:rPr>
                    <w:rFonts w:asciiTheme="minorHAnsi" w:hAnsiTheme="minorHAnsi"/>
                    <w:color w:val="BFBFBF" w:themeColor="background1" w:themeShade="BF"/>
                  </w:rPr>
                  <w:t>Zde uveďte, na základě výše uvedených faktů, jakých cílů u žáka chcete dosáhnout.</w:t>
                </w:r>
              </w:p>
            </w:sdtContent>
          </w:sdt>
          <w:p w:rsidR="00586025" w:rsidRPr="0042212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586025" w:rsidRPr="00631E69" w:rsidRDefault="00586025" w:rsidP="00586025">
      <w:pPr>
        <w:tabs>
          <w:tab w:val="left" w:pos="9638"/>
        </w:tabs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III. Podpůrná opatření ve škole 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31E69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(Doplňte </w:t>
            </w:r>
            <w:r w:rsidRPr="00631E69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konkrétní postupy</w:t>
            </w:r>
            <w:r w:rsidRPr="00631E69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v těch kategorií podpůrných opatření, které uplatňujete.)</w:t>
            </w:r>
          </w:p>
        </w:tc>
      </w:tr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 w:val="20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0"/>
                <w:lang w:eastAsia="en-US"/>
              </w:rPr>
              <w:t>a) Metody výuky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Cs w:val="24"/>
                <w:lang w:eastAsia="en-US"/>
              </w:rPr>
            </w:pPr>
            <w:r w:rsidRPr="00631E69">
              <w:rPr>
                <w:rFonts w:ascii="Calibri" w:eastAsia="Calibri" w:hAnsi="Calibri"/>
                <w:sz w:val="20"/>
                <w:szCs w:val="22"/>
                <w:lang w:eastAsia="en-US"/>
              </w:rPr>
              <w:t>(specifikace úprav metod práce se žákem)</w:t>
            </w:r>
          </w:p>
        </w:tc>
      </w:tr>
      <w:tr w:rsidR="00586025" w:rsidRPr="00631E69" w:rsidTr="00B343D7"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2052875722"/>
              <w:placeholder>
                <w:docPart w:val="0BFBE71115B34D5386764ED110D10988"/>
              </w:placeholder>
              <w:showingPlcHdr/>
              <w:text w:multiLine="1"/>
            </w:sdtPr>
            <w:sdtContent>
              <w:p w:rsidR="00586025" w:rsidRPr="00631E69" w:rsidRDefault="0090150D" w:rsidP="00B343D7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90150D">
                  <w:rPr>
                    <w:rFonts w:asciiTheme="minorHAnsi" w:hAnsiTheme="minorHAnsi"/>
                    <w:color w:val="BFBFBF" w:themeColor="background1" w:themeShade="BF"/>
                  </w:rPr>
                  <w:t>Zde uveďte metody, které budete při podpoře žáka uplatňovat, abyste dosáhli stanovených cílů.</w:t>
                </w:r>
              </w:p>
            </w:sdtContent>
          </w:sdt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 w:val="20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0"/>
                <w:lang w:eastAsia="en-US"/>
              </w:rPr>
              <w:t>b) Organizace výuky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sz w:val="20"/>
                <w:szCs w:val="22"/>
                <w:lang w:eastAsia="en-US"/>
              </w:rPr>
              <w:t>(úpravy v organizaci výuky ve školní třídě, případně i mimo ni)</w:t>
            </w:r>
          </w:p>
        </w:tc>
      </w:tr>
      <w:tr w:rsidR="00586025" w:rsidRPr="00631E69" w:rsidTr="00B343D7"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</w:rPr>
              <w:id w:val="1036162906"/>
              <w:placeholder>
                <w:docPart w:val="73ECA680CA294D589126AC6151AF1E3B"/>
              </w:placeholder>
              <w:showingPlcHdr/>
              <w:text w:multiLine="1"/>
            </w:sdtPr>
            <w:sdtContent>
              <w:p w:rsidR="00586025" w:rsidRPr="00631E69" w:rsidRDefault="0090150D" w:rsidP="0090150D">
                <w:pPr>
                  <w:pStyle w:val="Bezmezer"/>
                  <w:tabs>
                    <w:tab w:val="left" w:pos="9638"/>
                  </w:tabs>
                  <w:rPr>
                    <w:rFonts w:ascii="Calibri" w:eastAsia="Calibri" w:hAnsi="Calibri"/>
                  </w:rPr>
                </w:pPr>
                <w:r w:rsidRPr="0090150D">
                  <w:rPr>
                    <w:color w:val="BFBFBF" w:themeColor="background1" w:themeShade="BF"/>
                    <w:sz w:val="24"/>
                  </w:rPr>
                  <w:t>Zde uveďte, jaké budete využívat změny v organizaci výuky žáka, abyste dosáhli stanovených cílů.</w:t>
                </w:r>
              </w:p>
            </w:sdtContent>
          </w:sdt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 w:val="20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0"/>
                <w:lang w:eastAsia="en-US"/>
              </w:rPr>
              <w:t>c) Hodnocení žáka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 w:val="20"/>
                <w:lang w:eastAsia="en-US"/>
              </w:rPr>
            </w:pPr>
            <w:r w:rsidRPr="00631E69">
              <w:rPr>
                <w:rFonts w:ascii="Calibri" w:eastAsia="Calibri" w:hAnsi="Calibri"/>
                <w:sz w:val="20"/>
                <w:lang w:eastAsia="en-US"/>
              </w:rPr>
              <w:t xml:space="preserve"> (vymezení úprav hodnocení, jak hodnotíme, co úpravami hodnocení sledujeme, kritéria)</w:t>
            </w:r>
          </w:p>
        </w:tc>
      </w:tr>
      <w:tr w:rsidR="00586025" w:rsidRPr="00631E69" w:rsidTr="00B343D7"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-998969740"/>
              <w:placeholder>
                <w:docPart w:val="BC5A3AF9494F4D659AC9E3DDFE6739BB"/>
              </w:placeholder>
              <w:showingPlcHdr/>
              <w:text w:multiLine="1"/>
            </w:sdtPr>
            <w:sdtContent>
              <w:p w:rsidR="00586025" w:rsidRPr="00631E69" w:rsidRDefault="0090150D" w:rsidP="00B343D7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90150D">
                  <w:rPr>
                    <w:rFonts w:asciiTheme="minorHAnsi" w:hAnsiTheme="minorHAnsi"/>
                    <w:color w:val="BFBFBF" w:themeColor="background1" w:themeShade="BF"/>
                  </w:rPr>
                  <w:t>Zde uveďte, jak upravíte hodnocení pokroku, aby podporovalo a napomáhalo dosažení cílů stanovených tímto PLPP.</w:t>
                </w:r>
              </w:p>
            </w:sdtContent>
          </w:sdt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 w:val="20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0"/>
                <w:lang w:eastAsia="en-US"/>
              </w:rPr>
              <w:t>d) Pomůcky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 w:val="20"/>
                <w:lang w:eastAsia="en-US"/>
              </w:rPr>
            </w:pPr>
            <w:r w:rsidRPr="00631E69">
              <w:rPr>
                <w:rFonts w:ascii="Calibri" w:eastAsia="Calibri" w:hAnsi="Calibri"/>
                <w:sz w:val="20"/>
                <w:lang w:eastAsia="en-US"/>
              </w:rPr>
              <w:t>(učebnice, pracovní listy, ICT technika, atd.)</w:t>
            </w:r>
          </w:p>
        </w:tc>
      </w:tr>
      <w:tr w:rsidR="00586025" w:rsidRPr="00631E69" w:rsidTr="00B343D7"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1082028709"/>
              <w:placeholder>
                <w:docPart w:val="D460AAB09F584462968D0E9FF0C8D428"/>
              </w:placeholder>
              <w:showingPlcHdr/>
              <w:text w:multiLine="1"/>
            </w:sdtPr>
            <w:sdtContent>
              <w:p w:rsidR="00586025" w:rsidRPr="00631E69" w:rsidRDefault="0090150D" w:rsidP="00B343D7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90150D">
                  <w:rPr>
                    <w:rFonts w:asciiTheme="minorHAnsi" w:hAnsiTheme="minorHAnsi"/>
                    <w:color w:val="BFBFBF" w:themeColor="background1" w:themeShade="BF"/>
                  </w:rPr>
                  <w:t>Zde uveďte, jaké pomůcky budete k naplnění cílů využívat.</w:t>
                </w:r>
              </w:p>
            </w:sdtContent>
          </w:sdt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 w:val="20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0"/>
                <w:lang w:eastAsia="en-US"/>
              </w:rPr>
              <w:t>e) Požadavky na organizaci práce učitele/lů</w:t>
            </w:r>
          </w:p>
        </w:tc>
      </w:tr>
      <w:tr w:rsidR="00586025" w:rsidRPr="00631E69" w:rsidTr="00B343D7"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-2097243949"/>
              <w:placeholder>
                <w:docPart w:val="8D577D72C03C4CF28F3EF41E915A3328"/>
              </w:placeholder>
              <w:showingPlcHdr/>
              <w:text w:multiLine="1"/>
            </w:sdtPr>
            <w:sdtContent>
              <w:p w:rsidR="00586025" w:rsidRPr="00631E69" w:rsidRDefault="0090150D" w:rsidP="00B343D7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90150D">
                  <w:rPr>
                    <w:rFonts w:asciiTheme="minorHAnsi" w:hAnsiTheme="minorHAnsi"/>
                    <w:color w:val="BFBFBF" w:themeColor="background1" w:themeShade="BF"/>
                  </w:rPr>
                  <w:t>Zde uveďte, jaké požadavky máte na ostatní učitele, kteří vyučují žáka, aby bylo dosaženo stanovených cílů.</w:t>
                </w:r>
              </w:p>
            </w:sdtContent>
          </w:sdt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586025" w:rsidRPr="00631E69" w:rsidRDefault="00586025" w:rsidP="00586025">
      <w:pPr>
        <w:tabs>
          <w:tab w:val="left" w:pos="9638"/>
        </w:tabs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IV. Podpůrná opatření v rámci domácí přípravy 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31E69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(popis úprav domácí přípravy, forma a frekvence komunikace s rodinou) </w:t>
            </w:r>
          </w:p>
        </w:tc>
      </w:tr>
      <w:tr w:rsidR="00586025" w:rsidRPr="00631E69" w:rsidTr="00B343D7"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1029224132"/>
              <w:placeholder>
                <w:docPart w:val="A85F5E3775F34091B080FCBA248E8686"/>
              </w:placeholder>
              <w:showingPlcHdr/>
              <w:text w:multiLine="1"/>
            </w:sdtPr>
            <w:sdtContent>
              <w:p w:rsidR="00586025" w:rsidRPr="00631E69" w:rsidRDefault="0090150D" w:rsidP="00B343D7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90150D">
                  <w:rPr>
                    <w:rFonts w:asciiTheme="minorHAnsi" w:hAnsiTheme="minorHAnsi"/>
                    <w:color w:val="BFBFBF" w:themeColor="background1" w:themeShade="BF"/>
                  </w:rPr>
                  <w:t>Zde uveďte, jak bude probíhat domácí příprava žáka, jak bude probíhat komunikace s rodinou, aby byla zajištěna realizace podpůrných opatření synergicky i v rámci domácí přípravy.</w:t>
                </w:r>
              </w:p>
            </w:sdtContent>
          </w:sdt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586025" w:rsidRPr="00631E69" w:rsidRDefault="00586025" w:rsidP="00586025">
      <w:pPr>
        <w:tabs>
          <w:tab w:val="left" w:pos="9638"/>
        </w:tabs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V. Podpůrná opatření jiného druhu 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31E69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(respektovat zdravotní stav, zátěžovou situaci v rodině či škole -  vztahové problémy, postavení ve třídě; </w:t>
            </w:r>
            <w:r w:rsidRPr="00631E69">
              <w:rPr>
                <w:rFonts w:ascii="Calibri" w:eastAsia="Calibri" w:hAnsi="Calibri"/>
                <w:sz w:val="18"/>
                <w:szCs w:val="18"/>
                <w:lang w:eastAsia="en-US"/>
              </w:rPr>
              <w:br/>
              <w:t>v jakých činnostech, jakým způsobem)</w:t>
            </w:r>
          </w:p>
        </w:tc>
      </w:tr>
      <w:tr w:rsidR="00586025" w:rsidRPr="00631E69" w:rsidTr="00B343D7"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-621305691"/>
              <w:placeholder>
                <w:docPart w:val="F9A0B3DC80344FEA9DF40DDCC57E454F"/>
              </w:placeholder>
              <w:showingPlcHdr/>
              <w:text w:multiLine="1"/>
            </w:sdtPr>
            <w:sdtContent>
              <w:p w:rsidR="00586025" w:rsidRPr="00422129" w:rsidRDefault="00422129" w:rsidP="00B343D7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422129">
                  <w:rPr>
                    <w:rFonts w:ascii="Calibri" w:eastAsia="Calibri" w:hAnsi="Calibri"/>
                    <w:color w:val="BFBFBF" w:themeColor="background1" w:themeShade="BF"/>
                    <w:szCs w:val="22"/>
                    <w:lang w:eastAsia="en-US"/>
                  </w:rPr>
                  <w:t>Zde uveďte jiná podpůrná opatření.</w:t>
                </w:r>
              </w:p>
            </w:sdtContent>
          </w:sdt>
          <w:p w:rsidR="00586025" w:rsidRPr="0042212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586025" w:rsidRPr="00631E69" w:rsidRDefault="00586025" w:rsidP="00586025">
      <w:pPr>
        <w:tabs>
          <w:tab w:val="left" w:pos="9638"/>
        </w:tabs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586025" w:rsidRPr="00631E69" w:rsidTr="00422129">
        <w:tc>
          <w:tcPr>
            <w:tcW w:w="9634" w:type="dxa"/>
            <w:shd w:val="clear" w:color="auto" w:fill="D9D9D9" w:themeFill="background1" w:themeFillShade="D9"/>
          </w:tcPr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VI. Vyhodnocení účinnosti PLPP                                                                              Dne:</w:t>
            </w:r>
          </w:p>
          <w:p w:rsidR="00586025" w:rsidRPr="00631E69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sz w:val="18"/>
                <w:szCs w:val="18"/>
                <w:lang w:eastAsia="en-US"/>
              </w:rPr>
              <w:t>(Naplnění cílů PLPP)</w:t>
            </w:r>
          </w:p>
        </w:tc>
      </w:tr>
      <w:tr w:rsidR="00586025" w:rsidRPr="000A41FE" w:rsidTr="00422129">
        <w:trPr>
          <w:trHeight w:val="567"/>
        </w:trPr>
        <w:tc>
          <w:tcPr>
            <w:tcW w:w="9634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1278988866"/>
              <w:placeholder>
                <w:docPart w:val="E17B776B008143C2B6DA5C5A905510B0"/>
              </w:placeholder>
              <w:showingPlcHdr/>
              <w:text w:multiLine="1"/>
            </w:sdtPr>
            <w:sdtContent>
              <w:p w:rsidR="00586025" w:rsidRPr="000A41FE" w:rsidRDefault="0090150D" w:rsidP="00B343D7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 w:rsidRPr="000A41FE">
                  <w:rPr>
                    <w:rFonts w:asciiTheme="minorHAnsi" w:hAnsiTheme="minorHAnsi"/>
                    <w:color w:val="BFBFBF" w:themeColor="background1" w:themeShade="BF"/>
                  </w:rPr>
                  <w:t>Zde uveďte, jak se vám podařilo, s využitím stanovených kritérií, naplnit stanovené cíle, uveďte datum vyhodnocení.</w:t>
                </w:r>
              </w:p>
            </w:sdtContent>
          </w:sdt>
          <w:p w:rsidR="00586025" w:rsidRPr="000A41FE" w:rsidRDefault="00586025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422129" w:rsidRDefault="00422129" w:rsidP="00586025">
      <w:pPr>
        <w:tabs>
          <w:tab w:val="left" w:pos="9638"/>
        </w:tabs>
        <w:suppressAutoHyphens w:val="0"/>
        <w:rPr>
          <w:rFonts w:ascii="Calibri" w:eastAsia="Calibri" w:hAnsi="Calibri"/>
          <w:b/>
          <w:sz w:val="22"/>
          <w:szCs w:val="22"/>
          <w:lang w:eastAsia="en-US"/>
        </w:rPr>
      </w:pPr>
    </w:p>
    <w:tbl>
      <w:tblPr>
        <w:tblW w:w="95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85"/>
        <w:gridCol w:w="5670"/>
      </w:tblGrid>
      <w:tr w:rsidR="00586025" w:rsidRPr="00631E69" w:rsidTr="00422129">
        <w:tc>
          <w:tcPr>
            <w:tcW w:w="3885" w:type="dxa"/>
            <w:shd w:val="clear" w:color="auto" w:fill="D9D9D9" w:themeFill="background1" w:themeFillShade="D9"/>
          </w:tcPr>
          <w:p w:rsidR="00586025" w:rsidRPr="00631E69" w:rsidRDefault="00586025" w:rsidP="00422129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b/>
                <w:szCs w:val="22"/>
                <w:lang w:eastAsia="en-US"/>
              </w:rPr>
            </w:pP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Doporučení k odbornému vyšetření</w:t>
            </w:r>
            <w:r w:rsidRPr="00631E69">
              <w:rPr>
                <w:rFonts w:ascii="Calibri" w:eastAsia="Calibri" w:hAnsi="Calibri"/>
                <w:b/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631E69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586025" w:rsidRPr="00F46A0B" w:rsidRDefault="007C4778" w:rsidP="00B343D7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  <w:sdt>
              <w:sdtPr>
                <w:rPr>
                  <w:rFonts w:ascii="MS Gothic" w:eastAsia="MS Gothic" w:hAnsi="MS Gothic"/>
                  <w:sz w:val="22"/>
                  <w:szCs w:val="22"/>
                  <w:lang w:eastAsia="en-US"/>
                </w:rPr>
                <w:id w:val="-1608736000"/>
              </w:sdtPr>
              <w:sdtContent>
                <w:r w:rsidR="00422129" w:rsidRPr="00F46A0B"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586025" w:rsidRPr="00F46A0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Ano</w:t>
            </w:r>
            <w:r w:rsidR="00586025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                                                           </w:t>
            </w:r>
            <w:sdt>
              <w:sdtPr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id w:val="-1670402537"/>
              </w:sdtPr>
              <w:sdtContent>
                <w:r w:rsidR="00422129" w:rsidRPr="00F46A0B"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586025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586025" w:rsidRPr="00F46A0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Ne</w:t>
            </w:r>
            <w:r w:rsidR="00586025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586025" w:rsidRPr="00F46A0B" w:rsidRDefault="007C4778" w:rsidP="00422129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  <w:sdt>
              <w:sdtPr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id w:val="1885206793"/>
              </w:sdtPr>
              <w:sdtContent>
                <w:r w:rsidR="00422129" w:rsidRPr="00F46A0B"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422129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586025" w:rsidRPr="00F46A0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PPP</w:t>
            </w:r>
            <w:r w:rsidR="00586025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422129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</w:t>
            </w:r>
            <w:r w:rsidR="00586025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id w:val="751637404"/>
              </w:sdtPr>
              <w:sdtContent>
                <w:r w:rsidR="00422129" w:rsidRPr="00F46A0B"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422129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586025" w:rsidRPr="00F46A0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SPC</w:t>
            </w:r>
            <w:r w:rsidR="00422129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</w:t>
            </w:r>
            <w:r w:rsidR="00586025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 </w:t>
            </w:r>
            <w:sdt>
              <w:sdtPr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id w:val="1717703427"/>
              </w:sdtPr>
              <w:sdtContent>
                <w:r w:rsidR="00422129" w:rsidRPr="00F46A0B"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422129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586025" w:rsidRPr="00F46A0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SVP</w:t>
            </w:r>
            <w:r w:rsidR="00586025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422129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</w:t>
            </w:r>
            <w:r w:rsidR="00586025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</w:t>
            </w:r>
            <w:sdt>
              <w:sdtPr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id w:val="1601680726"/>
              </w:sdtPr>
              <w:sdtContent>
                <w:r w:rsidR="00422129" w:rsidRPr="00F46A0B">
                  <w:rPr>
                    <w:rFonts w:ascii="MS Gothic" w:eastAsia="MS Gothic" w:hAnsi="MS Gothic" w:hint="eastAsia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422129" w:rsidRP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586025" w:rsidRPr="00F46A0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jiné:</w:t>
            </w:r>
            <w:r w:rsidR="00F46A0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sdt>
              <w:sdtPr>
                <w:rPr>
                  <w:rFonts w:ascii="Calibri" w:eastAsia="Calibri" w:hAnsi="Calibri"/>
                  <w:sz w:val="22"/>
                  <w:szCs w:val="22"/>
                  <w:lang w:eastAsia="en-US"/>
                </w:rPr>
                <w:id w:val="356629384"/>
              </w:sdtPr>
              <w:sdtContent>
                <w:r w:rsidR="00422129" w:rsidRPr="00F46A0B">
                  <w:rPr>
                    <w:rFonts w:ascii="Calibri" w:eastAsia="Calibri" w:hAnsi="Calibri"/>
                    <w:szCs w:val="22"/>
                    <w:lang w:eastAsia="en-US"/>
                  </w:rPr>
                  <w:t>jiné</w:t>
                </w:r>
              </w:sdtContent>
            </w:sdt>
          </w:p>
        </w:tc>
      </w:tr>
    </w:tbl>
    <w:p w:rsidR="00586025" w:rsidRPr="00631E69" w:rsidRDefault="00586025" w:rsidP="00586025">
      <w:pPr>
        <w:tabs>
          <w:tab w:val="left" w:pos="9638"/>
        </w:tabs>
        <w:suppressAutoHyphens w:val="0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2977"/>
        <w:gridCol w:w="3714"/>
      </w:tblGrid>
      <w:tr w:rsidR="00B746E1" w:rsidRPr="00B746E1" w:rsidTr="00422129">
        <w:tc>
          <w:tcPr>
            <w:tcW w:w="2943" w:type="dxa"/>
            <w:shd w:val="clear" w:color="auto" w:fill="D9D9D9" w:themeFill="background1" w:themeFillShade="D9"/>
          </w:tcPr>
          <w:p w:rsidR="00586025" w:rsidRPr="00B746E1" w:rsidRDefault="00586025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b/>
                <w:color w:val="000000" w:themeColor="text1"/>
                <w:szCs w:val="22"/>
                <w:lang w:eastAsia="en-US"/>
              </w:rPr>
            </w:pPr>
            <w:r w:rsidRPr="00B746E1"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  <w:lang w:eastAsia="en-US"/>
              </w:rPr>
              <w:t>Role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586025" w:rsidRPr="00B746E1" w:rsidRDefault="00586025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b/>
                <w:color w:val="000000" w:themeColor="text1"/>
                <w:szCs w:val="22"/>
                <w:lang w:eastAsia="en-US"/>
              </w:rPr>
            </w:pPr>
            <w:r w:rsidRPr="00B746E1"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  <w:lang w:eastAsia="en-US"/>
              </w:rPr>
              <w:t>Jméno a příjmení</w:t>
            </w:r>
          </w:p>
        </w:tc>
        <w:tc>
          <w:tcPr>
            <w:tcW w:w="3714" w:type="dxa"/>
            <w:shd w:val="clear" w:color="auto" w:fill="D9D9D9" w:themeFill="background1" w:themeFillShade="D9"/>
          </w:tcPr>
          <w:p w:rsidR="00586025" w:rsidRPr="00B746E1" w:rsidRDefault="00586025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b/>
                <w:color w:val="000000" w:themeColor="text1"/>
                <w:szCs w:val="22"/>
                <w:lang w:eastAsia="en-US"/>
              </w:rPr>
            </w:pPr>
            <w:r w:rsidRPr="00B746E1"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  <w:lang w:eastAsia="en-US"/>
              </w:rPr>
              <w:t>Podpis a datum</w:t>
            </w:r>
          </w:p>
        </w:tc>
      </w:tr>
      <w:tr w:rsidR="002A22A1" w:rsidRPr="00B746E1" w:rsidTr="00422129">
        <w:tc>
          <w:tcPr>
            <w:tcW w:w="2943" w:type="dxa"/>
            <w:shd w:val="clear" w:color="auto" w:fill="D9D9D9" w:themeFill="background1" w:themeFillShade="D9"/>
          </w:tcPr>
          <w:p w:rsidR="002A22A1" w:rsidRPr="00B746E1" w:rsidRDefault="002A22A1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b/>
                <w:color w:val="000000" w:themeColor="text1"/>
                <w:szCs w:val="22"/>
                <w:lang w:eastAsia="en-US"/>
              </w:rPr>
            </w:pPr>
            <w:r w:rsidRPr="00B746E1"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  <w:lang w:eastAsia="en-US"/>
              </w:rPr>
              <w:t>Třídní učitel</w:t>
            </w:r>
          </w:p>
        </w:tc>
        <w:tc>
          <w:tcPr>
            <w:tcW w:w="2977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-141047887"/>
              <w:showingPlcHdr/>
              <w:text w:multiLine="1"/>
            </w:sdtPr>
            <w:sdtContent>
              <w:p w:rsidR="002A22A1" w:rsidRPr="00631E69" w:rsidRDefault="004E5673" w:rsidP="00E025E0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>
                  <w:rPr>
                    <w:rFonts w:asciiTheme="minorHAnsi" w:hAnsiTheme="minorHAnsi"/>
                    <w:color w:val="BFBFBF" w:themeColor="background1" w:themeShade="BF"/>
                  </w:rPr>
                  <w:t>Jméno a příjmení třídního učitele</w:t>
                </w:r>
              </w:p>
            </w:sdtContent>
          </w:sdt>
          <w:p w:rsidR="002A22A1" w:rsidRPr="00631E69" w:rsidRDefault="002A22A1" w:rsidP="00E025E0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  <w:tc>
          <w:tcPr>
            <w:tcW w:w="3714" w:type="dxa"/>
            <w:shd w:val="clear" w:color="auto" w:fill="auto"/>
          </w:tcPr>
          <w:p w:rsidR="002A22A1" w:rsidRPr="002A22A1" w:rsidRDefault="002A22A1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  <w:tr w:rsidR="002A22A1" w:rsidRPr="00B746E1" w:rsidTr="00422129">
        <w:tc>
          <w:tcPr>
            <w:tcW w:w="2943" w:type="dxa"/>
            <w:shd w:val="clear" w:color="auto" w:fill="D9D9D9" w:themeFill="background1" w:themeFillShade="D9"/>
          </w:tcPr>
          <w:p w:rsidR="002A22A1" w:rsidRPr="00B746E1" w:rsidRDefault="002A22A1" w:rsidP="000F7C36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b/>
                <w:color w:val="000000" w:themeColor="text1"/>
                <w:szCs w:val="22"/>
                <w:lang w:eastAsia="en-US"/>
              </w:rPr>
            </w:pPr>
            <w:r w:rsidRPr="00B746E1"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  <w:lang w:eastAsia="en-US"/>
              </w:rPr>
              <w:t>Učitel/é předmětu/ů</w:t>
            </w:r>
          </w:p>
        </w:tc>
        <w:tc>
          <w:tcPr>
            <w:tcW w:w="2977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-2123363695"/>
              <w:showingPlcHdr/>
              <w:text w:multiLine="1"/>
            </w:sdtPr>
            <w:sdtContent>
              <w:p w:rsidR="002A22A1" w:rsidRPr="00631E69" w:rsidRDefault="004E5673" w:rsidP="00E025E0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>
                  <w:rPr>
                    <w:rFonts w:asciiTheme="minorHAnsi" w:hAnsiTheme="minorHAnsi"/>
                    <w:color w:val="BFBFBF" w:themeColor="background1" w:themeShade="BF"/>
                  </w:rPr>
                  <w:t>Jméno a příjmení učitele/ů</w:t>
                </w:r>
              </w:p>
            </w:sdtContent>
          </w:sdt>
          <w:p w:rsidR="002A22A1" w:rsidRPr="00631E69" w:rsidRDefault="002A22A1" w:rsidP="00E025E0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  <w:tc>
          <w:tcPr>
            <w:tcW w:w="3714" w:type="dxa"/>
            <w:shd w:val="clear" w:color="auto" w:fill="auto"/>
          </w:tcPr>
          <w:p w:rsidR="002A22A1" w:rsidRPr="002A22A1" w:rsidRDefault="002A22A1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  <w:tr w:rsidR="002A22A1" w:rsidRPr="00B746E1" w:rsidTr="00422129">
        <w:tc>
          <w:tcPr>
            <w:tcW w:w="2943" w:type="dxa"/>
            <w:shd w:val="clear" w:color="auto" w:fill="D9D9D9" w:themeFill="background1" w:themeFillShade="D9"/>
          </w:tcPr>
          <w:p w:rsidR="002A22A1" w:rsidRPr="00B746E1" w:rsidRDefault="002A22A1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b/>
                <w:color w:val="000000" w:themeColor="text1"/>
                <w:szCs w:val="22"/>
                <w:lang w:eastAsia="en-US"/>
              </w:rPr>
            </w:pPr>
            <w:r w:rsidRPr="00B746E1"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  <w:lang w:eastAsia="en-US"/>
              </w:rPr>
              <w:t>Pracovník ŠPP</w:t>
            </w:r>
          </w:p>
        </w:tc>
        <w:tc>
          <w:tcPr>
            <w:tcW w:w="2977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936410919"/>
              <w:showingPlcHdr/>
              <w:text w:multiLine="1"/>
            </w:sdtPr>
            <w:sdtContent>
              <w:p w:rsidR="002A22A1" w:rsidRPr="00631E69" w:rsidRDefault="004E5673" w:rsidP="00E025E0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>
                  <w:rPr>
                    <w:rFonts w:asciiTheme="minorHAnsi" w:hAnsiTheme="minorHAnsi"/>
                    <w:color w:val="BFBFBF" w:themeColor="background1" w:themeShade="BF"/>
                  </w:rPr>
                  <w:t>Jméno a příjmení pracovníka ŠPP</w:t>
                </w:r>
              </w:p>
            </w:sdtContent>
          </w:sdt>
          <w:p w:rsidR="002A22A1" w:rsidRPr="00631E69" w:rsidRDefault="002A22A1" w:rsidP="00E025E0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  <w:tc>
          <w:tcPr>
            <w:tcW w:w="3714" w:type="dxa"/>
            <w:shd w:val="clear" w:color="auto" w:fill="auto"/>
          </w:tcPr>
          <w:p w:rsidR="002A22A1" w:rsidRPr="002A22A1" w:rsidRDefault="002A22A1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  <w:tr w:rsidR="002A22A1" w:rsidRPr="00B746E1" w:rsidTr="00422129">
        <w:tc>
          <w:tcPr>
            <w:tcW w:w="2943" w:type="dxa"/>
            <w:shd w:val="clear" w:color="auto" w:fill="D9D9D9" w:themeFill="background1" w:themeFillShade="D9"/>
          </w:tcPr>
          <w:p w:rsidR="002A22A1" w:rsidRPr="00B746E1" w:rsidRDefault="002A22A1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b/>
                <w:color w:val="000000" w:themeColor="text1"/>
                <w:szCs w:val="22"/>
                <w:lang w:eastAsia="en-US"/>
              </w:rPr>
            </w:pPr>
            <w:r w:rsidRPr="00B746E1">
              <w:rPr>
                <w:rFonts w:ascii="Calibri" w:eastAsia="Calibri" w:hAnsi="Calibri"/>
                <w:b/>
                <w:color w:val="000000" w:themeColor="text1"/>
                <w:sz w:val="22"/>
                <w:szCs w:val="22"/>
                <w:lang w:eastAsia="en-US"/>
              </w:rPr>
              <w:t>Zákonný zástupce</w:t>
            </w:r>
          </w:p>
        </w:tc>
        <w:tc>
          <w:tcPr>
            <w:tcW w:w="2977" w:type="dxa"/>
            <w:shd w:val="clear" w:color="auto" w:fill="auto"/>
          </w:tcPr>
          <w:sdt>
            <w:sdtPr>
              <w:rPr>
                <w:rFonts w:ascii="Calibri" w:eastAsia="Calibri" w:hAnsi="Calibri"/>
                <w:szCs w:val="22"/>
                <w:lang w:eastAsia="en-US"/>
              </w:rPr>
              <w:id w:val="1690559855"/>
              <w:showingPlcHdr/>
              <w:text w:multiLine="1"/>
            </w:sdtPr>
            <w:sdtContent>
              <w:p w:rsidR="002A22A1" w:rsidRPr="00631E69" w:rsidRDefault="004E5673" w:rsidP="00E025E0">
                <w:pPr>
                  <w:tabs>
                    <w:tab w:val="left" w:pos="9638"/>
                  </w:tabs>
                  <w:suppressAutoHyphens w:val="0"/>
                  <w:rPr>
                    <w:rFonts w:ascii="Calibri" w:eastAsia="Calibri" w:hAnsi="Calibri"/>
                    <w:szCs w:val="22"/>
                    <w:lang w:eastAsia="en-US"/>
                  </w:rPr>
                </w:pPr>
                <w:r>
                  <w:rPr>
                    <w:rFonts w:asciiTheme="minorHAnsi" w:hAnsiTheme="minorHAnsi"/>
                    <w:color w:val="BFBFBF" w:themeColor="background1" w:themeShade="BF"/>
                  </w:rPr>
                  <w:t>Jméno a příjmení zákonného zástupce</w:t>
                </w:r>
              </w:p>
            </w:sdtContent>
          </w:sdt>
          <w:p w:rsidR="002A22A1" w:rsidRPr="00631E69" w:rsidRDefault="002A22A1" w:rsidP="00E025E0">
            <w:pPr>
              <w:tabs>
                <w:tab w:val="left" w:pos="9638"/>
              </w:tabs>
              <w:suppressAutoHyphens w:val="0"/>
              <w:rPr>
                <w:rFonts w:ascii="Calibri" w:eastAsia="Calibri" w:hAnsi="Calibri"/>
                <w:szCs w:val="22"/>
                <w:lang w:eastAsia="en-US"/>
              </w:rPr>
            </w:pPr>
          </w:p>
        </w:tc>
        <w:tc>
          <w:tcPr>
            <w:tcW w:w="3714" w:type="dxa"/>
            <w:shd w:val="clear" w:color="auto" w:fill="auto"/>
          </w:tcPr>
          <w:p w:rsidR="002A22A1" w:rsidRPr="002A22A1" w:rsidRDefault="002A22A1" w:rsidP="00B343D7">
            <w:pPr>
              <w:tabs>
                <w:tab w:val="left" w:pos="9638"/>
              </w:tabs>
              <w:suppressAutoHyphens w:val="0"/>
              <w:spacing w:before="60" w:after="60"/>
              <w:rPr>
                <w:rFonts w:ascii="Calibri" w:eastAsia="Calibri" w:hAnsi="Calibri"/>
                <w:szCs w:val="22"/>
                <w:lang w:eastAsia="en-US"/>
              </w:rPr>
            </w:pPr>
          </w:p>
        </w:tc>
      </w:tr>
    </w:tbl>
    <w:p w:rsidR="00226BD3" w:rsidRDefault="00226BD3" w:rsidP="00226BD3">
      <w:pPr>
        <w:tabs>
          <w:tab w:val="left" w:pos="7650"/>
        </w:tabs>
        <w:suppressAutoHyphens w:val="0"/>
        <w:spacing w:after="200" w:line="276" w:lineRule="auto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 </w:t>
      </w:r>
    </w:p>
    <w:sectPr w:rsidR="00226BD3" w:rsidSect="002F1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919" w:rsidRDefault="00967919" w:rsidP="00586025">
      <w:r>
        <w:separator/>
      </w:r>
    </w:p>
  </w:endnote>
  <w:endnote w:type="continuationSeparator" w:id="0">
    <w:p w:rsidR="00967919" w:rsidRDefault="00967919" w:rsidP="00586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919" w:rsidRDefault="00967919" w:rsidP="00586025">
      <w:r>
        <w:separator/>
      </w:r>
    </w:p>
  </w:footnote>
  <w:footnote w:type="continuationSeparator" w:id="0">
    <w:p w:rsidR="00967919" w:rsidRDefault="00967919" w:rsidP="00586025">
      <w:r>
        <w:continuationSeparator/>
      </w:r>
    </w:p>
  </w:footnote>
  <w:footnote w:id="1">
    <w:p w:rsidR="00586025" w:rsidRPr="00A945F7" w:rsidRDefault="00586025" w:rsidP="00586025">
      <w:pPr>
        <w:pStyle w:val="Textpoznpodarou"/>
        <w:rPr>
          <w:i/>
        </w:rPr>
      </w:pPr>
      <w:r>
        <w:rPr>
          <w:rStyle w:val="Znakapoznpodarou"/>
        </w:rPr>
        <w:footnoteRef/>
      </w:r>
      <w:r>
        <w:t xml:space="preserve"> </w:t>
      </w:r>
      <w:r w:rsidRPr="00A945F7">
        <w:rPr>
          <w:i/>
          <w:sz w:val="18"/>
          <w:szCs w:val="18"/>
        </w:rPr>
        <w:t>Odpovídající zaškrtněte, případně doplňte.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ocumentProtection w:edit="forms" w:enforcement="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67919"/>
    <w:rsid w:val="00005783"/>
    <w:rsid w:val="000440EF"/>
    <w:rsid w:val="000A41FE"/>
    <w:rsid w:val="000F7C36"/>
    <w:rsid w:val="00120272"/>
    <w:rsid w:val="00226BD3"/>
    <w:rsid w:val="002A22A1"/>
    <w:rsid w:val="002F16BE"/>
    <w:rsid w:val="00313B41"/>
    <w:rsid w:val="00340048"/>
    <w:rsid w:val="00364736"/>
    <w:rsid w:val="00377CB2"/>
    <w:rsid w:val="00385D5F"/>
    <w:rsid w:val="003A7079"/>
    <w:rsid w:val="003B13D2"/>
    <w:rsid w:val="003D6812"/>
    <w:rsid w:val="00422129"/>
    <w:rsid w:val="00432697"/>
    <w:rsid w:val="004E5673"/>
    <w:rsid w:val="004E5F71"/>
    <w:rsid w:val="0058084F"/>
    <w:rsid w:val="00586025"/>
    <w:rsid w:val="005B0AB6"/>
    <w:rsid w:val="005E00B2"/>
    <w:rsid w:val="00677E9B"/>
    <w:rsid w:val="006F38C0"/>
    <w:rsid w:val="00704CC2"/>
    <w:rsid w:val="00765AF7"/>
    <w:rsid w:val="007C4778"/>
    <w:rsid w:val="007D3C89"/>
    <w:rsid w:val="009000B5"/>
    <w:rsid w:val="0090150D"/>
    <w:rsid w:val="00963B15"/>
    <w:rsid w:val="00967919"/>
    <w:rsid w:val="00974EC4"/>
    <w:rsid w:val="00B345B1"/>
    <w:rsid w:val="00B746E1"/>
    <w:rsid w:val="00E11F17"/>
    <w:rsid w:val="00E2391B"/>
    <w:rsid w:val="00EA2972"/>
    <w:rsid w:val="00EB4910"/>
    <w:rsid w:val="00EB54BA"/>
    <w:rsid w:val="00ED369B"/>
    <w:rsid w:val="00F46A0B"/>
    <w:rsid w:val="00FD3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6025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586025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6025"/>
    <w:rPr>
      <w:rFonts w:ascii="Arial" w:eastAsia="Times New Roman" w:hAnsi="Arial" w:cs="Times New Roman"/>
      <w:sz w:val="20"/>
      <w:szCs w:val="20"/>
      <w:lang w:eastAsia="ar-SA"/>
    </w:rPr>
  </w:style>
  <w:style w:type="character" w:styleId="Znakapoznpodarou">
    <w:name w:val="footnote reference"/>
    <w:uiPriority w:val="99"/>
    <w:unhideWhenUsed/>
    <w:rsid w:val="00586025"/>
    <w:rPr>
      <w:vertAlign w:val="superscript"/>
    </w:rPr>
  </w:style>
  <w:style w:type="paragraph" w:styleId="Bezmezer">
    <w:name w:val="No Spacing"/>
    <w:uiPriority w:val="1"/>
    <w:qFormat/>
    <w:rsid w:val="00ED369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D36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D369B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D369B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D36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D369B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3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369B"/>
    <w:rPr>
      <w:rFonts w:ascii="Tahoma" w:eastAsia="Times New Roman" w:hAnsi="Tahoma" w:cs="Tahoma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90150D"/>
    <w:rPr>
      <w:color w:val="808080"/>
    </w:rPr>
  </w:style>
  <w:style w:type="character" w:customStyle="1" w:styleId="Texty">
    <w:name w:val="Texty"/>
    <w:uiPriority w:val="1"/>
    <w:rsid w:val="009000B5"/>
    <w:rPr>
      <w:rFonts w:asciiTheme="minorHAnsi" w:hAnsiTheme="minorHAnsi"/>
      <w:color w:val="000000" w:themeColor="text1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ON\Downloads\Pl&#225;n%20pedagogick&#233;%20podpory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5C11130DBD1341B6B1443B85151FB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880AE-4A5F-46E2-B588-D23AD4EE6BA2}"/>
      </w:docPartPr>
      <w:docPartBody>
        <w:p w:rsidR="00000000" w:rsidRDefault="000B7AE2">
          <w:pPr>
            <w:pStyle w:val="5C11130DBD1341B6B1443B85151FBC9C"/>
          </w:pPr>
          <w:r w:rsidRPr="00422129">
            <w:rPr>
              <w:rStyle w:val="Zstupntext"/>
              <w:rFonts w:eastAsiaTheme="minorHAnsi"/>
              <w:color w:val="BFBFBF" w:themeColor="background1" w:themeShade="BF"/>
              <w:szCs w:val="24"/>
            </w:rPr>
            <w:t>Jméno a příjemní</w:t>
          </w:r>
        </w:p>
      </w:docPartBody>
    </w:docPart>
    <w:docPart>
      <w:docPartPr>
        <w:name w:val="334A47B178E64912B20E7D2F90898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48D0C-45B7-4CDF-B51D-155FA5D87C47}"/>
      </w:docPartPr>
      <w:docPartBody>
        <w:p w:rsidR="00000000" w:rsidRDefault="000B7AE2">
          <w:pPr>
            <w:pStyle w:val="334A47B178E64912B20E7D2F90898325"/>
          </w:pPr>
          <w:r w:rsidRPr="00422129">
            <w:rPr>
              <w:rStyle w:val="Zstupntext"/>
              <w:rFonts w:eastAsiaTheme="minorHAnsi"/>
              <w:color w:val="BFBFBF" w:themeColor="background1" w:themeShade="BF"/>
            </w:rPr>
            <w:t>Škola, město, ulice</w:t>
          </w:r>
        </w:p>
      </w:docPartBody>
    </w:docPart>
    <w:docPart>
      <w:docPartPr>
        <w:name w:val="0CB3CC441B6A46D08DB33E512DEC86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5D2081-B5CA-40B4-A356-52C0C8C00BC2}"/>
      </w:docPartPr>
      <w:docPartBody>
        <w:p w:rsidR="00000000" w:rsidRDefault="000B7AE2">
          <w:pPr>
            <w:pStyle w:val="0CB3CC441B6A46D08DB33E512DEC8605"/>
          </w:pPr>
          <w:r w:rsidRPr="00422129">
            <w:rPr>
              <w:rStyle w:val="Zstupntext"/>
              <w:rFonts w:eastAsiaTheme="minorHAnsi"/>
              <w:color w:val="BFBFBF" w:themeColor="background1" w:themeShade="BF"/>
            </w:rPr>
            <w:t>Ročník</w:t>
          </w:r>
        </w:p>
      </w:docPartBody>
    </w:docPart>
    <w:docPart>
      <w:docPartPr>
        <w:name w:val="308272E720D64D939F3A7CE2C205A0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5FA1E-42E0-4F94-8A76-BBAFD7015847}"/>
      </w:docPartPr>
      <w:docPartBody>
        <w:p w:rsidR="00000000" w:rsidRDefault="000B7AE2">
          <w:pPr>
            <w:pStyle w:val="308272E720D64D939F3A7CE2C205A01E"/>
          </w:pPr>
          <w:r w:rsidRPr="00422129">
            <w:rPr>
              <w:color w:val="BFBFBF" w:themeColor="background1" w:themeShade="BF"/>
            </w:rPr>
            <w:t>Zde zaznamenejte hlavní důvody, které vás vedou k rozhodnutí zpracovat u žáka PLPP.</w:t>
          </w:r>
        </w:p>
      </w:docPartBody>
    </w:docPart>
    <w:docPart>
      <w:docPartPr>
        <w:name w:val="167605C415E447C2A99E2E2657A2C4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9C975-FED7-4E94-894B-06591CFDBD02}"/>
      </w:docPartPr>
      <w:docPartBody>
        <w:p w:rsidR="00000000" w:rsidRDefault="000B7AE2">
          <w:pPr>
            <w:pStyle w:val="167605C415E447C2A99E2E2657A2C4C5"/>
          </w:pPr>
          <w:r w:rsidRPr="0090150D">
            <w:rPr>
              <w:rStyle w:val="Zstupntext"/>
              <w:rFonts w:eastAsiaTheme="minorHAnsi"/>
              <w:color w:val="BFBFBF" w:themeColor="background1" w:themeShade="BF"/>
            </w:rPr>
            <w:t>Datum vyhotovení</w:t>
          </w:r>
        </w:p>
      </w:docPartBody>
    </w:docPart>
    <w:docPart>
      <w:docPartPr>
        <w:name w:val="E3E112387C064384A16AEF923B0411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996FDC-38DD-472F-AC7B-2F82B258479E}"/>
      </w:docPartPr>
      <w:docPartBody>
        <w:p w:rsidR="00000000" w:rsidRDefault="000B7AE2">
          <w:pPr>
            <w:pStyle w:val="E3E112387C064384A16AEF923B04113E"/>
          </w:pPr>
          <w:r w:rsidRPr="0090150D">
            <w:rPr>
              <w:rStyle w:val="Zstupntext"/>
              <w:rFonts w:eastAsiaTheme="minorHAnsi"/>
              <w:color w:val="BFBFBF" w:themeColor="background1" w:themeShade="BF"/>
            </w:rPr>
            <w:t>Datum plánovaného vyhodnocení</w:t>
          </w:r>
        </w:p>
      </w:docPartBody>
    </w:docPart>
    <w:docPart>
      <w:docPartPr>
        <w:name w:val="6173E192F4064BB79F1DB32B6B0F28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32277-EFC2-4902-97D0-AB84CF71FC8C}"/>
      </w:docPartPr>
      <w:docPartBody>
        <w:p w:rsidR="00000000" w:rsidRDefault="000B7AE2">
          <w:pPr>
            <w:pStyle w:val="6173E192F4064BB79F1DB32B6B0F28B0"/>
          </w:pPr>
          <w:r w:rsidRPr="00422129">
            <w:rPr>
              <w:color w:val="BFBFBF" w:themeColor="background1" w:themeShade="BF"/>
            </w:rPr>
            <w:t xml:space="preserve">Zde vypište obtíže žáka, které vás vedly ke zpracování PLPP. Více viz závorka </w:t>
          </w:r>
          <w:r w:rsidRPr="00422129">
            <w:rPr>
              <w:color w:val="BFBFBF" w:themeColor="background1" w:themeShade="BF"/>
            </w:rPr>
            <w:t>výše.</w:t>
          </w:r>
        </w:p>
      </w:docPartBody>
    </w:docPart>
    <w:docPart>
      <w:docPartPr>
        <w:name w:val="98B279AB24CB4359AFD61C386795B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92AE8A-2E8F-4648-854D-56D978BB3E89}"/>
      </w:docPartPr>
      <w:docPartBody>
        <w:p w:rsidR="00000000" w:rsidRDefault="000B7AE2">
          <w:pPr>
            <w:pStyle w:val="98B279AB24CB4359AFD61C386795BA00"/>
          </w:pPr>
          <w:r w:rsidRPr="00422129">
            <w:rPr>
              <w:color w:val="BFBFBF" w:themeColor="background1" w:themeShade="BF"/>
            </w:rPr>
            <w:t>Zde uveďte, na základě výše uvedených faktů, jakých cílů u žáka chcete dosáhnout.</w:t>
          </w:r>
        </w:p>
      </w:docPartBody>
    </w:docPart>
    <w:docPart>
      <w:docPartPr>
        <w:name w:val="0BFBE71115B34D5386764ED110D109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60789C-FBBF-45DF-B054-59AD025D39A7}"/>
      </w:docPartPr>
      <w:docPartBody>
        <w:p w:rsidR="00000000" w:rsidRDefault="000B7AE2">
          <w:pPr>
            <w:pStyle w:val="0BFBE71115B34D5386764ED110D10988"/>
          </w:pPr>
          <w:r w:rsidRPr="0090150D">
            <w:rPr>
              <w:color w:val="BFBFBF" w:themeColor="background1" w:themeShade="BF"/>
            </w:rPr>
            <w:t>Zde uveďte metody, které budete při podpoře žáka uplatňovat, abyste dosáhli stanovených cílů.</w:t>
          </w:r>
        </w:p>
      </w:docPartBody>
    </w:docPart>
    <w:docPart>
      <w:docPartPr>
        <w:name w:val="73ECA680CA294D589126AC6151AF1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4552EC-F0DC-4C91-B16F-6973B62404CE}"/>
      </w:docPartPr>
      <w:docPartBody>
        <w:p w:rsidR="00000000" w:rsidRDefault="000B7AE2">
          <w:pPr>
            <w:pStyle w:val="73ECA680CA294D589126AC6151AF1E3B"/>
          </w:pPr>
          <w:r w:rsidRPr="0090150D">
            <w:rPr>
              <w:color w:val="BFBFBF" w:themeColor="background1" w:themeShade="BF"/>
              <w:sz w:val="24"/>
            </w:rPr>
            <w:t>Zde uveďte, jaké budete využívat změny v organizaci výuky žáka, abyste dosáhli stanovených cílů.</w:t>
          </w:r>
        </w:p>
      </w:docPartBody>
    </w:docPart>
    <w:docPart>
      <w:docPartPr>
        <w:name w:val="BC5A3AF9494F4D659AC9E3DDFE6739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3080D5-406F-4EEF-A852-0FCFBFAA8C5A}"/>
      </w:docPartPr>
      <w:docPartBody>
        <w:p w:rsidR="00000000" w:rsidRDefault="000B7AE2">
          <w:pPr>
            <w:pStyle w:val="BC5A3AF9494F4D659AC9E3DDFE6739BB"/>
          </w:pPr>
          <w:r w:rsidRPr="0090150D">
            <w:rPr>
              <w:color w:val="BFBFBF" w:themeColor="background1" w:themeShade="BF"/>
            </w:rPr>
            <w:t>Zde uveďte, jak upravíte hodnocení pokroku, aby podporovalo</w:t>
          </w:r>
          <w:r w:rsidRPr="0090150D">
            <w:rPr>
              <w:color w:val="BFBFBF" w:themeColor="background1" w:themeShade="BF"/>
            </w:rPr>
            <w:t xml:space="preserve"> a napomáhalo dosažení cílů stanovených tímto PLPP.</w:t>
          </w:r>
        </w:p>
      </w:docPartBody>
    </w:docPart>
    <w:docPart>
      <w:docPartPr>
        <w:name w:val="D460AAB09F584462968D0E9FF0C8D4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4D0CD5-CE95-4D2D-B894-A7D826AB4520}"/>
      </w:docPartPr>
      <w:docPartBody>
        <w:p w:rsidR="00000000" w:rsidRDefault="000B7AE2">
          <w:pPr>
            <w:pStyle w:val="D460AAB09F584462968D0E9FF0C8D428"/>
          </w:pPr>
          <w:r w:rsidRPr="0090150D">
            <w:rPr>
              <w:color w:val="BFBFBF" w:themeColor="background1" w:themeShade="BF"/>
            </w:rPr>
            <w:t>Zde uveďte, jaké pomůcky budete k naplnění cílů využívat.</w:t>
          </w:r>
        </w:p>
      </w:docPartBody>
    </w:docPart>
    <w:docPart>
      <w:docPartPr>
        <w:name w:val="8D577D72C03C4CF28F3EF41E915A3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5064BB-AC29-4C3F-AC18-DD2B5DCD02D5}"/>
      </w:docPartPr>
      <w:docPartBody>
        <w:p w:rsidR="00000000" w:rsidRDefault="000B7AE2">
          <w:pPr>
            <w:pStyle w:val="8D577D72C03C4CF28F3EF41E915A3328"/>
          </w:pPr>
          <w:r w:rsidRPr="0090150D">
            <w:rPr>
              <w:color w:val="BFBFBF" w:themeColor="background1" w:themeShade="BF"/>
            </w:rPr>
            <w:t>Zde uveďte, jaké požadavky máte na ostatní učitele, kteří vyučují žáka, aby bylo dosaženo stanovených cílů.</w:t>
          </w:r>
        </w:p>
      </w:docPartBody>
    </w:docPart>
    <w:docPart>
      <w:docPartPr>
        <w:name w:val="A85F5E3775F34091B080FCBA248E86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6D3255-0156-4EC5-A519-2B98352A119D}"/>
      </w:docPartPr>
      <w:docPartBody>
        <w:p w:rsidR="00000000" w:rsidRDefault="000B7AE2">
          <w:pPr>
            <w:pStyle w:val="A85F5E3775F34091B080FCBA248E8686"/>
          </w:pPr>
          <w:r w:rsidRPr="0090150D">
            <w:rPr>
              <w:color w:val="BFBFBF" w:themeColor="background1" w:themeShade="BF"/>
            </w:rPr>
            <w:t>Zde uveďte, jak bude probíhat domácí p</w:t>
          </w:r>
          <w:r w:rsidRPr="0090150D">
            <w:rPr>
              <w:color w:val="BFBFBF" w:themeColor="background1" w:themeShade="BF"/>
            </w:rPr>
            <w:t>říprava žáka, jak bude probíhat komunikace s rodinou, aby byla zajištěna realizace podpůrných opatření synergicky i v rámci domácí přípravy.</w:t>
          </w:r>
        </w:p>
      </w:docPartBody>
    </w:docPart>
    <w:docPart>
      <w:docPartPr>
        <w:name w:val="F9A0B3DC80344FEA9DF40DDCC57E45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A6D15D-C411-4535-A072-CDF17B7EB7ED}"/>
      </w:docPartPr>
      <w:docPartBody>
        <w:p w:rsidR="00000000" w:rsidRDefault="000B7AE2">
          <w:pPr>
            <w:pStyle w:val="F9A0B3DC80344FEA9DF40DDCC57E454F"/>
          </w:pPr>
          <w:r w:rsidRPr="00422129">
            <w:rPr>
              <w:rFonts w:ascii="Calibri" w:eastAsia="Calibri" w:hAnsi="Calibri"/>
              <w:color w:val="BFBFBF" w:themeColor="background1" w:themeShade="BF"/>
              <w:lang w:eastAsia="en-US"/>
            </w:rPr>
            <w:t>Zde uveďte jiná podpůrná opatření.</w:t>
          </w:r>
        </w:p>
      </w:docPartBody>
    </w:docPart>
    <w:docPart>
      <w:docPartPr>
        <w:name w:val="E17B776B008143C2B6DA5C5A90551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D663A9-F26D-4D6F-B7BD-86E8431C24BF}"/>
      </w:docPartPr>
      <w:docPartBody>
        <w:p w:rsidR="00000000" w:rsidRDefault="000B7AE2">
          <w:pPr>
            <w:pStyle w:val="E17B776B008143C2B6DA5C5A905510B0"/>
          </w:pPr>
          <w:r w:rsidRPr="000A41FE">
            <w:rPr>
              <w:color w:val="BFBFBF" w:themeColor="background1" w:themeShade="BF"/>
            </w:rPr>
            <w:t>Zde uveďte, jak se vám podařilo, s využitím stanovených kritérií, naplnit stanov</w:t>
          </w:r>
          <w:r w:rsidRPr="000A41FE">
            <w:rPr>
              <w:color w:val="BFBFBF" w:themeColor="background1" w:themeShade="BF"/>
            </w:rPr>
            <w:t>ené cíle, uveďte datum vyhodnocení.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B7AE2"/>
    <w:rsid w:val="000B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C11130DBD1341B6B1443B85151FBC9C">
    <w:name w:val="5C11130DBD1341B6B1443B85151FBC9C"/>
  </w:style>
  <w:style w:type="paragraph" w:customStyle="1" w:styleId="334A47B178E64912B20E7D2F90898325">
    <w:name w:val="334A47B178E64912B20E7D2F90898325"/>
  </w:style>
  <w:style w:type="paragraph" w:customStyle="1" w:styleId="0CB3CC441B6A46D08DB33E512DEC8605">
    <w:name w:val="0CB3CC441B6A46D08DB33E512DEC8605"/>
  </w:style>
  <w:style w:type="paragraph" w:customStyle="1" w:styleId="308272E720D64D939F3A7CE2C205A01E">
    <w:name w:val="308272E720D64D939F3A7CE2C205A01E"/>
  </w:style>
  <w:style w:type="paragraph" w:customStyle="1" w:styleId="167605C415E447C2A99E2E2657A2C4C5">
    <w:name w:val="167605C415E447C2A99E2E2657A2C4C5"/>
  </w:style>
  <w:style w:type="paragraph" w:customStyle="1" w:styleId="E3E112387C064384A16AEF923B04113E">
    <w:name w:val="E3E112387C064384A16AEF923B04113E"/>
  </w:style>
  <w:style w:type="paragraph" w:customStyle="1" w:styleId="6173E192F4064BB79F1DB32B6B0F28B0">
    <w:name w:val="6173E192F4064BB79F1DB32B6B0F28B0"/>
  </w:style>
  <w:style w:type="paragraph" w:customStyle="1" w:styleId="98B279AB24CB4359AFD61C386795BA00">
    <w:name w:val="98B279AB24CB4359AFD61C386795BA00"/>
  </w:style>
  <w:style w:type="paragraph" w:customStyle="1" w:styleId="0BFBE71115B34D5386764ED110D10988">
    <w:name w:val="0BFBE71115B34D5386764ED110D10988"/>
  </w:style>
  <w:style w:type="paragraph" w:customStyle="1" w:styleId="73ECA680CA294D589126AC6151AF1E3B">
    <w:name w:val="73ECA680CA294D589126AC6151AF1E3B"/>
  </w:style>
  <w:style w:type="paragraph" w:customStyle="1" w:styleId="BC5A3AF9494F4D659AC9E3DDFE6739BB">
    <w:name w:val="BC5A3AF9494F4D659AC9E3DDFE6739BB"/>
  </w:style>
  <w:style w:type="paragraph" w:customStyle="1" w:styleId="D460AAB09F584462968D0E9FF0C8D428">
    <w:name w:val="D460AAB09F584462968D0E9FF0C8D428"/>
  </w:style>
  <w:style w:type="paragraph" w:customStyle="1" w:styleId="8D577D72C03C4CF28F3EF41E915A3328">
    <w:name w:val="8D577D72C03C4CF28F3EF41E915A3328"/>
  </w:style>
  <w:style w:type="paragraph" w:customStyle="1" w:styleId="A85F5E3775F34091B080FCBA248E8686">
    <w:name w:val="A85F5E3775F34091B080FCBA248E8686"/>
  </w:style>
  <w:style w:type="paragraph" w:customStyle="1" w:styleId="F9A0B3DC80344FEA9DF40DDCC57E454F">
    <w:name w:val="F9A0B3DC80344FEA9DF40DDCC57E454F"/>
  </w:style>
  <w:style w:type="paragraph" w:customStyle="1" w:styleId="E17B776B008143C2B6DA5C5A905510B0">
    <w:name w:val="E17B776B008143C2B6DA5C5A905510B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Plán pedagogické podpory (1)</Template>
  <TotalTime>1</TotalTime>
  <Pages>2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1</cp:revision>
  <cp:lastPrinted>2016-01-18T07:58:00Z</cp:lastPrinted>
  <dcterms:created xsi:type="dcterms:W3CDTF">2016-05-10T09:52:00Z</dcterms:created>
  <dcterms:modified xsi:type="dcterms:W3CDTF">2016-05-10T09:53:00Z</dcterms:modified>
</cp:coreProperties>
</file>