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7E" w:rsidRDefault="00E61042" w:rsidP="00A91E94">
      <w:pPr>
        <w:rPr>
          <w:rFonts w:ascii="Times New Roman" w:hAnsi="Times New Roman"/>
        </w:rPr>
      </w:pPr>
      <w:r>
        <w:rPr>
          <w:rFonts w:ascii="Times New Roman" w:hAnsi="Times New Roman"/>
        </w:rPr>
        <w:t>Hlavní nádraží Brno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6377E">
        <w:rPr>
          <w:rFonts w:ascii="Times New Roman" w:hAnsi="Times New Roman"/>
        </w:rPr>
        <w:tab/>
        <w:t xml:space="preserve">         Psychologie v architektuře</w:t>
      </w:r>
    </w:p>
    <w:p w:rsidR="00A91E94" w:rsidRDefault="0086377E" w:rsidP="0086377E">
      <w:pPr>
        <w:ind w:left="6372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E61042">
        <w:rPr>
          <w:rFonts w:ascii="Times New Roman" w:hAnsi="Times New Roman"/>
        </w:rPr>
        <w:t>Kateřina Šprińarová</w:t>
      </w:r>
    </w:p>
    <w:p w:rsidR="00E61042" w:rsidRDefault="00C92395" w:rsidP="00A91E94">
      <w:pPr>
        <w:rPr>
          <w:rFonts w:ascii="Times New Roman" w:hAnsi="Times New Roman"/>
        </w:rPr>
      </w:pPr>
      <w:r>
        <w:rPr>
          <w:rFonts w:ascii="Times New Roman" w:hAnsi="Times New Roman"/>
        </w:rPr>
        <w:t>Nestruktu</w:t>
      </w:r>
      <w:r w:rsidR="00E61042">
        <w:rPr>
          <w:rFonts w:ascii="Times New Roman" w:hAnsi="Times New Roman"/>
        </w:rPr>
        <w:t>rované pozorování probíhalo na hl. nádraží města Brna ve středu večer, kdy nebyl příliš velký provoz. Mnoho lidí čekalo na opožděný mezistátní vlak přibližně 30 minut.</w:t>
      </w:r>
    </w:p>
    <w:p w:rsidR="00E61042" w:rsidRDefault="00E61042" w:rsidP="00A91E94">
      <w:pPr>
        <w:rPr>
          <w:rFonts w:ascii="Times New Roman" w:hAnsi="Times New Roman"/>
        </w:rPr>
      </w:pPr>
      <w:r>
        <w:rPr>
          <w:rFonts w:ascii="Times New Roman" w:hAnsi="Times New Roman"/>
        </w:rPr>
        <w:t>Lidé trávili svůj čas různě, někteří stáli na místě, jiní chodili sem a tam a jiní si krátili čas jídlem, čtením politických článků nebo literárních děl a učebnic. Hlavní motivací, pro zkoumat nádraží bylo to</w:t>
      </w:r>
      <w:bookmarkStart w:id="0" w:name="_GoBack"/>
      <w:bookmarkEnd w:id="0"/>
      <w:r>
        <w:rPr>
          <w:rFonts w:ascii="Times New Roman" w:hAnsi="Times New Roman"/>
        </w:rPr>
        <w:t>, co předcházelo samotnému pozorování. Před hlavním nádražím se popralo  a pohádalo několik velice prostě vypadajících lidí.  Všechna pozornost lidí v okruhu 50m byla obrácena jejich směrem. Když jsem k místu dorazila, byli už všichni téměř na odchodu a padali už jen silná slova.</w:t>
      </w:r>
    </w:p>
    <w:p w:rsidR="00E61042" w:rsidRDefault="00E61042" w:rsidP="00A91E94">
      <w:pPr>
        <w:rPr>
          <w:rFonts w:ascii="Times New Roman" w:hAnsi="Times New Roman"/>
        </w:rPr>
      </w:pPr>
      <w:r>
        <w:rPr>
          <w:rFonts w:ascii="Times New Roman" w:hAnsi="Times New Roman"/>
        </w:rPr>
        <w:t>Poté jsem tedy přišla</w:t>
      </w:r>
      <w:r w:rsidR="0086377E">
        <w:rPr>
          <w:rFonts w:ascii="Times New Roman" w:hAnsi="Times New Roman"/>
        </w:rPr>
        <w:t xml:space="preserve"> na samotné nádraží do prostorné haly. P</w:t>
      </w:r>
      <w:r w:rsidR="00C92395">
        <w:rPr>
          <w:rFonts w:ascii="Times New Roman" w:hAnsi="Times New Roman"/>
        </w:rPr>
        <w:t>rohlédla jsem si prostory. Jedi</w:t>
      </w:r>
      <w:r w:rsidR="0086377E">
        <w:rPr>
          <w:rFonts w:ascii="Times New Roman" w:hAnsi="Times New Roman"/>
        </w:rPr>
        <w:t xml:space="preserve">né místo, kam si mohou lidé sednout je lavička uprostřed, kolem schodů. Celkově pozornost přitahují pouze svítící tabule nad nimiž se nachází otočná tabule se specifickým mechanismem. </w:t>
      </w:r>
      <w:r w:rsidR="00C92395">
        <w:rPr>
          <w:rFonts w:ascii="Times New Roman" w:hAnsi="Times New Roman"/>
        </w:rPr>
        <w:t xml:space="preserve">Je pro něj charakteristický zvuk přeměny časů a odjezdů vlaků. </w:t>
      </w:r>
      <w:r w:rsidR="0086377E">
        <w:rPr>
          <w:rFonts w:ascii="Times New Roman" w:hAnsi="Times New Roman"/>
        </w:rPr>
        <w:t xml:space="preserve">Nádraží celkově nepůsobilo bezpečně, ani příliš čistě. Vánoční výzdoba zatím jen v náznacích. </w:t>
      </w:r>
      <w:r w:rsidR="00C92395">
        <w:rPr>
          <w:rFonts w:ascii="Times New Roman" w:hAnsi="Times New Roman"/>
        </w:rPr>
        <w:t>Další uličky vedoucí z centrální haly sloužící k nabídce tiskovin či dalších jízdních služeb jsou vítány za špatného počasí, jinak se lidé snaží stát venku, což nejde pro nekuřáky, jelikož prostor před nádražím mají vyhrazen kuřáci.</w:t>
      </w:r>
    </w:p>
    <w:p w:rsidR="0086377E" w:rsidRDefault="0086377E" w:rsidP="00C92395">
      <w:pPr>
        <w:rPr>
          <w:rFonts w:ascii="Times New Roman" w:hAnsi="Times New Roman"/>
        </w:rPr>
      </w:pPr>
      <w:r>
        <w:rPr>
          <w:rFonts w:ascii="Times New Roman" w:hAnsi="Times New Roman"/>
        </w:rPr>
        <w:t>Očekávala jsem</w:t>
      </w:r>
      <w:r w:rsidR="00C92395">
        <w:rPr>
          <w:rFonts w:ascii="Times New Roman" w:hAnsi="Times New Roman"/>
        </w:rPr>
        <w:t xml:space="preserve"> situaci, která bude klidnější, incident před nádražím, který strhnul pozornost mnoha lidí, jsem jen těžko mohla ovlivnit.  Nádraží nepůsobilo čistě ani bezpečně.</w:t>
      </w:r>
    </w:p>
    <w:p w:rsidR="0086377E" w:rsidRDefault="0086377E" w:rsidP="00A91E94">
      <w:pPr>
        <w:rPr>
          <w:rFonts w:ascii="Times New Roman" w:hAnsi="Times New Roman"/>
        </w:rPr>
      </w:pPr>
      <w:r>
        <w:rPr>
          <w:rFonts w:ascii="Times New Roman" w:hAnsi="Times New Roman"/>
        </w:rPr>
        <w:t>Jak jsem očekával</w:t>
      </w:r>
      <w:r w:rsidR="00C92395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na začátku, zvýšený pohyb osob na nádraží způsobuje zmatek a celkový neklid. Pomohla by třeba hudba? </w:t>
      </w:r>
    </w:p>
    <w:p w:rsidR="0086377E" w:rsidRPr="00E61042" w:rsidRDefault="0086377E" w:rsidP="0086377E">
      <w:pPr>
        <w:ind w:left="-426" w:firstLine="851"/>
        <w:rPr>
          <w:rFonts w:ascii="Times New Roman" w:hAnsi="Times New Roman"/>
        </w:rPr>
      </w:pPr>
      <w:r w:rsidRPr="0086377E">
        <w:rPr>
          <w:rFonts w:ascii="Times New Roman" w:hAnsi="Times New Roman"/>
        </w:rPr>
        <w:lastRenderedPageBreak/>
        <w:drawing>
          <wp:inline distT="0" distB="0" distL="0" distR="0" wp14:anchorId="4E733ED0" wp14:editId="363D9B83">
            <wp:extent cx="3649194" cy="2691008"/>
            <wp:effectExtent l="0" t="3493" r="5398" b="5397"/>
            <wp:docPr id="2" name="Picture 2" descr="BALLADINE:P201113_1951[0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ALLADINE:P201113_1951[01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49194" cy="2691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val="en-US"/>
        </w:rPr>
        <w:drawing>
          <wp:inline distT="0" distB="0" distL="0" distR="0" wp14:anchorId="7483C448" wp14:editId="7E0DFA3C">
            <wp:extent cx="4328137" cy="2595012"/>
            <wp:effectExtent l="2858" t="0" r="0" b="0"/>
            <wp:docPr id="1" name="Picture 1" descr="BALLADINE:P201113_1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BALLADINE:P201113_195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28137" cy="2595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val="en-US"/>
        </w:rPr>
        <w:drawing>
          <wp:inline distT="0" distB="0" distL="0" distR="0">
            <wp:extent cx="6175587" cy="4218827"/>
            <wp:effectExtent l="0" t="0" r="0" b="0"/>
            <wp:docPr id="3" name="Picture 3" descr="BALLADINE:P201113_1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LLADINE:P201113_195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976" cy="4219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377E" w:rsidRPr="00E61042" w:rsidSect="0086377E">
      <w:footerReference w:type="default" r:id="rId12"/>
      <w:pgSz w:w="11906" w:h="16838"/>
      <w:pgMar w:top="0" w:right="1134" w:bottom="1418" w:left="1985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77E" w:rsidRDefault="0086377E" w:rsidP="00E128DB">
      <w:r>
        <w:separator/>
      </w:r>
    </w:p>
    <w:p w:rsidR="0086377E" w:rsidRDefault="0086377E"/>
    <w:p w:rsidR="0086377E" w:rsidRDefault="0086377E"/>
  </w:endnote>
  <w:endnote w:type="continuationSeparator" w:id="0">
    <w:p w:rsidR="0086377E" w:rsidRDefault="0086377E" w:rsidP="00E128DB">
      <w:r>
        <w:continuationSeparator/>
      </w:r>
    </w:p>
    <w:p w:rsidR="0086377E" w:rsidRDefault="0086377E"/>
    <w:p w:rsidR="0086377E" w:rsidRDefault="008637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cs-CZ"/>
      </w:rPr>
      <w:id w:val="-207904506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86377E" w:rsidRPr="00034F13" w:rsidRDefault="0086377E" w:rsidP="00034F13">
        <w:pPr>
          <w:pStyle w:val="Footer"/>
          <w:jc w:val="center"/>
          <w:rPr>
            <w:rFonts w:ascii="Arial" w:eastAsiaTheme="majorEastAsia" w:hAnsi="Arial" w:cs="Arial"/>
          </w:rPr>
        </w:pPr>
        <w:r w:rsidRPr="00034F13">
          <w:rPr>
            <w:rFonts w:ascii="Arial" w:eastAsiaTheme="majorEastAsia" w:hAnsi="Arial" w:cs="Arial"/>
            <w:lang w:val="cs-CZ"/>
          </w:rPr>
          <w:t xml:space="preserve">~ </w:t>
        </w:r>
        <w:r w:rsidRPr="00034F13">
          <w:rPr>
            <w:rFonts w:ascii="Arial" w:eastAsiaTheme="minorEastAsia" w:hAnsi="Arial" w:cs="Arial"/>
          </w:rPr>
          <w:fldChar w:fldCharType="begin"/>
        </w:r>
        <w:r w:rsidRPr="00034F13">
          <w:rPr>
            <w:rFonts w:ascii="Arial" w:hAnsi="Arial" w:cs="Arial"/>
          </w:rPr>
          <w:instrText>PAGE    \* MERGEFORMAT</w:instrText>
        </w:r>
        <w:r w:rsidRPr="00034F13">
          <w:rPr>
            <w:rFonts w:ascii="Arial" w:eastAsiaTheme="minorEastAsia" w:hAnsi="Arial" w:cs="Arial"/>
          </w:rPr>
          <w:fldChar w:fldCharType="separate"/>
        </w:r>
        <w:r w:rsidR="00C92395" w:rsidRPr="00C92395">
          <w:rPr>
            <w:rFonts w:ascii="Arial" w:eastAsiaTheme="majorEastAsia" w:hAnsi="Arial" w:cs="Arial"/>
            <w:noProof/>
            <w:lang w:val="cs-CZ"/>
          </w:rPr>
          <w:t>1</w:t>
        </w:r>
        <w:r w:rsidRPr="00034F13">
          <w:rPr>
            <w:rFonts w:ascii="Arial" w:eastAsiaTheme="majorEastAsia" w:hAnsi="Arial" w:cs="Arial"/>
          </w:rPr>
          <w:fldChar w:fldCharType="end"/>
        </w:r>
        <w:r w:rsidRPr="00034F13">
          <w:rPr>
            <w:rFonts w:ascii="Arial" w:eastAsiaTheme="majorEastAsia" w:hAnsi="Arial" w:cs="Arial"/>
            <w:lang w:val="cs-CZ"/>
          </w:rPr>
          <w:t xml:space="preserve"> ~</w:t>
        </w:r>
      </w:p>
    </w:sdtContent>
  </w:sdt>
  <w:p w:rsidR="0086377E" w:rsidRDefault="0086377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77E" w:rsidRDefault="0086377E" w:rsidP="00E128DB">
      <w:r>
        <w:separator/>
      </w:r>
    </w:p>
    <w:p w:rsidR="0086377E" w:rsidRDefault="0086377E"/>
    <w:p w:rsidR="0086377E" w:rsidRDefault="0086377E"/>
  </w:footnote>
  <w:footnote w:type="continuationSeparator" w:id="0">
    <w:p w:rsidR="0086377E" w:rsidRDefault="0086377E" w:rsidP="00E128DB">
      <w:r>
        <w:continuationSeparator/>
      </w:r>
    </w:p>
    <w:p w:rsidR="0086377E" w:rsidRDefault="0086377E"/>
    <w:p w:rsidR="0086377E" w:rsidRDefault="0086377E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5D38"/>
    <w:multiLevelType w:val="multilevel"/>
    <w:tmpl w:val="9698CB18"/>
    <w:numStyleLink w:val="Styl1"/>
  </w:abstractNum>
  <w:abstractNum w:abstractNumId="1">
    <w:nsid w:val="08DF05AD"/>
    <w:multiLevelType w:val="multilevel"/>
    <w:tmpl w:val="9698CB18"/>
    <w:numStyleLink w:val="Styl1"/>
  </w:abstractNum>
  <w:abstractNum w:abstractNumId="2">
    <w:nsid w:val="0FA859FE"/>
    <w:multiLevelType w:val="multilevel"/>
    <w:tmpl w:val="9698CB18"/>
    <w:styleLink w:val="Styl1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8A61800"/>
    <w:multiLevelType w:val="hybridMultilevel"/>
    <w:tmpl w:val="D752EC28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29EE4808"/>
    <w:multiLevelType w:val="multilevel"/>
    <w:tmpl w:val="9698CB18"/>
    <w:numStyleLink w:val="Styl1"/>
  </w:abstractNum>
  <w:abstractNum w:abstractNumId="5">
    <w:nsid w:val="2DA122A1"/>
    <w:multiLevelType w:val="hybridMultilevel"/>
    <w:tmpl w:val="C2DAA5AE"/>
    <w:lvl w:ilvl="0" w:tplc="75246FF0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667B3"/>
    <w:multiLevelType w:val="multilevel"/>
    <w:tmpl w:val="653E9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EA0666"/>
    <w:multiLevelType w:val="hybridMultilevel"/>
    <w:tmpl w:val="6486F5CE"/>
    <w:lvl w:ilvl="0" w:tplc="040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408F6A8F"/>
    <w:multiLevelType w:val="multilevel"/>
    <w:tmpl w:val="9698CB18"/>
    <w:numStyleLink w:val="Styl1"/>
  </w:abstractNum>
  <w:abstractNum w:abstractNumId="9">
    <w:nsid w:val="456452B3"/>
    <w:multiLevelType w:val="hybridMultilevel"/>
    <w:tmpl w:val="FE686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CF0501"/>
    <w:multiLevelType w:val="multilevel"/>
    <w:tmpl w:val="6032F9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E273DCB"/>
    <w:multiLevelType w:val="multilevel"/>
    <w:tmpl w:val="17BE24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18684B"/>
    <w:multiLevelType w:val="multilevel"/>
    <w:tmpl w:val="9698CB18"/>
    <w:numStyleLink w:val="Styl1"/>
  </w:abstractNum>
  <w:abstractNum w:abstractNumId="13">
    <w:nsid w:val="622A25EA"/>
    <w:multiLevelType w:val="multilevel"/>
    <w:tmpl w:val="836AE3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>
    <w:nsid w:val="70D6234E"/>
    <w:multiLevelType w:val="multilevel"/>
    <w:tmpl w:val="9698CB18"/>
    <w:numStyleLink w:val="Styl1"/>
  </w:abstractNum>
  <w:abstractNum w:abstractNumId="15">
    <w:nsid w:val="781F7CAD"/>
    <w:multiLevelType w:val="hybridMultilevel"/>
    <w:tmpl w:val="A9969466"/>
    <w:lvl w:ilvl="0" w:tplc="040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1"/>
  </w:num>
  <w:num w:numId="10">
    <w:abstractNumId w:val="5"/>
  </w:num>
  <w:num w:numId="11">
    <w:abstractNumId w:val="2"/>
  </w:num>
  <w:num w:numId="12">
    <w:abstractNumId w:val="14"/>
  </w:num>
  <w:num w:numId="13">
    <w:abstractNumId w:val="6"/>
  </w:num>
  <w:num w:numId="14">
    <w:abstractNumId w:val="4"/>
  </w:num>
  <w:num w:numId="15">
    <w:abstractNumId w:val="1"/>
  </w:num>
  <w:num w:numId="16">
    <w:abstractNumId w:val="12"/>
  </w:num>
  <w:num w:numId="17">
    <w:abstractNumId w:val="0"/>
  </w:num>
  <w:num w:numId="18">
    <w:abstractNumId w:val="8"/>
    <w:lvlOverride w:ilvl="1">
      <w:lvl w:ilvl="1">
        <w:start w:val="1"/>
        <w:numFmt w:val="decimal"/>
        <w:pStyle w:val="Heading2"/>
        <w:lvlText w:val="%1.%2."/>
        <w:lvlJc w:val="left"/>
        <w:pPr>
          <w:ind w:left="567" w:hanging="20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</w:num>
  <w:num w:numId="19">
    <w:abstractNumId w:val="13"/>
  </w:num>
  <w:num w:numId="20">
    <w:abstractNumId w:val="7"/>
  </w:num>
  <w:num w:numId="21">
    <w:abstractNumId w:val="15"/>
  </w:num>
  <w:num w:numId="22">
    <w:abstractNumId w:val="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42"/>
    <w:rsid w:val="00006B1B"/>
    <w:rsid w:val="000077D5"/>
    <w:rsid w:val="0001474F"/>
    <w:rsid w:val="000169C1"/>
    <w:rsid w:val="00021E0C"/>
    <w:rsid w:val="00030812"/>
    <w:rsid w:val="000327DB"/>
    <w:rsid w:val="00034F13"/>
    <w:rsid w:val="00040D99"/>
    <w:rsid w:val="0004302A"/>
    <w:rsid w:val="000478BE"/>
    <w:rsid w:val="00050B4F"/>
    <w:rsid w:val="00051529"/>
    <w:rsid w:val="000529EE"/>
    <w:rsid w:val="0005321F"/>
    <w:rsid w:val="00060311"/>
    <w:rsid w:val="00060341"/>
    <w:rsid w:val="000646EE"/>
    <w:rsid w:val="000728B2"/>
    <w:rsid w:val="00072CFB"/>
    <w:rsid w:val="0008646F"/>
    <w:rsid w:val="000968E7"/>
    <w:rsid w:val="00096E3D"/>
    <w:rsid w:val="000A10D5"/>
    <w:rsid w:val="000B3FD8"/>
    <w:rsid w:val="000C13D4"/>
    <w:rsid w:val="000C418A"/>
    <w:rsid w:val="000C5149"/>
    <w:rsid w:val="000D1C3F"/>
    <w:rsid w:val="001032B3"/>
    <w:rsid w:val="00110955"/>
    <w:rsid w:val="00120F9A"/>
    <w:rsid w:val="00121190"/>
    <w:rsid w:val="00135BF9"/>
    <w:rsid w:val="00145BD3"/>
    <w:rsid w:val="0016777B"/>
    <w:rsid w:val="00175D85"/>
    <w:rsid w:val="001866E0"/>
    <w:rsid w:val="00193E0C"/>
    <w:rsid w:val="001E46F4"/>
    <w:rsid w:val="001F1606"/>
    <w:rsid w:val="00204934"/>
    <w:rsid w:val="00232AD7"/>
    <w:rsid w:val="00240512"/>
    <w:rsid w:val="00247230"/>
    <w:rsid w:val="00255B29"/>
    <w:rsid w:val="002578AA"/>
    <w:rsid w:val="00262B14"/>
    <w:rsid w:val="00262F42"/>
    <w:rsid w:val="002768D0"/>
    <w:rsid w:val="002831B2"/>
    <w:rsid w:val="002A134D"/>
    <w:rsid w:val="002A3632"/>
    <w:rsid w:val="002B3655"/>
    <w:rsid w:val="002B42FF"/>
    <w:rsid w:val="002C1620"/>
    <w:rsid w:val="002C1CFF"/>
    <w:rsid w:val="002C5808"/>
    <w:rsid w:val="002D2743"/>
    <w:rsid w:val="002F11CC"/>
    <w:rsid w:val="003145DB"/>
    <w:rsid w:val="00321F53"/>
    <w:rsid w:val="0033213C"/>
    <w:rsid w:val="003357B9"/>
    <w:rsid w:val="00341092"/>
    <w:rsid w:val="00361195"/>
    <w:rsid w:val="00362FCC"/>
    <w:rsid w:val="00364FF0"/>
    <w:rsid w:val="00375652"/>
    <w:rsid w:val="00380E05"/>
    <w:rsid w:val="003826CC"/>
    <w:rsid w:val="00396E7B"/>
    <w:rsid w:val="003A32E0"/>
    <w:rsid w:val="003A3EA7"/>
    <w:rsid w:val="003A67E7"/>
    <w:rsid w:val="003B3C5B"/>
    <w:rsid w:val="003C5597"/>
    <w:rsid w:val="003C5BB2"/>
    <w:rsid w:val="003D169B"/>
    <w:rsid w:val="003F1AAB"/>
    <w:rsid w:val="00424EDF"/>
    <w:rsid w:val="00426C36"/>
    <w:rsid w:val="0043538D"/>
    <w:rsid w:val="00440AEE"/>
    <w:rsid w:val="0045727A"/>
    <w:rsid w:val="004644C4"/>
    <w:rsid w:val="00474EB2"/>
    <w:rsid w:val="00493D47"/>
    <w:rsid w:val="004956C6"/>
    <w:rsid w:val="004A14F4"/>
    <w:rsid w:val="004C2F82"/>
    <w:rsid w:val="004C4315"/>
    <w:rsid w:val="004D1331"/>
    <w:rsid w:val="004E5293"/>
    <w:rsid w:val="005046B0"/>
    <w:rsid w:val="00504994"/>
    <w:rsid w:val="00515DD1"/>
    <w:rsid w:val="0051771E"/>
    <w:rsid w:val="00526669"/>
    <w:rsid w:val="00527183"/>
    <w:rsid w:val="00532697"/>
    <w:rsid w:val="00541E71"/>
    <w:rsid w:val="005422AA"/>
    <w:rsid w:val="0054379E"/>
    <w:rsid w:val="00544688"/>
    <w:rsid w:val="00556B36"/>
    <w:rsid w:val="00587943"/>
    <w:rsid w:val="00593FA9"/>
    <w:rsid w:val="005B17B9"/>
    <w:rsid w:val="005B3A7A"/>
    <w:rsid w:val="005B4D8D"/>
    <w:rsid w:val="005D1835"/>
    <w:rsid w:val="005E0ABE"/>
    <w:rsid w:val="005E48B9"/>
    <w:rsid w:val="005E7636"/>
    <w:rsid w:val="005F20C0"/>
    <w:rsid w:val="005F3534"/>
    <w:rsid w:val="005F6E03"/>
    <w:rsid w:val="00606DF0"/>
    <w:rsid w:val="0061457D"/>
    <w:rsid w:val="00615193"/>
    <w:rsid w:val="00616BED"/>
    <w:rsid w:val="00631721"/>
    <w:rsid w:val="00637EB7"/>
    <w:rsid w:val="00647A16"/>
    <w:rsid w:val="00651B26"/>
    <w:rsid w:val="00660628"/>
    <w:rsid w:val="00662199"/>
    <w:rsid w:val="006735F5"/>
    <w:rsid w:val="006807C2"/>
    <w:rsid w:val="006810EF"/>
    <w:rsid w:val="00681289"/>
    <w:rsid w:val="006815BE"/>
    <w:rsid w:val="00683F30"/>
    <w:rsid w:val="00684DFD"/>
    <w:rsid w:val="006855A1"/>
    <w:rsid w:val="00685A9D"/>
    <w:rsid w:val="00691961"/>
    <w:rsid w:val="006957CC"/>
    <w:rsid w:val="006A0F72"/>
    <w:rsid w:val="006A1111"/>
    <w:rsid w:val="006A132E"/>
    <w:rsid w:val="006A31D8"/>
    <w:rsid w:val="006A3E58"/>
    <w:rsid w:val="006A7171"/>
    <w:rsid w:val="006B63AC"/>
    <w:rsid w:val="006C18B2"/>
    <w:rsid w:val="006D15BB"/>
    <w:rsid w:val="006D241B"/>
    <w:rsid w:val="006D70F4"/>
    <w:rsid w:val="006E24A5"/>
    <w:rsid w:val="006F3DCD"/>
    <w:rsid w:val="006F7D8B"/>
    <w:rsid w:val="00710BC1"/>
    <w:rsid w:val="0071513E"/>
    <w:rsid w:val="007228DC"/>
    <w:rsid w:val="007732B7"/>
    <w:rsid w:val="0077640F"/>
    <w:rsid w:val="00784D0E"/>
    <w:rsid w:val="007878EA"/>
    <w:rsid w:val="00790138"/>
    <w:rsid w:val="00797462"/>
    <w:rsid w:val="007B4592"/>
    <w:rsid w:val="007C725A"/>
    <w:rsid w:val="007D01E3"/>
    <w:rsid w:val="007D4BC2"/>
    <w:rsid w:val="007D583A"/>
    <w:rsid w:val="007F2B0F"/>
    <w:rsid w:val="00821CD1"/>
    <w:rsid w:val="00823EFD"/>
    <w:rsid w:val="00826615"/>
    <w:rsid w:val="00826C31"/>
    <w:rsid w:val="00834AAB"/>
    <w:rsid w:val="008420D3"/>
    <w:rsid w:val="00851380"/>
    <w:rsid w:val="0086017D"/>
    <w:rsid w:val="00860515"/>
    <w:rsid w:val="00862CBB"/>
    <w:rsid w:val="0086377E"/>
    <w:rsid w:val="0087125E"/>
    <w:rsid w:val="00885C7D"/>
    <w:rsid w:val="008A7B21"/>
    <w:rsid w:val="008B0E9C"/>
    <w:rsid w:val="008C1C8D"/>
    <w:rsid w:val="008C38A5"/>
    <w:rsid w:val="008C5BAC"/>
    <w:rsid w:val="008D30B5"/>
    <w:rsid w:val="008E09DF"/>
    <w:rsid w:val="008E36AF"/>
    <w:rsid w:val="008E4847"/>
    <w:rsid w:val="008E5FB6"/>
    <w:rsid w:val="008F2143"/>
    <w:rsid w:val="008F35C0"/>
    <w:rsid w:val="008F4469"/>
    <w:rsid w:val="008F55CD"/>
    <w:rsid w:val="009079C5"/>
    <w:rsid w:val="0092586C"/>
    <w:rsid w:val="009263C7"/>
    <w:rsid w:val="009361CA"/>
    <w:rsid w:val="0094506B"/>
    <w:rsid w:val="00945A2B"/>
    <w:rsid w:val="00945DDB"/>
    <w:rsid w:val="0095200B"/>
    <w:rsid w:val="009536E1"/>
    <w:rsid w:val="00957B7B"/>
    <w:rsid w:val="00966F79"/>
    <w:rsid w:val="00967707"/>
    <w:rsid w:val="0097584C"/>
    <w:rsid w:val="009828EC"/>
    <w:rsid w:val="009A7C4B"/>
    <w:rsid w:val="009B07B3"/>
    <w:rsid w:val="009C4D5D"/>
    <w:rsid w:val="009D5867"/>
    <w:rsid w:val="009D7AC1"/>
    <w:rsid w:val="009F281E"/>
    <w:rsid w:val="009F59A1"/>
    <w:rsid w:val="00A0104C"/>
    <w:rsid w:val="00A02605"/>
    <w:rsid w:val="00A04343"/>
    <w:rsid w:val="00A103AD"/>
    <w:rsid w:val="00A135BD"/>
    <w:rsid w:val="00A20BBB"/>
    <w:rsid w:val="00A2415A"/>
    <w:rsid w:val="00A247B9"/>
    <w:rsid w:val="00A252D1"/>
    <w:rsid w:val="00A33794"/>
    <w:rsid w:val="00A4166E"/>
    <w:rsid w:val="00A46689"/>
    <w:rsid w:val="00A752FB"/>
    <w:rsid w:val="00A84C69"/>
    <w:rsid w:val="00A8597C"/>
    <w:rsid w:val="00A91B59"/>
    <w:rsid w:val="00A91E94"/>
    <w:rsid w:val="00A92EEA"/>
    <w:rsid w:val="00AA1C1E"/>
    <w:rsid w:val="00AA7B93"/>
    <w:rsid w:val="00AB70C7"/>
    <w:rsid w:val="00AC1E48"/>
    <w:rsid w:val="00AE0EBD"/>
    <w:rsid w:val="00AF5D00"/>
    <w:rsid w:val="00B15A10"/>
    <w:rsid w:val="00B17B2C"/>
    <w:rsid w:val="00B35960"/>
    <w:rsid w:val="00B4174F"/>
    <w:rsid w:val="00B551EA"/>
    <w:rsid w:val="00B6422E"/>
    <w:rsid w:val="00B73FE3"/>
    <w:rsid w:val="00B74990"/>
    <w:rsid w:val="00B81923"/>
    <w:rsid w:val="00B84FC3"/>
    <w:rsid w:val="00B87E19"/>
    <w:rsid w:val="00B909B9"/>
    <w:rsid w:val="00B93FE4"/>
    <w:rsid w:val="00BA08A5"/>
    <w:rsid w:val="00BA48EB"/>
    <w:rsid w:val="00BB1600"/>
    <w:rsid w:val="00BB546A"/>
    <w:rsid w:val="00BB571F"/>
    <w:rsid w:val="00BD181B"/>
    <w:rsid w:val="00BD7FF1"/>
    <w:rsid w:val="00BE24CA"/>
    <w:rsid w:val="00BE37E2"/>
    <w:rsid w:val="00BE50F6"/>
    <w:rsid w:val="00C01595"/>
    <w:rsid w:val="00C01EE7"/>
    <w:rsid w:val="00C0415B"/>
    <w:rsid w:val="00C2436C"/>
    <w:rsid w:val="00C30E32"/>
    <w:rsid w:val="00C33041"/>
    <w:rsid w:val="00C43302"/>
    <w:rsid w:val="00C43660"/>
    <w:rsid w:val="00C56C29"/>
    <w:rsid w:val="00C710CB"/>
    <w:rsid w:val="00C744A3"/>
    <w:rsid w:val="00C77213"/>
    <w:rsid w:val="00C8598E"/>
    <w:rsid w:val="00C8777A"/>
    <w:rsid w:val="00C92395"/>
    <w:rsid w:val="00C96C10"/>
    <w:rsid w:val="00CB7B85"/>
    <w:rsid w:val="00CB7CA6"/>
    <w:rsid w:val="00CC7F7A"/>
    <w:rsid w:val="00CD49FC"/>
    <w:rsid w:val="00CE013B"/>
    <w:rsid w:val="00CE2F9B"/>
    <w:rsid w:val="00CF2EA3"/>
    <w:rsid w:val="00D00046"/>
    <w:rsid w:val="00D053D5"/>
    <w:rsid w:val="00D1196D"/>
    <w:rsid w:val="00D13F2B"/>
    <w:rsid w:val="00D361F7"/>
    <w:rsid w:val="00D40CBC"/>
    <w:rsid w:val="00D42FEA"/>
    <w:rsid w:val="00D47A03"/>
    <w:rsid w:val="00D60E66"/>
    <w:rsid w:val="00D61B99"/>
    <w:rsid w:val="00D62037"/>
    <w:rsid w:val="00D65B84"/>
    <w:rsid w:val="00D866E0"/>
    <w:rsid w:val="00D86777"/>
    <w:rsid w:val="00D92323"/>
    <w:rsid w:val="00D971EF"/>
    <w:rsid w:val="00DB15E7"/>
    <w:rsid w:val="00DB47D9"/>
    <w:rsid w:val="00DD5A58"/>
    <w:rsid w:val="00DE5ADE"/>
    <w:rsid w:val="00DF1E8C"/>
    <w:rsid w:val="00DF2C6C"/>
    <w:rsid w:val="00E00104"/>
    <w:rsid w:val="00E0041B"/>
    <w:rsid w:val="00E029DA"/>
    <w:rsid w:val="00E128DB"/>
    <w:rsid w:val="00E140B0"/>
    <w:rsid w:val="00E14CF8"/>
    <w:rsid w:val="00E16CBE"/>
    <w:rsid w:val="00E24AFC"/>
    <w:rsid w:val="00E56E84"/>
    <w:rsid w:val="00E57AE6"/>
    <w:rsid w:val="00E61042"/>
    <w:rsid w:val="00E62139"/>
    <w:rsid w:val="00E6430B"/>
    <w:rsid w:val="00E6753E"/>
    <w:rsid w:val="00E72315"/>
    <w:rsid w:val="00E7619B"/>
    <w:rsid w:val="00E86C33"/>
    <w:rsid w:val="00E87512"/>
    <w:rsid w:val="00E940D0"/>
    <w:rsid w:val="00E95920"/>
    <w:rsid w:val="00EA3AC2"/>
    <w:rsid w:val="00EA7C8F"/>
    <w:rsid w:val="00EB0FDF"/>
    <w:rsid w:val="00EB3A5F"/>
    <w:rsid w:val="00EB6596"/>
    <w:rsid w:val="00EB6930"/>
    <w:rsid w:val="00EB7BE2"/>
    <w:rsid w:val="00EE226F"/>
    <w:rsid w:val="00F10114"/>
    <w:rsid w:val="00F1755B"/>
    <w:rsid w:val="00F22E9B"/>
    <w:rsid w:val="00F25841"/>
    <w:rsid w:val="00F318FB"/>
    <w:rsid w:val="00F45669"/>
    <w:rsid w:val="00F4576A"/>
    <w:rsid w:val="00F664DC"/>
    <w:rsid w:val="00F75AC2"/>
    <w:rsid w:val="00F75ADA"/>
    <w:rsid w:val="00F75DC9"/>
    <w:rsid w:val="00F86C94"/>
    <w:rsid w:val="00F9008C"/>
    <w:rsid w:val="00F96A16"/>
    <w:rsid w:val="00F9736D"/>
    <w:rsid w:val="00FA18AD"/>
    <w:rsid w:val="00FA7FF2"/>
    <w:rsid w:val="00FB0635"/>
    <w:rsid w:val="00FC65CE"/>
    <w:rsid w:val="00FD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8E"/>
    <w:pPr>
      <w:spacing w:before="120" w:after="120" w:line="360" w:lineRule="auto"/>
      <w:ind w:firstLine="227"/>
      <w:jc w:val="both"/>
    </w:pPr>
    <w:rPr>
      <w:rFonts w:ascii="Calibri" w:hAnsi="Calibri"/>
    </w:rPr>
  </w:style>
  <w:style w:type="paragraph" w:styleId="Heading1">
    <w:name w:val="heading 1"/>
    <w:basedOn w:val="Normal"/>
    <w:next w:val="Heading2"/>
    <w:link w:val="Heading1Char"/>
    <w:qFormat/>
    <w:rsid w:val="008E5FB6"/>
    <w:pPr>
      <w:keepNext/>
      <w:numPr>
        <w:numId w:val="18"/>
      </w:numPr>
      <w:outlineLvl w:val="0"/>
    </w:pPr>
    <w:rPr>
      <w:rFonts w:cs="Arial"/>
      <w:b/>
      <w:iCs/>
      <w:sz w:val="32"/>
    </w:rPr>
  </w:style>
  <w:style w:type="paragraph" w:styleId="Heading2">
    <w:name w:val="heading 2"/>
    <w:basedOn w:val="Heading1"/>
    <w:next w:val="Heading3"/>
    <w:link w:val="Heading2Char"/>
    <w:qFormat/>
    <w:rsid w:val="00E940D0"/>
    <w:pPr>
      <w:numPr>
        <w:ilvl w:val="1"/>
      </w:numPr>
      <w:ind w:left="624" w:hanging="397"/>
      <w:jc w:val="left"/>
      <w:outlineLvl w:val="1"/>
    </w:pPr>
    <w:rPr>
      <w:sz w:val="28"/>
      <w:szCs w:val="28"/>
    </w:rPr>
  </w:style>
  <w:style w:type="paragraph" w:styleId="Heading3">
    <w:name w:val="heading 3"/>
    <w:basedOn w:val="Heading1"/>
    <w:next w:val="Heading4"/>
    <w:link w:val="Heading3Char"/>
    <w:qFormat/>
    <w:rsid w:val="008E5FB6"/>
    <w:pPr>
      <w:numPr>
        <w:ilvl w:val="2"/>
      </w:numPr>
      <w:ind w:left="1072" w:hanging="505"/>
      <w:outlineLvl w:val="2"/>
    </w:pPr>
    <w:rPr>
      <w:sz w:val="28"/>
    </w:rPr>
  </w:style>
  <w:style w:type="paragraph" w:styleId="Heading4">
    <w:name w:val="heading 4"/>
    <w:basedOn w:val="Heading3"/>
    <w:next w:val="Normal"/>
    <w:link w:val="Heading4Char"/>
    <w:qFormat/>
    <w:rsid w:val="00C01595"/>
    <w:pPr>
      <w:numPr>
        <w:ilvl w:val="3"/>
      </w:numPr>
      <w:outlineLvl w:val="3"/>
    </w:pPr>
  </w:style>
  <w:style w:type="paragraph" w:styleId="Heading5">
    <w:name w:val="heading 5"/>
    <w:basedOn w:val="Normal"/>
    <w:next w:val="Normal"/>
    <w:link w:val="Heading5Char"/>
    <w:rsid w:val="00945DDB"/>
    <w:pPr>
      <w:keepNext/>
      <w:ind w:firstLine="708"/>
      <w:jc w:val="center"/>
      <w:outlineLvl w:val="4"/>
    </w:pPr>
    <w:rPr>
      <w:rFonts w:ascii="Times New Roman" w:hAnsi="Times New Roman"/>
      <w:b/>
      <w:caps/>
      <w:lang w:val="sk-SK"/>
    </w:rPr>
  </w:style>
  <w:style w:type="paragraph" w:styleId="Heading6">
    <w:name w:val="heading 6"/>
    <w:basedOn w:val="Normal"/>
    <w:next w:val="Normal"/>
    <w:link w:val="Heading6Char"/>
    <w:semiHidden/>
    <w:unhideWhenUsed/>
    <w:rsid w:val="002831B2"/>
    <w:pPr>
      <w:keepNext/>
      <w:keepLines/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sk-SK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831B2"/>
    <w:pPr>
      <w:keepNext/>
      <w:keepLines/>
      <w:spacing w:before="200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831B2"/>
    <w:pPr>
      <w:keepNext/>
      <w:keepLines/>
      <w:spacing w:before="20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lang w:val="sk-SK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831B2"/>
    <w:pPr>
      <w:keepNext/>
      <w:keepLines/>
      <w:spacing w:before="20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5FB6"/>
    <w:rPr>
      <w:rFonts w:cs="Arial"/>
      <w:b/>
      <w:iCs/>
      <w:sz w:val="32"/>
    </w:rPr>
  </w:style>
  <w:style w:type="character" w:customStyle="1" w:styleId="Heading2Char">
    <w:name w:val="Heading 2 Char"/>
    <w:basedOn w:val="DefaultParagraphFont"/>
    <w:link w:val="Heading2"/>
    <w:rsid w:val="00E940D0"/>
    <w:rPr>
      <w:rFonts w:ascii="Calibri" w:hAnsi="Calibri" w:cs="Arial"/>
      <w:b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E5FB6"/>
    <w:rPr>
      <w:rFonts w:cs="Arial"/>
      <w:b/>
      <w:iCs/>
      <w:sz w:val="28"/>
    </w:rPr>
  </w:style>
  <w:style w:type="character" w:customStyle="1" w:styleId="Heading4Char">
    <w:name w:val="Heading 4 Char"/>
    <w:basedOn w:val="DefaultParagraphFont"/>
    <w:link w:val="Heading4"/>
    <w:rsid w:val="00C01595"/>
    <w:rPr>
      <w:rFonts w:cs="Arial"/>
      <w:b/>
      <w:iCs/>
      <w:sz w:val="28"/>
    </w:rPr>
  </w:style>
  <w:style w:type="character" w:customStyle="1" w:styleId="Heading5Char">
    <w:name w:val="Heading 5 Char"/>
    <w:basedOn w:val="DefaultParagraphFont"/>
    <w:link w:val="Heading5"/>
    <w:rsid w:val="002831B2"/>
    <w:rPr>
      <w:b/>
      <w:caps/>
      <w:szCs w:val="24"/>
      <w:lang w:val="sk-SK"/>
    </w:rPr>
  </w:style>
  <w:style w:type="character" w:customStyle="1" w:styleId="Heading6Char">
    <w:name w:val="Heading 6 Char"/>
    <w:basedOn w:val="DefaultParagraphFont"/>
    <w:link w:val="Heading6"/>
    <w:semiHidden/>
    <w:rsid w:val="002831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sk-SK"/>
    </w:rPr>
  </w:style>
  <w:style w:type="character" w:customStyle="1" w:styleId="Heading7Char">
    <w:name w:val="Heading 7 Char"/>
    <w:basedOn w:val="DefaultParagraphFont"/>
    <w:link w:val="Heading7"/>
    <w:semiHidden/>
    <w:rsid w:val="002831B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sk-SK"/>
    </w:rPr>
  </w:style>
  <w:style w:type="character" w:customStyle="1" w:styleId="Heading8Char">
    <w:name w:val="Heading 8 Char"/>
    <w:basedOn w:val="DefaultParagraphFont"/>
    <w:link w:val="Heading8"/>
    <w:semiHidden/>
    <w:rsid w:val="002831B2"/>
    <w:rPr>
      <w:rFonts w:asciiTheme="majorHAnsi" w:eastAsiaTheme="majorEastAsia" w:hAnsiTheme="majorHAnsi" w:cstheme="majorBidi"/>
      <w:color w:val="404040" w:themeColor="text1" w:themeTint="BF"/>
      <w:lang w:val="sk-SK"/>
    </w:rPr>
  </w:style>
  <w:style w:type="character" w:customStyle="1" w:styleId="Heading9Char">
    <w:name w:val="Heading 9 Char"/>
    <w:basedOn w:val="DefaultParagraphFont"/>
    <w:link w:val="Heading9"/>
    <w:semiHidden/>
    <w:rsid w:val="002831B2"/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paragraph" w:styleId="Caption">
    <w:name w:val="caption"/>
    <w:aliases w:val="Tabulka"/>
    <w:basedOn w:val="Normal"/>
    <w:next w:val="Normal"/>
    <w:link w:val="CaptionChar"/>
    <w:unhideWhenUsed/>
    <w:qFormat/>
    <w:rsid w:val="00860515"/>
    <w:pPr>
      <w:spacing w:before="0" w:after="80"/>
      <w:jc w:val="center"/>
    </w:pPr>
    <w:rPr>
      <w:bCs/>
      <w:sz w:val="22"/>
      <w:szCs w:val="18"/>
    </w:rPr>
  </w:style>
  <w:style w:type="character" w:customStyle="1" w:styleId="CaptionChar">
    <w:name w:val="Caption Char"/>
    <w:aliases w:val="Tabulka Char"/>
    <w:link w:val="Caption"/>
    <w:rsid w:val="00860515"/>
    <w:rPr>
      <w:bCs/>
      <w:sz w:val="22"/>
      <w:szCs w:val="18"/>
    </w:rPr>
  </w:style>
  <w:style w:type="character" w:styleId="Strong">
    <w:name w:val="Strong"/>
    <w:basedOn w:val="DefaultParagraphFont"/>
    <w:uiPriority w:val="22"/>
    <w:rsid w:val="00945D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128DB"/>
    <w:pPr>
      <w:tabs>
        <w:tab w:val="center" w:pos="4536"/>
        <w:tab w:val="right" w:pos="9072"/>
      </w:tabs>
      <w:jc w:val="left"/>
    </w:pPr>
    <w:rPr>
      <w:rFonts w:ascii="Times New Roman" w:hAnsi="Times New Roman"/>
      <w:lang w:val="sk-SK"/>
    </w:rPr>
  </w:style>
  <w:style w:type="character" w:customStyle="1" w:styleId="HeaderChar">
    <w:name w:val="Header Char"/>
    <w:basedOn w:val="DefaultParagraphFont"/>
    <w:link w:val="Header"/>
    <w:uiPriority w:val="99"/>
    <w:rsid w:val="00E128DB"/>
    <w:rPr>
      <w:sz w:val="24"/>
      <w:szCs w:val="24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E128DB"/>
    <w:pPr>
      <w:tabs>
        <w:tab w:val="center" w:pos="4536"/>
        <w:tab w:val="right" w:pos="9072"/>
      </w:tabs>
      <w:jc w:val="left"/>
    </w:pPr>
    <w:rPr>
      <w:rFonts w:ascii="Times New Roman" w:hAnsi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128DB"/>
    <w:rPr>
      <w:sz w:val="24"/>
      <w:szCs w:val="24"/>
      <w:lang w:val="sk-SK"/>
    </w:rPr>
  </w:style>
  <w:style w:type="paragraph" w:customStyle="1" w:styleId="Zptenadresa">
    <w:name w:val="Zpáteční adresa"/>
    <w:basedOn w:val="Normal"/>
    <w:rsid w:val="00E128DB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8DB"/>
    <w:pPr>
      <w:jc w:val="left"/>
    </w:pPr>
    <w:rPr>
      <w:rFonts w:ascii="Tahoma" w:hAnsi="Tahoma" w:cs="Tahoma"/>
      <w:sz w:val="16"/>
      <w:szCs w:val="16"/>
      <w:lang w:val="sk-SK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DB"/>
    <w:rPr>
      <w:rFonts w:ascii="Tahoma" w:hAnsi="Tahoma" w:cs="Tahoma"/>
      <w:sz w:val="16"/>
      <w:szCs w:val="16"/>
      <w:lang w:val="sk-SK"/>
    </w:rPr>
  </w:style>
  <w:style w:type="table" w:styleId="TableGrid">
    <w:name w:val="Table Grid"/>
    <w:basedOn w:val="TableNormal"/>
    <w:rsid w:val="000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uiPriority w:val="99"/>
    <w:rsid w:val="00526669"/>
    <w:pPr>
      <w:numPr>
        <w:numId w:val="11"/>
      </w:numPr>
    </w:pPr>
  </w:style>
  <w:style w:type="paragraph" w:styleId="ListParagraph">
    <w:name w:val="List Paragraph"/>
    <w:basedOn w:val="Normal"/>
    <w:uiPriority w:val="34"/>
    <w:qFormat/>
    <w:rsid w:val="00C01595"/>
    <w:pPr>
      <w:ind w:left="720"/>
      <w:contextualSpacing/>
    </w:pPr>
  </w:style>
  <w:style w:type="character" w:styleId="Emphasis">
    <w:name w:val="Emphasis"/>
    <w:aliases w:val="Obrázky,tabulky"/>
    <w:uiPriority w:val="20"/>
    <w:rsid w:val="00C01595"/>
    <w:rPr>
      <w:rFonts w:ascii="Arial" w:hAnsi="Arial"/>
      <w:i w:val="0"/>
      <w:iCs/>
      <w:sz w:val="20"/>
    </w:rPr>
  </w:style>
  <w:style w:type="paragraph" w:styleId="NormalWeb">
    <w:name w:val="Normal (Web)"/>
    <w:basedOn w:val="Normal"/>
    <w:semiHidden/>
    <w:unhideWhenUsed/>
    <w:rsid w:val="00D62037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lang w:eastAsia="cs-CZ"/>
    </w:rPr>
  </w:style>
  <w:style w:type="paragraph" w:styleId="TOC1">
    <w:name w:val="toc 1"/>
    <w:basedOn w:val="Normal"/>
    <w:next w:val="Normal"/>
    <w:autoRedefine/>
    <w:uiPriority w:val="39"/>
    <w:unhideWhenUsed/>
    <w:rsid w:val="00784D0E"/>
    <w:pPr>
      <w:jc w:val="left"/>
    </w:pPr>
    <w:rPr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375652"/>
    <w:pPr>
      <w:spacing w:before="0" w:after="0"/>
      <w:ind w:left="240"/>
      <w:jc w:val="left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684DFD"/>
    <w:pPr>
      <w:spacing w:before="0" w:after="0"/>
      <w:ind w:left="480"/>
      <w:jc w:val="left"/>
    </w:pPr>
    <w:rPr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9079C5"/>
    <w:pPr>
      <w:spacing w:before="0" w:after="0"/>
      <w:ind w:left="720"/>
      <w:jc w:val="left"/>
    </w:pPr>
    <w:rPr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84D0E"/>
    <w:pPr>
      <w:spacing w:before="0"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84D0E"/>
    <w:pPr>
      <w:spacing w:before="0"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84D0E"/>
    <w:pPr>
      <w:spacing w:before="0"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84D0E"/>
    <w:pPr>
      <w:spacing w:before="0"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84D0E"/>
    <w:pPr>
      <w:spacing w:before="0"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008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E5ADE"/>
  </w:style>
  <w:style w:type="character" w:styleId="PageNumber">
    <w:name w:val="page number"/>
    <w:basedOn w:val="DefaultParagraphFont"/>
    <w:uiPriority w:val="99"/>
    <w:semiHidden/>
    <w:unhideWhenUsed/>
    <w:rsid w:val="00C96C10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82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6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6CC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CC"/>
    <w:rPr>
      <w:rFonts w:ascii="Calibri" w:hAnsi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826CC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8E"/>
    <w:pPr>
      <w:spacing w:before="120" w:after="120" w:line="360" w:lineRule="auto"/>
      <w:ind w:firstLine="227"/>
      <w:jc w:val="both"/>
    </w:pPr>
    <w:rPr>
      <w:rFonts w:ascii="Calibri" w:hAnsi="Calibri"/>
    </w:rPr>
  </w:style>
  <w:style w:type="paragraph" w:styleId="Heading1">
    <w:name w:val="heading 1"/>
    <w:basedOn w:val="Normal"/>
    <w:next w:val="Heading2"/>
    <w:link w:val="Heading1Char"/>
    <w:qFormat/>
    <w:rsid w:val="008E5FB6"/>
    <w:pPr>
      <w:keepNext/>
      <w:numPr>
        <w:numId w:val="18"/>
      </w:numPr>
      <w:outlineLvl w:val="0"/>
    </w:pPr>
    <w:rPr>
      <w:rFonts w:cs="Arial"/>
      <w:b/>
      <w:iCs/>
      <w:sz w:val="32"/>
    </w:rPr>
  </w:style>
  <w:style w:type="paragraph" w:styleId="Heading2">
    <w:name w:val="heading 2"/>
    <w:basedOn w:val="Heading1"/>
    <w:next w:val="Heading3"/>
    <w:link w:val="Heading2Char"/>
    <w:qFormat/>
    <w:rsid w:val="00E940D0"/>
    <w:pPr>
      <w:numPr>
        <w:ilvl w:val="1"/>
      </w:numPr>
      <w:ind w:left="624" w:hanging="397"/>
      <w:jc w:val="left"/>
      <w:outlineLvl w:val="1"/>
    </w:pPr>
    <w:rPr>
      <w:sz w:val="28"/>
      <w:szCs w:val="28"/>
    </w:rPr>
  </w:style>
  <w:style w:type="paragraph" w:styleId="Heading3">
    <w:name w:val="heading 3"/>
    <w:basedOn w:val="Heading1"/>
    <w:next w:val="Heading4"/>
    <w:link w:val="Heading3Char"/>
    <w:qFormat/>
    <w:rsid w:val="008E5FB6"/>
    <w:pPr>
      <w:numPr>
        <w:ilvl w:val="2"/>
      </w:numPr>
      <w:ind w:left="1072" w:hanging="505"/>
      <w:outlineLvl w:val="2"/>
    </w:pPr>
    <w:rPr>
      <w:sz w:val="28"/>
    </w:rPr>
  </w:style>
  <w:style w:type="paragraph" w:styleId="Heading4">
    <w:name w:val="heading 4"/>
    <w:basedOn w:val="Heading3"/>
    <w:next w:val="Normal"/>
    <w:link w:val="Heading4Char"/>
    <w:qFormat/>
    <w:rsid w:val="00C01595"/>
    <w:pPr>
      <w:numPr>
        <w:ilvl w:val="3"/>
      </w:numPr>
      <w:outlineLvl w:val="3"/>
    </w:pPr>
  </w:style>
  <w:style w:type="paragraph" w:styleId="Heading5">
    <w:name w:val="heading 5"/>
    <w:basedOn w:val="Normal"/>
    <w:next w:val="Normal"/>
    <w:link w:val="Heading5Char"/>
    <w:rsid w:val="00945DDB"/>
    <w:pPr>
      <w:keepNext/>
      <w:ind w:firstLine="708"/>
      <w:jc w:val="center"/>
      <w:outlineLvl w:val="4"/>
    </w:pPr>
    <w:rPr>
      <w:rFonts w:ascii="Times New Roman" w:hAnsi="Times New Roman"/>
      <w:b/>
      <w:caps/>
      <w:lang w:val="sk-SK"/>
    </w:rPr>
  </w:style>
  <w:style w:type="paragraph" w:styleId="Heading6">
    <w:name w:val="heading 6"/>
    <w:basedOn w:val="Normal"/>
    <w:next w:val="Normal"/>
    <w:link w:val="Heading6Char"/>
    <w:semiHidden/>
    <w:unhideWhenUsed/>
    <w:rsid w:val="002831B2"/>
    <w:pPr>
      <w:keepNext/>
      <w:keepLines/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sk-SK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831B2"/>
    <w:pPr>
      <w:keepNext/>
      <w:keepLines/>
      <w:spacing w:before="200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831B2"/>
    <w:pPr>
      <w:keepNext/>
      <w:keepLines/>
      <w:spacing w:before="20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lang w:val="sk-SK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831B2"/>
    <w:pPr>
      <w:keepNext/>
      <w:keepLines/>
      <w:spacing w:before="20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5FB6"/>
    <w:rPr>
      <w:rFonts w:cs="Arial"/>
      <w:b/>
      <w:iCs/>
      <w:sz w:val="32"/>
    </w:rPr>
  </w:style>
  <w:style w:type="character" w:customStyle="1" w:styleId="Heading2Char">
    <w:name w:val="Heading 2 Char"/>
    <w:basedOn w:val="DefaultParagraphFont"/>
    <w:link w:val="Heading2"/>
    <w:rsid w:val="00E940D0"/>
    <w:rPr>
      <w:rFonts w:ascii="Calibri" w:hAnsi="Calibri" w:cs="Arial"/>
      <w:b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E5FB6"/>
    <w:rPr>
      <w:rFonts w:cs="Arial"/>
      <w:b/>
      <w:iCs/>
      <w:sz w:val="28"/>
    </w:rPr>
  </w:style>
  <w:style w:type="character" w:customStyle="1" w:styleId="Heading4Char">
    <w:name w:val="Heading 4 Char"/>
    <w:basedOn w:val="DefaultParagraphFont"/>
    <w:link w:val="Heading4"/>
    <w:rsid w:val="00C01595"/>
    <w:rPr>
      <w:rFonts w:cs="Arial"/>
      <w:b/>
      <w:iCs/>
      <w:sz w:val="28"/>
    </w:rPr>
  </w:style>
  <w:style w:type="character" w:customStyle="1" w:styleId="Heading5Char">
    <w:name w:val="Heading 5 Char"/>
    <w:basedOn w:val="DefaultParagraphFont"/>
    <w:link w:val="Heading5"/>
    <w:rsid w:val="002831B2"/>
    <w:rPr>
      <w:b/>
      <w:caps/>
      <w:szCs w:val="24"/>
      <w:lang w:val="sk-SK"/>
    </w:rPr>
  </w:style>
  <w:style w:type="character" w:customStyle="1" w:styleId="Heading6Char">
    <w:name w:val="Heading 6 Char"/>
    <w:basedOn w:val="DefaultParagraphFont"/>
    <w:link w:val="Heading6"/>
    <w:semiHidden/>
    <w:rsid w:val="002831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sk-SK"/>
    </w:rPr>
  </w:style>
  <w:style w:type="character" w:customStyle="1" w:styleId="Heading7Char">
    <w:name w:val="Heading 7 Char"/>
    <w:basedOn w:val="DefaultParagraphFont"/>
    <w:link w:val="Heading7"/>
    <w:semiHidden/>
    <w:rsid w:val="002831B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sk-SK"/>
    </w:rPr>
  </w:style>
  <w:style w:type="character" w:customStyle="1" w:styleId="Heading8Char">
    <w:name w:val="Heading 8 Char"/>
    <w:basedOn w:val="DefaultParagraphFont"/>
    <w:link w:val="Heading8"/>
    <w:semiHidden/>
    <w:rsid w:val="002831B2"/>
    <w:rPr>
      <w:rFonts w:asciiTheme="majorHAnsi" w:eastAsiaTheme="majorEastAsia" w:hAnsiTheme="majorHAnsi" w:cstheme="majorBidi"/>
      <w:color w:val="404040" w:themeColor="text1" w:themeTint="BF"/>
      <w:lang w:val="sk-SK"/>
    </w:rPr>
  </w:style>
  <w:style w:type="character" w:customStyle="1" w:styleId="Heading9Char">
    <w:name w:val="Heading 9 Char"/>
    <w:basedOn w:val="DefaultParagraphFont"/>
    <w:link w:val="Heading9"/>
    <w:semiHidden/>
    <w:rsid w:val="002831B2"/>
    <w:rPr>
      <w:rFonts w:asciiTheme="majorHAnsi" w:eastAsiaTheme="majorEastAsia" w:hAnsiTheme="majorHAnsi" w:cstheme="majorBidi"/>
      <w:i/>
      <w:iCs/>
      <w:color w:val="404040" w:themeColor="text1" w:themeTint="BF"/>
      <w:lang w:val="sk-SK"/>
    </w:rPr>
  </w:style>
  <w:style w:type="paragraph" w:styleId="Caption">
    <w:name w:val="caption"/>
    <w:aliases w:val="Tabulka"/>
    <w:basedOn w:val="Normal"/>
    <w:next w:val="Normal"/>
    <w:link w:val="CaptionChar"/>
    <w:unhideWhenUsed/>
    <w:qFormat/>
    <w:rsid w:val="00860515"/>
    <w:pPr>
      <w:spacing w:before="0" w:after="80"/>
      <w:jc w:val="center"/>
    </w:pPr>
    <w:rPr>
      <w:bCs/>
      <w:sz w:val="22"/>
      <w:szCs w:val="18"/>
    </w:rPr>
  </w:style>
  <w:style w:type="character" w:customStyle="1" w:styleId="CaptionChar">
    <w:name w:val="Caption Char"/>
    <w:aliases w:val="Tabulka Char"/>
    <w:link w:val="Caption"/>
    <w:rsid w:val="00860515"/>
    <w:rPr>
      <w:bCs/>
      <w:sz w:val="22"/>
      <w:szCs w:val="18"/>
    </w:rPr>
  </w:style>
  <w:style w:type="character" w:styleId="Strong">
    <w:name w:val="Strong"/>
    <w:basedOn w:val="DefaultParagraphFont"/>
    <w:uiPriority w:val="22"/>
    <w:rsid w:val="00945D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128DB"/>
    <w:pPr>
      <w:tabs>
        <w:tab w:val="center" w:pos="4536"/>
        <w:tab w:val="right" w:pos="9072"/>
      </w:tabs>
      <w:jc w:val="left"/>
    </w:pPr>
    <w:rPr>
      <w:rFonts w:ascii="Times New Roman" w:hAnsi="Times New Roman"/>
      <w:lang w:val="sk-SK"/>
    </w:rPr>
  </w:style>
  <w:style w:type="character" w:customStyle="1" w:styleId="HeaderChar">
    <w:name w:val="Header Char"/>
    <w:basedOn w:val="DefaultParagraphFont"/>
    <w:link w:val="Header"/>
    <w:uiPriority w:val="99"/>
    <w:rsid w:val="00E128DB"/>
    <w:rPr>
      <w:sz w:val="24"/>
      <w:szCs w:val="24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E128DB"/>
    <w:pPr>
      <w:tabs>
        <w:tab w:val="center" w:pos="4536"/>
        <w:tab w:val="right" w:pos="9072"/>
      </w:tabs>
      <w:jc w:val="left"/>
    </w:pPr>
    <w:rPr>
      <w:rFonts w:ascii="Times New Roman" w:hAnsi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128DB"/>
    <w:rPr>
      <w:sz w:val="24"/>
      <w:szCs w:val="24"/>
      <w:lang w:val="sk-SK"/>
    </w:rPr>
  </w:style>
  <w:style w:type="paragraph" w:customStyle="1" w:styleId="Zptenadresa">
    <w:name w:val="Zpáteční adresa"/>
    <w:basedOn w:val="Normal"/>
    <w:rsid w:val="00E128DB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8DB"/>
    <w:pPr>
      <w:jc w:val="left"/>
    </w:pPr>
    <w:rPr>
      <w:rFonts w:ascii="Tahoma" w:hAnsi="Tahoma" w:cs="Tahoma"/>
      <w:sz w:val="16"/>
      <w:szCs w:val="16"/>
      <w:lang w:val="sk-SK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8DB"/>
    <w:rPr>
      <w:rFonts w:ascii="Tahoma" w:hAnsi="Tahoma" w:cs="Tahoma"/>
      <w:sz w:val="16"/>
      <w:szCs w:val="16"/>
      <w:lang w:val="sk-SK"/>
    </w:rPr>
  </w:style>
  <w:style w:type="table" w:styleId="TableGrid">
    <w:name w:val="Table Grid"/>
    <w:basedOn w:val="TableNormal"/>
    <w:rsid w:val="00072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uiPriority w:val="99"/>
    <w:rsid w:val="00526669"/>
    <w:pPr>
      <w:numPr>
        <w:numId w:val="11"/>
      </w:numPr>
    </w:pPr>
  </w:style>
  <w:style w:type="paragraph" w:styleId="ListParagraph">
    <w:name w:val="List Paragraph"/>
    <w:basedOn w:val="Normal"/>
    <w:uiPriority w:val="34"/>
    <w:qFormat/>
    <w:rsid w:val="00C01595"/>
    <w:pPr>
      <w:ind w:left="720"/>
      <w:contextualSpacing/>
    </w:pPr>
  </w:style>
  <w:style w:type="character" w:styleId="Emphasis">
    <w:name w:val="Emphasis"/>
    <w:aliases w:val="Obrázky,tabulky"/>
    <w:uiPriority w:val="20"/>
    <w:rsid w:val="00C01595"/>
    <w:rPr>
      <w:rFonts w:ascii="Arial" w:hAnsi="Arial"/>
      <w:i w:val="0"/>
      <w:iCs/>
      <w:sz w:val="20"/>
    </w:rPr>
  </w:style>
  <w:style w:type="paragraph" w:styleId="NormalWeb">
    <w:name w:val="Normal (Web)"/>
    <w:basedOn w:val="Normal"/>
    <w:semiHidden/>
    <w:unhideWhenUsed/>
    <w:rsid w:val="00D62037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lang w:eastAsia="cs-CZ"/>
    </w:rPr>
  </w:style>
  <w:style w:type="paragraph" w:styleId="TOC1">
    <w:name w:val="toc 1"/>
    <w:basedOn w:val="Normal"/>
    <w:next w:val="Normal"/>
    <w:autoRedefine/>
    <w:uiPriority w:val="39"/>
    <w:unhideWhenUsed/>
    <w:rsid w:val="00784D0E"/>
    <w:pPr>
      <w:jc w:val="left"/>
    </w:pPr>
    <w:rPr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375652"/>
    <w:pPr>
      <w:spacing w:before="0" w:after="0"/>
      <w:ind w:left="240"/>
      <w:jc w:val="left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684DFD"/>
    <w:pPr>
      <w:spacing w:before="0" w:after="0"/>
      <w:ind w:left="480"/>
      <w:jc w:val="left"/>
    </w:pPr>
    <w:rPr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9079C5"/>
    <w:pPr>
      <w:spacing w:before="0" w:after="0"/>
      <w:ind w:left="720"/>
      <w:jc w:val="left"/>
    </w:pPr>
    <w:rPr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84D0E"/>
    <w:pPr>
      <w:spacing w:before="0"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84D0E"/>
    <w:pPr>
      <w:spacing w:before="0"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84D0E"/>
    <w:pPr>
      <w:spacing w:before="0"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84D0E"/>
    <w:pPr>
      <w:spacing w:before="0"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84D0E"/>
    <w:pPr>
      <w:spacing w:before="0"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008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E5ADE"/>
  </w:style>
  <w:style w:type="character" w:styleId="PageNumber">
    <w:name w:val="page number"/>
    <w:basedOn w:val="DefaultParagraphFont"/>
    <w:uiPriority w:val="99"/>
    <w:semiHidden/>
    <w:unhideWhenUsed/>
    <w:rsid w:val="00C96C10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82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6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6CC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CC"/>
    <w:rPr>
      <w:rFonts w:ascii="Calibri" w:hAnsi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826CC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1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atka:Desktop:dokumen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F525B-9412-F746-8088-CE6344BB5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dokument.dotx</Template>
  <TotalTime>11</TotalTime>
  <Pages>2</Pages>
  <Words>256</Words>
  <Characters>1465</Characters>
  <Application>Microsoft Macintosh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CVUT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K</cp:lastModifiedBy>
  <cp:revision>1</cp:revision>
  <dcterms:created xsi:type="dcterms:W3CDTF">2013-11-25T23:11:00Z</dcterms:created>
  <dcterms:modified xsi:type="dcterms:W3CDTF">2013-11-25T23:48:00Z</dcterms:modified>
</cp:coreProperties>
</file>