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4BE52" w14:textId="77777777" w:rsidR="00F12A97" w:rsidRDefault="00F12A97" w:rsidP="00A91E94">
      <w:pPr>
        <w:rPr>
          <w:rFonts w:ascii="Times New Roman" w:hAnsi="Times New Roman"/>
        </w:rPr>
      </w:pPr>
      <w:r>
        <w:rPr>
          <w:rFonts w:ascii="Times New Roman" w:hAnsi="Times New Roman"/>
        </w:rPr>
        <w:t>Záznam z rozhovoru o pokoji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Kateřina Špriňarová</w:t>
      </w:r>
    </w:p>
    <w:p w14:paraId="349618B2" w14:textId="77777777" w:rsidR="00F12A97" w:rsidRDefault="00F12A97" w:rsidP="00F12A97">
      <w:pPr>
        <w:ind w:left="4248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PSB_230 Psychologie v architektuře </w:t>
      </w:r>
    </w:p>
    <w:p w14:paraId="7D3E3462" w14:textId="77777777" w:rsidR="00F12A97" w:rsidRDefault="00F12A97" w:rsidP="00A91E94">
      <w:pPr>
        <w:rPr>
          <w:rFonts w:ascii="Times New Roman" w:hAnsi="Times New Roman"/>
        </w:rPr>
      </w:pPr>
    </w:p>
    <w:p w14:paraId="566C9DFE" w14:textId="77777777" w:rsidR="0000138E" w:rsidRDefault="00F12A97" w:rsidP="00A91E94">
      <w:pPr>
        <w:rPr>
          <w:rFonts w:ascii="Times New Roman" w:hAnsi="Times New Roman"/>
        </w:rPr>
      </w:pPr>
      <w:r>
        <w:rPr>
          <w:rFonts w:ascii="Times New Roman" w:hAnsi="Times New Roman"/>
        </w:rPr>
        <w:t>,,Pokojíček mám se sestrou.“</w:t>
      </w:r>
      <w:bookmarkStart w:id="0" w:name="_GoBack"/>
      <w:bookmarkEnd w:id="0"/>
    </w:p>
    <w:p w14:paraId="1FF605FF" w14:textId="77777777" w:rsidR="00A91E94" w:rsidRDefault="0000138E" w:rsidP="00A91E94">
      <w:pPr>
        <w:rPr>
          <w:rFonts w:ascii="Times New Roman" w:hAnsi="Times New Roman"/>
        </w:rPr>
      </w:pPr>
      <w:r>
        <w:rPr>
          <w:rFonts w:ascii="Times New Roman" w:hAnsi="Times New Roman"/>
        </w:rPr>
        <w:t>Vybírala jsi do něj barvy?</w:t>
      </w:r>
    </w:p>
    <w:p w14:paraId="3C50D09E" w14:textId="77777777" w:rsidR="0000138E" w:rsidRDefault="0000138E" w:rsidP="00A91E94">
      <w:pPr>
        <w:rPr>
          <w:rFonts w:ascii="Times New Roman" w:hAnsi="Times New Roman"/>
        </w:rPr>
      </w:pPr>
      <w:r>
        <w:rPr>
          <w:rFonts w:ascii="Times New Roman" w:hAnsi="Times New Roman"/>
        </w:rPr>
        <w:t>,,Po</w:t>
      </w:r>
      <w:r w:rsidR="00F12A97">
        <w:rPr>
          <w:rFonts w:ascii="Times New Roman" w:hAnsi="Times New Roman"/>
        </w:rPr>
        <w:t>dílely jsme se na tom spolu. Bydlíme na stat</w:t>
      </w:r>
      <w:r>
        <w:rPr>
          <w:rFonts w:ascii="Times New Roman" w:hAnsi="Times New Roman"/>
        </w:rPr>
        <w:t>ku. Hlavní vrata jsou na obrázku nahoře. Ten dům sdílíme spolu s jednou velkou rodinou a bydlíme dole vpravo. Jde o dvoupatrový dům, ale pouze v naší části. Nahoře máme pokojíček.“</w:t>
      </w:r>
    </w:p>
    <w:p w14:paraId="03601418" w14:textId="77777777" w:rsidR="0000138E" w:rsidRDefault="0000138E" w:rsidP="00A91E9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Popiš mi, co máte dole. </w:t>
      </w:r>
    </w:p>
    <w:p w14:paraId="17EF9644" w14:textId="77777777" w:rsidR="0000138E" w:rsidRDefault="0000138E" w:rsidP="00A91E94">
      <w:pPr>
        <w:rPr>
          <w:rFonts w:ascii="Times New Roman" w:hAnsi="Times New Roman"/>
        </w:rPr>
      </w:pPr>
      <w:r>
        <w:rPr>
          <w:rFonts w:ascii="Times New Roman" w:hAnsi="Times New Roman"/>
        </w:rPr>
        <w:t>,,Tady máme kuchyň, je spojená s obývákem průhlednou přepážkou.. Je to velice prostorný, vzdušný, otevřený prostor. Obývací pokoj</w:t>
      </w:r>
      <w:r w:rsidR="00F12A97">
        <w:rPr>
          <w:rFonts w:ascii="Times New Roman" w:hAnsi="Times New Roman"/>
        </w:rPr>
        <w:t xml:space="preserve"> je pestro</w:t>
      </w:r>
      <w:r>
        <w:rPr>
          <w:rFonts w:ascii="Times New Roman" w:hAnsi="Times New Roman"/>
        </w:rPr>
        <w:t>barevný. Nemáme rády červenou, ani mamka. A ten pokoj se mění podle ročního období. Teď je populární fialová a růžová. V krbovně je skříň a krb, který se ovšem nepoužívá. Krbovna funguje spíše jako předsíň s úložným prostorem a je průchozí. Kuchyň je úzká nudlička, třetí člověk už tam překáží. Je to velice obývaný prostor, jídelní stůl využívám hlavně já. Kromě Vánoc se tam nikdy nesejdeme všichni. Je u nás ve zvyku jíst před televizí, na pohovce u konferenčního stolku.“</w:t>
      </w:r>
    </w:p>
    <w:p w14:paraId="5D64755C" w14:textId="77777777" w:rsidR="00F12A97" w:rsidRDefault="00F12A97" w:rsidP="00A91E94">
      <w:pPr>
        <w:rPr>
          <w:rFonts w:ascii="Times New Roman" w:hAnsi="Times New Roman"/>
        </w:rPr>
      </w:pPr>
    </w:p>
    <w:p w14:paraId="71F72F46" w14:textId="77777777" w:rsidR="00F12A97" w:rsidRDefault="00F12A97" w:rsidP="00A91E94">
      <w:pPr>
        <w:rPr>
          <w:rFonts w:ascii="Times New Roman" w:hAnsi="Times New Roman"/>
        </w:rPr>
      </w:pPr>
    </w:p>
    <w:p w14:paraId="32DD7D00" w14:textId="77777777" w:rsidR="00F12A97" w:rsidRDefault="00F12A97" w:rsidP="00A91E94">
      <w:pPr>
        <w:rPr>
          <w:rFonts w:ascii="Times New Roman" w:hAnsi="Times New Roman"/>
        </w:rPr>
      </w:pPr>
    </w:p>
    <w:p w14:paraId="76114A7B" w14:textId="77777777" w:rsidR="00F12A97" w:rsidRPr="0000138E" w:rsidRDefault="00F12A97" w:rsidP="00A91E94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lastRenderedPageBreak/>
        <w:drawing>
          <wp:inline distT="0" distB="0" distL="0" distR="0" wp14:anchorId="10633697" wp14:editId="4931F388">
            <wp:extent cx="5579745" cy="788289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en 1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788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A97" w:rsidRPr="0000138E" w:rsidSect="00BB546A">
      <w:footerReference w:type="default" r:id="rId10"/>
      <w:pgSz w:w="11906" w:h="16838"/>
      <w:pgMar w:top="1418" w:right="1134" w:bottom="1418" w:left="1985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87E7C9" w14:textId="77777777" w:rsidR="0000138E" w:rsidRDefault="0000138E" w:rsidP="00E128DB">
      <w:r>
        <w:separator/>
      </w:r>
    </w:p>
    <w:p w14:paraId="63D3EECC" w14:textId="77777777" w:rsidR="0000138E" w:rsidRDefault="0000138E"/>
    <w:p w14:paraId="547CEDB6" w14:textId="77777777" w:rsidR="0000138E" w:rsidRDefault="0000138E"/>
  </w:endnote>
  <w:endnote w:type="continuationSeparator" w:id="0">
    <w:p w14:paraId="532E4C80" w14:textId="77777777" w:rsidR="0000138E" w:rsidRDefault="0000138E" w:rsidP="00E128DB">
      <w:r>
        <w:continuationSeparator/>
      </w:r>
    </w:p>
    <w:p w14:paraId="3239AD2F" w14:textId="77777777" w:rsidR="0000138E" w:rsidRDefault="0000138E"/>
    <w:p w14:paraId="69B5A004" w14:textId="77777777" w:rsidR="0000138E" w:rsidRDefault="000013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cs-CZ"/>
      </w:rPr>
      <w:id w:val="-207904506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6936139" w14:textId="77777777" w:rsidR="00F4576A" w:rsidRPr="00034F13" w:rsidRDefault="00F4576A" w:rsidP="00034F13">
        <w:pPr>
          <w:pStyle w:val="Footer"/>
          <w:jc w:val="center"/>
          <w:rPr>
            <w:rFonts w:ascii="Arial" w:eastAsiaTheme="majorEastAsia" w:hAnsi="Arial" w:cs="Arial"/>
          </w:rPr>
        </w:pPr>
        <w:r w:rsidRPr="00034F13">
          <w:rPr>
            <w:rFonts w:ascii="Arial" w:eastAsiaTheme="majorEastAsia" w:hAnsi="Arial" w:cs="Arial"/>
            <w:lang w:val="cs-CZ"/>
          </w:rPr>
          <w:t xml:space="preserve">~ </w:t>
        </w:r>
        <w:r w:rsidRPr="00034F13">
          <w:rPr>
            <w:rFonts w:ascii="Arial" w:eastAsiaTheme="minorEastAsia" w:hAnsi="Arial" w:cs="Arial"/>
          </w:rPr>
          <w:fldChar w:fldCharType="begin"/>
        </w:r>
        <w:r w:rsidRPr="00034F13">
          <w:rPr>
            <w:rFonts w:ascii="Arial" w:hAnsi="Arial" w:cs="Arial"/>
          </w:rPr>
          <w:instrText>PAGE    \* MERGEFORMAT</w:instrText>
        </w:r>
        <w:r w:rsidRPr="00034F13">
          <w:rPr>
            <w:rFonts w:ascii="Arial" w:eastAsiaTheme="minorEastAsia" w:hAnsi="Arial" w:cs="Arial"/>
          </w:rPr>
          <w:fldChar w:fldCharType="separate"/>
        </w:r>
        <w:r w:rsidR="00F12A97" w:rsidRPr="00F12A97">
          <w:rPr>
            <w:rFonts w:ascii="Arial" w:eastAsiaTheme="majorEastAsia" w:hAnsi="Arial" w:cs="Arial"/>
            <w:noProof/>
            <w:lang w:val="cs-CZ"/>
          </w:rPr>
          <w:t>1</w:t>
        </w:r>
        <w:r w:rsidRPr="00034F13">
          <w:rPr>
            <w:rFonts w:ascii="Arial" w:eastAsiaTheme="majorEastAsia" w:hAnsi="Arial" w:cs="Arial"/>
          </w:rPr>
          <w:fldChar w:fldCharType="end"/>
        </w:r>
        <w:r w:rsidRPr="00034F13">
          <w:rPr>
            <w:rFonts w:ascii="Arial" w:eastAsiaTheme="majorEastAsia" w:hAnsi="Arial" w:cs="Arial"/>
            <w:lang w:val="cs-CZ"/>
          </w:rPr>
          <w:t xml:space="preserve"> ~</w:t>
        </w:r>
      </w:p>
    </w:sdtContent>
  </w:sdt>
  <w:p w14:paraId="3F05C06B" w14:textId="77777777" w:rsidR="00F4576A" w:rsidRDefault="00F4576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8767C" w14:textId="77777777" w:rsidR="0000138E" w:rsidRDefault="0000138E" w:rsidP="00E128DB">
      <w:r>
        <w:separator/>
      </w:r>
    </w:p>
    <w:p w14:paraId="08C630DE" w14:textId="77777777" w:rsidR="0000138E" w:rsidRDefault="0000138E"/>
    <w:p w14:paraId="364D6281" w14:textId="77777777" w:rsidR="0000138E" w:rsidRDefault="0000138E"/>
  </w:footnote>
  <w:footnote w:type="continuationSeparator" w:id="0">
    <w:p w14:paraId="1FB9E834" w14:textId="77777777" w:rsidR="0000138E" w:rsidRDefault="0000138E" w:rsidP="00E128DB">
      <w:r>
        <w:continuationSeparator/>
      </w:r>
    </w:p>
    <w:p w14:paraId="3A0DC505" w14:textId="77777777" w:rsidR="0000138E" w:rsidRDefault="0000138E"/>
    <w:p w14:paraId="3D4C1826" w14:textId="77777777" w:rsidR="0000138E" w:rsidRDefault="0000138E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5D38"/>
    <w:multiLevelType w:val="multilevel"/>
    <w:tmpl w:val="9698CB18"/>
    <w:numStyleLink w:val="Styl1"/>
  </w:abstractNum>
  <w:abstractNum w:abstractNumId="1">
    <w:nsid w:val="08DF05AD"/>
    <w:multiLevelType w:val="multilevel"/>
    <w:tmpl w:val="9698CB18"/>
    <w:numStyleLink w:val="Styl1"/>
  </w:abstractNum>
  <w:abstractNum w:abstractNumId="2">
    <w:nsid w:val="0FA859FE"/>
    <w:multiLevelType w:val="multilevel"/>
    <w:tmpl w:val="9698CB18"/>
    <w:styleLink w:val="Styl1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8A61800"/>
    <w:multiLevelType w:val="hybridMultilevel"/>
    <w:tmpl w:val="D752EC28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29EE4808"/>
    <w:multiLevelType w:val="multilevel"/>
    <w:tmpl w:val="9698CB18"/>
    <w:numStyleLink w:val="Styl1"/>
  </w:abstractNum>
  <w:abstractNum w:abstractNumId="5">
    <w:nsid w:val="2DA122A1"/>
    <w:multiLevelType w:val="hybridMultilevel"/>
    <w:tmpl w:val="C2DAA5AE"/>
    <w:lvl w:ilvl="0" w:tplc="75246FF0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667B3"/>
    <w:multiLevelType w:val="multilevel"/>
    <w:tmpl w:val="653E9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5EA0666"/>
    <w:multiLevelType w:val="hybridMultilevel"/>
    <w:tmpl w:val="6486F5CE"/>
    <w:lvl w:ilvl="0" w:tplc="040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408F6A8F"/>
    <w:multiLevelType w:val="multilevel"/>
    <w:tmpl w:val="9698CB18"/>
    <w:numStyleLink w:val="Styl1"/>
  </w:abstractNum>
  <w:abstractNum w:abstractNumId="9">
    <w:nsid w:val="456452B3"/>
    <w:multiLevelType w:val="hybridMultilevel"/>
    <w:tmpl w:val="FE6866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CF0501"/>
    <w:multiLevelType w:val="multilevel"/>
    <w:tmpl w:val="6032F9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E273DCB"/>
    <w:multiLevelType w:val="multilevel"/>
    <w:tmpl w:val="17BE24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F18684B"/>
    <w:multiLevelType w:val="multilevel"/>
    <w:tmpl w:val="9698CB18"/>
    <w:numStyleLink w:val="Styl1"/>
  </w:abstractNum>
  <w:abstractNum w:abstractNumId="13">
    <w:nsid w:val="622A25EA"/>
    <w:multiLevelType w:val="multilevel"/>
    <w:tmpl w:val="836AE3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>
    <w:nsid w:val="70D6234E"/>
    <w:multiLevelType w:val="multilevel"/>
    <w:tmpl w:val="9698CB18"/>
    <w:numStyleLink w:val="Styl1"/>
  </w:abstractNum>
  <w:abstractNum w:abstractNumId="15">
    <w:nsid w:val="781F7CAD"/>
    <w:multiLevelType w:val="hybridMultilevel"/>
    <w:tmpl w:val="A9969466"/>
    <w:lvl w:ilvl="0" w:tplc="040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1"/>
  </w:num>
  <w:num w:numId="10">
    <w:abstractNumId w:val="5"/>
  </w:num>
  <w:num w:numId="11">
    <w:abstractNumId w:val="2"/>
  </w:num>
  <w:num w:numId="12">
    <w:abstractNumId w:val="14"/>
  </w:num>
  <w:num w:numId="13">
    <w:abstractNumId w:val="6"/>
  </w:num>
  <w:num w:numId="14">
    <w:abstractNumId w:val="4"/>
  </w:num>
  <w:num w:numId="15">
    <w:abstractNumId w:val="1"/>
  </w:num>
  <w:num w:numId="16">
    <w:abstractNumId w:val="12"/>
  </w:num>
  <w:num w:numId="17">
    <w:abstractNumId w:val="0"/>
  </w:num>
  <w:num w:numId="18">
    <w:abstractNumId w:val="8"/>
    <w:lvlOverride w:ilvl="1">
      <w:lvl w:ilvl="1">
        <w:start w:val="1"/>
        <w:numFmt w:val="decimal"/>
        <w:pStyle w:val="Heading2"/>
        <w:lvlText w:val="%1.%2."/>
        <w:lvlJc w:val="left"/>
        <w:pPr>
          <w:ind w:left="567" w:hanging="20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</w:num>
  <w:num w:numId="19">
    <w:abstractNumId w:val="13"/>
  </w:num>
  <w:num w:numId="20">
    <w:abstractNumId w:val="7"/>
  </w:num>
  <w:num w:numId="21">
    <w:abstractNumId w:val="15"/>
  </w:num>
  <w:num w:numId="22">
    <w:abstractNumId w:val="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38E"/>
    <w:rsid w:val="0000138E"/>
    <w:rsid w:val="00006B1B"/>
    <w:rsid w:val="000077D5"/>
    <w:rsid w:val="0001474F"/>
    <w:rsid w:val="000169C1"/>
    <w:rsid w:val="00021E0C"/>
    <w:rsid w:val="00030812"/>
    <w:rsid w:val="000327DB"/>
    <w:rsid w:val="00034F13"/>
    <w:rsid w:val="00040D99"/>
    <w:rsid w:val="0004302A"/>
    <w:rsid w:val="000478BE"/>
    <w:rsid w:val="00050B4F"/>
    <w:rsid w:val="00051529"/>
    <w:rsid w:val="000529EE"/>
    <w:rsid w:val="0005321F"/>
    <w:rsid w:val="00060311"/>
    <w:rsid w:val="00060341"/>
    <w:rsid w:val="000646EE"/>
    <w:rsid w:val="000728B2"/>
    <w:rsid w:val="00072CFB"/>
    <w:rsid w:val="0008646F"/>
    <w:rsid w:val="000968E7"/>
    <w:rsid w:val="00096E3D"/>
    <w:rsid w:val="000A10D5"/>
    <w:rsid w:val="000B3FD8"/>
    <w:rsid w:val="000C13D4"/>
    <w:rsid w:val="000C418A"/>
    <w:rsid w:val="000C5149"/>
    <w:rsid w:val="000D1C3F"/>
    <w:rsid w:val="001032B3"/>
    <w:rsid w:val="00110955"/>
    <w:rsid w:val="00120F9A"/>
    <w:rsid w:val="00121190"/>
    <w:rsid w:val="00135BF9"/>
    <w:rsid w:val="00145BD3"/>
    <w:rsid w:val="0016777B"/>
    <w:rsid w:val="00175D85"/>
    <w:rsid w:val="001866E0"/>
    <w:rsid w:val="00193E0C"/>
    <w:rsid w:val="001E46F4"/>
    <w:rsid w:val="001F1606"/>
    <w:rsid w:val="00204934"/>
    <w:rsid w:val="00232AD7"/>
    <w:rsid w:val="00240512"/>
    <w:rsid w:val="00247230"/>
    <w:rsid w:val="00255B29"/>
    <w:rsid w:val="002578AA"/>
    <w:rsid w:val="00262B14"/>
    <w:rsid w:val="00262F42"/>
    <w:rsid w:val="002768D0"/>
    <w:rsid w:val="002831B2"/>
    <w:rsid w:val="002A134D"/>
    <w:rsid w:val="002A3632"/>
    <w:rsid w:val="002B3655"/>
    <w:rsid w:val="002B42FF"/>
    <w:rsid w:val="002C1620"/>
    <w:rsid w:val="002C1CFF"/>
    <w:rsid w:val="002C5808"/>
    <w:rsid w:val="002D2743"/>
    <w:rsid w:val="002F11CC"/>
    <w:rsid w:val="003145DB"/>
    <w:rsid w:val="00321F53"/>
    <w:rsid w:val="0033213C"/>
    <w:rsid w:val="003357B9"/>
    <w:rsid w:val="00341092"/>
    <w:rsid w:val="00361195"/>
    <w:rsid w:val="00362FCC"/>
    <w:rsid w:val="00364FF0"/>
    <w:rsid w:val="00375652"/>
    <w:rsid w:val="00380E05"/>
    <w:rsid w:val="003826CC"/>
    <w:rsid w:val="00396E7B"/>
    <w:rsid w:val="003A32E0"/>
    <w:rsid w:val="003A3EA7"/>
    <w:rsid w:val="003A67E7"/>
    <w:rsid w:val="003B3C5B"/>
    <w:rsid w:val="003C5597"/>
    <w:rsid w:val="003C5BB2"/>
    <w:rsid w:val="003D169B"/>
    <w:rsid w:val="003F1AAB"/>
    <w:rsid w:val="00424EDF"/>
    <w:rsid w:val="00426C36"/>
    <w:rsid w:val="0043538D"/>
    <w:rsid w:val="00440AEE"/>
    <w:rsid w:val="0045727A"/>
    <w:rsid w:val="004644C4"/>
    <w:rsid w:val="00474EB2"/>
    <w:rsid w:val="00493D47"/>
    <w:rsid w:val="004956C6"/>
    <w:rsid w:val="004A14F4"/>
    <w:rsid w:val="004C2F82"/>
    <w:rsid w:val="004C4315"/>
    <w:rsid w:val="004D1331"/>
    <w:rsid w:val="004E5293"/>
    <w:rsid w:val="005046B0"/>
    <w:rsid w:val="00504994"/>
    <w:rsid w:val="00515DD1"/>
    <w:rsid w:val="0051771E"/>
    <w:rsid w:val="00526669"/>
    <w:rsid w:val="00527183"/>
    <w:rsid w:val="00532697"/>
    <w:rsid w:val="00541E71"/>
    <w:rsid w:val="005422AA"/>
    <w:rsid w:val="0054379E"/>
    <w:rsid w:val="00544688"/>
    <w:rsid w:val="00556B36"/>
    <w:rsid w:val="00587943"/>
    <w:rsid w:val="00593FA9"/>
    <w:rsid w:val="005B17B9"/>
    <w:rsid w:val="005B3A7A"/>
    <w:rsid w:val="005B4D8D"/>
    <w:rsid w:val="005D1835"/>
    <w:rsid w:val="005E0ABE"/>
    <w:rsid w:val="005E48B9"/>
    <w:rsid w:val="005E7636"/>
    <w:rsid w:val="005F20C0"/>
    <w:rsid w:val="005F3534"/>
    <w:rsid w:val="005F6E03"/>
    <w:rsid w:val="00606DF0"/>
    <w:rsid w:val="0061457D"/>
    <w:rsid w:val="00615193"/>
    <w:rsid w:val="00616BED"/>
    <w:rsid w:val="00631721"/>
    <w:rsid w:val="00637EB7"/>
    <w:rsid w:val="00647A16"/>
    <w:rsid w:val="00651B26"/>
    <w:rsid w:val="00660628"/>
    <w:rsid w:val="00662199"/>
    <w:rsid w:val="006735F5"/>
    <w:rsid w:val="006807C2"/>
    <w:rsid w:val="006810EF"/>
    <w:rsid w:val="00681289"/>
    <w:rsid w:val="006815BE"/>
    <w:rsid w:val="00683F30"/>
    <w:rsid w:val="00684DFD"/>
    <w:rsid w:val="006855A1"/>
    <w:rsid w:val="00685A9D"/>
    <w:rsid w:val="00691961"/>
    <w:rsid w:val="006957CC"/>
    <w:rsid w:val="006A0F72"/>
    <w:rsid w:val="006A1111"/>
    <w:rsid w:val="006A132E"/>
    <w:rsid w:val="006A31D8"/>
    <w:rsid w:val="006A3E58"/>
    <w:rsid w:val="006A7171"/>
    <w:rsid w:val="006B63AC"/>
    <w:rsid w:val="006C18B2"/>
    <w:rsid w:val="006D15BB"/>
    <w:rsid w:val="006D241B"/>
    <w:rsid w:val="006D70F4"/>
    <w:rsid w:val="006E24A5"/>
    <w:rsid w:val="006F3DCD"/>
    <w:rsid w:val="006F7D8B"/>
    <w:rsid w:val="00710BC1"/>
    <w:rsid w:val="0071513E"/>
    <w:rsid w:val="007228DC"/>
    <w:rsid w:val="007732B7"/>
    <w:rsid w:val="0077640F"/>
    <w:rsid w:val="00784D0E"/>
    <w:rsid w:val="007878EA"/>
    <w:rsid w:val="00790138"/>
    <w:rsid w:val="00797462"/>
    <w:rsid w:val="007B4592"/>
    <w:rsid w:val="007C725A"/>
    <w:rsid w:val="007D01E3"/>
    <w:rsid w:val="007D4BC2"/>
    <w:rsid w:val="007D583A"/>
    <w:rsid w:val="007F2B0F"/>
    <w:rsid w:val="00821CD1"/>
    <w:rsid w:val="00823EFD"/>
    <w:rsid w:val="00826615"/>
    <w:rsid w:val="00826C31"/>
    <w:rsid w:val="00834AAB"/>
    <w:rsid w:val="008420D3"/>
    <w:rsid w:val="00851380"/>
    <w:rsid w:val="0086017D"/>
    <w:rsid w:val="00860515"/>
    <w:rsid w:val="00862CBB"/>
    <w:rsid w:val="0087125E"/>
    <w:rsid w:val="00885C7D"/>
    <w:rsid w:val="008A7B21"/>
    <w:rsid w:val="008B0E9C"/>
    <w:rsid w:val="008C1C8D"/>
    <w:rsid w:val="008C38A5"/>
    <w:rsid w:val="008C5BAC"/>
    <w:rsid w:val="008D30B5"/>
    <w:rsid w:val="008E09DF"/>
    <w:rsid w:val="008E36AF"/>
    <w:rsid w:val="008E4847"/>
    <w:rsid w:val="008E5FB6"/>
    <w:rsid w:val="008F2143"/>
    <w:rsid w:val="008F35C0"/>
    <w:rsid w:val="008F4469"/>
    <w:rsid w:val="008F55CD"/>
    <w:rsid w:val="009079C5"/>
    <w:rsid w:val="0092586C"/>
    <w:rsid w:val="009263C7"/>
    <w:rsid w:val="009361CA"/>
    <w:rsid w:val="0094506B"/>
    <w:rsid w:val="00945A2B"/>
    <w:rsid w:val="00945DDB"/>
    <w:rsid w:val="0095200B"/>
    <w:rsid w:val="009536E1"/>
    <w:rsid w:val="00957B7B"/>
    <w:rsid w:val="00966F79"/>
    <w:rsid w:val="00967707"/>
    <w:rsid w:val="0097584C"/>
    <w:rsid w:val="009828EC"/>
    <w:rsid w:val="009A7C4B"/>
    <w:rsid w:val="009B07B3"/>
    <w:rsid w:val="009C4D5D"/>
    <w:rsid w:val="009D5867"/>
    <w:rsid w:val="009D7AC1"/>
    <w:rsid w:val="009F281E"/>
    <w:rsid w:val="009F59A1"/>
    <w:rsid w:val="00A0104C"/>
    <w:rsid w:val="00A02605"/>
    <w:rsid w:val="00A04343"/>
    <w:rsid w:val="00A103AD"/>
    <w:rsid w:val="00A135BD"/>
    <w:rsid w:val="00A20BBB"/>
    <w:rsid w:val="00A2415A"/>
    <w:rsid w:val="00A247B9"/>
    <w:rsid w:val="00A252D1"/>
    <w:rsid w:val="00A33794"/>
    <w:rsid w:val="00A4166E"/>
    <w:rsid w:val="00A46689"/>
    <w:rsid w:val="00A752FB"/>
    <w:rsid w:val="00A84C69"/>
    <w:rsid w:val="00A8597C"/>
    <w:rsid w:val="00A91B59"/>
    <w:rsid w:val="00A91E94"/>
    <w:rsid w:val="00A92EEA"/>
    <w:rsid w:val="00AA1C1E"/>
    <w:rsid w:val="00AA7B93"/>
    <w:rsid w:val="00AB70C7"/>
    <w:rsid w:val="00AC1E48"/>
    <w:rsid w:val="00AE0EBD"/>
    <w:rsid w:val="00AF5D00"/>
    <w:rsid w:val="00B15A10"/>
    <w:rsid w:val="00B17B2C"/>
    <w:rsid w:val="00B35960"/>
    <w:rsid w:val="00B4174F"/>
    <w:rsid w:val="00B551EA"/>
    <w:rsid w:val="00B6422E"/>
    <w:rsid w:val="00B73FE3"/>
    <w:rsid w:val="00B74990"/>
    <w:rsid w:val="00B81923"/>
    <w:rsid w:val="00B84FC3"/>
    <w:rsid w:val="00B87E19"/>
    <w:rsid w:val="00B909B9"/>
    <w:rsid w:val="00B93FE4"/>
    <w:rsid w:val="00BA08A5"/>
    <w:rsid w:val="00BA48EB"/>
    <w:rsid w:val="00BB1600"/>
    <w:rsid w:val="00BB546A"/>
    <w:rsid w:val="00BB571F"/>
    <w:rsid w:val="00BD181B"/>
    <w:rsid w:val="00BD7FF1"/>
    <w:rsid w:val="00BE24CA"/>
    <w:rsid w:val="00BE37E2"/>
    <w:rsid w:val="00BE50F6"/>
    <w:rsid w:val="00C01595"/>
    <w:rsid w:val="00C01EE7"/>
    <w:rsid w:val="00C0415B"/>
    <w:rsid w:val="00C2436C"/>
    <w:rsid w:val="00C30E32"/>
    <w:rsid w:val="00C33041"/>
    <w:rsid w:val="00C43302"/>
    <w:rsid w:val="00C43660"/>
    <w:rsid w:val="00C56C29"/>
    <w:rsid w:val="00C710CB"/>
    <w:rsid w:val="00C744A3"/>
    <w:rsid w:val="00C77213"/>
    <w:rsid w:val="00C8598E"/>
    <w:rsid w:val="00C8777A"/>
    <w:rsid w:val="00C96C10"/>
    <w:rsid w:val="00CB7B85"/>
    <w:rsid w:val="00CB7CA6"/>
    <w:rsid w:val="00CC7F7A"/>
    <w:rsid w:val="00CD49FC"/>
    <w:rsid w:val="00CE013B"/>
    <w:rsid w:val="00CE2F9B"/>
    <w:rsid w:val="00CF2EA3"/>
    <w:rsid w:val="00D00046"/>
    <w:rsid w:val="00D053D5"/>
    <w:rsid w:val="00D1196D"/>
    <w:rsid w:val="00D13F2B"/>
    <w:rsid w:val="00D361F7"/>
    <w:rsid w:val="00D40CBC"/>
    <w:rsid w:val="00D42FEA"/>
    <w:rsid w:val="00D47A03"/>
    <w:rsid w:val="00D60E66"/>
    <w:rsid w:val="00D61B99"/>
    <w:rsid w:val="00D62037"/>
    <w:rsid w:val="00D65B84"/>
    <w:rsid w:val="00D866E0"/>
    <w:rsid w:val="00D86777"/>
    <w:rsid w:val="00D92323"/>
    <w:rsid w:val="00D971EF"/>
    <w:rsid w:val="00DB15E7"/>
    <w:rsid w:val="00DB47D9"/>
    <w:rsid w:val="00DD5A58"/>
    <w:rsid w:val="00DE5ADE"/>
    <w:rsid w:val="00DF1E8C"/>
    <w:rsid w:val="00DF2C6C"/>
    <w:rsid w:val="00E00104"/>
    <w:rsid w:val="00E0041B"/>
    <w:rsid w:val="00E029DA"/>
    <w:rsid w:val="00E128DB"/>
    <w:rsid w:val="00E140B0"/>
    <w:rsid w:val="00E14CF8"/>
    <w:rsid w:val="00E16CBE"/>
    <w:rsid w:val="00E24AFC"/>
    <w:rsid w:val="00E56E84"/>
    <w:rsid w:val="00E57AE6"/>
    <w:rsid w:val="00E62139"/>
    <w:rsid w:val="00E6430B"/>
    <w:rsid w:val="00E6753E"/>
    <w:rsid w:val="00E72315"/>
    <w:rsid w:val="00E7619B"/>
    <w:rsid w:val="00E86C33"/>
    <w:rsid w:val="00E87512"/>
    <w:rsid w:val="00E940D0"/>
    <w:rsid w:val="00E95920"/>
    <w:rsid w:val="00EA3AC2"/>
    <w:rsid w:val="00EA7C8F"/>
    <w:rsid w:val="00EB0FDF"/>
    <w:rsid w:val="00EB3A5F"/>
    <w:rsid w:val="00EB6596"/>
    <w:rsid w:val="00EB6930"/>
    <w:rsid w:val="00EB7BE2"/>
    <w:rsid w:val="00EE226F"/>
    <w:rsid w:val="00F10114"/>
    <w:rsid w:val="00F12A97"/>
    <w:rsid w:val="00F1755B"/>
    <w:rsid w:val="00F22E9B"/>
    <w:rsid w:val="00F25841"/>
    <w:rsid w:val="00F318FB"/>
    <w:rsid w:val="00F45669"/>
    <w:rsid w:val="00F4576A"/>
    <w:rsid w:val="00F664DC"/>
    <w:rsid w:val="00F75AC2"/>
    <w:rsid w:val="00F75ADA"/>
    <w:rsid w:val="00F75DC9"/>
    <w:rsid w:val="00F86C94"/>
    <w:rsid w:val="00F9008C"/>
    <w:rsid w:val="00F96A16"/>
    <w:rsid w:val="00F9736D"/>
    <w:rsid w:val="00FA18AD"/>
    <w:rsid w:val="00FA7FF2"/>
    <w:rsid w:val="00FB0635"/>
    <w:rsid w:val="00FC65CE"/>
    <w:rsid w:val="00FD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A472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Strong" w:semiHidden="0" w:uiPriority="22" w:unhideWhenUsed="0"/>
    <w:lsdException w:name="Emphasis" w:semiHidden="0" w:uiPriority="20" w:unhideWhenUsed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8E"/>
    <w:pPr>
      <w:spacing w:before="120" w:after="120" w:line="360" w:lineRule="auto"/>
      <w:ind w:firstLine="227"/>
      <w:jc w:val="both"/>
    </w:pPr>
    <w:rPr>
      <w:rFonts w:ascii="Calibri" w:hAnsi="Calibri"/>
    </w:rPr>
  </w:style>
  <w:style w:type="paragraph" w:styleId="Heading1">
    <w:name w:val="heading 1"/>
    <w:basedOn w:val="Normal"/>
    <w:next w:val="Heading2"/>
    <w:link w:val="Heading1Char"/>
    <w:qFormat/>
    <w:rsid w:val="008E5FB6"/>
    <w:pPr>
      <w:keepNext/>
      <w:numPr>
        <w:numId w:val="18"/>
      </w:numPr>
      <w:outlineLvl w:val="0"/>
    </w:pPr>
    <w:rPr>
      <w:rFonts w:cs="Arial"/>
      <w:b/>
      <w:iCs/>
      <w:sz w:val="32"/>
    </w:rPr>
  </w:style>
  <w:style w:type="paragraph" w:styleId="Heading2">
    <w:name w:val="heading 2"/>
    <w:basedOn w:val="Heading1"/>
    <w:next w:val="Heading3"/>
    <w:link w:val="Heading2Char"/>
    <w:qFormat/>
    <w:rsid w:val="00E940D0"/>
    <w:pPr>
      <w:numPr>
        <w:ilvl w:val="1"/>
      </w:numPr>
      <w:ind w:left="624" w:hanging="397"/>
      <w:jc w:val="left"/>
      <w:outlineLvl w:val="1"/>
    </w:pPr>
    <w:rPr>
      <w:sz w:val="28"/>
      <w:szCs w:val="28"/>
    </w:rPr>
  </w:style>
  <w:style w:type="paragraph" w:styleId="Heading3">
    <w:name w:val="heading 3"/>
    <w:basedOn w:val="Heading1"/>
    <w:next w:val="Heading4"/>
    <w:link w:val="Heading3Char"/>
    <w:qFormat/>
    <w:rsid w:val="008E5FB6"/>
    <w:pPr>
      <w:numPr>
        <w:ilvl w:val="2"/>
      </w:numPr>
      <w:ind w:left="1072" w:hanging="505"/>
      <w:outlineLvl w:val="2"/>
    </w:pPr>
    <w:rPr>
      <w:sz w:val="28"/>
    </w:rPr>
  </w:style>
  <w:style w:type="paragraph" w:styleId="Heading4">
    <w:name w:val="heading 4"/>
    <w:basedOn w:val="Heading3"/>
    <w:next w:val="Normal"/>
    <w:link w:val="Heading4Char"/>
    <w:qFormat/>
    <w:rsid w:val="00C01595"/>
    <w:pPr>
      <w:numPr>
        <w:ilvl w:val="3"/>
      </w:numPr>
      <w:outlineLvl w:val="3"/>
    </w:pPr>
  </w:style>
  <w:style w:type="paragraph" w:styleId="Heading5">
    <w:name w:val="heading 5"/>
    <w:basedOn w:val="Normal"/>
    <w:next w:val="Normal"/>
    <w:link w:val="Heading5Char"/>
    <w:rsid w:val="00945DDB"/>
    <w:pPr>
      <w:keepNext/>
      <w:ind w:firstLine="708"/>
      <w:jc w:val="center"/>
      <w:outlineLvl w:val="4"/>
    </w:pPr>
    <w:rPr>
      <w:rFonts w:ascii="Times New Roman" w:hAnsi="Times New Roman"/>
      <w:b/>
      <w:caps/>
      <w:lang w:val="sk-SK"/>
    </w:rPr>
  </w:style>
  <w:style w:type="paragraph" w:styleId="Heading6">
    <w:name w:val="heading 6"/>
    <w:basedOn w:val="Normal"/>
    <w:next w:val="Normal"/>
    <w:link w:val="Heading6Char"/>
    <w:semiHidden/>
    <w:unhideWhenUsed/>
    <w:rsid w:val="002831B2"/>
    <w:pPr>
      <w:keepNext/>
      <w:keepLines/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sk-SK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831B2"/>
    <w:pPr>
      <w:keepNext/>
      <w:keepLines/>
      <w:spacing w:before="200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sk-SK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831B2"/>
    <w:pPr>
      <w:keepNext/>
      <w:keepLines/>
      <w:spacing w:before="20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lang w:val="sk-SK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831B2"/>
    <w:pPr>
      <w:keepNext/>
      <w:keepLines/>
      <w:spacing w:before="20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5FB6"/>
    <w:rPr>
      <w:rFonts w:cs="Arial"/>
      <w:b/>
      <w:iCs/>
      <w:sz w:val="32"/>
    </w:rPr>
  </w:style>
  <w:style w:type="character" w:customStyle="1" w:styleId="Heading2Char">
    <w:name w:val="Heading 2 Char"/>
    <w:basedOn w:val="DefaultParagraphFont"/>
    <w:link w:val="Heading2"/>
    <w:rsid w:val="00E940D0"/>
    <w:rPr>
      <w:rFonts w:ascii="Calibri" w:hAnsi="Calibri" w:cs="Arial"/>
      <w:b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E5FB6"/>
    <w:rPr>
      <w:rFonts w:cs="Arial"/>
      <w:b/>
      <w:iCs/>
      <w:sz w:val="28"/>
    </w:rPr>
  </w:style>
  <w:style w:type="character" w:customStyle="1" w:styleId="Heading4Char">
    <w:name w:val="Heading 4 Char"/>
    <w:basedOn w:val="DefaultParagraphFont"/>
    <w:link w:val="Heading4"/>
    <w:rsid w:val="00C01595"/>
    <w:rPr>
      <w:rFonts w:cs="Arial"/>
      <w:b/>
      <w:iCs/>
      <w:sz w:val="28"/>
    </w:rPr>
  </w:style>
  <w:style w:type="character" w:customStyle="1" w:styleId="Heading5Char">
    <w:name w:val="Heading 5 Char"/>
    <w:basedOn w:val="DefaultParagraphFont"/>
    <w:link w:val="Heading5"/>
    <w:rsid w:val="002831B2"/>
    <w:rPr>
      <w:b/>
      <w:caps/>
      <w:szCs w:val="24"/>
      <w:lang w:val="sk-SK"/>
    </w:rPr>
  </w:style>
  <w:style w:type="character" w:customStyle="1" w:styleId="Heading6Char">
    <w:name w:val="Heading 6 Char"/>
    <w:basedOn w:val="DefaultParagraphFont"/>
    <w:link w:val="Heading6"/>
    <w:semiHidden/>
    <w:rsid w:val="002831B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sk-SK"/>
    </w:rPr>
  </w:style>
  <w:style w:type="character" w:customStyle="1" w:styleId="Heading7Char">
    <w:name w:val="Heading 7 Char"/>
    <w:basedOn w:val="DefaultParagraphFont"/>
    <w:link w:val="Heading7"/>
    <w:semiHidden/>
    <w:rsid w:val="002831B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sk-SK"/>
    </w:rPr>
  </w:style>
  <w:style w:type="character" w:customStyle="1" w:styleId="Heading8Char">
    <w:name w:val="Heading 8 Char"/>
    <w:basedOn w:val="DefaultParagraphFont"/>
    <w:link w:val="Heading8"/>
    <w:semiHidden/>
    <w:rsid w:val="002831B2"/>
    <w:rPr>
      <w:rFonts w:asciiTheme="majorHAnsi" w:eastAsiaTheme="majorEastAsia" w:hAnsiTheme="majorHAnsi" w:cstheme="majorBidi"/>
      <w:color w:val="404040" w:themeColor="text1" w:themeTint="BF"/>
      <w:lang w:val="sk-SK"/>
    </w:rPr>
  </w:style>
  <w:style w:type="character" w:customStyle="1" w:styleId="Heading9Char">
    <w:name w:val="Heading 9 Char"/>
    <w:basedOn w:val="DefaultParagraphFont"/>
    <w:link w:val="Heading9"/>
    <w:semiHidden/>
    <w:rsid w:val="002831B2"/>
    <w:rPr>
      <w:rFonts w:asciiTheme="majorHAnsi" w:eastAsiaTheme="majorEastAsia" w:hAnsiTheme="majorHAnsi" w:cstheme="majorBidi"/>
      <w:i/>
      <w:iCs/>
      <w:color w:val="404040" w:themeColor="text1" w:themeTint="BF"/>
      <w:lang w:val="sk-SK"/>
    </w:rPr>
  </w:style>
  <w:style w:type="paragraph" w:styleId="Caption">
    <w:name w:val="caption"/>
    <w:aliases w:val="Tabulka"/>
    <w:basedOn w:val="Normal"/>
    <w:next w:val="Normal"/>
    <w:link w:val="CaptionChar"/>
    <w:unhideWhenUsed/>
    <w:qFormat/>
    <w:rsid w:val="00860515"/>
    <w:pPr>
      <w:spacing w:before="0" w:after="80"/>
      <w:jc w:val="center"/>
    </w:pPr>
    <w:rPr>
      <w:bCs/>
      <w:sz w:val="22"/>
      <w:szCs w:val="18"/>
    </w:rPr>
  </w:style>
  <w:style w:type="character" w:customStyle="1" w:styleId="CaptionChar">
    <w:name w:val="Caption Char"/>
    <w:aliases w:val="Tabulka Char"/>
    <w:link w:val="Caption"/>
    <w:rsid w:val="00860515"/>
    <w:rPr>
      <w:bCs/>
      <w:sz w:val="22"/>
      <w:szCs w:val="18"/>
    </w:rPr>
  </w:style>
  <w:style w:type="character" w:styleId="Strong">
    <w:name w:val="Strong"/>
    <w:basedOn w:val="DefaultParagraphFont"/>
    <w:uiPriority w:val="22"/>
    <w:rsid w:val="00945DD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128DB"/>
    <w:pPr>
      <w:tabs>
        <w:tab w:val="center" w:pos="4536"/>
        <w:tab w:val="right" w:pos="9072"/>
      </w:tabs>
      <w:jc w:val="left"/>
    </w:pPr>
    <w:rPr>
      <w:rFonts w:ascii="Times New Roman" w:hAnsi="Times New Roman"/>
      <w:lang w:val="sk-SK"/>
    </w:rPr>
  </w:style>
  <w:style w:type="character" w:customStyle="1" w:styleId="HeaderChar">
    <w:name w:val="Header Char"/>
    <w:basedOn w:val="DefaultParagraphFont"/>
    <w:link w:val="Header"/>
    <w:uiPriority w:val="99"/>
    <w:rsid w:val="00E128DB"/>
    <w:rPr>
      <w:sz w:val="24"/>
      <w:szCs w:val="24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E128DB"/>
    <w:pPr>
      <w:tabs>
        <w:tab w:val="center" w:pos="4536"/>
        <w:tab w:val="right" w:pos="9072"/>
      </w:tabs>
      <w:jc w:val="left"/>
    </w:pPr>
    <w:rPr>
      <w:rFonts w:ascii="Times New Roman" w:hAnsi="Times New Roman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E128DB"/>
    <w:rPr>
      <w:sz w:val="24"/>
      <w:szCs w:val="24"/>
      <w:lang w:val="sk-SK"/>
    </w:rPr>
  </w:style>
  <w:style w:type="paragraph" w:customStyle="1" w:styleId="Zptenadresa">
    <w:name w:val="Zpáteční adresa"/>
    <w:basedOn w:val="Normal"/>
    <w:rsid w:val="00E128DB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8DB"/>
    <w:pPr>
      <w:jc w:val="left"/>
    </w:pPr>
    <w:rPr>
      <w:rFonts w:ascii="Tahoma" w:hAnsi="Tahoma" w:cs="Tahoma"/>
      <w:sz w:val="16"/>
      <w:szCs w:val="16"/>
      <w:lang w:val="sk-SK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8DB"/>
    <w:rPr>
      <w:rFonts w:ascii="Tahoma" w:hAnsi="Tahoma" w:cs="Tahoma"/>
      <w:sz w:val="16"/>
      <w:szCs w:val="16"/>
      <w:lang w:val="sk-SK"/>
    </w:rPr>
  </w:style>
  <w:style w:type="table" w:styleId="TableGrid">
    <w:name w:val="Table Grid"/>
    <w:basedOn w:val="TableNormal"/>
    <w:rsid w:val="00072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1">
    <w:name w:val="Styl1"/>
    <w:uiPriority w:val="99"/>
    <w:rsid w:val="00526669"/>
    <w:pPr>
      <w:numPr>
        <w:numId w:val="11"/>
      </w:numPr>
    </w:pPr>
  </w:style>
  <w:style w:type="paragraph" w:styleId="ListParagraph">
    <w:name w:val="List Paragraph"/>
    <w:basedOn w:val="Normal"/>
    <w:uiPriority w:val="34"/>
    <w:qFormat/>
    <w:rsid w:val="00C01595"/>
    <w:pPr>
      <w:ind w:left="720"/>
      <w:contextualSpacing/>
    </w:pPr>
  </w:style>
  <w:style w:type="character" w:styleId="Emphasis">
    <w:name w:val="Emphasis"/>
    <w:aliases w:val="Obrázky,tabulky"/>
    <w:uiPriority w:val="20"/>
    <w:rsid w:val="00C01595"/>
    <w:rPr>
      <w:rFonts w:ascii="Arial" w:hAnsi="Arial"/>
      <w:i w:val="0"/>
      <w:iCs/>
      <w:sz w:val="20"/>
    </w:rPr>
  </w:style>
  <w:style w:type="paragraph" w:styleId="NormalWeb">
    <w:name w:val="Normal (Web)"/>
    <w:basedOn w:val="Normal"/>
    <w:semiHidden/>
    <w:unhideWhenUsed/>
    <w:rsid w:val="00D62037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lang w:eastAsia="cs-CZ"/>
    </w:rPr>
  </w:style>
  <w:style w:type="paragraph" w:styleId="TOC1">
    <w:name w:val="toc 1"/>
    <w:basedOn w:val="Normal"/>
    <w:next w:val="Normal"/>
    <w:autoRedefine/>
    <w:uiPriority w:val="39"/>
    <w:unhideWhenUsed/>
    <w:rsid w:val="00784D0E"/>
    <w:pPr>
      <w:jc w:val="left"/>
    </w:pPr>
    <w:rPr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375652"/>
    <w:pPr>
      <w:spacing w:before="0" w:after="0"/>
      <w:ind w:left="240"/>
      <w:jc w:val="left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684DFD"/>
    <w:pPr>
      <w:spacing w:before="0" w:after="0"/>
      <w:ind w:left="480"/>
      <w:jc w:val="left"/>
    </w:pPr>
    <w:rPr>
      <w:iCs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9079C5"/>
    <w:pPr>
      <w:spacing w:before="0" w:after="0"/>
      <w:ind w:left="720"/>
      <w:jc w:val="left"/>
    </w:pPr>
    <w:rPr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784D0E"/>
    <w:pPr>
      <w:spacing w:before="0"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784D0E"/>
    <w:pPr>
      <w:spacing w:before="0"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784D0E"/>
    <w:pPr>
      <w:spacing w:before="0"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784D0E"/>
    <w:pPr>
      <w:spacing w:before="0"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784D0E"/>
    <w:pPr>
      <w:spacing w:before="0"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008C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E5ADE"/>
  </w:style>
  <w:style w:type="character" w:styleId="PageNumber">
    <w:name w:val="page number"/>
    <w:basedOn w:val="DefaultParagraphFont"/>
    <w:uiPriority w:val="99"/>
    <w:semiHidden/>
    <w:unhideWhenUsed/>
    <w:rsid w:val="00C96C10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826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6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6CC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6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6CC"/>
    <w:rPr>
      <w:rFonts w:ascii="Calibri" w:hAnsi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826CC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Strong" w:semiHidden="0" w:uiPriority="22" w:unhideWhenUsed="0"/>
    <w:lsdException w:name="Emphasis" w:semiHidden="0" w:uiPriority="20" w:unhideWhenUsed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8E"/>
    <w:pPr>
      <w:spacing w:before="120" w:after="120" w:line="360" w:lineRule="auto"/>
      <w:ind w:firstLine="227"/>
      <w:jc w:val="both"/>
    </w:pPr>
    <w:rPr>
      <w:rFonts w:ascii="Calibri" w:hAnsi="Calibri"/>
    </w:rPr>
  </w:style>
  <w:style w:type="paragraph" w:styleId="Heading1">
    <w:name w:val="heading 1"/>
    <w:basedOn w:val="Normal"/>
    <w:next w:val="Heading2"/>
    <w:link w:val="Heading1Char"/>
    <w:qFormat/>
    <w:rsid w:val="008E5FB6"/>
    <w:pPr>
      <w:keepNext/>
      <w:numPr>
        <w:numId w:val="18"/>
      </w:numPr>
      <w:outlineLvl w:val="0"/>
    </w:pPr>
    <w:rPr>
      <w:rFonts w:cs="Arial"/>
      <w:b/>
      <w:iCs/>
      <w:sz w:val="32"/>
    </w:rPr>
  </w:style>
  <w:style w:type="paragraph" w:styleId="Heading2">
    <w:name w:val="heading 2"/>
    <w:basedOn w:val="Heading1"/>
    <w:next w:val="Heading3"/>
    <w:link w:val="Heading2Char"/>
    <w:qFormat/>
    <w:rsid w:val="00E940D0"/>
    <w:pPr>
      <w:numPr>
        <w:ilvl w:val="1"/>
      </w:numPr>
      <w:ind w:left="624" w:hanging="397"/>
      <w:jc w:val="left"/>
      <w:outlineLvl w:val="1"/>
    </w:pPr>
    <w:rPr>
      <w:sz w:val="28"/>
      <w:szCs w:val="28"/>
    </w:rPr>
  </w:style>
  <w:style w:type="paragraph" w:styleId="Heading3">
    <w:name w:val="heading 3"/>
    <w:basedOn w:val="Heading1"/>
    <w:next w:val="Heading4"/>
    <w:link w:val="Heading3Char"/>
    <w:qFormat/>
    <w:rsid w:val="008E5FB6"/>
    <w:pPr>
      <w:numPr>
        <w:ilvl w:val="2"/>
      </w:numPr>
      <w:ind w:left="1072" w:hanging="505"/>
      <w:outlineLvl w:val="2"/>
    </w:pPr>
    <w:rPr>
      <w:sz w:val="28"/>
    </w:rPr>
  </w:style>
  <w:style w:type="paragraph" w:styleId="Heading4">
    <w:name w:val="heading 4"/>
    <w:basedOn w:val="Heading3"/>
    <w:next w:val="Normal"/>
    <w:link w:val="Heading4Char"/>
    <w:qFormat/>
    <w:rsid w:val="00C01595"/>
    <w:pPr>
      <w:numPr>
        <w:ilvl w:val="3"/>
      </w:numPr>
      <w:outlineLvl w:val="3"/>
    </w:pPr>
  </w:style>
  <w:style w:type="paragraph" w:styleId="Heading5">
    <w:name w:val="heading 5"/>
    <w:basedOn w:val="Normal"/>
    <w:next w:val="Normal"/>
    <w:link w:val="Heading5Char"/>
    <w:rsid w:val="00945DDB"/>
    <w:pPr>
      <w:keepNext/>
      <w:ind w:firstLine="708"/>
      <w:jc w:val="center"/>
      <w:outlineLvl w:val="4"/>
    </w:pPr>
    <w:rPr>
      <w:rFonts w:ascii="Times New Roman" w:hAnsi="Times New Roman"/>
      <w:b/>
      <w:caps/>
      <w:lang w:val="sk-SK"/>
    </w:rPr>
  </w:style>
  <w:style w:type="paragraph" w:styleId="Heading6">
    <w:name w:val="heading 6"/>
    <w:basedOn w:val="Normal"/>
    <w:next w:val="Normal"/>
    <w:link w:val="Heading6Char"/>
    <w:semiHidden/>
    <w:unhideWhenUsed/>
    <w:rsid w:val="002831B2"/>
    <w:pPr>
      <w:keepNext/>
      <w:keepLines/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sk-SK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831B2"/>
    <w:pPr>
      <w:keepNext/>
      <w:keepLines/>
      <w:spacing w:before="200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sk-SK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831B2"/>
    <w:pPr>
      <w:keepNext/>
      <w:keepLines/>
      <w:spacing w:before="20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lang w:val="sk-SK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831B2"/>
    <w:pPr>
      <w:keepNext/>
      <w:keepLines/>
      <w:spacing w:before="20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5FB6"/>
    <w:rPr>
      <w:rFonts w:cs="Arial"/>
      <w:b/>
      <w:iCs/>
      <w:sz w:val="32"/>
    </w:rPr>
  </w:style>
  <w:style w:type="character" w:customStyle="1" w:styleId="Heading2Char">
    <w:name w:val="Heading 2 Char"/>
    <w:basedOn w:val="DefaultParagraphFont"/>
    <w:link w:val="Heading2"/>
    <w:rsid w:val="00E940D0"/>
    <w:rPr>
      <w:rFonts w:ascii="Calibri" w:hAnsi="Calibri" w:cs="Arial"/>
      <w:b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E5FB6"/>
    <w:rPr>
      <w:rFonts w:cs="Arial"/>
      <w:b/>
      <w:iCs/>
      <w:sz w:val="28"/>
    </w:rPr>
  </w:style>
  <w:style w:type="character" w:customStyle="1" w:styleId="Heading4Char">
    <w:name w:val="Heading 4 Char"/>
    <w:basedOn w:val="DefaultParagraphFont"/>
    <w:link w:val="Heading4"/>
    <w:rsid w:val="00C01595"/>
    <w:rPr>
      <w:rFonts w:cs="Arial"/>
      <w:b/>
      <w:iCs/>
      <w:sz w:val="28"/>
    </w:rPr>
  </w:style>
  <w:style w:type="character" w:customStyle="1" w:styleId="Heading5Char">
    <w:name w:val="Heading 5 Char"/>
    <w:basedOn w:val="DefaultParagraphFont"/>
    <w:link w:val="Heading5"/>
    <w:rsid w:val="002831B2"/>
    <w:rPr>
      <w:b/>
      <w:caps/>
      <w:szCs w:val="24"/>
      <w:lang w:val="sk-SK"/>
    </w:rPr>
  </w:style>
  <w:style w:type="character" w:customStyle="1" w:styleId="Heading6Char">
    <w:name w:val="Heading 6 Char"/>
    <w:basedOn w:val="DefaultParagraphFont"/>
    <w:link w:val="Heading6"/>
    <w:semiHidden/>
    <w:rsid w:val="002831B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sk-SK"/>
    </w:rPr>
  </w:style>
  <w:style w:type="character" w:customStyle="1" w:styleId="Heading7Char">
    <w:name w:val="Heading 7 Char"/>
    <w:basedOn w:val="DefaultParagraphFont"/>
    <w:link w:val="Heading7"/>
    <w:semiHidden/>
    <w:rsid w:val="002831B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sk-SK"/>
    </w:rPr>
  </w:style>
  <w:style w:type="character" w:customStyle="1" w:styleId="Heading8Char">
    <w:name w:val="Heading 8 Char"/>
    <w:basedOn w:val="DefaultParagraphFont"/>
    <w:link w:val="Heading8"/>
    <w:semiHidden/>
    <w:rsid w:val="002831B2"/>
    <w:rPr>
      <w:rFonts w:asciiTheme="majorHAnsi" w:eastAsiaTheme="majorEastAsia" w:hAnsiTheme="majorHAnsi" w:cstheme="majorBidi"/>
      <w:color w:val="404040" w:themeColor="text1" w:themeTint="BF"/>
      <w:lang w:val="sk-SK"/>
    </w:rPr>
  </w:style>
  <w:style w:type="character" w:customStyle="1" w:styleId="Heading9Char">
    <w:name w:val="Heading 9 Char"/>
    <w:basedOn w:val="DefaultParagraphFont"/>
    <w:link w:val="Heading9"/>
    <w:semiHidden/>
    <w:rsid w:val="002831B2"/>
    <w:rPr>
      <w:rFonts w:asciiTheme="majorHAnsi" w:eastAsiaTheme="majorEastAsia" w:hAnsiTheme="majorHAnsi" w:cstheme="majorBidi"/>
      <w:i/>
      <w:iCs/>
      <w:color w:val="404040" w:themeColor="text1" w:themeTint="BF"/>
      <w:lang w:val="sk-SK"/>
    </w:rPr>
  </w:style>
  <w:style w:type="paragraph" w:styleId="Caption">
    <w:name w:val="caption"/>
    <w:aliases w:val="Tabulka"/>
    <w:basedOn w:val="Normal"/>
    <w:next w:val="Normal"/>
    <w:link w:val="CaptionChar"/>
    <w:unhideWhenUsed/>
    <w:qFormat/>
    <w:rsid w:val="00860515"/>
    <w:pPr>
      <w:spacing w:before="0" w:after="80"/>
      <w:jc w:val="center"/>
    </w:pPr>
    <w:rPr>
      <w:bCs/>
      <w:sz w:val="22"/>
      <w:szCs w:val="18"/>
    </w:rPr>
  </w:style>
  <w:style w:type="character" w:customStyle="1" w:styleId="CaptionChar">
    <w:name w:val="Caption Char"/>
    <w:aliases w:val="Tabulka Char"/>
    <w:link w:val="Caption"/>
    <w:rsid w:val="00860515"/>
    <w:rPr>
      <w:bCs/>
      <w:sz w:val="22"/>
      <w:szCs w:val="18"/>
    </w:rPr>
  </w:style>
  <w:style w:type="character" w:styleId="Strong">
    <w:name w:val="Strong"/>
    <w:basedOn w:val="DefaultParagraphFont"/>
    <w:uiPriority w:val="22"/>
    <w:rsid w:val="00945DD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128DB"/>
    <w:pPr>
      <w:tabs>
        <w:tab w:val="center" w:pos="4536"/>
        <w:tab w:val="right" w:pos="9072"/>
      </w:tabs>
      <w:jc w:val="left"/>
    </w:pPr>
    <w:rPr>
      <w:rFonts w:ascii="Times New Roman" w:hAnsi="Times New Roman"/>
      <w:lang w:val="sk-SK"/>
    </w:rPr>
  </w:style>
  <w:style w:type="character" w:customStyle="1" w:styleId="HeaderChar">
    <w:name w:val="Header Char"/>
    <w:basedOn w:val="DefaultParagraphFont"/>
    <w:link w:val="Header"/>
    <w:uiPriority w:val="99"/>
    <w:rsid w:val="00E128DB"/>
    <w:rPr>
      <w:sz w:val="24"/>
      <w:szCs w:val="24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E128DB"/>
    <w:pPr>
      <w:tabs>
        <w:tab w:val="center" w:pos="4536"/>
        <w:tab w:val="right" w:pos="9072"/>
      </w:tabs>
      <w:jc w:val="left"/>
    </w:pPr>
    <w:rPr>
      <w:rFonts w:ascii="Times New Roman" w:hAnsi="Times New Roman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E128DB"/>
    <w:rPr>
      <w:sz w:val="24"/>
      <w:szCs w:val="24"/>
      <w:lang w:val="sk-SK"/>
    </w:rPr>
  </w:style>
  <w:style w:type="paragraph" w:customStyle="1" w:styleId="Zptenadresa">
    <w:name w:val="Zpáteční adresa"/>
    <w:basedOn w:val="Normal"/>
    <w:rsid w:val="00E128DB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8DB"/>
    <w:pPr>
      <w:jc w:val="left"/>
    </w:pPr>
    <w:rPr>
      <w:rFonts w:ascii="Tahoma" w:hAnsi="Tahoma" w:cs="Tahoma"/>
      <w:sz w:val="16"/>
      <w:szCs w:val="16"/>
      <w:lang w:val="sk-SK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8DB"/>
    <w:rPr>
      <w:rFonts w:ascii="Tahoma" w:hAnsi="Tahoma" w:cs="Tahoma"/>
      <w:sz w:val="16"/>
      <w:szCs w:val="16"/>
      <w:lang w:val="sk-SK"/>
    </w:rPr>
  </w:style>
  <w:style w:type="table" w:styleId="TableGrid">
    <w:name w:val="Table Grid"/>
    <w:basedOn w:val="TableNormal"/>
    <w:rsid w:val="00072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1">
    <w:name w:val="Styl1"/>
    <w:uiPriority w:val="99"/>
    <w:rsid w:val="00526669"/>
    <w:pPr>
      <w:numPr>
        <w:numId w:val="11"/>
      </w:numPr>
    </w:pPr>
  </w:style>
  <w:style w:type="paragraph" w:styleId="ListParagraph">
    <w:name w:val="List Paragraph"/>
    <w:basedOn w:val="Normal"/>
    <w:uiPriority w:val="34"/>
    <w:qFormat/>
    <w:rsid w:val="00C01595"/>
    <w:pPr>
      <w:ind w:left="720"/>
      <w:contextualSpacing/>
    </w:pPr>
  </w:style>
  <w:style w:type="character" w:styleId="Emphasis">
    <w:name w:val="Emphasis"/>
    <w:aliases w:val="Obrázky,tabulky"/>
    <w:uiPriority w:val="20"/>
    <w:rsid w:val="00C01595"/>
    <w:rPr>
      <w:rFonts w:ascii="Arial" w:hAnsi="Arial"/>
      <w:i w:val="0"/>
      <w:iCs/>
      <w:sz w:val="20"/>
    </w:rPr>
  </w:style>
  <w:style w:type="paragraph" w:styleId="NormalWeb">
    <w:name w:val="Normal (Web)"/>
    <w:basedOn w:val="Normal"/>
    <w:semiHidden/>
    <w:unhideWhenUsed/>
    <w:rsid w:val="00D62037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lang w:eastAsia="cs-CZ"/>
    </w:rPr>
  </w:style>
  <w:style w:type="paragraph" w:styleId="TOC1">
    <w:name w:val="toc 1"/>
    <w:basedOn w:val="Normal"/>
    <w:next w:val="Normal"/>
    <w:autoRedefine/>
    <w:uiPriority w:val="39"/>
    <w:unhideWhenUsed/>
    <w:rsid w:val="00784D0E"/>
    <w:pPr>
      <w:jc w:val="left"/>
    </w:pPr>
    <w:rPr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375652"/>
    <w:pPr>
      <w:spacing w:before="0" w:after="0"/>
      <w:ind w:left="240"/>
      <w:jc w:val="left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684DFD"/>
    <w:pPr>
      <w:spacing w:before="0" w:after="0"/>
      <w:ind w:left="480"/>
      <w:jc w:val="left"/>
    </w:pPr>
    <w:rPr>
      <w:iCs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9079C5"/>
    <w:pPr>
      <w:spacing w:before="0" w:after="0"/>
      <w:ind w:left="720"/>
      <w:jc w:val="left"/>
    </w:pPr>
    <w:rPr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784D0E"/>
    <w:pPr>
      <w:spacing w:before="0"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784D0E"/>
    <w:pPr>
      <w:spacing w:before="0"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784D0E"/>
    <w:pPr>
      <w:spacing w:before="0"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784D0E"/>
    <w:pPr>
      <w:spacing w:before="0"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784D0E"/>
    <w:pPr>
      <w:spacing w:before="0"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008C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E5ADE"/>
  </w:style>
  <w:style w:type="character" w:styleId="PageNumber">
    <w:name w:val="page number"/>
    <w:basedOn w:val="DefaultParagraphFont"/>
    <w:uiPriority w:val="99"/>
    <w:semiHidden/>
    <w:unhideWhenUsed/>
    <w:rsid w:val="00C96C10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826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6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6CC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6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6CC"/>
    <w:rPr>
      <w:rFonts w:ascii="Calibri" w:hAnsi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826CC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1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atka:Desktop:dokumen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9E400-0B7A-2948-85F3-F582A59E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dokument.dotx</Template>
  <TotalTime>10</TotalTime>
  <Pages>2</Pages>
  <Words>153</Words>
  <Characters>866</Characters>
  <Application>Microsoft Macintosh Word</Application>
  <DocSecurity>0</DocSecurity>
  <Lines>19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CVUT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K</cp:lastModifiedBy>
  <cp:revision>2</cp:revision>
  <dcterms:created xsi:type="dcterms:W3CDTF">2013-10-22T20:42:00Z</dcterms:created>
  <dcterms:modified xsi:type="dcterms:W3CDTF">2013-11-05T21:39:00Z</dcterms:modified>
</cp:coreProperties>
</file>